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7FE" w:rsidRPr="000637FE" w:rsidRDefault="000637FE" w:rsidP="000637FE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eastAsia="nl-NL"/>
        </w:rPr>
      </w:pPr>
      <w:r w:rsidRPr="000637FE">
        <w:rPr>
          <w:rFonts w:ascii="Arial" w:eastAsia="Times New Roman" w:hAnsi="Arial" w:cs="Times New Roman"/>
          <w:b/>
          <w:sz w:val="24"/>
          <w:szCs w:val="24"/>
          <w:lang w:eastAsia="nl-NL"/>
        </w:rPr>
        <w:t>Checklist:</w:t>
      </w:r>
      <w:r w:rsidRPr="000637FE">
        <w:rPr>
          <w:rFonts w:ascii="Arial" w:eastAsia="Times New Roman" w:hAnsi="Arial" w:cs="Times New Roman"/>
          <w:b/>
          <w:sz w:val="24"/>
          <w:szCs w:val="24"/>
          <w:lang w:eastAsia="nl-NL"/>
        </w:rPr>
        <w:tab/>
        <w:t xml:space="preserve">Deelnemer </w:t>
      </w:r>
    </w:p>
    <w:p w:rsidR="000637FE" w:rsidRPr="000637FE" w:rsidRDefault="000637FE" w:rsidP="000637FE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nl-NL"/>
        </w:rPr>
      </w:pPr>
    </w:p>
    <w:p w:rsidR="000637FE" w:rsidRPr="000637FE" w:rsidRDefault="000637FE" w:rsidP="000637FE">
      <w:pPr>
        <w:spacing w:after="0" w:line="240" w:lineRule="auto"/>
        <w:rPr>
          <w:rFonts w:ascii="Arial" w:eastAsia="Times New Roman" w:hAnsi="Arial" w:cs="Times New Roman"/>
          <w:lang w:eastAsia="nl-NL"/>
        </w:rPr>
      </w:pPr>
      <w:r w:rsidRPr="000637FE">
        <w:rPr>
          <w:rFonts w:ascii="Arial" w:eastAsia="Times New Roman" w:hAnsi="Arial" w:cs="Times New Roman"/>
          <w:lang w:eastAsia="nl-NL"/>
        </w:rPr>
        <w:t>__________________________________________________________________________</w:t>
      </w:r>
    </w:p>
    <w:p w:rsidR="000637FE" w:rsidRPr="000637FE" w:rsidRDefault="000637FE" w:rsidP="000637FE">
      <w:pPr>
        <w:spacing w:after="0" w:line="240" w:lineRule="auto"/>
        <w:rPr>
          <w:rFonts w:ascii="Arial" w:eastAsia="Times New Roman" w:hAnsi="Arial" w:cs="Times New Roman"/>
          <w:lang w:eastAsia="nl-NL"/>
        </w:rPr>
      </w:pPr>
    </w:p>
    <w:p w:rsidR="000637FE" w:rsidRPr="000637FE" w:rsidRDefault="000637FE" w:rsidP="000637FE">
      <w:pPr>
        <w:spacing w:after="0" w:line="240" w:lineRule="auto"/>
        <w:rPr>
          <w:rFonts w:ascii="Arial" w:eastAsia="Times New Roman" w:hAnsi="Arial" w:cs="Times New Roman"/>
          <w:lang w:eastAsia="nl-NL"/>
        </w:rPr>
      </w:pPr>
      <w:r w:rsidRPr="000637FE">
        <w:rPr>
          <w:rFonts w:ascii="Arial" w:eastAsia="Times New Roman" w:hAnsi="Arial" w:cs="Times New Roman"/>
          <w:b/>
          <w:lang w:eastAsia="nl-NL"/>
        </w:rPr>
        <w:t>Naam</w:t>
      </w:r>
      <w:r w:rsidRPr="000637FE">
        <w:rPr>
          <w:rFonts w:ascii="Arial" w:eastAsia="Times New Roman" w:hAnsi="Arial" w:cs="Times New Roman"/>
          <w:b/>
          <w:lang w:eastAsia="nl-NL"/>
        </w:rPr>
        <w:tab/>
      </w:r>
      <w:r w:rsidRPr="000637FE">
        <w:rPr>
          <w:rFonts w:ascii="Arial" w:eastAsia="Times New Roman" w:hAnsi="Arial" w:cs="Times New Roman"/>
          <w:b/>
          <w:lang w:eastAsia="nl-NL"/>
        </w:rPr>
        <w:tab/>
      </w:r>
      <w:r w:rsidRPr="000637FE">
        <w:rPr>
          <w:rFonts w:ascii="Arial" w:eastAsia="Times New Roman" w:hAnsi="Arial" w:cs="Times New Roman"/>
          <w:lang w:eastAsia="nl-NL"/>
        </w:rPr>
        <w:t>: …………………………………………………………………………………</w:t>
      </w:r>
    </w:p>
    <w:p w:rsidR="000637FE" w:rsidRPr="000637FE" w:rsidRDefault="000637FE" w:rsidP="000637FE">
      <w:pPr>
        <w:spacing w:after="0" w:line="240" w:lineRule="auto"/>
        <w:rPr>
          <w:rFonts w:ascii="Arial" w:eastAsia="Times New Roman" w:hAnsi="Arial" w:cs="Times New Roman"/>
          <w:lang w:eastAsia="nl-NL"/>
        </w:rPr>
      </w:pPr>
    </w:p>
    <w:p w:rsidR="000637FE" w:rsidRPr="000637FE" w:rsidRDefault="000637FE" w:rsidP="000637FE">
      <w:pPr>
        <w:spacing w:after="0" w:line="240" w:lineRule="auto"/>
        <w:rPr>
          <w:rFonts w:ascii="Arial" w:eastAsia="Times New Roman" w:hAnsi="Arial" w:cs="Times New Roman"/>
          <w:lang w:eastAsia="nl-NL"/>
        </w:rPr>
      </w:pPr>
      <w:r w:rsidRPr="000637FE">
        <w:rPr>
          <w:rFonts w:ascii="Arial" w:eastAsia="Times New Roman" w:hAnsi="Arial" w:cs="Times New Roman"/>
          <w:b/>
          <w:lang w:eastAsia="nl-NL"/>
        </w:rPr>
        <w:t>Groep</w:t>
      </w:r>
      <w:r w:rsidRPr="000637FE">
        <w:rPr>
          <w:rFonts w:ascii="Arial" w:eastAsia="Times New Roman" w:hAnsi="Arial" w:cs="Times New Roman"/>
          <w:b/>
          <w:lang w:eastAsia="nl-NL"/>
        </w:rPr>
        <w:tab/>
      </w:r>
      <w:r w:rsidRPr="000637FE">
        <w:rPr>
          <w:rFonts w:ascii="Arial" w:eastAsia="Times New Roman" w:hAnsi="Arial" w:cs="Times New Roman"/>
          <w:lang w:eastAsia="nl-NL"/>
        </w:rPr>
        <w:tab/>
        <w:t>: …………………………………………………………………………………</w:t>
      </w:r>
    </w:p>
    <w:p w:rsidR="000637FE" w:rsidRPr="000637FE" w:rsidRDefault="000637FE" w:rsidP="000637FE">
      <w:pPr>
        <w:spacing w:after="0" w:line="240" w:lineRule="auto"/>
        <w:rPr>
          <w:rFonts w:ascii="Arial" w:eastAsia="Times New Roman" w:hAnsi="Arial" w:cs="Times New Roman"/>
          <w:lang w:eastAsia="nl-NL"/>
        </w:rPr>
      </w:pPr>
    </w:p>
    <w:p w:rsidR="000637FE" w:rsidRPr="000637FE" w:rsidRDefault="000637FE" w:rsidP="000637FE">
      <w:pPr>
        <w:spacing w:after="0" w:line="240" w:lineRule="auto"/>
        <w:rPr>
          <w:rFonts w:ascii="Arial" w:eastAsia="Times New Roman" w:hAnsi="Arial" w:cs="Times New Roman"/>
          <w:lang w:eastAsia="nl-NL"/>
        </w:rPr>
      </w:pPr>
      <w:r w:rsidRPr="000637FE">
        <w:rPr>
          <w:rFonts w:ascii="Arial" w:eastAsia="Times New Roman" w:hAnsi="Arial" w:cs="Times New Roman"/>
          <w:b/>
          <w:lang w:eastAsia="nl-NL"/>
        </w:rPr>
        <w:t>Datum</w:t>
      </w:r>
      <w:r w:rsidRPr="000637FE">
        <w:rPr>
          <w:rFonts w:ascii="Arial" w:eastAsia="Times New Roman" w:hAnsi="Arial" w:cs="Times New Roman"/>
          <w:b/>
          <w:lang w:eastAsia="nl-NL"/>
        </w:rPr>
        <w:tab/>
      </w:r>
      <w:r w:rsidRPr="000637FE">
        <w:rPr>
          <w:rFonts w:ascii="Arial" w:eastAsia="Times New Roman" w:hAnsi="Arial" w:cs="Times New Roman"/>
          <w:lang w:eastAsia="nl-NL"/>
        </w:rPr>
        <w:tab/>
        <w:t>: …………………………………………………………………………………</w:t>
      </w:r>
    </w:p>
    <w:p w:rsidR="000637FE" w:rsidRPr="000637FE" w:rsidRDefault="000637FE" w:rsidP="000637FE">
      <w:pPr>
        <w:spacing w:after="0" w:line="240" w:lineRule="auto"/>
        <w:rPr>
          <w:rFonts w:ascii="Arial" w:eastAsia="Times New Roman" w:hAnsi="Arial" w:cs="Times New Roman"/>
          <w:lang w:eastAsia="nl-NL"/>
        </w:rPr>
      </w:pPr>
    </w:p>
    <w:p w:rsidR="000637FE" w:rsidRPr="000637FE" w:rsidRDefault="000637FE" w:rsidP="000637FE">
      <w:pPr>
        <w:spacing w:after="0" w:line="240" w:lineRule="auto"/>
        <w:rPr>
          <w:rFonts w:ascii="Arial" w:eastAsia="Times New Roman" w:hAnsi="Arial" w:cs="Times New Roman"/>
          <w:lang w:eastAsia="nl-NL"/>
        </w:rPr>
      </w:pPr>
      <w:r w:rsidRPr="000637FE">
        <w:rPr>
          <w:rFonts w:ascii="Arial" w:eastAsia="Times New Roman" w:hAnsi="Arial" w:cs="Times New Roman"/>
          <w:b/>
          <w:lang w:eastAsia="nl-NL"/>
        </w:rPr>
        <w:t>Ingevuld door</w:t>
      </w:r>
      <w:r w:rsidRPr="000637FE">
        <w:rPr>
          <w:rFonts w:ascii="Arial" w:eastAsia="Times New Roman" w:hAnsi="Arial" w:cs="Times New Roman"/>
          <w:lang w:eastAsia="nl-NL"/>
        </w:rPr>
        <w:t>: …………………………………………………………………………………</w:t>
      </w:r>
    </w:p>
    <w:p w:rsidR="000637FE" w:rsidRPr="000637FE" w:rsidRDefault="000637FE" w:rsidP="000637FE">
      <w:pPr>
        <w:spacing w:after="0" w:line="240" w:lineRule="auto"/>
        <w:rPr>
          <w:rFonts w:ascii="Arial" w:eastAsia="Times New Roman" w:hAnsi="Arial" w:cs="Times New Roman"/>
          <w:lang w:eastAsia="nl-NL"/>
        </w:rPr>
      </w:pPr>
      <w:r w:rsidRPr="000637FE">
        <w:rPr>
          <w:rFonts w:ascii="Arial" w:eastAsia="Times New Roman" w:hAnsi="Arial" w:cs="Times New Roman"/>
          <w:lang w:eastAsia="nl-NL"/>
        </w:rPr>
        <w:t>__________________________________________________________________________</w:t>
      </w:r>
    </w:p>
    <w:p w:rsidR="000637FE" w:rsidRPr="000637FE" w:rsidRDefault="000637FE" w:rsidP="000637F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0637FE" w:rsidRPr="000637FE" w:rsidRDefault="000637FE" w:rsidP="000637F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0637FE" w:rsidRPr="000637FE" w:rsidRDefault="000637FE" w:rsidP="000637F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1560"/>
        <w:gridCol w:w="3613"/>
      </w:tblGrid>
      <w:tr w:rsidR="000637FE" w:rsidRPr="000637FE" w:rsidTr="006076C2">
        <w:tc>
          <w:tcPr>
            <w:tcW w:w="4039" w:type="dxa"/>
          </w:tcPr>
          <w:p w:rsidR="000637FE" w:rsidRPr="000637FE" w:rsidRDefault="000637FE" w:rsidP="000637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</w:tcPr>
          <w:p w:rsidR="000637FE" w:rsidRPr="000637FE" w:rsidRDefault="000637FE" w:rsidP="000637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0637FE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Score</w:t>
            </w:r>
          </w:p>
          <w:p w:rsidR="000637FE" w:rsidRPr="000637FE" w:rsidRDefault="000637FE" w:rsidP="000637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0637FE" w:rsidRPr="000637FE" w:rsidRDefault="000637FE" w:rsidP="000637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0637FE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Toelichting</w:t>
            </w:r>
          </w:p>
        </w:tc>
      </w:tr>
      <w:tr w:rsidR="000637FE" w:rsidRPr="000637FE" w:rsidTr="006076C2">
        <w:tc>
          <w:tcPr>
            <w:tcW w:w="4039" w:type="dxa"/>
          </w:tcPr>
          <w:p w:rsidR="000637FE" w:rsidRPr="000637FE" w:rsidRDefault="000637FE" w:rsidP="000637FE">
            <w:pPr>
              <w:keepNext/>
              <w:spacing w:after="0" w:line="240" w:lineRule="auto"/>
              <w:outlineLvl w:val="5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0637FE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Voorbereiding</w:t>
            </w:r>
          </w:p>
        </w:tc>
        <w:tc>
          <w:tcPr>
            <w:tcW w:w="1560" w:type="dxa"/>
          </w:tcPr>
          <w:p w:rsidR="000637FE" w:rsidRPr="000637FE" w:rsidRDefault="000637FE" w:rsidP="000637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0637FE" w:rsidRPr="000637FE" w:rsidRDefault="000637FE" w:rsidP="000637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0637FE" w:rsidRPr="000637FE" w:rsidTr="006076C2">
        <w:tc>
          <w:tcPr>
            <w:tcW w:w="4039" w:type="dxa"/>
          </w:tcPr>
          <w:p w:rsidR="000637FE" w:rsidRPr="000637FE" w:rsidRDefault="000637FE" w:rsidP="000637FE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637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Oriënteert zich op het onderwerp.</w:t>
            </w:r>
          </w:p>
        </w:tc>
        <w:tc>
          <w:tcPr>
            <w:tcW w:w="1560" w:type="dxa"/>
          </w:tcPr>
          <w:p w:rsidR="000637FE" w:rsidRPr="000637FE" w:rsidRDefault="000637FE" w:rsidP="000637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637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</w:tc>
        <w:tc>
          <w:tcPr>
            <w:tcW w:w="3613" w:type="dxa"/>
          </w:tcPr>
          <w:p w:rsidR="000637FE" w:rsidRPr="000637FE" w:rsidRDefault="000637FE" w:rsidP="000637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0637FE" w:rsidRPr="000637FE" w:rsidTr="006076C2">
        <w:tc>
          <w:tcPr>
            <w:tcW w:w="4039" w:type="dxa"/>
          </w:tcPr>
          <w:p w:rsidR="000637FE" w:rsidRPr="000637FE" w:rsidRDefault="000637FE" w:rsidP="000637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</w:tcPr>
          <w:p w:rsidR="000637FE" w:rsidRPr="000637FE" w:rsidRDefault="000637FE" w:rsidP="000637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0637FE" w:rsidRPr="000637FE" w:rsidRDefault="000637FE" w:rsidP="000637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0637FE" w:rsidRPr="000637FE" w:rsidTr="006076C2">
        <w:tc>
          <w:tcPr>
            <w:tcW w:w="4039" w:type="dxa"/>
          </w:tcPr>
          <w:p w:rsidR="000637FE" w:rsidRPr="000637FE" w:rsidRDefault="000637FE" w:rsidP="000637FE">
            <w:pPr>
              <w:keepNext/>
              <w:spacing w:after="0" w:line="240" w:lineRule="auto"/>
              <w:outlineLvl w:val="5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0637FE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Het proces</w:t>
            </w:r>
          </w:p>
        </w:tc>
        <w:tc>
          <w:tcPr>
            <w:tcW w:w="1560" w:type="dxa"/>
          </w:tcPr>
          <w:p w:rsidR="000637FE" w:rsidRPr="000637FE" w:rsidRDefault="000637FE" w:rsidP="000637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0637FE" w:rsidRPr="000637FE" w:rsidRDefault="000637FE" w:rsidP="000637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0637FE" w:rsidRPr="000637FE" w:rsidTr="006076C2">
        <w:tc>
          <w:tcPr>
            <w:tcW w:w="4039" w:type="dxa"/>
          </w:tcPr>
          <w:p w:rsidR="000637FE" w:rsidRPr="000637FE" w:rsidRDefault="000637FE" w:rsidP="000637FE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637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Houdt zich aan de afgesproken agendapunten.</w:t>
            </w:r>
          </w:p>
        </w:tc>
        <w:tc>
          <w:tcPr>
            <w:tcW w:w="1560" w:type="dxa"/>
          </w:tcPr>
          <w:p w:rsidR="000637FE" w:rsidRPr="000637FE" w:rsidRDefault="000637FE" w:rsidP="000637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637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</w:tc>
        <w:tc>
          <w:tcPr>
            <w:tcW w:w="3613" w:type="dxa"/>
          </w:tcPr>
          <w:p w:rsidR="000637FE" w:rsidRPr="000637FE" w:rsidRDefault="000637FE" w:rsidP="000637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0637FE" w:rsidRPr="000637FE" w:rsidTr="006076C2">
        <w:tc>
          <w:tcPr>
            <w:tcW w:w="4039" w:type="dxa"/>
          </w:tcPr>
          <w:p w:rsidR="000637FE" w:rsidRPr="000637FE" w:rsidRDefault="000637FE" w:rsidP="000637FE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637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Let op dat er doelgericht gewerkt wordt.</w:t>
            </w:r>
          </w:p>
        </w:tc>
        <w:tc>
          <w:tcPr>
            <w:tcW w:w="1560" w:type="dxa"/>
          </w:tcPr>
          <w:p w:rsidR="000637FE" w:rsidRPr="000637FE" w:rsidRDefault="000637FE" w:rsidP="000637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637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  <w:p w:rsidR="000637FE" w:rsidRPr="000637FE" w:rsidRDefault="000637FE" w:rsidP="000637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0637FE" w:rsidRPr="000637FE" w:rsidRDefault="000637FE" w:rsidP="000637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0637FE" w:rsidRPr="000637FE" w:rsidTr="006076C2">
        <w:tc>
          <w:tcPr>
            <w:tcW w:w="4039" w:type="dxa"/>
          </w:tcPr>
          <w:p w:rsidR="000637FE" w:rsidRPr="000637FE" w:rsidRDefault="000637FE" w:rsidP="000637FE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637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Let op dat besluitvorming zorgvuldig gebeurt.</w:t>
            </w:r>
          </w:p>
        </w:tc>
        <w:tc>
          <w:tcPr>
            <w:tcW w:w="1560" w:type="dxa"/>
          </w:tcPr>
          <w:p w:rsidR="000637FE" w:rsidRPr="000637FE" w:rsidRDefault="000637FE" w:rsidP="000637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637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</w:tc>
        <w:tc>
          <w:tcPr>
            <w:tcW w:w="3613" w:type="dxa"/>
          </w:tcPr>
          <w:p w:rsidR="000637FE" w:rsidRPr="000637FE" w:rsidRDefault="000637FE" w:rsidP="000637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0637FE" w:rsidRPr="000637FE" w:rsidTr="006076C2">
        <w:tc>
          <w:tcPr>
            <w:tcW w:w="4039" w:type="dxa"/>
          </w:tcPr>
          <w:p w:rsidR="000637FE" w:rsidRPr="000637FE" w:rsidRDefault="000637FE" w:rsidP="000637FE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637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Let op dat iedereen aan bod kan komen.</w:t>
            </w:r>
          </w:p>
        </w:tc>
        <w:tc>
          <w:tcPr>
            <w:tcW w:w="1560" w:type="dxa"/>
          </w:tcPr>
          <w:p w:rsidR="000637FE" w:rsidRPr="000637FE" w:rsidRDefault="000637FE" w:rsidP="000637F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0637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</w:tc>
        <w:tc>
          <w:tcPr>
            <w:tcW w:w="3613" w:type="dxa"/>
          </w:tcPr>
          <w:p w:rsidR="000637FE" w:rsidRPr="000637FE" w:rsidRDefault="000637FE" w:rsidP="000637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0637FE" w:rsidRPr="000637FE" w:rsidTr="006076C2">
        <w:tc>
          <w:tcPr>
            <w:tcW w:w="4039" w:type="dxa"/>
          </w:tcPr>
          <w:p w:rsidR="000637FE" w:rsidRPr="000637FE" w:rsidRDefault="000637FE" w:rsidP="000637FE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637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Let op dat volgens tijdsplanning gewerkt wordt.</w:t>
            </w:r>
          </w:p>
        </w:tc>
        <w:tc>
          <w:tcPr>
            <w:tcW w:w="1560" w:type="dxa"/>
          </w:tcPr>
          <w:p w:rsidR="000637FE" w:rsidRPr="000637FE" w:rsidRDefault="000637FE" w:rsidP="000637F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0637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</w:tc>
        <w:tc>
          <w:tcPr>
            <w:tcW w:w="3613" w:type="dxa"/>
          </w:tcPr>
          <w:p w:rsidR="000637FE" w:rsidRPr="000637FE" w:rsidRDefault="000637FE" w:rsidP="000637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0637FE" w:rsidRPr="000637FE" w:rsidRDefault="000637FE" w:rsidP="000637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0637FE" w:rsidRPr="000637FE" w:rsidTr="006076C2">
        <w:tc>
          <w:tcPr>
            <w:tcW w:w="4039" w:type="dxa"/>
          </w:tcPr>
          <w:p w:rsidR="000637FE" w:rsidRPr="000637FE" w:rsidRDefault="000637FE" w:rsidP="000637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</w:tcPr>
          <w:p w:rsidR="000637FE" w:rsidRPr="000637FE" w:rsidRDefault="000637FE" w:rsidP="000637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0637FE" w:rsidRPr="000637FE" w:rsidRDefault="000637FE" w:rsidP="000637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0637FE" w:rsidRPr="000637FE" w:rsidTr="006076C2">
        <w:tc>
          <w:tcPr>
            <w:tcW w:w="4039" w:type="dxa"/>
          </w:tcPr>
          <w:p w:rsidR="000637FE" w:rsidRPr="000637FE" w:rsidRDefault="000637FE" w:rsidP="000637FE">
            <w:pPr>
              <w:keepNext/>
              <w:spacing w:after="0" w:line="240" w:lineRule="auto"/>
              <w:outlineLvl w:val="5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0637FE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Communicatie</w:t>
            </w:r>
          </w:p>
        </w:tc>
        <w:tc>
          <w:tcPr>
            <w:tcW w:w="1560" w:type="dxa"/>
          </w:tcPr>
          <w:p w:rsidR="000637FE" w:rsidRPr="000637FE" w:rsidRDefault="000637FE" w:rsidP="000637F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0637FE" w:rsidRPr="000637FE" w:rsidRDefault="000637FE" w:rsidP="000637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0637FE" w:rsidRPr="000637FE" w:rsidTr="006076C2">
        <w:tc>
          <w:tcPr>
            <w:tcW w:w="4039" w:type="dxa"/>
          </w:tcPr>
          <w:p w:rsidR="000637FE" w:rsidRPr="000637FE" w:rsidRDefault="000637FE" w:rsidP="000637FE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637FE">
              <w:rPr>
                <w:rFonts w:ascii="Arial" w:eastAsia="Times New Roman" w:hAnsi="Arial" w:cs="Arial"/>
                <w:i/>
                <w:sz w:val="20"/>
                <w:szCs w:val="20"/>
                <w:lang w:eastAsia="nl-NL"/>
              </w:rPr>
              <w:t>Luistert</w:t>
            </w:r>
            <w:r w:rsidRPr="000637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naar de inbreng van anderen.</w:t>
            </w:r>
          </w:p>
        </w:tc>
        <w:tc>
          <w:tcPr>
            <w:tcW w:w="1560" w:type="dxa"/>
          </w:tcPr>
          <w:p w:rsidR="000637FE" w:rsidRPr="000637FE" w:rsidRDefault="000637FE" w:rsidP="000637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637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  <w:p w:rsidR="000637FE" w:rsidRPr="000637FE" w:rsidRDefault="000637FE" w:rsidP="000637F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0637FE" w:rsidRPr="000637FE" w:rsidRDefault="000637FE" w:rsidP="000637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0637FE" w:rsidRPr="000637FE" w:rsidTr="006076C2">
        <w:tc>
          <w:tcPr>
            <w:tcW w:w="4039" w:type="dxa"/>
          </w:tcPr>
          <w:p w:rsidR="000637FE" w:rsidRPr="000637FE" w:rsidRDefault="000637FE" w:rsidP="000637FE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637FE">
              <w:rPr>
                <w:rFonts w:ascii="Arial" w:eastAsia="Times New Roman" w:hAnsi="Arial" w:cs="Arial"/>
                <w:i/>
                <w:sz w:val="20"/>
                <w:szCs w:val="20"/>
                <w:lang w:eastAsia="nl-NL"/>
              </w:rPr>
              <w:t>Spreekt</w:t>
            </w:r>
            <w:r w:rsidRPr="000637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doelgericht over de taken.</w:t>
            </w:r>
          </w:p>
        </w:tc>
        <w:tc>
          <w:tcPr>
            <w:tcW w:w="1560" w:type="dxa"/>
          </w:tcPr>
          <w:p w:rsidR="000637FE" w:rsidRPr="000637FE" w:rsidRDefault="000637FE" w:rsidP="000637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637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  <w:p w:rsidR="000637FE" w:rsidRPr="000637FE" w:rsidRDefault="000637FE" w:rsidP="000637F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0637FE" w:rsidRPr="000637FE" w:rsidRDefault="000637FE" w:rsidP="000637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0637FE" w:rsidRPr="000637FE" w:rsidTr="006076C2">
        <w:tc>
          <w:tcPr>
            <w:tcW w:w="4039" w:type="dxa"/>
          </w:tcPr>
          <w:p w:rsidR="000637FE" w:rsidRPr="000637FE" w:rsidRDefault="000637FE" w:rsidP="000637FE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637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Levert een bijdrage aan </w:t>
            </w:r>
            <w:r w:rsidRPr="000637FE">
              <w:rPr>
                <w:rFonts w:ascii="Arial" w:eastAsia="Times New Roman" w:hAnsi="Arial" w:cs="Arial"/>
                <w:i/>
                <w:sz w:val="20"/>
                <w:szCs w:val="20"/>
                <w:lang w:eastAsia="nl-NL"/>
              </w:rPr>
              <w:t>discussies.</w:t>
            </w:r>
          </w:p>
        </w:tc>
        <w:tc>
          <w:tcPr>
            <w:tcW w:w="1560" w:type="dxa"/>
          </w:tcPr>
          <w:p w:rsidR="000637FE" w:rsidRPr="000637FE" w:rsidRDefault="000637FE" w:rsidP="000637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637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  <w:p w:rsidR="000637FE" w:rsidRPr="000637FE" w:rsidRDefault="000637FE" w:rsidP="000637F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0637FE" w:rsidRPr="000637FE" w:rsidRDefault="000637FE" w:rsidP="000637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0637FE" w:rsidRPr="000637FE" w:rsidTr="006076C2">
        <w:tc>
          <w:tcPr>
            <w:tcW w:w="4039" w:type="dxa"/>
          </w:tcPr>
          <w:p w:rsidR="000637FE" w:rsidRPr="000637FE" w:rsidRDefault="000637FE" w:rsidP="000637FE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637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Geeft f</w:t>
            </w:r>
            <w:r w:rsidRPr="000637FE">
              <w:rPr>
                <w:rFonts w:ascii="Arial" w:eastAsia="Times New Roman" w:hAnsi="Arial" w:cs="Arial"/>
                <w:i/>
                <w:sz w:val="20"/>
                <w:szCs w:val="20"/>
                <w:lang w:eastAsia="nl-NL"/>
              </w:rPr>
              <w:t>eedback</w:t>
            </w:r>
            <w:r w:rsidRPr="000637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op de uitgevoerde taken.</w:t>
            </w:r>
          </w:p>
        </w:tc>
        <w:tc>
          <w:tcPr>
            <w:tcW w:w="1560" w:type="dxa"/>
          </w:tcPr>
          <w:p w:rsidR="000637FE" w:rsidRPr="000637FE" w:rsidRDefault="000637FE" w:rsidP="000637F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0637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</w:tc>
        <w:tc>
          <w:tcPr>
            <w:tcW w:w="3613" w:type="dxa"/>
          </w:tcPr>
          <w:p w:rsidR="000637FE" w:rsidRPr="000637FE" w:rsidRDefault="000637FE" w:rsidP="000637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0637FE" w:rsidRPr="000637FE" w:rsidTr="006076C2">
        <w:tc>
          <w:tcPr>
            <w:tcW w:w="4039" w:type="dxa"/>
          </w:tcPr>
          <w:p w:rsidR="000637FE" w:rsidRPr="000637FE" w:rsidRDefault="000637FE" w:rsidP="000637FE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637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Geeft f</w:t>
            </w:r>
            <w:r w:rsidRPr="000637FE">
              <w:rPr>
                <w:rFonts w:ascii="Arial" w:eastAsia="Times New Roman" w:hAnsi="Arial" w:cs="Arial"/>
                <w:i/>
                <w:sz w:val="20"/>
                <w:szCs w:val="20"/>
                <w:lang w:eastAsia="nl-NL"/>
              </w:rPr>
              <w:t>eedback</w:t>
            </w:r>
            <w:r w:rsidRPr="000637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op samenwerking.</w:t>
            </w:r>
          </w:p>
        </w:tc>
        <w:tc>
          <w:tcPr>
            <w:tcW w:w="1560" w:type="dxa"/>
          </w:tcPr>
          <w:p w:rsidR="000637FE" w:rsidRPr="000637FE" w:rsidRDefault="000637FE" w:rsidP="000637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637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  <w:p w:rsidR="000637FE" w:rsidRPr="000637FE" w:rsidRDefault="000637FE" w:rsidP="000637F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0637FE" w:rsidRPr="000637FE" w:rsidRDefault="000637FE" w:rsidP="000637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0637FE" w:rsidRPr="000637FE" w:rsidTr="006076C2">
        <w:tc>
          <w:tcPr>
            <w:tcW w:w="4039" w:type="dxa"/>
          </w:tcPr>
          <w:p w:rsidR="000637FE" w:rsidRPr="000637FE" w:rsidRDefault="000637FE" w:rsidP="000637FE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637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Levert een bijdrage aan de </w:t>
            </w:r>
            <w:r w:rsidRPr="000637FE">
              <w:rPr>
                <w:rFonts w:ascii="Arial" w:eastAsia="Times New Roman" w:hAnsi="Arial" w:cs="Arial"/>
                <w:i/>
                <w:sz w:val="20"/>
                <w:szCs w:val="20"/>
                <w:lang w:eastAsia="nl-NL"/>
              </w:rPr>
              <w:t>besluitvorming.</w:t>
            </w:r>
          </w:p>
        </w:tc>
        <w:tc>
          <w:tcPr>
            <w:tcW w:w="1560" w:type="dxa"/>
          </w:tcPr>
          <w:p w:rsidR="000637FE" w:rsidRPr="000637FE" w:rsidRDefault="000637FE" w:rsidP="000637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637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1     2     3     4</w:t>
            </w:r>
          </w:p>
        </w:tc>
        <w:tc>
          <w:tcPr>
            <w:tcW w:w="3613" w:type="dxa"/>
          </w:tcPr>
          <w:p w:rsidR="000637FE" w:rsidRPr="000637FE" w:rsidRDefault="000637FE" w:rsidP="000637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0637FE" w:rsidRPr="000637FE" w:rsidTr="006076C2">
        <w:tc>
          <w:tcPr>
            <w:tcW w:w="4039" w:type="dxa"/>
          </w:tcPr>
          <w:p w:rsidR="000637FE" w:rsidRPr="000637FE" w:rsidRDefault="000637FE" w:rsidP="000637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</w:tcPr>
          <w:p w:rsidR="000637FE" w:rsidRPr="000637FE" w:rsidRDefault="000637FE" w:rsidP="000637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0637FE" w:rsidRPr="000637FE" w:rsidRDefault="000637FE" w:rsidP="000637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0637FE" w:rsidRPr="000637FE" w:rsidTr="006076C2">
        <w:tc>
          <w:tcPr>
            <w:tcW w:w="4039" w:type="dxa"/>
          </w:tcPr>
          <w:p w:rsidR="000637FE" w:rsidRPr="000637FE" w:rsidRDefault="000637FE" w:rsidP="000637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</w:tcPr>
          <w:p w:rsidR="000637FE" w:rsidRPr="000637FE" w:rsidRDefault="000637FE" w:rsidP="000637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0637FE" w:rsidRPr="000637FE" w:rsidRDefault="000637FE" w:rsidP="000637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0637FE" w:rsidRPr="000637FE" w:rsidTr="006076C2">
        <w:tc>
          <w:tcPr>
            <w:tcW w:w="4039" w:type="dxa"/>
          </w:tcPr>
          <w:p w:rsidR="000637FE" w:rsidRPr="000637FE" w:rsidRDefault="000637FE" w:rsidP="000637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</w:tcPr>
          <w:p w:rsidR="000637FE" w:rsidRPr="000637FE" w:rsidRDefault="000637FE" w:rsidP="000637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0637FE" w:rsidRPr="000637FE" w:rsidRDefault="000637FE" w:rsidP="000637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:rsidR="000637FE" w:rsidRPr="000637FE" w:rsidRDefault="000637FE" w:rsidP="000637F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0637FE">
        <w:rPr>
          <w:rFonts w:ascii="Arial" w:eastAsia="Times New Roman" w:hAnsi="Arial" w:cs="Arial"/>
          <w:sz w:val="20"/>
          <w:szCs w:val="20"/>
          <w:lang w:eastAsia="nl-NL"/>
        </w:rPr>
        <w:tab/>
      </w:r>
      <w:r w:rsidRPr="000637FE">
        <w:rPr>
          <w:rFonts w:ascii="Arial" w:eastAsia="Times New Roman" w:hAnsi="Arial" w:cs="Arial"/>
          <w:sz w:val="20"/>
          <w:szCs w:val="20"/>
          <w:lang w:eastAsia="nl-NL"/>
        </w:rPr>
        <w:tab/>
      </w:r>
      <w:r w:rsidRPr="000637FE">
        <w:rPr>
          <w:rFonts w:ascii="Arial" w:eastAsia="Times New Roman" w:hAnsi="Arial" w:cs="Arial"/>
          <w:sz w:val="20"/>
          <w:szCs w:val="20"/>
          <w:lang w:eastAsia="nl-NL"/>
        </w:rPr>
        <w:tab/>
      </w:r>
    </w:p>
    <w:p w:rsidR="000637FE" w:rsidRPr="000637FE" w:rsidRDefault="000637FE" w:rsidP="000637F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0637FE" w:rsidRPr="000637FE" w:rsidRDefault="000637FE" w:rsidP="000637F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0637FE" w:rsidRPr="000637FE" w:rsidRDefault="000637FE" w:rsidP="000637F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0637FE" w:rsidRPr="000637FE" w:rsidRDefault="000637FE" w:rsidP="000637F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100447" w:rsidRDefault="000637FE" w:rsidP="000637FE">
      <w:r w:rsidRPr="000637FE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1 = schiet duidelijk te kort; 2 = nog onvoldoende; 3 = voldoende; 4 = goed</w:t>
      </w:r>
      <w:bookmarkStart w:id="0" w:name="_GoBack"/>
      <w:bookmarkEnd w:id="0"/>
    </w:p>
    <w:sectPr w:rsidR="001004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5221"/>
    <w:multiLevelType w:val="singleLevel"/>
    <w:tmpl w:val="42FE8CF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B1A2363"/>
    <w:multiLevelType w:val="singleLevel"/>
    <w:tmpl w:val="42FE8CF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3554EDA"/>
    <w:multiLevelType w:val="singleLevel"/>
    <w:tmpl w:val="42FE8CF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7FE"/>
    <w:rsid w:val="000637FE"/>
    <w:rsid w:val="0010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344D9754</Template>
  <TotalTime>1</TotalTime>
  <Pages>1</Pages>
  <Words>194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Schokker,T.H.</dc:creator>
  <cp:lastModifiedBy>Schokker,T.H.</cp:lastModifiedBy>
  <cp:revision>1</cp:revision>
  <dcterms:created xsi:type="dcterms:W3CDTF">2016-02-22T14:04:00Z</dcterms:created>
  <dcterms:modified xsi:type="dcterms:W3CDTF">2016-02-22T14:05:00Z</dcterms:modified>
</cp:coreProperties>
</file>