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981" w:rsidRPr="00BF0981" w:rsidRDefault="00BF0981" w:rsidP="00BF0981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nl-NL"/>
        </w:rPr>
      </w:pPr>
      <w:r w:rsidRPr="00BF0981">
        <w:rPr>
          <w:rFonts w:ascii="Arial" w:eastAsia="Times New Roman" w:hAnsi="Arial" w:cs="Times New Roman"/>
          <w:b/>
          <w:sz w:val="24"/>
          <w:szCs w:val="24"/>
          <w:lang w:eastAsia="nl-NL"/>
        </w:rPr>
        <w:t>Checklist:</w:t>
      </w:r>
      <w:r w:rsidRPr="00BF0981">
        <w:rPr>
          <w:rFonts w:ascii="Arial" w:eastAsia="Times New Roman" w:hAnsi="Arial" w:cs="Times New Roman"/>
          <w:b/>
          <w:sz w:val="24"/>
          <w:szCs w:val="24"/>
          <w:lang w:eastAsia="nl-NL"/>
        </w:rPr>
        <w:tab/>
        <w:t>Kerncompetenties voor studie en stage</w:t>
      </w:r>
    </w:p>
    <w:p w:rsidR="00BF0981" w:rsidRPr="00BF0981" w:rsidRDefault="00BF0981" w:rsidP="00BF0981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  <w:r w:rsidRPr="00BF0981">
        <w:rPr>
          <w:rFonts w:ascii="Arial" w:eastAsia="Times New Roman" w:hAnsi="Arial" w:cs="Times New Roman"/>
          <w:b/>
          <w:sz w:val="24"/>
          <w:szCs w:val="20"/>
          <w:lang w:eastAsia="nl-NL"/>
        </w:rPr>
        <w:tab/>
      </w:r>
      <w:r w:rsidRPr="00BF0981">
        <w:rPr>
          <w:rFonts w:ascii="Arial" w:eastAsia="Times New Roman" w:hAnsi="Arial" w:cs="Times New Roman"/>
          <w:b/>
          <w:sz w:val="24"/>
          <w:szCs w:val="20"/>
          <w:lang w:eastAsia="nl-NL"/>
        </w:rPr>
        <w:tab/>
      </w:r>
      <w:r w:rsidRPr="00BF0981">
        <w:rPr>
          <w:rFonts w:ascii="Arial" w:eastAsia="Times New Roman" w:hAnsi="Arial" w:cs="Times New Roman"/>
          <w:sz w:val="20"/>
          <w:szCs w:val="20"/>
          <w:lang w:eastAsia="nl-NL"/>
        </w:rPr>
        <w:t>(lees voor het invullen altijd eerst de toelichting door)</w:t>
      </w:r>
    </w:p>
    <w:p w:rsidR="00BF0981" w:rsidRPr="00BF0981" w:rsidRDefault="00BF0981" w:rsidP="00BF0981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BF0981">
        <w:rPr>
          <w:rFonts w:ascii="Arial" w:eastAsia="Times New Roman" w:hAnsi="Arial" w:cs="Arial"/>
          <w:lang w:eastAsia="nl-NL"/>
        </w:rPr>
        <w:t>__________________________________________________________________________</w:t>
      </w:r>
    </w:p>
    <w:p w:rsidR="00BF0981" w:rsidRPr="00BF0981" w:rsidRDefault="00BF0981" w:rsidP="00BF0981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BF0981" w:rsidRPr="00BF0981" w:rsidRDefault="00BF0981" w:rsidP="00BF0981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BF0981">
        <w:rPr>
          <w:rFonts w:ascii="Arial" w:eastAsia="Times New Roman" w:hAnsi="Arial" w:cs="Arial"/>
          <w:b/>
          <w:lang w:eastAsia="nl-NL"/>
        </w:rPr>
        <w:t>Naam</w:t>
      </w:r>
      <w:r w:rsidRPr="00BF0981">
        <w:rPr>
          <w:rFonts w:ascii="Arial" w:eastAsia="Times New Roman" w:hAnsi="Arial" w:cs="Arial"/>
          <w:b/>
          <w:lang w:eastAsia="nl-NL"/>
        </w:rPr>
        <w:tab/>
      </w:r>
      <w:r w:rsidRPr="00BF0981">
        <w:rPr>
          <w:rFonts w:ascii="Arial" w:eastAsia="Times New Roman" w:hAnsi="Arial" w:cs="Arial"/>
          <w:b/>
          <w:lang w:eastAsia="nl-NL"/>
        </w:rPr>
        <w:tab/>
      </w:r>
      <w:r w:rsidRPr="00BF0981">
        <w:rPr>
          <w:rFonts w:ascii="Arial" w:eastAsia="Times New Roman" w:hAnsi="Arial" w:cs="Arial"/>
          <w:lang w:eastAsia="nl-NL"/>
        </w:rPr>
        <w:t>: …………………………………………………………………………………</w:t>
      </w:r>
    </w:p>
    <w:p w:rsidR="00BF0981" w:rsidRPr="00BF0981" w:rsidRDefault="00BF0981" w:rsidP="00BF0981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BF0981" w:rsidRPr="00BF0981" w:rsidRDefault="00BF0981" w:rsidP="00BF0981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BF0981">
        <w:rPr>
          <w:rFonts w:ascii="Arial" w:eastAsia="Times New Roman" w:hAnsi="Arial" w:cs="Arial"/>
          <w:b/>
          <w:lang w:eastAsia="nl-NL"/>
        </w:rPr>
        <w:t>Groep</w:t>
      </w:r>
      <w:r w:rsidRPr="00BF0981">
        <w:rPr>
          <w:rFonts w:ascii="Arial" w:eastAsia="Times New Roman" w:hAnsi="Arial" w:cs="Arial"/>
          <w:b/>
          <w:lang w:eastAsia="nl-NL"/>
        </w:rPr>
        <w:tab/>
      </w:r>
      <w:r w:rsidRPr="00BF0981">
        <w:rPr>
          <w:rFonts w:ascii="Arial" w:eastAsia="Times New Roman" w:hAnsi="Arial" w:cs="Arial"/>
          <w:lang w:eastAsia="nl-NL"/>
        </w:rPr>
        <w:tab/>
        <w:t>: …………………………………………………………………………………</w:t>
      </w:r>
    </w:p>
    <w:p w:rsidR="00BF0981" w:rsidRPr="00BF0981" w:rsidRDefault="00BF0981" w:rsidP="00BF0981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BF0981" w:rsidRPr="00BF0981" w:rsidRDefault="00BF0981" w:rsidP="00BF0981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BF0981">
        <w:rPr>
          <w:rFonts w:ascii="Arial" w:eastAsia="Times New Roman" w:hAnsi="Arial" w:cs="Arial"/>
          <w:b/>
          <w:lang w:eastAsia="nl-NL"/>
        </w:rPr>
        <w:t>Datum</w:t>
      </w:r>
      <w:r w:rsidRPr="00BF0981">
        <w:rPr>
          <w:rFonts w:ascii="Arial" w:eastAsia="Times New Roman" w:hAnsi="Arial" w:cs="Arial"/>
          <w:b/>
          <w:lang w:eastAsia="nl-NL"/>
        </w:rPr>
        <w:tab/>
      </w:r>
      <w:r w:rsidRPr="00BF0981">
        <w:rPr>
          <w:rFonts w:ascii="Arial" w:eastAsia="Times New Roman" w:hAnsi="Arial" w:cs="Arial"/>
          <w:lang w:eastAsia="nl-NL"/>
        </w:rPr>
        <w:tab/>
        <w:t>: …………………………………………………………………………………</w:t>
      </w:r>
    </w:p>
    <w:p w:rsidR="00BF0981" w:rsidRPr="00BF0981" w:rsidRDefault="00BF0981" w:rsidP="00BF0981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BF0981" w:rsidRPr="00BF0981" w:rsidRDefault="00BF0981" w:rsidP="00BF0981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BF0981">
        <w:rPr>
          <w:rFonts w:ascii="Arial" w:eastAsia="Times New Roman" w:hAnsi="Arial" w:cs="Arial"/>
          <w:b/>
          <w:lang w:eastAsia="nl-NL"/>
        </w:rPr>
        <w:t>Ingevuld door</w:t>
      </w:r>
      <w:r w:rsidRPr="00BF0981">
        <w:rPr>
          <w:rFonts w:ascii="Arial" w:eastAsia="Times New Roman" w:hAnsi="Arial" w:cs="Arial"/>
          <w:lang w:eastAsia="nl-NL"/>
        </w:rPr>
        <w:t>: …………………………………………………………………………………</w:t>
      </w:r>
    </w:p>
    <w:p w:rsidR="00BF0981" w:rsidRPr="00BF0981" w:rsidRDefault="00BF0981" w:rsidP="00BF0981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BF0981">
        <w:rPr>
          <w:rFonts w:ascii="Arial" w:eastAsia="Times New Roman" w:hAnsi="Arial" w:cs="Arial"/>
          <w:lang w:eastAsia="nl-NL"/>
        </w:rPr>
        <w:t>__________________________________________________________________________</w:t>
      </w:r>
    </w:p>
    <w:p w:rsidR="00BF0981" w:rsidRPr="00BF0981" w:rsidRDefault="00BF0981" w:rsidP="00BF0981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BF0981" w:rsidRPr="00BF0981" w:rsidRDefault="00BF0981" w:rsidP="00BF0981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BF0981" w:rsidRPr="00BF0981" w:rsidRDefault="00BF0981" w:rsidP="00BF0981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nl-NL"/>
        </w:rPr>
      </w:pPr>
    </w:p>
    <w:p w:rsidR="00BF0981" w:rsidRPr="00BF0981" w:rsidRDefault="00BF0981" w:rsidP="00BF0981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nl-N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1560"/>
        <w:gridCol w:w="3613"/>
      </w:tblGrid>
      <w:tr w:rsidR="00BF0981" w:rsidRPr="00BF0981" w:rsidTr="002F46A8">
        <w:tc>
          <w:tcPr>
            <w:tcW w:w="4039" w:type="dxa"/>
          </w:tcPr>
          <w:p w:rsidR="00BF0981" w:rsidRPr="00BF0981" w:rsidRDefault="00BF0981" w:rsidP="00BF09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60" w:type="dxa"/>
          </w:tcPr>
          <w:p w:rsidR="00BF0981" w:rsidRPr="00BF0981" w:rsidRDefault="00BF0981" w:rsidP="00BF0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BF0981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Score</w:t>
            </w:r>
          </w:p>
          <w:p w:rsidR="00BF0981" w:rsidRPr="00BF0981" w:rsidRDefault="00BF0981" w:rsidP="00BF0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BF0981" w:rsidRPr="00BF0981" w:rsidRDefault="00BF0981" w:rsidP="00BF0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BF0981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Toelichting</w:t>
            </w:r>
          </w:p>
        </w:tc>
      </w:tr>
      <w:tr w:rsidR="00BF0981" w:rsidRPr="00BF0981" w:rsidTr="002F46A8">
        <w:tc>
          <w:tcPr>
            <w:tcW w:w="4039" w:type="dxa"/>
          </w:tcPr>
          <w:p w:rsidR="00BF0981" w:rsidRPr="00BF0981" w:rsidRDefault="00BF0981" w:rsidP="00BF0981">
            <w:pPr>
              <w:keepNext/>
              <w:spacing w:after="0" w:line="240" w:lineRule="auto"/>
              <w:outlineLvl w:val="7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BF0981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Aandacht en begrip tonen</w:t>
            </w:r>
          </w:p>
        </w:tc>
        <w:tc>
          <w:tcPr>
            <w:tcW w:w="1560" w:type="dxa"/>
          </w:tcPr>
          <w:p w:rsidR="00BF0981" w:rsidRPr="00BF0981" w:rsidRDefault="00BF0981" w:rsidP="00BF09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BF0981" w:rsidRPr="00BF0981" w:rsidRDefault="00BF0981" w:rsidP="00BF09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BF0981" w:rsidRPr="00BF0981" w:rsidTr="002F46A8">
        <w:tc>
          <w:tcPr>
            <w:tcW w:w="4039" w:type="dxa"/>
          </w:tcPr>
          <w:p w:rsidR="00BF0981" w:rsidRPr="00BF0981" w:rsidRDefault="00BF0981" w:rsidP="00BF098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0981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Zich inleven in een ander (empathie).</w:t>
            </w:r>
          </w:p>
        </w:tc>
        <w:tc>
          <w:tcPr>
            <w:tcW w:w="1560" w:type="dxa"/>
          </w:tcPr>
          <w:p w:rsidR="00BF0981" w:rsidRPr="00BF0981" w:rsidRDefault="00BF0981" w:rsidP="00BF09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0981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1     2     3     4</w:t>
            </w:r>
          </w:p>
          <w:p w:rsidR="00BF0981" w:rsidRPr="00BF0981" w:rsidRDefault="00BF0981" w:rsidP="00BF09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BF0981" w:rsidRPr="00BF0981" w:rsidRDefault="00BF0981" w:rsidP="00BF09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BF0981" w:rsidRPr="00BF0981" w:rsidTr="002F46A8">
        <w:tc>
          <w:tcPr>
            <w:tcW w:w="4039" w:type="dxa"/>
          </w:tcPr>
          <w:p w:rsidR="00BF0981" w:rsidRPr="00BF0981" w:rsidRDefault="00BF0981" w:rsidP="00BF098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0981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Anderen accepteren.</w:t>
            </w:r>
          </w:p>
        </w:tc>
        <w:tc>
          <w:tcPr>
            <w:tcW w:w="1560" w:type="dxa"/>
          </w:tcPr>
          <w:p w:rsidR="00BF0981" w:rsidRPr="00BF0981" w:rsidRDefault="00BF0981" w:rsidP="00BF09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0981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1     2     3     4</w:t>
            </w:r>
          </w:p>
          <w:p w:rsidR="00BF0981" w:rsidRPr="00BF0981" w:rsidRDefault="00BF0981" w:rsidP="00BF09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BF0981" w:rsidRPr="00BF0981" w:rsidRDefault="00BF0981" w:rsidP="00BF09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BF0981" w:rsidRPr="00BF0981" w:rsidTr="002F46A8">
        <w:tc>
          <w:tcPr>
            <w:tcW w:w="4039" w:type="dxa"/>
          </w:tcPr>
          <w:p w:rsidR="00BF0981" w:rsidRPr="00BF0981" w:rsidRDefault="00BF0981" w:rsidP="00BF0981">
            <w:pPr>
              <w:keepNext/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60" w:type="dxa"/>
          </w:tcPr>
          <w:p w:rsidR="00BF0981" w:rsidRPr="00BF0981" w:rsidRDefault="00BF0981" w:rsidP="00BF09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BF0981" w:rsidRPr="00BF0981" w:rsidRDefault="00BF0981" w:rsidP="00BF09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BF0981" w:rsidRPr="00BF0981" w:rsidTr="002F46A8">
        <w:tc>
          <w:tcPr>
            <w:tcW w:w="4039" w:type="dxa"/>
          </w:tcPr>
          <w:p w:rsidR="00BF0981" w:rsidRPr="00BF0981" w:rsidRDefault="00BF0981" w:rsidP="00BF0981">
            <w:pPr>
              <w:keepNext/>
              <w:spacing w:after="0" w:line="240" w:lineRule="auto"/>
              <w:outlineLvl w:val="5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BF0981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Samenwerken en overleggen</w:t>
            </w:r>
          </w:p>
        </w:tc>
        <w:tc>
          <w:tcPr>
            <w:tcW w:w="1560" w:type="dxa"/>
          </w:tcPr>
          <w:p w:rsidR="00BF0981" w:rsidRPr="00BF0981" w:rsidRDefault="00BF0981" w:rsidP="00BF09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BF0981" w:rsidRPr="00BF0981" w:rsidRDefault="00BF0981" w:rsidP="00BF09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BF0981" w:rsidRPr="00BF0981" w:rsidTr="002F46A8">
        <w:tc>
          <w:tcPr>
            <w:tcW w:w="4039" w:type="dxa"/>
          </w:tcPr>
          <w:p w:rsidR="00BF0981" w:rsidRPr="00BF0981" w:rsidRDefault="00BF0981" w:rsidP="00BF098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0981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Omgangsvormen hanteren.</w:t>
            </w:r>
          </w:p>
          <w:p w:rsidR="00BF0981" w:rsidRPr="00BF0981" w:rsidRDefault="00BF0981" w:rsidP="00BF09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60" w:type="dxa"/>
          </w:tcPr>
          <w:p w:rsidR="00BF0981" w:rsidRPr="00BF0981" w:rsidRDefault="00BF0981" w:rsidP="00BF098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BF0981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1     2     3     4</w:t>
            </w:r>
          </w:p>
        </w:tc>
        <w:tc>
          <w:tcPr>
            <w:tcW w:w="3613" w:type="dxa"/>
          </w:tcPr>
          <w:p w:rsidR="00BF0981" w:rsidRPr="00BF0981" w:rsidRDefault="00BF0981" w:rsidP="00BF09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BF0981" w:rsidRPr="00BF0981" w:rsidTr="002F46A8">
        <w:tc>
          <w:tcPr>
            <w:tcW w:w="4039" w:type="dxa"/>
          </w:tcPr>
          <w:p w:rsidR="00BF0981" w:rsidRPr="00BF0981" w:rsidRDefault="00BF0981" w:rsidP="00BF098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0981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Gemaakte afspraken nakomen.</w:t>
            </w:r>
          </w:p>
        </w:tc>
        <w:tc>
          <w:tcPr>
            <w:tcW w:w="1560" w:type="dxa"/>
          </w:tcPr>
          <w:p w:rsidR="00BF0981" w:rsidRPr="00BF0981" w:rsidRDefault="00BF0981" w:rsidP="00BF09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0981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1     2     3     4</w:t>
            </w:r>
          </w:p>
          <w:p w:rsidR="00BF0981" w:rsidRPr="00BF0981" w:rsidRDefault="00BF0981" w:rsidP="00BF09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BF0981" w:rsidRPr="00BF0981" w:rsidRDefault="00BF0981" w:rsidP="00BF09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BF0981" w:rsidRPr="00BF0981" w:rsidTr="002F46A8">
        <w:tc>
          <w:tcPr>
            <w:tcW w:w="4039" w:type="dxa"/>
          </w:tcPr>
          <w:p w:rsidR="00BF0981" w:rsidRPr="00BF0981" w:rsidRDefault="00BF0981" w:rsidP="00BF098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0981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Samenwerken.</w:t>
            </w:r>
          </w:p>
        </w:tc>
        <w:tc>
          <w:tcPr>
            <w:tcW w:w="1560" w:type="dxa"/>
          </w:tcPr>
          <w:p w:rsidR="00BF0981" w:rsidRPr="00BF0981" w:rsidRDefault="00BF0981" w:rsidP="00BF09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0981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1     2     3     4</w:t>
            </w:r>
          </w:p>
          <w:p w:rsidR="00BF0981" w:rsidRPr="00BF0981" w:rsidRDefault="00BF0981" w:rsidP="00BF09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BF0981" w:rsidRPr="00BF0981" w:rsidRDefault="00BF0981" w:rsidP="00BF09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BF0981" w:rsidRPr="00BF0981" w:rsidTr="002F46A8">
        <w:tc>
          <w:tcPr>
            <w:tcW w:w="4039" w:type="dxa"/>
          </w:tcPr>
          <w:p w:rsidR="00BF0981" w:rsidRPr="00BF0981" w:rsidRDefault="00BF0981" w:rsidP="00BF098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0981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Eigen mening en wensen naar voren brengen.</w:t>
            </w:r>
          </w:p>
        </w:tc>
        <w:tc>
          <w:tcPr>
            <w:tcW w:w="1560" w:type="dxa"/>
          </w:tcPr>
          <w:p w:rsidR="00BF0981" w:rsidRPr="00BF0981" w:rsidRDefault="00BF0981" w:rsidP="00BF09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0981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1     2     3     4</w:t>
            </w:r>
          </w:p>
        </w:tc>
        <w:tc>
          <w:tcPr>
            <w:tcW w:w="3613" w:type="dxa"/>
          </w:tcPr>
          <w:p w:rsidR="00BF0981" w:rsidRPr="00BF0981" w:rsidRDefault="00BF0981" w:rsidP="00BF09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BF0981" w:rsidRPr="00BF0981" w:rsidTr="002F46A8">
        <w:tc>
          <w:tcPr>
            <w:tcW w:w="4039" w:type="dxa"/>
          </w:tcPr>
          <w:p w:rsidR="00BF0981" w:rsidRPr="00BF0981" w:rsidRDefault="00BF0981" w:rsidP="00BF098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0981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Opkomen voor zichzelf.</w:t>
            </w:r>
          </w:p>
          <w:p w:rsidR="00BF0981" w:rsidRPr="00BF0981" w:rsidRDefault="00BF0981" w:rsidP="00BF09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60" w:type="dxa"/>
          </w:tcPr>
          <w:p w:rsidR="00BF0981" w:rsidRPr="00BF0981" w:rsidRDefault="00BF0981" w:rsidP="00BF098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BF0981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1     2     3     4</w:t>
            </w:r>
          </w:p>
        </w:tc>
        <w:tc>
          <w:tcPr>
            <w:tcW w:w="3613" w:type="dxa"/>
          </w:tcPr>
          <w:p w:rsidR="00BF0981" w:rsidRPr="00BF0981" w:rsidRDefault="00BF0981" w:rsidP="00BF09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BF0981" w:rsidRPr="00BF0981" w:rsidTr="002F46A8">
        <w:tc>
          <w:tcPr>
            <w:tcW w:w="4039" w:type="dxa"/>
          </w:tcPr>
          <w:p w:rsidR="00BF0981" w:rsidRPr="00BF0981" w:rsidRDefault="00BF0981" w:rsidP="00BF0981">
            <w:pPr>
              <w:keepNext/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60" w:type="dxa"/>
          </w:tcPr>
          <w:p w:rsidR="00BF0981" w:rsidRPr="00BF0981" w:rsidRDefault="00BF0981" w:rsidP="00BF09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BF0981" w:rsidRPr="00BF0981" w:rsidRDefault="00BF0981" w:rsidP="00BF09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BF0981" w:rsidRPr="00BF0981" w:rsidTr="002F46A8">
        <w:tc>
          <w:tcPr>
            <w:tcW w:w="4039" w:type="dxa"/>
          </w:tcPr>
          <w:p w:rsidR="00BF0981" w:rsidRPr="00BF0981" w:rsidRDefault="00BF0981" w:rsidP="00BF0981">
            <w:pPr>
              <w:keepNext/>
              <w:spacing w:after="0" w:line="240" w:lineRule="auto"/>
              <w:outlineLvl w:val="5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BF0981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Leren</w:t>
            </w:r>
          </w:p>
        </w:tc>
        <w:tc>
          <w:tcPr>
            <w:tcW w:w="1560" w:type="dxa"/>
          </w:tcPr>
          <w:p w:rsidR="00BF0981" w:rsidRPr="00BF0981" w:rsidRDefault="00BF0981" w:rsidP="00BF09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BF0981" w:rsidRPr="00BF0981" w:rsidRDefault="00BF0981" w:rsidP="00BF09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BF0981" w:rsidRPr="00BF0981" w:rsidTr="002F46A8">
        <w:tc>
          <w:tcPr>
            <w:tcW w:w="4039" w:type="dxa"/>
          </w:tcPr>
          <w:p w:rsidR="00BF0981" w:rsidRPr="00BF0981" w:rsidRDefault="00BF0981" w:rsidP="00BF098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0981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Eigen werkwijze en houding bespreekbaar maken.</w:t>
            </w:r>
          </w:p>
        </w:tc>
        <w:tc>
          <w:tcPr>
            <w:tcW w:w="1560" w:type="dxa"/>
          </w:tcPr>
          <w:p w:rsidR="00BF0981" w:rsidRPr="00BF0981" w:rsidRDefault="00BF0981" w:rsidP="00BF09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0981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1     2     3     4</w:t>
            </w:r>
          </w:p>
        </w:tc>
        <w:tc>
          <w:tcPr>
            <w:tcW w:w="3613" w:type="dxa"/>
          </w:tcPr>
          <w:p w:rsidR="00BF0981" w:rsidRPr="00BF0981" w:rsidRDefault="00BF0981" w:rsidP="00BF09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BF0981" w:rsidRPr="00BF0981" w:rsidTr="002F46A8">
        <w:tc>
          <w:tcPr>
            <w:tcW w:w="4039" w:type="dxa"/>
          </w:tcPr>
          <w:p w:rsidR="00BF0981" w:rsidRPr="00BF0981" w:rsidRDefault="00BF0981" w:rsidP="00BF098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0981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Bewaken van eigen leerproces.</w:t>
            </w:r>
          </w:p>
        </w:tc>
        <w:tc>
          <w:tcPr>
            <w:tcW w:w="1560" w:type="dxa"/>
          </w:tcPr>
          <w:p w:rsidR="00BF0981" w:rsidRPr="00BF0981" w:rsidRDefault="00BF0981" w:rsidP="00BF09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0981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1     2     3     4</w:t>
            </w:r>
          </w:p>
          <w:p w:rsidR="00BF0981" w:rsidRPr="00BF0981" w:rsidRDefault="00BF0981" w:rsidP="00BF098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BF0981" w:rsidRPr="00BF0981" w:rsidRDefault="00BF0981" w:rsidP="00BF09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BF0981" w:rsidRPr="00BF0981" w:rsidTr="002F46A8">
        <w:tc>
          <w:tcPr>
            <w:tcW w:w="4039" w:type="dxa"/>
          </w:tcPr>
          <w:p w:rsidR="00BF0981" w:rsidRPr="00BF0981" w:rsidRDefault="00BF0981" w:rsidP="00BF098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0981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Feedback, waardering en kritiek hanteren.</w:t>
            </w:r>
          </w:p>
          <w:p w:rsidR="00BF0981" w:rsidRPr="00BF0981" w:rsidRDefault="00BF0981" w:rsidP="00BF09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60" w:type="dxa"/>
          </w:tcPr>
          <w:p w:rsidR="00BF0981" w:rsidRPr="00BF0981" w:rsidRDefault="00BF0981" w:rsidP="00BF098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BF0981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1     2     3     4</w:t>
            </w:r>
          </w:p>
        </w:tc>
        <w:tc>
          <w:tcPr>
            <w:tcW w:w="3613" w:type="dxa"/>
          </w:tcPr>
          <w:p w:rsidR="00BF0981" w:rsidRPr="00BF0981" w:rsidRDefault="00BF0981" w:rsidP="00BF09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BF0981" w:rsidRPr="00BF0981" w:rsidTr="002F46A8">
        <w:tc>
          <w:tcPr>
            <w:tcW w:w="4039" w:type="dxa"/>
          </w:tcPr>
          <w:p w:rsidR="00BF0981" w:rsidRPr="00BF0981" w:rsidRDefault="00BF0981" w:rsidP="00BF098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0981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Omgaan met adviezen.</w:t>
            </w:r>
          </w:p>
        </w:tc>
        <w:tc>
          <w:tcPr>
            <w:tcW w:w="1560" w:type="dxa"/>
          </w:tcPr>
          <w:p w:rsidR="00BF0981" w:rsidRPr="00BF0981" w:rsidRDefault="00BF0981" w:rsidP="00BF09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0981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1     2     3     4</w:t>
            </w:r>
          </w:p>
          <w:p w:rsidR="00BF0981" w:rsidRPr="00BF0981" w:rsidRDefault="00BF0981" w:rsidP="00BF098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BF0981" w:rsidRPr="00BF0981" w:rsidRDefault="00BF0981" w:rsidP="00BF09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BF0981" w:rsidRPr="00BF0981" w:rsidTr="002F46A8">
        <w:tc>
          <w:tcPr>
            <w:tcW w:w="4039" w:type="dxa"/>
          </w:tcPr>
          <w:p w:rsidR="00BF0981" w:rsidRPr="00BF0981" w:rsidRDefault="00BF0981" w:rsidP="00BF098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0981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Verantwoordelijkheid dragen voor eigen taken.</w:t>
            </w:r>
          </w:p>
        </w:tc>
        <w:tc>
          <w:tcPr>
            <w:tcW w:w="1560" w:type="dxa"/>
          </w:tcPr>
          <w:p w:rsidR="00BF0981" w:rsidRPr="00BF0981" w:rsidRDefault="00BF0981" w:rsidP="00BF098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BF0981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1     2     3     4</w:t>
            </w:r>
          </w:p>
        </w:tc>
        <w:tc>
          <w:tcPr>
            <w:tcW w:w="3613" w:type="dxa"/>
          </w:tcPr>
          <w:p w:rsidR="00BF0981" w:rsidRPr="00BF0981" w:rsidRDefault="00BF0981" w:rsidP="00BF09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BF0981" w:rsidRPr="00BF0981" w:rsidTr="002F46A8">
        <w:tc>
          <w:tcPr>
            <w:tcW w:w="4039" w:type="dxa"/>
          </w:tcPr>
          <w:p w:rsidR="00BF0981" w:rsidRPr="00BF0981" w:rsidRDefault="00BF0981" w:rsidP="00BF0981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560" w:type="dxa"/>
          </w:tcPr>
          <w:p w:rsidR="00BF0981" w:rsidRPr="00BF0981" w:rsidRDefault="00BF0981" w:rsidP="00BF09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BF0981" w:rsidRPr="00BF0981" w:rsidRDefault="00BF0981" w:rsidP="00BF09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BF0981" w:rsidRPr="00BF0981" w:rsidTr="002F46A8">
        <w:tc>
          <w:tcPr>
            <w:tcW w:w="4039" w:type="dxa"/>
          </w:tcPr>
          <w:p w:rsidR="00BF0981" w:rsidRPr="00BF0981" w:rsidRDefault="00BF0981" w:rsidP="00BF0981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BF0981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Plannen en organiseren</w:t>
            </w:r>
          </w:p>
        </w:tc>
        <w:tc>
          <w:tcPr>
            <w:tcW w:w="1560" w:type="dxa"/>
          </w:tcPr>
          <w:p w:rsidR="00BF0981" w:rsidRPr="00BF0981" w:rsidRDefault="00BF0981" w:rsidP="00BF098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BF0981" w:rsidRPr="00BF0981" w:rsidRDefault="00BF0981" w:rsidP="00BF09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BF0981" w:rsidRPr="00BF0981" w:rsidTr="002F46A8">
        <w:tc>
          <w:tcPr>
            <w:tcW w:w="4039" w:type="dxa"/>
          </w:tcPr>
          <w:p w:rsidR="00BF0981" w:rsidRPr="00BF0981" w:rsidRDefault="00BF0981" w:rsidP="00BF098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0981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Werkplanning maken en hanteren.</w:t>
            </w:r>
          </w:p>
        </w:tc>
        <w:tc>
          <w:tcPr>
            <w:tcW w:w="1560" w:type="dxa"/>
          </w:tcPr>
          <w:p w:rsidR="00BF0981" w:rsidRPr="00BF0981" w:rsidRDefault="00BF0981" w:rsidP="00BF09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0981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1     2     3     4</w:t>
            </w:r>
          </w:p>
          <w:p w:rsidR="00BF0981" w:rsidRPr="00BF0981" w:rsidRDefault="00BF0981" w:rsidP="00BF098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BF0981" w:rsidRPr="00BF0981" w:rsidRDefault="00BF0981" w:rsidP="00BF09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BF0981" w:rsidRPr="00BF0981" w:rsidTr="002F46A8">
        <w:tc>
          <w:tcPr>
            <w:tcW w:w="4039" w:type="dxa"/>
          </w:tcPr>
          <w:p w:rsidR="00BF0981" w:rsidRPr="00BF0981" w:rsidRDefault="00BF0981" w:rsidP="00BF09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60" w:type="dxa"/>
          </w:tcPr>
          <w:p w:rsidR="00BF0981" w:rsidRPr="00BF0981" w:rsidRDefault="00BF0981" w:rsidP="00BF09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BF0981" w:rsidRPr="00BF0981" w:rsidRDefault="00BF0981" w:rsidP="00BF09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</w:tbl>
    <w:p w:rsidR="00BF0981" w:rsidRPr="00BF0981" w:rsidRDefault="00BF0981" w:rsidP="00BF098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BF0981">
        <w:rPr>
          <w:rFonts w:ascii="Arial" w:eastAsia="Times New Roman" w:hAnsi="Arial" w:cs="Arial"/>
          <w:sz w:val="20"/>
          <w:szCs w:val="20"/>
          <w:lang w:eastAsia="nl-NL"/>
        </w:rPr>
        <w:tab/>
      </w:r>
      <w:r w:rsidRPr="00BF0981">
        <w:rPr>
          <w:rFonts w:ascii="Arial" w:eastAsia="Times New Roman" w:hAnsi="Arial" w:cs="Arial"/>
          <w:sz w:val="20"/>
          <w:szCs w:val="20"/>
          <w:lang w:eastAsia="nl-NL"/>
        </w:rPr>
        <w:tab/>
      </w:r>
      <w:r w:rsidRPr="00BF0981">
        <w:rPr>
          <w:rFonts w:ascii="Arial" w:eastAsia="Times New Roman" w:hAnsi="Arial" w:cs="Arial"/>
          <w:sz w:val="20"/>
          <w:szCs w:val="20"/>
          <w:lang w:eastAsia="nl-NL"/>
        </w:rPr>
        <w:tab/>
      </w:r>
    </w:p>
    <w:p w:rsidR="00BF0981" w:rsidRPr="00BF0981" w:rsidRDefault="00BF0981" w:rsidP="00BF098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BF0981" w:rsidRPr="00BF0981" w:rsidRDefault="00BF0981" w:rsidP="00BF0981">
      <w:pPr>
        <w:tabs>
          <w:tab w:val="left" w:pos="0"/>
          <w:tab w:val="left" w:pos="565"/>
          <w:tab w:val="left" w:pos="1134"/>
          <w:tab w:val="left" w:pos="1699"/>
          <w:tab w:val="left" w:pos="2268"/>
          <w:tab w:val="left" w:pos="2833"/>
          <w:tab w:val="left" w:pos="3402"/>
          <w:tab w:val="left" w:pos="3967"/>
          <w:tab w:val="left" w:pos="4534"/>
          <w:tab w:val="left" w:pos="5101"/>
          <w:tab w:val="left" w:pos="5668"/>
          <w:tab w:val="left" w:pos="6235"/>
          <w:tab w:val="left" w:pos="6802"/>
          <w:tab w:val="left" w:pos="7369"/>
          <w:tab w:val="left" w:pos="7936"/>
          <w:tab w:val="left" w:pos="8503"/>
          <w:tab w:val="left" w:pos="9070"/>
          <w:tab w:val="left" w:pos="9636"/>
          <w:tab w:val="left" w:pos="10204"/>
          <w:tab w:val="left" w:pos="10770"/>
          <w:tab w:val="left" w:pos="11338"/>
          <w:tab w:val="left" w:pos="11904"/>
          <w:tab w:val="left" w:pos="12472"/>
          <w:tab w:val="left" w:pos="13038"/>
          <w:tab w:val="left" w:pos="13604"/>
          <w:tab w:val="left" w:pos="14172"/>
          <w:tab w:val="left" w:pos="14738"/>
          <w:tab w:val="left" w:pos="15306"/>
          <w:tab w:val="left" w:pos="15872"/>
          <w:tab w:val="left" w:pos="16440"/>
          <w:tab w:val="left" w:pos="17006"/>
        </w:tabs>
        <w:suppressAutoHyphens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  <w:r w:rsidRPr="00BF0981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1 = schiet duidelijk te kort; 2 = nog onvoldoende; 3 = voldoende; 4 = goed</w:t>
      </w:r>
    </w:p>
    <w:p w:rsidR="00100447" w:rsidRDefault="00100447">
      <w:bookmarkStart w:id="0" w:name="_GoBack"/>
      <w:bookmarkEnd w:id="0"/>
    </w:p>
    <w:sectPr w:rsidR="001004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A724ED"/>
    <w:multiLevelType w:val="hybridMultilevel"/>
    <w:tmpl w:val="B9C417B8"/>
    <w:lvl w:ilvl="0" w:tplc="01D6B92E"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981"/>
    <w:rsid w:val="00100447"/>
    <w:rsid w:val="00BF0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858A4F1A</Template>
  <TotalTime>0</TotalTime>
  <Pages>1</Pages>
  <Words>207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Schokker,T.H.</dc:creator>
  <cp:lastModifiedBy>Schokker,T.H.</cp:lastModifiedBy>
  <cp:revision>1</cp:revision>
  <dcterms:created xsi:type="dcterms:W3CDTF">2016-02-22T16:34:00Z</dcterms:created>
  <dcterms:modified xsi:type="dcterms:W3CDTF">2016-02-22T16:34:00Z</dcterms:modified>
</cp:coreProperties>
</file>