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A5" w:rsidRDefault="00A541A5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3119"/>
        <w:gridCol w:w="249"/>
      </w:tblGrid>
      <w:tr w:rsidR="00BB781C" w:rsidTr="00657477">
        <w:trPr>
          <w:trHeight w:val="2835"/>
        </w:trPr>
        <w:tc>
          <w:tcPr>
            <w:tcW w:w="9288" w:type="dxa"/>
            <w:gridSpan w:val="5"/>
          </w:tcPr>
          <w:p w:rsidR="00BB781C" w:rsidRDefault="00BB781C" w:rsidP="00657477">
            <w:pPr>
              <w:jc w:val="right"/>
              <w:rPr>
                <w:sz w:val="28"/>
                <w:szCs w:val="28"/>
              </w:rPr>
            </w:pPr>
          </w:p>
          <w:p w:rsidR="00BB781C" w:rsidRDefault="00BB781C" w:rsidP="00BB781C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89AF489" wp14:editId="2BA40EFA">
                  <wp:extent cx="1627296" cy="721819"/>
                  <wp:effectExtent l="0" t="0" r="0" b="254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met_terr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237" cy="72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781C" w:rsidRPr="00C231FD" w:rsidRDefault="00BB781C" w:rsidP="00BB781C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231FD">
              <w:rPr>
                <w:sz w:val="28"/>
                <w:szCs w:val="28"/>
              </w:rPr>
              <w:t xml:space="preserve">Aftekenkaart   </w:t>
            </w:r>
            <w:r>
              <w:rPr>
                <w:sz w:val="28"/>
                <w:szCs w:val="28"/>
              </w:rPr>
              <w:t xml:space="preserve">Chronisch zieken              </w:t>
            </w:r>
          </w:p>
          <w:p w:rsidR="00BB781C" w:rsidRDefault="00BB781C" w:rsidP="00657477"/>
          <w:p w:rsidR="00BB781C" w:rsidRDefault="00BB781C" w:rsidP="00657477">
            <w:r>
              <w:t xml:space="preserve">Namen leerlingen:                                                                                </w:t>
            </w:r>
          </w:p>
          <w:p w:rsidR="00BB781C" w:rsidRDefault="00BB781C" w:rsidP="00657477">
            <w:r>
              <w:t>Klas:</w:t>
            </w:r>
          </w:p>
          <w:p w:rsidR="00BB781C" w:rsidRDefault="00BB781C" w:rsidP="00657477">
            <w:r>
              <w:t>Chronische ziekte:</w:t>
            </w:r>
          </w:p>
          <w:p w:rsidR="00BB781C" w:rsidRDefault="00BB781C" w:rsidP="00657477">
            <w:r>
              <w:t>Chronische ziekte:</w:t>
            </w:r>
          </w:p>
          <w:p w:rsidR="00BB781C" w:rsidRDefault="00BB781C" w:rsidP="00657477">
            <w:r>
              <w:t xml:space="preserve">Datum: </w:t>
            </w:r>
          </w:p>
          <w:p w:rsidR="00BB781C" w:rsidRDefault="00BB781C" w:rsidP="00657477">
            <w:r>
              <w:t>Docent begeleider:                                                                Beoordeling:   o/v</w:t>
            </w:r>
          </w:p>
        </w:tc>
      </w:tr>
      <w:tr w:rsidR="00BB781C" w:rsidTr="00657477">
        <w:trPr>
          <w:trHeight w:val="575"/>
        </w:trPr>
        <w:tc>
          <w:tcPr>
            <w:tcW w:w="3936" w:type="dxa"/>
          </w:tcPr>
          <w:p w:rsidR="00BB781C" w:rsidRDefault="00BB781C" w:rsidP="00657477">
            <w:r>
              <w:t>Wat toon je aan:</w:t>
            </w:r>
          </w:p>
        </w:tc>
        <w:tc>
          <w:tcPr>
            <w:tcW w:w="992" w:type="dxa"/>
          </w:tcPr>
          <w:p w:rsidR="00BB781C" w:rsidRDefault="00BB781C" w:rsidP="00657477">
            <w:r>
              <w:t xml:space="preserve">Check </w:t>
            </w:r>
          </w:p>
          <w:p w:rsidR="00BB781C" w:rsidRDefault="00BB781C" w:rsidP="00657477">
            <w:r>
              <w:t>groep</w:t>
            </w:r>
          </w:p>
        </w:tc>
        <w:tc>
          <w:tcPr>
            <w:tcW w:w="992" w:type="dxa"/>
          </w:tcPr>
          <w:p w:rsidR="00BB781C" w:rsidRDefault="00BB781C" w:rsidP="00657477">
            <w:r>
              <w:t>Check</w:t>
            </w:r>
          </w:p>
          <w:p w:rsidR="00BB781C" w:rsidRDefault="00BB781C" w:rsidP="00657477">
            <w:r>
              <w:t>docent</w:t>
            </w:r>
          </w:p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>
            <w:r>
              <w:t>Opmerkingen</w:t>
            </w:r>
          </w:p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>
            <w:pPr>
              <w:ind w:left="-250" w:firstLine="250"/>
            </w:pPr>
          </w:p>
        </w:tc>
      </w:tr>
      <w:tr w:rsidR="00BB781C" w:rsidTr="00657477">
        <w:trPr>
          <w:trHeight w:val="454"/>
        </w:trPr>
        <w:tc>
          <w:tcPr>
            <w:tcW w:w="3936" w:type="dxa"/>
            <w:vAlign w:val="center"/>
          </w:tcPr>
          <w:p w:rsidR="00BB781C" w:rsidRPr="00265766" w:rsidRDefault="00BB781C" w:rsidP="00657477">
            <w:pPr>
              <w:rPr>
                <w:b/>
              </w:rPr>
            </w:pPr>
            <w:r w:rsidRPr="00265766">
              <w:rPr>
                <w:b/>
              </w:rPr>
              <w:t>Akkoord op groep en onderwerp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rPr>
          <w:trHeight w:val="454"/>
        </w:trPr>
        <w:tc>
          <w:tcPr>
            <w:tcW w:w="3936" w:type="dxa"/>
            <w:vAlign w:val="center"/>
          </w:tcPr>
          <w:p w:rsidR="00BB781C" w:rsidRPr="00265766" w:rsidRDefault="00BB781C" w:rsidP="00657477">
            <w:pPr>
              <w:rPr>
                <w:b/>
              </w:rPr>
            </w:pPr>
            <w:r>
              <w:rPr>
                <w:b/>
              </w:rPr>
              <w:t>Samenwerkingscontract en startdocument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Samenwerkingscontract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Persoonlijke leerdoelen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Start document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Leergroep verslagen minimaal 5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Evaluatie op proces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1"/>
              </w:numPr>
            </w:pPr>
            <w:r>
              <w:t>Evaluatie op product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rPr>
          <w:trHeight w:val="454"/>
        </w:trPr>
        <w:tc>
          <w:tcPr>
            <w:tcW w:w="3936" w:type="dxa"/>
            <w:vAlign w:val="center"/>
          </w:tcPr>
          <w:p w:rsidR="00BB781C" w:rsidRPr="00265766" w:rsidRDefault="00BB781C" w:rsidP="00657477">
            <w:pPr>
              <w:rPr>
                <w:b/>
              </w:rPr>
            </w:pPr>
            <w:r w:rsidRPr="00265766">
              <w:rPr>
                <w:b/>
              </w:rPr>
              <w:t xml:space="preserve">Voorbereiding </w:t>
            </w:r>
            <w:r>
              <w:rPr>
                <w:b/>
              </w:rPr>
              <w:t xml:space="preserve">presentatie 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 xml:space="preserve">Uitnodiging/flyer 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>Iedere deelnemer heeft een rol tijdens de presentie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 xml:space="preserve">Gebruik van verschillend ondersteunend materiaal (filmpje, spel </w:t>
            </w:r>
            <w:proofErr w:type="spellStart"/>
            <w:r>
              <w:t>enz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>Gebruik van 4 feedbackformulier, waarvan 1 van de docent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Pr="005E27C5" w:rsidRDefault="00BB781C" w:rsidP="00657477">
            <w:pPr>
              <w:rPr>
                <w:b/>
              </w:rPr>
            </w:pPr>
            <w:r w:rsidRPr="005E27C5">
              <w:rPr>
                <w:b/>
              </w:rPr>
              <w:t>Tijdschrift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3"/>
              </w:numPr>
            </w:pPr>
            <w:r>
              <w:t>voorblad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>inhoudsopgave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>inleiding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 xml:space="preserve">Inhoud van </w:t>
            </w:r>
            <w:proofErr w:type="spellStart"/>
            <w:r>
              <w:t>opdr</w:t>
            </w:r>
            <w:proofErr w:type="spellEnd"/>
            <w:r>
              <w:t>. 3 t/m 10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 xml:space="preserve">aantrekkelijke </w:t>
            </w:r>
            <w:proofErr w:type="spellStart"/>
            <w:r>
              <w:t>lay</w:t>
            </w:r>
            <w:proofErr w:type="spellEnd"/>
            <w:r>
              <w:t xml:space="preserve"> out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c>
          <w:tcPr>
            <w:tcW w:w="3936" w:type="dxa"/>
          </w:tcPr>
          <w:p w:rsidR="00BB781C" w:rsidRDefault="00BB781C" w:rsidP="00BB781C">
            <w:pPr>
              <w:pStyle w:val="Lijstalinea"/>
              <w:numPr>
                <w:ilvl w:val="0"/>
                <w:numId w:val="2"/>
              </w:numPr>
            </w:pPr>
            <w:r>
              <w:t>is het geschikt voor de cliënt</w:t>
            </w:r>
          </w:p>
        </w:tc>
        <w:tc>
          <w:tcPr>
            <w:tcW w:w="992" w:type="dxa"/>
          </w:tcPr>
          <w:p w:rsidR="00BB781C" w:rsidRDefault="00BB781C" w:rsidP="00657477"/>
        </w:tc>
        <w:tc>
          <w:tcPr>
            <w:tcW w:w="992" w:type="dxa"/>
          </w:tcPr>
          <w:p w:rsidR="00BB781C" w:rsidRDefault="00BB781C" w:rsidP="00657477"/>
        </w:tc>
        <w:tc>
          <w:tcPr>
            <w:tcW w:w="3119" w:type="dxa"/>
            <w:tcBorders>
              <w:right w:val="nil"/>
            </w:tcBorders>
          </w:tcPr>
          <w:p w:rsidR="00BB781C" w:rsidRDefault="00BB781C" w:rsidP="00657477"/>
        </w:tc>
        <w:tc>
          <w:tcPr>
            <w:tcW w:w="249" w:type="dxa"/>
            <w:tcBorders>
              <w:left w:val="nil"/>
            </w:tcBorders>
          </w:tcPr>
          <w:p w:rsidR="00BB781C" w:rsidRDefault="00BB781C" w:rsidP="00657477"/>
        </w:tc>
      </w:tr>
      <w:tr w:rsidR="00BB781C" w:rsidTr="00657477">
        <w:trPr>
          <w:trHeight w:val="935"/>
        </w:trPr>
        <w:tc>
          <w:tcPr>
            <w:tcW w:w="9288" w:type="dxa"/>
            <w:gridSpan w:val="5"/>
          </w:tcPr>
          <w:p w:rsidR="00BB781C" w:rsidRDefault="00BB781C" w:rsidP="00657477">
            <w:r>
              <w:t>Opmerkingen:</w:t>
            </w:r>
          </w:p>
          <w:p w:rsidR="00BB781C" w:rsidRDefault="00BB781C" w:rsidP="00657477"/>
          <w:p w:rsidR="00BB781C" w:rsidRDefault="00BB781C" w:rsidP="00657477"/>
          <w:p w:rsidR="00BB781C" w:rsidRDefault="00BB781C" w:rsidP="00657477"/>
          <w:p w:rsidR="00BB781C" w:rsidRDefault="00BB781C" w:rsidP="00657477"/>
        </w:tc>
      </w:tr>
    </w:tbl>
    <w:p w:rsidR="00BB781C" w:rsidRDefault="00BB781C"/>
    <w:sectPr w:rsidR="00BB7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561"/>
    <w:multiLevelType w:val="hybridMultilevel"/>
    <w:tmpl w:val="867017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D7F45"/>
    <w:multiLevelType w:val="hybridMultilevel"/>
    <w:tmpl w:val="34ECD1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563E7"/>
    <w:multiLevelType w:val="hybridMultilevel"/>
    <w:tmpl w:val="5B6EE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1C"/>
    <w:rsid w:val="00A541A5"/>
    <w:rsid w:val="00BB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781C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781C"/>
    <w:pPr>
      <w:ind w:left="720"/>
      <w:contextualSpacing/>
    </w:pPr>
  </w:style>
  <w:style w:type="table" w:styleId="Tabelraster">
    <w:name w:val="Table Grid"/>
    <w:basedOn w:val="Standaardtabel"/>
    <w:uiPriority w:val="59"/>
    <w:rsid w:val="00BB781C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B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781C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781C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781C"/>
    <w:pPr>
      <w:ind w:left="720"/>
      <w:contextualSpacing/>
    </w:pPr>
  </w:style>
  <w:style w:type="table" w:styleId="Tabelraster">
    <w:name w:val="Table Grid"/>
    <w:basedOn w:val="Standaardtabel"/>
    <w:uiPriority w:val="59"/>
    <w:rsid w:val="00BB781C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B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781C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C35BD2EE</Template>
  <TotalTime>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J. Kunst-Eerenstein</cp:lastModifiedBy>
  <cp:revision>1</cp:revision>
  <dcterms:created xsi:type="dcterms:W3CDTF">2016-04-08T11:59:00Z</dcterms:created>
  <dcterms:modified xsi:type="dcterms:W3CDTF">2016-04-08T12:00:00Z</dcterms:modified>
</cp:coreProperties>
</file>