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88"/>
      </w:tblGrid>
      <w:tr w:rsidR="0038300B" w:rsidRPr="002D379E" w:rsidTr="00843193">
        <w:tc>
          <w:tcPr>
            <w:tcW w:w="13433" w:type="dxa"/>
            <w:shd w:val="clear" w:color="auto" w:fill="000000" w:themeFill="text1"/>
          </w:tcPr>
          <w:p w:rsidR="0038300B" w:rsidRPr="002D379E" w:rsidRDefault="0038300B" w:rsidP="00843193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38300B" w:rsidRPr="00DC5308" w:rsidRDefault="0038300B" w:rsidP="00843193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Rode</w:t>
            </w:r>
            <w:r w:rsidRPr="00DC5308">
              <w:rPr>
                <w:rFonts w:cs="Arial"/>
                <w:b/>
                <w:sz w:val="32"/>
                <w:szCs w:val="32"/>
              </w:rPr>
              <w:t xml:space="preserve"> loper</w:t>
            </w:r>
            <w:r>
              <w:rPr>
                <w:rFonts w:cs="Arial"/>
                <w:b/>
                <w:sz w:val="32"/>
                <w:szCs w:val="32"/>
              </w:rPr>
              <w:t xml:space="preserve"> = uitwerken van een ziektebeeld</w:t>
            </w:r>
          </w:p>
          <w:p w:rsidR="0038300B" w:rsidRPr="002D379E" w:rsidRDefault="0038300B" w:rsidP="00843193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8300B" w:rsidTr="00843193">
        <w:tc>
          <w:tcPr>
            <w:tcW w:w="13433" w:type="dxa"/>
          </w:tcPr>
          <w:p w:rsidR="0038300B" w:rsidRDefault="0038300B" w:rsidP="00843193">
            <w:pPr>
              <w:rPr>
                <w:rFonts w:cs="Arial"/>
                <w:b/>
              </w:rPr>
            </w:pPr>
          </w:p>
          <w:p w:rsidR="0038300B" w:rsidRPr="00BF4C6E" w:rsidRDefault="0038300B" w:rsidP="00843193">
            <w:pPr>
              <w:rPr>
                <w:rFonts w:cs="Arial"/>
                <w:b/>
              </w:rPr>
            </w:pPr>
            <w:r w:rsidRPr="00BF4C6E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 Begripsbepaling</w:t>
            </w:r>
          </w:p>
          <w:p w:rsidR="0038300B" w:rsidRDefault="0038300B" w:rsidP="00843193">
            <w:pPr>
              <w:ind w:firstLine="708"/>
              <w:rPr>
                <w:rFonts w:cs="Arial"/>
              </w:rPr>
            </w:pPr>
          </w:p>
          <w:p w:rsidR="0038300B" w:rsidRDefault="0038300B" w:rsidP="00843193">
            <w:pPr>
              <w:ind w:firstLine="708"/>
              <w:rPr>
                <w:rFonts w:cs="Arial"/>
              </w:rPr>
            </w:pPr>
            <w:r>
              <w:rPr>
                <w:rFonts w:cs="Arial"/>
              </w:rPr>
              <w:t xml:space="preserve">Om welke ziekte gaat het? </w:t>
            </w:r>
          </w:p>
          <w:p w:rsidR="0038300B" w:rsidRDefault="0038300B" w:rsidP="00843193">
            <w:pPr>
              <w:ind w:left="720" w:hanging="12"/>
              <w:rPr>
                <w:rFonts w:cs="Arial"/>
              </w:rPr>
            </w:pPr>
            <w:r>
              <w:rPr>
                <w:rFonts w:cs="Arial"/>
              </w:rPr>
              <w:t>Nederlandse naam, medische naam, eventuele andere benamingen (in de volksmond).</w:t>
            </w:r>
          </w:p>
          <w:p w:rsidR="0038300B" w:rsidRDefault="0038300B" w:rsidP="00843193">
            <w:pPr>
              <w:rPr>
                <w:rFonts w:cs="Arial"/>
              </w:rPr>
            </w:pPr>
          </w:p>
          <w:p w:rsidR="0038300B" w:rsidRPr="004B4E22" w:rsidRDefault="0038300B" w:rsidP="00843193">
            <w:pPr>
              <w:rPr>
                <w:rFonts w:cs="Arial"/>
                <w:sz w:val="16"/>
                <w:szCs w:val="16"/>
              </w:rPr>
            </w:pPr>
          </w:p>
          <w:p w:rsidR="0038300B" w:rsidRDefault="0038300B" w:rsidP="00843193">
            <w:pPr>
              <w:ind w:right="480"/>
              <w:rPr>
                <w:rFonts w:cs="Arial"/>
                <w:b/>
                <w:bCs/>
                <w:sz w:val="24"/>
                <w:szCs w:val="24"/>
              </w:rPr>
            </w:pPr>
            <w:r w:rsidRPr="006A4700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. Verspreiding (epidemiologie)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Hoe vaak komt de ziekte voor?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Bij welke groepen mensen komt de ziekte voor?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In welke gebieden komt de ziekte voor?</w:t>
            </w:r>
          </w:p>
          <w:p w:rsidR="0038300B" w:rsidRPr="007773B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  <w:p w:rsidR="0038300B" w:rsidRPr="001C7845" w:rsidRDefault="0038300B" w:rsidP="00843193">
            <w:pPr>
              <w:rPr>
                <w:rFonts w:cs="Arial"/>
                <w:b/>
              </w:rPr>
            </w:pPr>
            <w:r w:rsidRPr="001C7845">
              <w:rPr>
                <w:rFonts w:cs="Arial"/>
                <w:b/>
              </w:rPr>
              <w:t>3</w:t>
            </w:r>
            <w:r>
              <w:rPr>
                <w:rFonts w:cs="Arial"/>
                <w:b/>
              </w:rPr>
              <w:t>. Anatomie / fysiologie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ab/>
              <w:t>Welke anatomie en welke fysiologie is bij dit ziektebeeld betrokken?</w:t>
            </w:r>
          </w:p>
          <w:p w:rsidR="0038300B" w:rsidRPr="00770B0A" w:rsidRDefault="0038300B" w:rsidP="0084319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</w:rPr>
              <w:tab/>
            </w:r>
          </w:p>
          <w:p w:rsidR="0038300B" w:rsidRPr="008B649E" w:rsidRDefault="0038300B" w:rsidP="00843193">
            <w:pPr>
              <w:rPr>
                <w:rFonts w:cs="Arial"/>
                <w:b/>
              </w:rPr>
            </w:pPr>
            <w:r w:rsidRPr="008B649E">
              <w:rPr>
                <w:rFonts w:cs="Arial"/>
                <w:b/>
              </w:rPr>
              <w:t>4</w:t>
            </w:r>
            <w:r>
              <w:rPr>
                <w:rFonts w:cs="Arial"/>
                <w:b/>
              </w:rPr>
              <w:t>. Oorzaken (etiologie)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ab/>
              <w:t>Welke oorzaken (inwendige en/of uitwendige) zijn er?</w:t>
            </w:r>
          </w:p>
          <w:p w:rsidR="0038300B" w:rsidRPr="00770B0A" w:rsidRDefault="0038300B" w:rsidP="0084319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</w:rPr>
              <w:t xml:space="preserve">    </w:t>
            </w:r>
          </w:p>
          <w:p w:rsidR="0038300B" w:rsidRDefault="0038300B" w:rsidP="00843193">
            <w:pPr>
              <w:rPr>
                <w:rFonts w:cs="Arial"/>
                <w:b/>
              </w:rPr>
            </w:pPr>
            <w:r w:rsidRPr="008B649E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Pr="008B649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Symptomen</w:t>
            </w:r>
          </w:p>
          <w:p w:rsidR="0038300B" w:rsidRPr="00D94FCA" w:rsidRDefault="0038300B" w:rsidP="00843193">
            <w:pPr>
              <w:rPr>
                <w:rFonts w:cs="Arial"/>
                <w:b/>
              </w:rPr>
            </w:pPr>
            <w:r>
              <w:rPr>
                <w:rFonts w:cs="Arial"/>
              </w:rPr>
              <w:t xml:space="preserve">             Welke verschijnselen komen voor bij dit ziektebeeld?</w:t>
            </w:r>
          </w:p>
          <w:p w:rsidR="0038300B" w:rsidRPr="004B4E22" w:rsidRDefault="0038300B" w:rsidP="00843193">
            <w:pPr>
              <w:rPr>
                <w:rFonts w:cs="Arial"/>
                <w:sz w:val="16"/>
                <w:szCs w:val="16"/>
              </w:rPr>
            </w:pPr>
          </w:p>
          <w:p w:rsidR="0038300B" w:rsidRDefault="0038300B" w:rsidP="0084319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 Diagnose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             </w:t>
            </w:r>
            <w:r>
              <w:rPr>
                <w:rFonts w:cs="Arial"/>
              </w:rPr>
              <w:t>Welke onderzoeken zijn nodig om tot een diagnose te komen?</w:t>
            </w:r>
          </w:p>
          <w:p w:rsidR="0038300B" w:rsidRDefault="0038300B" w:rsidP="00843193">
            <w:pPr>
              <w:rPr>
                <w:rFonts w:cs="Arial"/>
              </w:rPr>
            </w:pPr>
          </w:p>
          <w:p w:rsidR="0038300B" w:rsidRDefault="0038300B" w:rsidP="0084319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7. Therapie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Welke behandelingen kunnen worden toegepast?</w:t>
            </w:r>
          </w:p>
          <w:p w:rsidR="0038300B" w:rsidRDefault="0038300B" w:rsidP="00843193">
            <w:pPr>
              <w:rPr>
                <w:rFonts w:cs="Arial"/>
              </w:rPr>
            </w:pPr>
          </w:p>
          <w:p w:rsidR="0038300B" w:rsidRDefault="0038300B" w:rsidP="0084319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8. Prognose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Hoe zal de ziekte vermoedelijk verlopen en wat is de kans op beterschap?</w:t>
            </w:r>
          </w:p>
          <w:p w:rsidR="0038300B" w:rsidRDefault="0038300B" w:rsidP="00843193">
            <w:pPr>
              <w:rPr>
                <w:rFonts w:cs="Arial"/>
              </w:rPr>
            </w:pPr>
          </w:p>
          <w:p w:rsidR="0038300B" w:rsidRDefault="0038300B" w:rsidP="0084319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 Complicaties</w:t>
            </w:r>
          </w:p>
          <w:p w:rsidR="0038300B" w:rsidRDefault="0038300B" w:rsidP="00843193">
            <w:pPr>
              <w:rPr>
                <w:rFonts w:cs="Arial"/>
              </w:rPr>
            </w:pP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ab/>
              <w:t>Welke complicaties kunnen zich voordoen?</w:t>
            </w:r>
          </w:p>
          <w:p w:rsidR="0038300B" w:rsidRDefault="0038300B" w:rsidP="00843193">
            <w:pPr>
              <w:rPr>
                <w:rFonts w:cs="Arial"/>
              </w:rPr>
            </w:pPr>
          </w:p>
          <w:p w:rsidR="0038300B" w:rsidRDefault="0038300B" w:rsidP="0084319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10. Aandachtspunten voor de verzorging en begeleiding door de verzorgende-IG (deze zijn van belang voor het zorgplan = witte loper)</w:t>
            </w:r>
          </w:p>
          <w:p w:rsidR="0038300B" w:rsidRDefault="0038300B" w:rsidP="00843193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  <w:p w:rsidR="0038300B" w:rsidRPr="00970F28" w:rsidRDefault="0038300B" w:rsidP="00843193">
            <w:pPr>
              <w:ind w:left="720" w:hanging="12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W</w:t>
            </w:r>
            <w:r w:rsidRPr="00970F28">
              <w:rPr>
                <w:rFonts w:cs="Arial"/>
                <w:iCs/>
              </w:rPr>
              <w:t xml:space="preserve">elke ziekteverschijnselen </w:t>
            </w:r>
            <w:r>
              <w:rPr>
                <w:rFonts w:cs="Arial"/>
                <w:iCs/>
              </w:rPr>
              <w:t xml:space="preserve">/ complicaties / psychosociale gevolgen </w:t>
            </w:r>
            <w:r w:rsidRPr="00970F28">
              <w:rPr>
                <w:rFonts w:cs="Arial"/>
                <w:iCs/>
              </w:rPr>
              <w:t xml:space="preserve">moet je </w:t>
            </w:r>
            <w:r>
              <w:rPr>
                <w:rFonts w:cs="Arial"/>
                <w:iCs/>
              </w:rPr>
              <w:t>vooral observeren</w:t>
            </w:r>
            <w:r w:rsidRPr="00970F28">
              <w:rPr>
                <w:rFonts w:cs="Arial"/>
                <w:iCs/>
              </w:rPr>
              <w:t>?</w:t>
            </w:r>
          </w:p>
          <w:p w:rsidR="0038300B" w:rsidRDefault="0038300B" w:rsidP="00843193">
            <w:pPr>
              <w:ind w:firstLine="708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Waarop moet je letten bij het uitvoeren van de behandeling(en) / interventie(s)?</w:t>
            </w:r>
          </w:p>
          <w:p w:rsidR="0038300B" w:rsidRDefault="0038300B" w:rsidP="00843193">
            <w:pPr>
              <w:rPr>
                <w:rFonts w:cs="Arial"/>
              </w:rPr>
            </w:pPr>
          </w:p>
        </w:tc>
      </w:tr>
    </w:tbl>
    <w:p w:rsidR="00A561AE" w:rsidRDefault="00A561AE">
      <w:bookmarkStart w:id="0" w:name="_GoBack"/>
      <w:bookmarkEnd w:id="0"/>
    </w:p>
    <w:sectPr w:rsidR="00A56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0B"/>
    <w:rsid w:val="0038300B"/>
    <w:rsid w:val="00A5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300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8300B"/>
    <w:pPr>
      <w:spacing w:after="0" w:line="240" w:lineRule="auto"/>
    </w:pPr>
    <w:rPr>
      <w:rFonts w:eastAsiaTheme="minorEastAsia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300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8300B"/>
    <w:pPr>
      <w:spacing w:after="0" w:line="240" w:lineRule="auto"/>
    </w:pPr>
    <w:rPr>
      <w:rFonts w:eastAsiaTheme="minorEastAsia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C5F86112</Template>
  <TotalTime>0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Kol,C.</dc:creator>
  <cp:lastModifiedBy>Kol,C.</cp:lastModifiedBy>
  <cp:revision>1</cp:revision>
  <dcterms:created xsi:type="dcterms:W3CDTF">2016-02-01T10:06:00Z</dcterms:created>
  <dcterms:modified xsi:type="dcterms:W3CDTF">2016-02-01T10:06:00Z</dcterms:modified>
</cp:coreProperties>
</file>