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992"/>
        <w:gridCol w:w="3119"/>
        <w:gridCol w:w="249"/>
      </w:tblGrid>
      <w:tr w:rsidR="0056626F" w:rsidTr="0052123C">
        <w:trPr>
          <w:trHeight w:val="2835"/>
        </w:trPr>
        <w:tc>
          <w:tcPr>
            <w:tcW w:w="9288" w:type="dxa"/>
            <w:gridSpan w:val="5"/>
          </w:tcPr>
          <w:p w:rsidR="0056626F" w:rsidRPr="00C231FD" w:rsidRDefault="0056626F" w:rsidP="0052123C">
            <w:pPr>
              <w:rPr>
                <w:sz w:val="28"/>
                <w:szCs w:val="28"/>
              </w:rPr>
            </w:pPr>
            <w:r w:rsidRPr="00C231FD">
              <w:rPr>
                <w:sz w:val="28"/>
                <w:szCs w:val="28"/>
              </w:rPr>
              <w:t xml:space="preserve">Aftekenkaart   </w:t>
            </w:r>
            <w:r>
              <w:rPr>
                <w:sz w:val="28"/>
                <w:szCs w:val="28"/>
              </w:rPr>
              <w:t xml:space="preserve">Sterven en dan…………..                                       </w:t>
            </w:r>
          </w:p>
          <w:p w:rsidR="0056626F" w:rsidRDefault="0056626F" w:rsidP="0052123C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E7B4AD6" wp14:editId="0AF2DFA4">
                  <wp:simplePos x="0" y="0"/>
                  <wp:positionH relativeFrom="margin">
                    <wp:posOffset>4520565</wp:posOffset>
                  </wp:positionH>
                  <wp:positionV relativeFrom="margin">
                    <wp:posOffset>-242570</wp:posOffset>
                  </wp:positionV>
                  <wp:extent cx="1591310" cy="705485"/>
                  <wp:effectExtent l="0" t="0" r="8890" b="0"/>
                  <wp:wrapSquare wrapText="bothSides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met_terra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310" cy="705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Naam leerling:  </w:t>
            </w:r>
          </w:p>
          <w:p w:rsidR="0056626F" w:rsidRDefault="0056626F" w:rsidP="0052123C">
            <w:r>
              <w:t xml:space="preserve">Groepsleden:                                                                              </w:t>
            </w:r>
          </w:p>
          <w:p w:rsidR="0056626F" w:rsidRDefault="0056626F" w:rsidP="0052123C">
            <w:r>
              <w:t>Klas:</w:t>
            </w:r>
          </w:p>
          <w:p w:rsidR="0056626F" w:rsidRDefault="0056626F" w:rsidP="0052123C">
            <w:r>
              <w:t xml:space="preserve">Datum: </w:t>
            </w:r>
          </w:p>
          <w:p w:rsidR="0056626F" w:rsidRDefault="0056626F" w:rsidP="0052123C">
            <w:r>
              <w:t>Docent begeleider:                                                                Beoordeling:   o/v</w:t>
            </w:r>
          </w:p>
        </w:tc>
      </w:tr>
      <w:tr w:rsidR="0056626F" w:rsidTr="0052123C">
        <w:trPr>
          <w:trHeight w:val="575"/>
        </w:trPr>
        <w:tc>
          <w:tcPr>
            <w:tcW w:w="3936" w:type="dxa"/>
          </w:tcPr>
          <w:p w:rsidR="0056626F" w:rsidRDefault="0056626F" w:rsidP="0052123C">
            <w:r>
              <w:t>Wat toon je aan:</w:t>
            </w:r>
          </w:p>
        </w:tc>
        <w:tc>
          <w:tcPr>
            <w:tcW w:w="992" w:type="dxa"/>
          </w:tcPr>
          <w:p w:rsidR="0056626F" w:rsidRDefault="0056626F" w:rsidP="0056626F">
            <w:r>
              <w:t>Check groep</w:t>
            </w:r>
          </w:p>
        </w:tc>
        <w:tc>
          <w:tcPr>
            <w:tcW w:w="992" w:type="dxa"/>
          </w:tcPr>
          <w:p w:rsidR="0056626F" w:rsidRDefault="0056626F" w:rsidP="0056626F">
            <w:r>
              <w:t>Check</w:t>
            </w:r>
            <w:r>
              <w:br/>
            </w:r>
            <w:bookmarkStart w:id="0" w:name="_GoBack"/>
            <w:bookmarkEnd w:id="0"/>
            <w:r>
              <w:t>docent</w:t>
            </w:r>
          </w:p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>
            <w:r>
              <w:t>Opmerkingen</w:t>
            </w:r>
          </w:p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>
            <w:pPr>
              <w:ind w:left="-250" w:firstLine="250"/>
            </w:pPr>
          </w:p>
        </w:tc>
      </w:tr>
      <w:tr w:rsidR="0056626F" w:rsidTr="0052123C">
        <w:trPr>
          <w:trHeight w:val="454"/>
        </w:trPr>
        <w:tc>
          <w:tcPr>
            <w:tcW w:w="3936" w:type="dxa"/>
            <w:vAlign w:val="center"/>
          </w:tcPr>
          <w:p w:rsidR="0056626F" w:rsidRPr="00265766" w:rsidRDefault="0056626F" w:rsidP="0052123C">
            <w:pPr>
              <w:rPr>
                <w:b/>
              </w:rPr>
            </w:pPr>
            <w:r w:rsidRPr="00265766">
              <w:rPr>
                <w:b/>
              </w:rPr>
              <w:t>Akkoord op groep en onderwerp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rPr>
          <w:trHeight w:val="454"/>
        </w:trPr>
        <w:tc>
          <w:tcPr>
            <w:tcW w:w="3936" w:type="dxa"/>
            <w:vAlign w:val="center"/>
          </w:tcPr>
          <w:p w:rsidR="0056626F" w:rsidRPr="00265766" w:rsidRDefault="0056626F" w:rsidP="0052123C">
            <w:pPr>
              <w:rPr>
                <w:b/>
              </w:rPr>
            </w:pPr>
            <w:r>
              <w:rPr>
                <w:b/>
              </w:rPr>
              <w:t>Samenwerkingscontract en startdocument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Samenwerkingscontract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Persoonlijke leerdoelen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Start document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Leergroep verslagen minimaal 4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Evaluatie op proces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Evaluatie op product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rPr>
          <w:trHeight w:val="454"/>
        </w:trPr>
        <w:tc>
          <w:tcPr>
            <w:tcW w:w="3936" w:type="dxa"/>
            <w:vAlign w:val="center"/>
          </w:tcPr>
          <w:p w:rsidR="0056626F" w:rsidRPr="00265766" w:rsidRDefault="0056626F" w:rsidP="0052123C">
            <w:pPr>
              <w:rPr>
                <w:b/>
              </w:rPr>
            </w:pPr>
            <w:r w:rsidRPr="00265766">
              <w:rPr>
                <w:b/>
              </w:rPr>
              <w:t xml:space="preserve">Voorbereiding </w:t>
            </w:r>
            <w:r>
              <w:rPr>
                <w:b/>
              </w:rPr>
              <w:t>rouwkamer in week 8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 xml:space="preserve">Uitnodiging 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Kostenoverzicht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Pr="005E27C5" w:rsidRDefault="0056626F" w:rsidP="0056626F">
            <w:pPr>
              <w:rPr>
                <w:b/>
              </w:rPr>
            </w:pPr>
            <w:r>
              <w:rPr>
                <w:b/>
              </w:rPr>
              <w:t>Tijdschrift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3"/>
              </w:numPr>
              <w:spacing w:after="0" w:line="240" w:lineRule="auto"/>
            </w:pPr>
            <w:r>
              <w:t>Voorblad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Inhoudsopgave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Inleiding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c>
          <w:tcPr>
            <w:tcW w:w="3936" w:type="dxa"/>
          </w:tcPr>
          <w:p w:rsidR="0056626F" w:rsidRDefault="0056626F" w:rsidP="0056626F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  <w:r>
              <w:t>Uitwerking van alle opdrachten m.u.v. 2C en 15 t/m 17</w:t>
            </w:r>
          </w:p>
        </w:tc>
        <w:tc>
          <w:tcPr>
            <w:tcW w:w="992" w:type="dxa"/>
          </w:tcPr>
          <w:p w:rsidR="0056626F" w:rsidRDefault="0056626F" w:rsidP="0052123C"/>
        </w:tc>
        <w:tc>
          <w:tcPr>
            <w:tcW w:w="992" w:type="dxa"/>
          </w:tcPr>
          <w:p w:rsidR="0056626F" w:rsidRDefault="0056626F" w:rsidP="0052123C"/>
        </w:tc>
        <w:tc>
          <w:tcPr>
            <w:tcW w:w="3119" w:type="dxa"/>
            <w:tcBorders>
              <w:right w:val="nil"/>
            </w:tcBorders>
          </w:tcPr>
          <w:p w:rsidR="0056626F" w:rsidRDefault="0056626F" w:rsidP="0052123C"/>
        </w:tc>
        <w:tc>
          <w:tcPr>
            <w:tcW w:w="249" w:type="dxa"/>
            <w:tcBorders>
              <w:left w:val="nil"/>
            </w:tcBorders>
          </w:tcPr>
          <w:p w:rsidR="0056626F" w:rsidRDefault="0056626F" w:rsidP="0052123C"/>
        </w:tc>
      </w:tr>
      <w:tr w:rsidR="0056626F" w:rsidTr="0052123C">
        <w:trPr>
          <w:trHeight w:val="935"/>
        </w:trPr>
        <w:tc>
          <w:tcPr>
            <w:tcW w:w="9288" w:type="dxa"/>
            <w:gridSpan w:val="5"/>
          </w:tcPr>
          <w:p w:rsidR="0056626F" w:rsidRDefault="0056626F" w:rsidP="0056626F">
            <w:r>
              <w:t>Opmerkingen:</w:t>
            </w:r>
          </w:p>
        </w:tc>
      </w:tr>
    </w:tbl>
    <w:p w:rsidR="002538E3" w:rsidRDefault="002538E3" w:rsidP="0056626F"/>
    <w:sectPr w:rsidR="00253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2561"/>
    <w:multiLevelType w:val="hybridMultilevel"/>
    <w:tmpl w:val="867017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0D7F45"/>
    <w:multiLevelType w:val="hybridMultilevel"/>
    <w:tmpl w:val="34ECD1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563E7"/>
    <w:multiLevelType w:val="hybridMultilevel"/>
    <w:tmpl w:val="5B6EE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6F"/>
    <w:rsid w:val="002538E3"/>
    <w:rsid w:val="0056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6626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626F"/>
    <w:pPr>
      <w:ind w:left="720"/>
      <w:contextualSpacing/>
    </w:pPr>
  </w:style>
  <w:style w:type="table" w:styleId="Tabelraster">
    <w:name w:val="Table Grid"/>
    <w:basedOn w:val="Standaardtabel"/>
    <w:uiPriority w:val="59"/>
    <w:rsid w:val="0056626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rsid w:val="0056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6626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6626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626F"/>
    <w:pPr>
      <w:ind w:left="720"/>
      <w:contextualSpacing/>
    </w:pPr>
  </w:style>
  <w:style w:type="table" w:styleId="Tabelraster">
    <w:name w:val="Table Grid"/>
    <w:basedOn w:val="Standaardtabel"/>
    <w:uiPriority w:val="59"/>
    <w:rsid w:val="0056626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rsid w:val="0056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6626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7C3376AD</Template>
  <TotalTime>2</TotalTime>
  <Pages>1</Pages>
  <Words>67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E.H. Scheltens-Flink</dc:creator>
  <cp:lastModifiedBy>E.H. Scheltens-Flink</cp:lastModifiedBy>
  <cp:revision>1</cp:revision>
  <dcterms:created xsi:type="dcterms:W3CDTF">2016-06-27T10:56:00Z</dcterms:created>
  <dcterms:modified xsi:type="dcterms:W3CDTF">2016-06-27T10:58:00Z</dcterms:modified>
</cp:coreProperties>
</file>