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6F" w:rsidRDefault="005D4E76" w:rsidP="00FE2D1F">
      <w:pPr>
        <w:pStyle w:val="Geenafstand"/>
        <w:rPr>
          <w:b/>
          <w:sz w:val="32"/>
          <w:szCs w:val="32"/>
        </w:rPr>
      </w:pPr>
      <w:bookmarkStart w:id="0" w:name="_GoBack"/>
      <w:bookmarkEnd w:id="0"/>
      <w:r w:rsidRPr="00FE2D1F">
        <w:rPr>
          <w:b/>
          <w:sz w:val="32"/>
          <w:szCs w:val="32"/>
        </w:rPr>
        <w:t>Samenwerkingscontract</w:t>
      </w:r>
      <w:r w:rsidR="006A40AF">
        <w:rPr>
          <w:b/>
          <w:sz w:val="32"/>
          <w:szCs w:val="32"/>
        </w:rPr>
        <w:t xml:space="preserve"> </w:t>
      </w:r>
    </w:p>
    <w:p w:rsidR="005D4E76" w:rsidRPr="00FE2D1F" w:rsidRDefault="00E02826" w:rsidP="00FE2D1F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Samenwerkend leren </w:t>
      </w:r>
    </w:p>
    <w:p w:rsidR="005D4E76" w:rsidRPr="00FE2D1F" w:rsidRDefault="005D4E76" w:rsidP="005D4E76">
      <w:pPr>
        <w:rPr>
          <w:rFonts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727"/>
        <w:gridCol w:w="2903"/>
      </w:tblGrid>
      <w:tr w:rsidR="005D4E76" w:rsidRPr="005A018B" w:rsidTr="00801816">
        <w:tc>
          <w:tcPr>
            <w:tcW w:w="8439" w:type="dxa"/>
            <w:gridSpan w:val="3"/>
            <w:shd w:val="clear" w:color="auto" w:fill="FF99CC"/>
          </w:tcPr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 xml:space="preserve">Samenwerkingscontract </w:t>
            </w: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</w:tc>
      </w:tr>
      <w:tr w:rsidR="005D4E76" w:rsidRPr="005A018B" w:rsidTr="00801816">
        <w:tc>
          <w:tcPr>
            <w:tcW w:w="2809" w:type="dxa"/>
          </w:tcPr>
          <w:p w:rsidR="005D4E76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Naam deelnemers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  <w:p w:rsidR="00AC056F" w:rsidRDefault="00AC056F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  <w:p w:rsidR="006C1A5B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  <w:p w:rsidR="006C1A5B" w:rsidRPr="00454758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2727" w:type="dxa"/>
          </w:tcPr>
          <w:p w:rsidR="005D4E76" w:rsidRPr="00D037CD" w:rsidRDefault="005D4E76" w:rsidP="00801816">
            <w:pPr>
              <w:spacing w:line="360" w:lineRule="auto"/>
              <w:rPr>
                <w:rFonts w:cs="Arial"/>
                <w:b/>
                <w:lang w:val="en-US"/>
              </w:rPr>
            </w:pPr>
            <w:r w:rsidRPr="00D037CD">
              <w:rPr>
                <w:rFonts w:cs="Arial"/>
                <w:b/>
                <w:lang w:val="en-US"/>
              </w:rPr>
              <w:t xml:space="preserve">E-mail </w:t>
            </w:r>
            <w:proofErr w:type="spellStart"/>
            <w:r w:rsidRPr="00D037CD">
              <w:rPr>
                <w:rFonts w:cs="Arial"/>
                <w:b/>
                <w:lang w:val="en-US"/>
              </w:rPr>
              <w:t>adres</w:t>
            </w:r>
            <w:proofErr w:type="spellEnd"/>
            <w:r w:rsidRPr="00D037CD">
              <w:rPr>
                <w:rFonts w:cs="Arial"/>
                <w:b/>
                <w:lang w:val="en-US"/>
              </w:rPr>
              <w:t>:</w:t>
            </w:r>
          </w:p>
          <w:p w:rsidR="00D037CD" w:rsidRPr="00D037CD" w:rsidRDefault="00D037CD" w:rsidP="00801816">
            <w:p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2903" w:type="dxa"/>
          </w:tcPr>
          <w:p w:rsidR="005D4E76" w:rsidRPr="005A018B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Telefoonnummer:</w:t>
            </w:r>
          </w:p>
          <w:p w:rsidR="00D037CD" w:rsidRPr="005A018B" w:rsidRDefault="00D037CD" w:rsidP="00801816">
            <w:pPr>
              <w:spacing w:line="360" w:lineRule="auto"/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2E7672" w:rsidRDefault="00FE304B" w:rsidP="002E767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O</w:t>
            </w:r>
            <w:r w:rsidR="005D4E76" w:rsidRPr="005A018B">
              <w:rPr>
                <w:rFonts w:cs="Arial"/>
                <w:b/>
              </w:rPr>
              <w:t>pdracht:</w:t>
            </w:r>
            <w:r w:rsidR="00D037CD">
              <w:rPr>
                <w:rFonts w:cs="Arial"/>
                <w:b/>
              </w:rPr>
              <w:t xml:space="preserve"> </w:t>
            </w:r>
          </w:p>
          <w:p w:rsidR="00ED4789" w:rsidRDefault="00ED4789" w:rsidP="002E7672">
            <w:pPr>
              <w:rPr>
                <w:rFonts w:cs="Arial"/>
                <w:b/>
                <w:color w:val="FF0000"/>
              </w:rPr>
            </w:pPr>
          </w:p>
          <w:p w:rsidR="005D4E76" w:rsidRDefault="005D4E76" w:rsidP="005D4E76">
            <w:pPr>
              <w:rPr>
                <w:rFonts w:cs="Arial"/>
              </w:rPr>
            </w:pPr>
          </w:p>
          <w:p w:rsidR="005D4E76" w:rsidRPr="005A018B" w:rsidRDefault="005D4E76" w:rsidP="005D4E7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Contractduur</w:t>
            </w:r>
            <w:r w:rsidR="00D037CD">
              <w:rPr>
                <w:rFonts w:cs="Arial"/>
              </w:rPr>
              <w:t xml:space="preserve">: 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pStyle w:val="Lijstopsomteken2"/>
            </w:pPr>
            <w:r w:rsidRPr="005A018B">
              <w:rPr>
                <w:b/>
              </w:rPr>
              <w:t xml:space="preserve">Samenwerkingsafspraken: </w:t>
            </w: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</w:p>
          <w:p w:rsidR="005D4E76" w:rsidRDefault="005D4E76" w:rsidP="002E7672">
            <w:pPr>
              <w:rPr>
                <w:rFonts w:cs="Arial"/>
              </w:rPr>
            </w:pPr>
            <w:r w:rsidRPr="005A018B">
              <w:rPr>
                <w:rFonts w:cs="Arial"/>
              </w:rPr>
              <w:t xml:space="preserve"> </w:t>
            </w:r>
            <w:r w:rsidR="002E7672"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Pr="005A018B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Plaats:</w:t>
            </w:r>
            <w:r w:rsidR="00BA06C0">
              <w:rPr>
                <w:rFonts w:cs="Arial"/>
              </w:rPr>
              <w:t xml:space="preserve">                               </w:t>
            </w:r>
            <w:r w:rsidRPr="005A018B">
              <w:rPr>
                <w:rFonts w:cs="Arial"/>
              </w:rPr>
              <w:t xml:space="preserve">                           </w:t>
            </w:r>
            <w:r w:rsidRPr="005A018B">
              <w:rPr>
                <w:rFonts w:cs="Arial"/>
                <w:b/>
              </w:rPr>
              <w:t>Datum:</w:t>
            </w:r>
            <w:r w:rsidR="00BA06C0">
              <w:rPr>
                <w:rFonts w:cs="Arial"/>
                <w:b/>
              </w:rPr>
              <w:t xml:space="preserve">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Handtekeningen deelnemers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</w:tbl>
    <w:p w:rsidR="005D4E76" w:rsidRPr="005A018B" w:rsidRDefault="005D4E76" w:rsidP="005D4E76">
      <w:pPr>
        <w:rPr>
          <w:rFonts w:cs="Arial"/>
          <w:b/>
        </w:rPr>
      </w:pPr>
    </w:p>
    <w:p w:rsidR="005D4E76" w:rsidRPr="005A018B" w:rsidRDefault="005D4E76" w:rsidP="005D4E76">
      <w:pPr>
        <w:pStyle w:val="Plattetekst"/>
        <w:ind w:left="360"/>
        <w:rPr>
          <w:rFonts w:cs="Arial"/>
          <w:sz w:val="20"/>
          <w:szCs w:val="20"/>
        </w:rPr>
      </w:pPr>
    </w:p>
    <w:p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</w:p>
    <w:p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  <w:r w:rsidRPr="005A018B">
        <w:rPr>
          <w:rFonts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7"/>
        <w:gridCol w:w="2097"/>
        <w:gridCol w:w="2097"/>
        <w:gridCol w:w="2097"/>
        <w:gridCol w:w="51"/>
      </w:tblGrid>
      <w:tr w:rsidR="005D4E76" w:rsidRPr="005A018B" w:rsidTr="00801816">
        <w:tc>
          <w:tcPr>
            <w:tcW w:w="8439" w:type="dxa"/>
            <w:gridSpan w:val="5"/>
            <w:shd w:val="clear" w:color="auto" w:fill="FF99CC"/>
          </w:tcPr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b w:val="0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Leerdoelen()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Specifiek – meetbaar – aantoonbaar (gedrag)  – realistisch (haalbaar)  - toetsbaar</w:t>
            </w:r>
          </w:p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C2A27" w:rsidRPr="005A018B" w:rsidTr="00D529A9">
        <w:tc>
          <w:tcPr>
            <w:tcW w:w="8439" w:type="dxa"/>
            <w:gridSpan w:val="5"/>
          </w:tcPr>
          <w:p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1:</w:t>
            </w:r>
          </w:p>
          <w:p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:rsidR="009C2A27" w:rsidRPr="009C2A27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Pr="005A018B" w:rsidRDefault="009C2A27" w:rsidP="0080181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</w:tcPr>
          <w:p w:rsidR="005D4E76" w:rsidRDefault="005A481E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</w:t>
            </w:r>
            <w:r w:rsidR="009C2A27">
              <w:rPr>
                <w:rFonts w:cs="Arial"/>
                <w:sz w:val="20"/>
                <w:szCs w:val="20"/>
              </w:rPr>
              <w:t>2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</w:tcPr>
          <w:p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3</w:t>
            </w:r>
            <w:r w:rsidR="002E7672">
              <w:rPr>
                <w:rFonts w:cs="Arial"/>
                <w:sz w:val="20"/>
                <w:szCs w:val="20"/>
              </w:rPr>
              <w:t>:</w:t>
            </w:r>
            <w:r w:rsidR="005A481E">
              <w:rPr>
                <w:rFonts w:cs="Arial"/>
                <w:sz w:val="20"/>
                <w:szCs w:val="20"/>
              </w:rPr>
              <w:t xml:space="preserve"> 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</w:tcPr>
          <w:p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4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6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5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:rsidR="005D4E76" w:rsidRDefault="002E7672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794036">
        <w:trPr>
          <w:trHeight w:val="64"/>
        </w:trPr>
        <w:tc>
          <w:tcPr>
            <w:tcW w:w="8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E76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6: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Go / no go begeleider</w:t>
            </w:r>
          </w:p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rPr>
          <w:gridAfter w:val="1"/>
          <w:wAfter w:w="51" w:type="dxa"/>
        </w:trPr>
        <w:tc>
          <w:tcPr>
            <w:tcW w:w="2097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Naam begeleider: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  <w:tc>
          <w:tcPr>
            <w:tcW w:w="2097" w:type="dxa"/>
          </w:tcPr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Akkoord Leerdoelen: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  <w:tc>
          <w:tcPr>
            <w:tcW w:w="2097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 xml:space="preserve">Akkoord Plan van aanpak: </w:t>
            </w:r>
          </w:p>
        </w:tc>
        <w:tc>
          <w:tcPr>
            <w:tcW w:w="2097" w:type="dxa"/>
          </w:tcPr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 xml:space="preserve">Datum: </w:t>
            </w:r>
          </w:p>
        </w:tc>
      </w:tr>
    </w:tbl>
    <w:p w:rsidR="00A327E5" w:rsidRDefault="00A327E5" w:rsidP="005D4E76"/>
    <w:p w:rsidR="003C5154" w:rsidRDefault="003C5154" w:rsidP="005D4E76"/>
    <w:p w:rsidR="003C5154" w:rsidRDefault="003C5154">
      <w:pPr>
        <w:widowControl/>
        <w:spacing w:after="200" w:line="276" w:lineRule="auto"/>
      </w:pPr>
      <w:r>
        <w:br w:type="page"/>
      </w:r>
    </w:p>
    <w:p w:rsidR="003C5154" w:rsidRPr="003C5154" w:rsidRDefault="00FE304B" w:rsidP="003C51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99CC"/>
        <w:spacing w:after="154"/>
        <w:outlineLvl w:val="0"/>
        <w:rPr>
          <w:rFonts w:eastAsia="Arial Unicode MS" w:cs="Arial"/>
          <w:b/>
          <w:bCs/>
          <w:spacing w:val="24"/>
          <w:kern w:val="36"/>
          <w:sz w:val="22"/>
          <w:szCs w:val="38"/>
        </w:rPr>
      </w:pPr>
      <w:r>
        <w:rPr>
          <w:rFonts w:eastAsia="Arial Unicode MS" w:cs="Arial"/>
          <w:b/>
          <w:bCs/>
          <w:spacing w:val="24"/>
          <w:kern w:val="36"/>
          <w:sz w:val="22"/>
          <w:szCs w:val="38"/>
        </w:rPr>
        <w:lastRenderedPageBreak/>
        <w:t>Plan van aanpak</w:t>
      </w:r>
    </w:p>
    <w:p w:rsidR="003C5154" w:rsidRPr="003C5154" w:rsidRDefault="003C5154" w:rsidP="003C5154">
      <w:pPr>
        <w:widowControl/>
        <w:rPr>
          <w:rFonts w:cs="Arial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6"/>
        <w:gridCol w:w="2796"/>
        <w:gridCol w:w="2796"/>
      </w:tblGrid>
      <w:tr w:rsidR="003C5154" w:rsidRPr="003C5154" w:rsidTr="00666D1B">
        <w:trPr>
          <w:trHeight w:hRule="exact" w:val="10"/>
        </w:trPr>
        <w:tc>
          <w:tcPr>
            <w:tcW w:w="8388" w:type="dxa"/>
            <w:gridSpan w:val="3"/>
            <w:tcBorders>
              <w:bottom w:val="nil"/>
            </w:tcBorders>
            <w:shd w:val="clear" w:color="auto" w:fill="FF99CC"/>
          </w:tcPr>
          <w:p w:rsidR="003C5154" w:rsidRPr="003C5154" w:rsidRDefault="003C5154" w:rsidP="003C5154">
            <w:pPr>
              <w:widowControl/>
              <w:jc w:val="center"/>
              <w:rPr>
                <w:rFonts w:ascii="NPC Scala Sans" w:hAnsi="NPC Scala Sans" w:cs="Arial"/>
              </w:rPr>
            </w:pPr>
            <w:r w:rsidRPr="003C5154">
              <w:rPr>
                <w:rFonts w:cs="Arial"/>
              </w:rPr>
              <w:t>Startdocument met betrekking tot de gevraagde producten</w:t>
            </w: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top w:val="nil"/>
            </w:tcBorders>
          </w:tcPr>
          <w:p w:rsidR="00A62D1D" w:rsidRPr="002E7672" w:rsidRDefault="003C5154" w:rsidP="002E7672">
            <w:pPr>
              <w:widowControl/>
              <w:rPr>
                <w:rFonts w:cs="Arial"/>
                <w:b/>
                <w:color w:val="FF0000"/>
              </w:rPr>
            </w:pPr>
            <w:r w:rsidRPr="003C5154">
              <w:rPr>
                <w:rFonts w:cs="Arial"/>
                <w:b/>
              </w:rPr>
              <w:t>De opdracht:</w:t>
            </w:r>
            <w:r w:rsidR="00A62D1D">
              <w:rPr>
                <w:rFonts w:cs="Arial"/>
                <w:b/>
              </w:rPr>
              <w:t xml:space="preserve"> </w:t>
            </w:r>
          </w:p>
          <w:p w:rsidR="003C5154" w:rsidRPr="003C5154" w:rsidRDefault="00A62D1D" w:rsidP="00A62D1D">
            <w:pPr>
              <w:widowControl/>
              <w:tabs>
                <w:tab w:val="left" w:pos="125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br/>
            </w: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:rsidR="003C5154" w:rsidRPr="003C5154" w:rsidRDefault="003C5154" w:rsidP="003C5154">
            <w:pPr>
              <w:widowControl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3C5154" w:rsidRPr="003C5154" w:rsidTr="00666D1B">
        <w:tc>
          <w:tcPr>
            <w:tcW w:w="8388" w:type="dxa"/>
            <w:gridSpan w:val="3"/>
          </w:tcPr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Gevraagde bewijsstukken:</w:t>
            </w: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 </w:t>
            </w:r>
          </w:p>
        </w:tc>
      </w:tr>
      <w:tr w:rsidR="003C5154" w:rsidRPr="003C5154" w:rsidTr="00666D1B">
        <w:trPr>
          <w:trHeight w:val="897"/>
        </w:trPr>
        <w:tc>
          <w:tcPr>
            <w:tcW w:w="8388" w:type="dxa"/>
            <w:gridSpan w:val="3"/>
            <w:tcBorders>
              <w:bottom w:val="single" w:sz="4" w:space="0" w:color="auto"/>
            </w:tcBorders>
          </w:tcPr>
          <w:p w:rsidR="00E06480" w:rsidRDefault="00FE304B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Tijdsplanning tot de uitvoering van de activiteit</w:t>
            </w:r>
            <w:r w:rsidR="003C5154">
              <w:rPr>
                <w:rFonts w:cs="Arial"/>
                <w:b/>
              </w:rPr>
              <w:t xml:space="preserve"> </w:t>
            </w:r>
          </w:p>
          <w:p w:rsidR="000D1ED5" w:rsidRPr="003C5154" w:rsidRDefault="000D1ED5" w:rsidP="003C5154">
            <w:pPr>
              <w:widowControl/>
              <w:rPr>
                <w:rFonts w:cs="Arial"/>
                <w:b/>
              </w:rPr>
            </w:pPr>
          </w:p>
          <w:p w:rsidR="003C5154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3C5154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bottom w:val="single" w:sz="4" w:space="0" w:color="auto"/>
            </w:tcBorders>
          </w:tcPr>
          <w:p w:rsidR="003C5154" w:rsidRDefault="00FE304B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Planning van de rollen</w:t>
            </w:r>
            <w:r w:rsidR="003C5154" w:rsidRPr="003C5154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voorzitter en notulist per week</w:t>
            </w: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</w:tr>
      <w:tr w:rsidR="003C5154" w:rsidRPr="003C5154" w:rsidTr="00666D1B"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Go / no go begeleider</w:t>
            </w:r>
          </w:p>
          <w:p w:rsidR="00F64986" w:rsidRDefault="00F64986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</w:tr>
      <w:tr w:rsidR="003C5154" w:rsidRPr="003C5154" w:rsidTr="00666D1B"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Naam begeleider:</w:t>
            </w: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FE304B" w:rsidP="003C5154">
            <w:pPr>
              <w:widowControl/>
              <w:rPr>
                <w:rFonts w:ascii="NPC Scala Sans" w:hAnsi="NPC Scala Sans" w:cs="Arial"/>
                <w:b/>
              </w:rPr>
            </w:pPr>
            <w:r>
              <w:rPr>
                <w:rFonts w:cs="Arial"/>
                <w:b/>
              </w:rPr>
              <w:t>Akkoord plan van aanpak</w:t>
            </w:r>
            <w:r w:rsidR="003C5154" w:rsidRPr="003C5154">
              <w:rPr>
                <w:rFonts w:cs="Arial"/>
                <w:b/>
              </w:rPr>
              <w:t>:</w:t>
            </w: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Datum: </w:t>
            </w:r>
          </w:p>
        </w:tc>
      </w:tr>
    </w:tbl>
    <w:p w:rsidR="00777006" w:rsidRDefault="00777006" w:rsidP="005D4E76"/>
    <w:p w:rsidR="00777006" w:rsidRDefault="00777006" w:rsidP="00777006"/>
    <w:p w:rsidR="003C5154" w:rsidRDefault="00777006" w:rsidP="00777006">
      <w:pPr>
        <w:tabs>
          <w:tab w:val="left" w:pos="1250"/>
        </w:tabs>
      </w:pPr>
      <w:r>
        <w:tab/>
      </w:r>
      <w:r>
        <w:tab/>
      </w: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0D1ED5" w:rsidRDefault="000D1ED5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53"/>
        <w:gridCol w:w="3935"/>
      </w:tblGrid>
      <w:tr w:rsidR="00777006" w:rsidTr="00777006">
        <w:tc>
          <w:tcPr>
            <w:tcW w:w="9288" w:type="dxa"/>
            <w:gridSpan w:val="2"/>
            <w:shd w:val="clear" w:color="auto" w:fill="FF99CC"/>
          </w:tcPr>
          <w:p w:rsidR="00777006" w:rsidRPr="00BD3ADA" w:rsidRDefault="006B132F" w:rsidP="00455E36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Verslag </w:t>
            </w:r>
            <w:r w:rsidR="00777006" w:rsidRPr="00BD3ADA">
              <w:rPr>
                <w:b/>
                <w:sz w:val="28"/>
                <w:szCs w:val="28"/>
              </w:rPr>
              <w:t>groep</w:t>
            </w:r>
            <w:r>
              <w:rPr>
                <w:b/>
                <w:sz w:val="28"/>
                <w:szCs w:val="28"/>
              </w:rPr>
              <w:t>s</w:t>
            </w:r>
            <w:r w:rsidR="00777006" w:rsidRPr="00BD3ADA">
              <w:rPr>
                <w:b/>
                <w:sz w:val="28"/>
                <w:szCs w:val="28"/>
              </w:rPr>
              <w:t>overleg</w:t>
            </w:r>
            <w:r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Aanwezig: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Afwezig: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Datum: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Notulist: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Voorzitter: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BD3ADA" w:rsidRDefault="00777006" w:rsidP="009F3A9D">
            <w:pPr>
              <w:pStyle w:val="Geenafstand"/>
              <w:rPr>
                <w:b/>
              </w:rPr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</w:tbl>
    <w:p w:rsidR="00777006" w:rsidRDefault="00777006" w:rsidP="00777006">
      <w:pPr>
        <w:tabs>
          <w:tab w:val="left" w:pos="1250"/>
        </w:tabs>
      </w:pPr>
    </w:p>
    <w:p w:rsidR="000D1ED5" w:rsidRDefault="000D1ED5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D1ED5" w:rsidRPr="00DE502B" w:rsidTr="006E2C8B">
        <w:tc>
          <w:tcPr>
            <w:tcW w:w="9288" w:type="dxa"/>
            <w:gridSpan w:val="3"/>
            <w:shd w:val="clear" w:color="auto" w:fill="FF99CC"/>
          </w:tcPr>
          <w:p w:rsidR="000D1ED5" w:rsidRPr="00DE502B" w:rsidRDefault="000D1ED5" w:rsidP="009F3A9D">
            <w:pPr>
              <w:pStyle w:val="Geenafstand"/>
              <w:rPr>
                <w:b/>
                <w:sz w:val="28"/>
                <w:szCs w:val="28"/>
              </w:rPr>
            </w:pPr>
            <w:r w:rsidRPr="00DE502B">
              <w:rPr>
                <w:b/>
                <w:sz w:val="28"/>
                <w:szCs w:val="28"/>
              </w:rPr>
              <w:t>Evaluatie proces</w:t>
            </w:r>
            <w:r w:rsidR="00BD3ADA" w:rsidRPr="00DE502B">
              <w:rPr>
                <w:b/>
                <w:sz w:val="28"/>
                <w:szCs w:val="28"/>
              </w:rPr>
              <w:t>:</w:t>
            </w:r>
          </w:p>
        </w:tc>
      </w:tr>
      <w:tr w:rsidR="000D1ED5" w:rsidTr="005B69E5">
        <w:tc>
          <w:tcPr>
            <w:tcW w:w="9288" w:type="dxa"/>
            <w:gridSpan w:val="3"/>
          </w:tcPr>
          <w:p w:rsidR="00D4785F" w:rsidRDefault="00D4785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groep</w:t>
            </w:r>
            <w:r w:rsidR="00FE304B">
              <w:rPr>
                <w:b/>
              </w:rPr>
              <w:t xml:space="preserve"> als deelnemer:</w:t>
            </w: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rol als voorzitter:</w:t>
            </w: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rol als notulist:</w:t>
            </w:r>
          </w:p>
          <w:p w:rsidR="006B132F" w:rsidRDefault="006B132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Beschrijving van de</w:t>
            </w:r>
            <w:r w:rsidR="00D4785F">
              <w:rPr>
                <w:b/>
              </w:rPr>
              <w:t xml:space="preserve"> onderlinge</w:t>
            </w:r>
            <w:r w:rsidRPr="00DE502B">
              <w:rPr>
                <w:b/>
              </w:rPr>
              <w:t xml:space="preserve"> samenwerking in de groep:</w:t>
            </w: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FE304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 xml:space="preserve">Verbeterpunten in </w:t>
            </w:r>
            <w:r w:rsidR="00D4785F">
              <w:rPr>
                <w:b/>
              </w:rPr>
              <w:t>jouw perso</w:t>
            </w:r>
            <w:r w:rsidR="00FE304B">
              <w:rPr>
                <w:b/>
              </w:rPr>
              <w:t>onlijk functioneren in een groep:</w:t>
            </w: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0D1ED5" w:rsidRPr="00DE502B" w:rsidRDefault="00D4785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Verbeterpunten in de onderlinge samenwerking in de groep:</w:t>
            </w:r>
          </w:p>
          <w:p w:rsidR="000D1ED5" w:rsidRPr="00DE502B" w:rsidRDefault="000D1ED5" w:rsidP="009F3A9D">
            <w:pPr>
              <w:pStyle w:val="Geenafstand"/>
              <w:rPr>
                <w:b/>
              </w:rPr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</w:tc>
      </w:tr>
      <w:tr w:rsidR="000D1ED5" w:rsidRPr="00DE502B" w:rsidTr="00CC2CE4"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Deelnemer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TOP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TIP</w:t>
            </w: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1.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2.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3.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4.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5.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6.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</w:tbl>
    <w:p w:rsidR="00BD3ADA" w:rsidRDefault="00BD3ADA" w:rsidP="00777006">
      <w:pPr>
        <w:tabs>
          <w:tab w:val="left" w:pos="1250"/>
        </w:tabs>
      </w:pPr>
    </w:p>
    <w:p w:rsidR="00BD3ADA" w:rsidRDefault="00BD3ADA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D3ADA" w:rsidRPr="00DE502B" w:rsidTr="009F3A9D">
        <w:tc>
          <w:tcPr>
            <w:tcW w:w="9288" w:type="dxa"/>
            <w:shd w:val="clear" w:color="auto" w:fill="FF99CC"/>
          </w:tcPr>
          <w:p w:rsidR="00BD3ADA" w:rsidRPr="00DE502B" w:rsidRDefault="00FE304B" w:rsidP="009F3A9D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Evaluatie activiteit</w:t>
            </w:r>
            <w:r w:rsidR="00BD3ADA" w:rsidRPr="00DE502B">
              <w:rPr>
                <w:b/>
                <w:sz w:val="28"/>
                <w:szCs w:val="28"/>
              </w:rPr>
              <w:t>:</w:t>
            </w:r>
          </w:p>
        </w:tc>
      </w:tr>
      <w:tr w:rsidR="00BD3ADA" w:rsidTr="009F3A9D">
        <w:tc>
          <w:tcPr>
            <w:tcW w:w="9288" w:type="dxa"/>
          </w:tcPr>
          <w:p w:rsidR="00BD3ADA" w:rsidRPr="00DE502B" w:rsidRDefault="008D749C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E</w:t>
            </w:r>
            <w:r w:rsidR="00FE304B">
              <w:rPr>
                <w:b/>
              </w:rPr>
              <w:t>valuatie van de activiteit, wat ging goed en wat ging minder goed</w:t>
            </w:r>
            <w:r w:rsidR="00FE2D1F">
              <w:rPr>
                <w:b/>
              </w:rPr>
              <w:t>:</w:t>
            </w: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BD3ADA" w:rsidRPr="00115987" w:rsidRDefault="006A40A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Conclusie van de feedback van de drie</w:t>
            </w:r>
            <w:r w:rsidR="00FE304B">
              <w:rPr>
                <w:b/>
              </w:rPr>
              <w:t xml:space="preserve"> deelnemers</w:t>
            </w:r>
            <w:r w:rsidR="00115987">
              <w:rPr>
                <w:b/>
              </w:rPr>
              <w:t>:</w:t>
            </w: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Pr="00DE502B" w:rsidRDefault="00BD3ADA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Beschrijf de conclusies</w:t>
            </w:r>
            <w:r w:rsidR="00115987">
              <w:rPr>
                <w:b/>
              </w:rPr>
              <w:t xml:space="preserve"> van beide evaluaties</w:t>
            </w:r>
            <w:r w:rsidRPr="00DE502B">
              <w:rPr>
                <w:b/>
              </w:rPr>
              <w:t>:</w:t>
            </w: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</w:tc>
      </w:tr>
    </w:tbl>
    <w:p w:rsidR="00BD3ADA" w:rsidRPr="00777006" w:rsidRDefault="00BD3ADA" w:rsidP="00777006">
      <w:pPr>
        <w:tabs>
          <w:tab w:val="left" w:pos="1250"/>
        </w:tabs>
      </w:pPr>
    </w:p>
    <w:sectPr w:rsidR="00BD3ADA" w:rsidRPr="00777006" w:rsidSect="00791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PC Scala 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E05"/>
    <w:multiLevelType w:val="hybridMultilevel"/>
    <w:tmpl w:val="FA90FDD4"/>
    <w:lvl w:ilvl="0" w:tplc="50E86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A3A9F"/>
    <w:multiLevelType w:val="hybridMultilevel"/>
    <w:tmpl w:val="2EC246B2"/>
    <w:lvl w:ilvl="0" w:tplc="E62A71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67439"/>
    <w:multiLevelType w:val="hybridMultilevel"/>
    <w:tmpl w:val="187A6CAA"/>
    <w:lvl w:ilvl="0" w:tplc="AF24A06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F26092C-9763-46FF-9A56-74D7DE6EFF85}"/>
    <w:docVar w:name="dgnword-eventsink" w:val="147379696"/>
  </w:docVars>
  <w:rsids>
    <w:rsidRoot w:val="005D4E76"/>
    <w:rsid w:val="00060D7F"/>
    <w:rsid w:val="000D1ED5"/>
    <w:rsid w:val="000D2D8D"/>
    <w:rsid w:val="00115987"/>
    <w:rsid w:val="001E3648"/>
    <w:rsid w:val="002B481A"/>
    <w:rsid w:val="002E7672"/>
    <w:rsid w:val="003C5154"/>
    <w:rsid w:val="00403D23"/>
    <w:rsid w:val="00454758"/>
    <w:rsid w:val="00455E36"/>
    <w:rsid w:val="004F0556"/>
    <w:rsid w:val="0055633C"/>
    <w:rsid w:val="005A481E"/>
    <w:rsid w:val="005D4E76"/>
    <w:rsid w:val="006006AA"/>
    <w:rsid w:val="006A0E27"/>
    <w:rsid w:val="006A40AF"/>
    <w:rsid w:val="006B132F"/>
    <w:rsid w:val="006C1A5B"/>
    <w:rsid w:val="007555C0"/>
    <w:rsid w:val="00777006"/>
    <w:rsid w:val="00791F2B"/>
    <w:rsid w:val="00794036"/>
    <w:rsid w:val="008960D0"/>
    <w:rsid w:val="008C7ED7"/>
    <w:rsid w:val="008D749C"/>
    <w:rsid w:val="00953E09"/>
    <w:rsid w:val="009C2A27"/>
    <w:rsid w:val="00A25768"/>
    <w:rsid w:val="00A327E5"/>
    <w:rsid w:val="00A62D1D"/>
    <w:rsid w:val="00AC056F"/>
    <w:rsid w:val="00AD1AEF"/>
    <w:rsid w:val="00BA06C0"/>
    <w:rsid w:val="00BD3ADA"/>
    <w:rsid w:val="00C96574"/>
    <w:rsid w:val="00D0255D"/>
    <w:rsid w:val="00D037CD"/>
    <w:rsid w:val="00D4785F"/>
    <w:rsid w:val="00D7379F"/>
    <w:rsid w:val="00DE502B"/>
    <w:rsid w:val="00E02826"/>
    <w:rsid w:val="00E06480"/>
    <w:rsid w:val="00ED4789"/>
    <w:rsid w:val="00F64986"/>
    <w:rsid w:val="00FE2D1F"/>
    <w:rsid w:val="00FE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7F480CEC</Template>
  <TotalTime>0</TotalTime>
  <Pages>6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DeVries</dc:creator>
  <cp:lastModifiedBy>E. Scheltens-Flink</cp:lastModifiedBy>
  <cp:revision>2</cp:revision>
  <cp:lastPrinted>2014-02-03T12:38:00Z</cp:lastPrinted>
  <dcterms:created xsi:type="dcterms:W3CDTF">2015-05-04T14:47:00Z</dcterms:created>
  <dcterms:modified xsi:type="dcterms:W3CDTF">2015-05-04T14:47:00Z</dcterms:modified>
</cp:coreProperties>
</file>