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1E0" w:rsidRDefault="00C841E0" w:rsidP="00C841E0"/>
    <w:p w:rsidR="00C841E0" w:rsidRDefault="00937D09" w:rsidP="00937D09">
      <w:pPr>
        <w:ind w:left="4248" w:firstLine="708"/>
        <w:jc w:val="right"/>
      </w:pPr>
      <w:r>
        <w:rPr>
          <w:noProof/>
        </w:rPr>
        <w:drawing>
          <wp:inline distT="0" distB="0" distL="0" distR="0" wp14:anchorId="3C2E2E6A" wp14:editId="52B77D10">
            <wp:extent cx="1967757" cy="872837"/>
            <wp:effectExtent l="0" t="0" r="0" b="381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met_terr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4059" cy="871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5319" w:rsidRDefault="00330841" w:rsidP="00C841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Project </w:t>
      </w:r>
      <w:r w:rsidR="00601A8C">
        <w:rPr>
          <w:b/>
          <w:sz w:val="28"/>
          <w:szCs w:val="28"/>
        </w:rPr>
        <w:t xml:space="preserve"> </w:t>
      </w:r>
    </w:p>
    <w:p w:rsidR="00C841E0" w:rsidRPr="008D5319" w:rsidRDefault="00E36CE7" w:rsidP="00C841E0">
      <w:pPr>
        <w:rPr>
          <w:b/>
          <w:sz w:val="48"/>
          <w:szCs w:val="48"/>
        </w:rPr>
      </w:pPr>
      <w:r>
        <w:rPr>
          <w:b/>
          <w:sz w:val="48"/>
          <w:szCs w:val="48"/>
        </w:rPr>
        <w:t>Sterven en dan………….</w:t>
      </w:r>
      <w:r w:rsidR="00F8696A">
        <w:rPr>
          <w:b/>
          <w:sz w:val="48"/>
          <w:szCs w:val="48"/>
        </w:rPr>
        <w:t>??</w:t>
      </w:r>
    </w:p>
    <w:p w:rsidR="004D11A6" w:rsidRDefault="004D11A6" w:rsidP="001C6C43">
      <w:pPr>
        <w:pStyle w:val="Geenafstand"/>
        <w:rPr>
          <w:b/>
          <w:sz w:val="28"/>
          <w:szCs w:val="28"/>
        </w:rPr>
      </w:pPr>
    </w:p>
    <w:p w:rsidR="001C6C43" w:rsidRDefault="001C6C43" w:rsidP="001C6C43">
      <w:pPr>
        <w:pStyle w:val="Geenafstand"/>
        <w:rPr>
          <w:b/>
          <w:sz w:val="28"/>
          <w:szCs w:val="28"/>
        </w:rPr>
      </w:pPr>
    </w:p>
    <w:p w:rsidR="00EC525B" w:rsidRDefault="00EC525B" w:rsidP="00EC525B">
      <w:pPr>
        <w:jc w:val="center"/>
        <w:rPr>
          <w:b/>
          <w:sz w:val="28"/>
          <w:szCs w:val="28"/>
        </w:rPr>
      </w:pPr>
    </w:p>
    <w:p w:rsidR="00A13961" w:rsidRDefault="00A13961" w:rsidP="00EC525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431311" cy="3920489"/>
            <wp:effectExtent l="0" t="0" r="7620" b="444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amloos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1311" cy="3920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3961" w:rsidRDefault="00A13961" w:rsidP="00A13961">
      <w:pPr>
        <w:jc w:val="right"/>
        <w:rPr>
          <w:b/>
          <w:sz w:val="28"/>
          <w:szCs w:val="28"/>
        </w:rPr>
      </w:pPr>
    </w:p>
    <w:p w:rsidR="00C841E0" w:rsidRPr="0009096E" w:rsidRDefault="00C841E0" w:rsidP="0009096E">
      <w:pPr>
        <w:pStyle w:val="Geenafstand"/>
        <w:rPr>
          <w:b/>
        </w:rPr>
      </w:pPr>
      <w:r w:rsidRPr="0009096E">
        <w:rPr>
          <w:b/>
        </w:rPr>
        <w:t>Ontwikkeling</w:t>
      </w:r>
      <w:r w:rsidR="008D5319" w:rsidRPr="0009096E">
        <w:rPr>
          <w:b/>
        </w:rPr>
        <w:t xml:space="preserve">: </w:t>
      </w:r>
    </w:p>
    <w:p w:rsidR="00C841E0" w:rsidRDefault="00C841E0" w:rsidP="0009096E">
      <w:pPr>
        <w:pStyle w:val="Geenafstand"/>
      </w:pPr>
      <w:r>
        <w:t>Janny Kunst</w:t>
      </w:r>
    </w:p>
    <w:p w:rsidR="00C841E0" w:rsidRDefault="00C841E0" w:rsidP="0009096E">
      <w:pPr>
        <w:pStyle w:val="Geenafstand"/>
      </w:pPr>
      <w:r>
        <w:t>Tea Hoogeveen</w:t>
      </w:r>
    </w:p>
    <w:p w:rsidR="00EC525B" w:rsidRDefault="00EC525B" w:rsidP="00C841E0"/>
    <w:p w:rsidR="00417E7B" w:rsidRDefault="00417E7B">
      <w:pPr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br w:type="page"/>
      </w:r>
    </w:p>
    <w:p w:rsidR="00F73E1C" w:rsidRPr="00495A10" w:rsidRDefault="00495A10" w:rsidP="00495A10">
      <w:pPr>
        <w:rPr>
          <w:sz w:val="44"/>
          <w:szCs w:val="44"/>
        </w:rPr>
      </w:pPr>
      <w:r w:rsidRPr="001C46DE">
        <w:rPr>
          <w:b/>
          <w:i/>
          <w:sz w:val="44"/>
          <w:szCs w:val="44"/>
        </w:rPr>
        <w:lastRenderedPageBreak/>
        <w:t>Inleiding</w:t>
      </w:r>
    </w:p>
    <w:p w:rsidR="00F73E1C" w:rsidRDefault="00F73E1C" w:rsidP="008D5319">
      <w:pPr>
        <w:pStyle w:val="Geenafstand"/>
      </w:pPr>
    </w:p>
    <w:p w:rsidR="00F73E1C" w:rsidRPr="00F73E1C" w:rsidRDefault="00F73E1C" w:rsidP="00F73E1C">
      <w:pPr>
        <w:spacing w:after="18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bookmarkStart w:id="0" w:name="bevatten"/>
      <w:bookmarkEnd w:id="0"/>
      <w:r w:rsidRPr="00F73E1C">
        <w:rPr>
          <w:rFonts w:ascii="Arial" w:eastAsia="Times New Roman" w:hAnsi="Arial" w:cs="Arial"/>
          <w:b/>
          <w:bCs/>
          <w:color w:val="222222"/>
          <w:sz w:val="24"/>
          <w:szCs w:val="24"/>
        </w:rPr>
        <w:t>Niet te bevatten</w:t>
      </w:r>
    </w:p>
    <w:p w:rsidR="00F73E1C" w:rsidRPr="00F73E1C" w:rsidRDefault="00F73E1C" w:rsidP="00F73E1C">
      <w:pPr>
        <w:spacing w:after="18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F73E1C">
        <w:rPr>
          <w:rFonts w:ascii="Arial" w:eastAsia="Times New Roman" w:hAnsi="Arial" w:cs="Arial"/>
          <w:color w:val="222222"/>
          <w:sz w:val="24"/>
          <w:szCs w:val="24"/>
        </w:rPr>
        <w:t xml:space="preserve">'t Is niet altijd te bevatten maar </w:t>
      </w:r>
    </w:p>
    <w:p w:rsidR="00F73E1C" w:rsidRPr="00F73E1C" w:rsidRDefault="00F73E1C" w:rsidP="001C46DE">
      <w:pPr>
        <w:spacing w:after="18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F73E1C">
        <w:rPr>
          <w:rFonts w:ascii="Arial" w:eastAsia="Times New Roman" w:hAnsi="Arial" w:cs="Arial"/>
          <w:color w:val="222222"/>
          <w:sz w:val="24"/>
          <w:szCs w:val="24"/>
        </w:rPr>
        <w:t>sterven zullen we allemaal</w:t>
      </w:r>
      <w:r w:rsidRPr="00F73E1C">
        <w:rPr>
          <w:rFonts w:ascii="Arial" w:eastAsia="Times New Roman" w:hAnsi="Arial" w:cs="Arial"/>
          <w:color w:val="222222"/>
          <w:sz w:val="24"/>
          <w:szCs w:val="24"/>
        </w:rPr>
        <w:br/>
      </w:r>
      <w:r w:rsidR="001C46DE">
        <w:rPr>
          <w:rFonts w:ascii="Arial" w:eastAsia="Times New Roman" w:hAnsi="Arial" w:cs="Arial"/>
          <w:color w:val="222222"/>
          <w:sz w:val="24"/>
          <w:szCs w:val="24"/>
        </w:rPr>
        <w:t>H</w:t>
      </w:r>
      <w:r w:rsidRPr="00F73E1C">
        <w:rPr>
          <w:rFonts w:ascii="Arial" w:eastAsia="Times New Roman" w:hAnsi="Arial" w:cs="Arial"/>
          <w:color w:val="222222"/>
          <w:sz w:val="24"/>
          <w:szCs w:val="24"/>
        </w:rPr>
        <w:t>et uitgangspunt bij geboren worden</w:t>
      </w:r>
      <w:r w:rsidRPr="00F73E1C">
        <w:rPr>
          <w:rFonts w:ascii="Arial" w:eastAsia="Times New Roman" w:hAnsi="Arial" w:cs="Arial"/>
          <w:color w:val="222222"/>
          <w:sz w:val="24"/>
          <w:szCs w:val="24"/>
        </w:rPr>
        <w:br/>
        <w:t>is dus bepaald niet ideaal.</w:t>
      </w:r>
      <w:r w:rsidRPr="00F73E1C">
        <w:rPr>
          <w:rFonts w:ascii="Arial" w:eastAsia="Times New Roman" w:hAnsi="Arial" w:cs="Arial"/>
          <w:color w:val="222222"/>
          <w:sz w:val="24"/>
          <w:szCs w:val="24"/>
        </w:rPr>
        <w:br/>
        <w:t>-</w:t>
      </w:r>
      <w:r w:rsidRPr="00F73E1C">
        <w:rPr>
          <w:rFonts w:ascii="Arial" w:eastAsia="Times New Roman" w:hAnsi="Arial" w:cs="Arial"/>
          <w:color w:val="222222"/>
          <w:sz w:val="24"/>
          <w:szCs w:val="24"/>
        </w:rPr>
        <w:br/>
        <w:t>Bij je geboorte begint de wekker</w:t>
      </w:r>
      <w:r w:rsidR="001C46DE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F73E1C">
        <w:rPr>
          <w:rFonts w:ascii="Arial" w:eastAsia="Times New Roman" w:hAnsi="Arial" w:cs="Arial"/>
          <w:color w:val="222222"/>
          <w:sz w:val="24"/>
          <w:szCs w:val="24"/>
        </w:rPr>
        <w:t>al te lopen</w:t>
      </w:r>
      <w:r w:rsidRPr="00F73E1C">
        <w:rPr>
          <w:rFonts w:ascii="Arial" w:eastAsia="Times New Roman" w:hAnsi="Arial" w:cs="Arial"/>
          <w:color w:val="222222"/>
          <w:sz w:val="24"/>
          <w:szCs w:val="24"/>
        </w:rPr>
        <w:br/>
        <w:t>Hoeveel heb ik of liever gezegd rest mij nog</w:t>
      </w:r>
    </w:p>
    <w:p w:rsidR="001C46DE" w:rsidRDefault="00F73E1C" w:rsidP="001C46DE">
      <w:pPr>
        <w:spacing w:after="18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F73E1C">
        <w:rPr>
          <w:rFonts w:ascii="Arial" w:eastAsia="Times New Roman" w:hAnsi="Arial" w:cs="Arial"/>
          <w:color w:val="222222"/>
          <w:sz w:val="24"/>
          <w:szCs w:val="24"/>
        </w:rPr>
        <w:t>En je hoopt dat tussen geboorte en sterven</w:t>
      </w:r>
      <w:r w:rsidRPr="00F73E1C">
        <w:rPr>
          <w:rFonts w:ascii="Arial" w:eastAsia="Times New Roman" w:hAnsi="Arial" w:cs="Arial"/>
          <w:color w:val="222222"/>
          <w:sz w:val="24"/>
          <w:szCs w:val="24"/>
        </w:rPr>
        <w:br/>
        <w:t>'t Allemaal naar wens gaat toch?</w:t>
      </w:r>
      <w:r w:rsidRPr="00F73E1C">
        <w:rPr>
          <w:rFonts w:ascii="Arial" w:eastAsia="Times New Roman" w:hAnsi="Arial" w:cs="Arial"/>
          <w:color w:val="222222"/>
          <w:sz w:val="24"/>
          <w:szCs w:val="24"/>
        </w:rPr>
        <w:br/>
        <w:t>-</w:t>
      </w:r>
      <w:r w:rsidRPr="00F73E1C">
        <w:rPr>
          <w:rFonts w:ascii="Arial" w:eastAsia="Times New Roman" w:hAnsi="Arial" w:cs="Arial"/>
          <w:color w:val="222222"/>
          <w:sz w:val="24"/>
          <w:szCs w:val="24"/>
        </w:rPr>
        <w:br/>
        <w:t>De één blijft lang, de ander kort</w:t>
      </w:r>
      <w:r w:rsidRPr="00F73E1C">
        <w:rPr>
          <w:rFonts w:ascii="Arial" w:eastAsia="Times New Roman" w:hAnsi="Arial" w:cs="Arial"/>
          <w:color w:val="222222"/>
          <w:sz w:val="24"/>
          <w:szCs w:val="24"/>
        </w:rPr>
        <w:br/>
        <w:t>Niemand weet hoeveel tijd men heeft gekregen</w:t>
      </w:r>
    </w:p>
    <w:p w:rsidR="00F73E1C" w:rsidRPr="00F73E1C" w:rsidRDefault="00F73E1C" w:rsidP="00F73E1C">
      <w:pPr>
        <w:spacing w:after="18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F73E1C">
        <w:rPr>
          <w:rFonts w:ascii="Arial" w:eastAsia="Times New Roman" w:hAnsi="Arial" w:cs="Arial"/>
          <w:color w:val="222222"/>
          <w:sz w:val="24"/>
          <w:szCs w:val="24"/>
        </w:rPr>
        <w:br/>
        <w:t>De eindconclusie is hopelijk wel</w:t>
      </w:r>
      <w:r w:rsidRPr="00F73E1C">
        <w:rPr>
          <w:rFonts w:ascii="Arial" w:eastAsia="Times New Roman" w:hAnsi="Arial" w:cs="Arial"/>
          <w:color w:val="222222"/>
          <w:sz w:val="24"/>
          <w:szCs w:val="24"/>
        </w:rPr>
        <w:br/>
        <w:t xml:space="preserve">mijn leven was </w:t>
      </w:r>
    </w:p>
    <w:p w:rsidR="00F73E1C" w:rsidRPr="00F73E1C" w:rsidRDefault="00F73E1C" w:rsidP="00F73E1C">
      <w:pPr>
        <w:spacing w:after="18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F73E1C">
        <w:rPr>
          <w:rFonts w:ascii="Arial" w:eastAsia="Times New Roman" w:hAnsi="Arial" w:cs="Arial"/>
          <w:color w:val="222222"/>
          <w:sz w:val="24"/>
          <w:szCs w:val="24"/>
        </w:rPr>
        <w:t>mijn grootste zegen.</w:t>
      </w:r>
    </w:p>
    <w:p w:rsidR="002C0EAD" w:rsidRDefault="002C0EAD" w:rsidP="002C0EAD">
      <w:pPr>
        <w:spacing w:after="18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</w:p>
    <w:p w:rsidR="001C46DE" w:rsidRDefault="001C46DE" w:rsidP="002C0EAD">
      <w:pPr>
        <w:spacing w:after="18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</w:p>
    <w:p w:rsidR="001C46DE" w:rsidRPr="002C0EAD" w:rsidRDefault="001C46DE" w:rsidP="002C0EAD">
      <w:pPr>
        <w:spacing w:after="18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</w:p>
    <w:p w:rsidR="008D5319" w:rsidRDefault="00495A10" w:rsidP="00495A10">
      <w:pPr>
        <w:pStyle w:val="Geenafstand"/>
        <w:jc w:val="center"/>
      </w:pPr>
      <w:r>
        <w:rPr>
          <w:noProof/>
        </w:rPr>
        <w:drawing>
          <wp:inline distT="0" distB="0" distL="0" distR="0" wp14:anchorId="0BF490E5" wp14:editId="40676141">
            <wp:extent cx="3054927" cy="2934865"/>
            <wp:effectExtent l="0" t="0" r="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terleli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5358" cy="2935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3AC8" w:rsidRDefault="002C0EAD" w:rsidP="008D5319">
      <w:pPr>
        <w:pStyle w:val="Geenafstand"/>
      </w:pPr>
      <w:r>
        <w:t xml:space="preserve">              </w:t>
      </w:r>
      <w:r w:rsidR="00495A10">
        <w:t xml:space="preserve">               </w:t>
      </w:r>
    </w:p>
    <w:p w:rsidR="000C3AC8" w:rsidRDefault="000C3AC8" w:rsidP="00495A10">
      <w:pPr>
        <w:pStyle w:val="Geenafstand"/>
        <w:jc w:val="center"/>
      </w:pPr>
    </w:p>
    <w:p w:rsidR="000C3AC8" w:rsidRDefault="000C3AC8" w:rsidP="008D5319">
      <w:pPr>
        <w:pStyle w:val="Geenafstand"/>
      </w:pPr>
    </w:p>
    <w:p w:rsidR="000C3AC8" w:rsidRDefault="000C3AC8" w:rsidP="008D5319">
      <w:pPr>
        <w:pStyle w:val="Geenafstand"/>
      </w:pPr>
    </w:p>
    <w:p w:rsidR="00B23A26" w:rsidRDefault="00B23A26" w:rsidP="008D5319">
      <w:pPr>
        <w:pStyle w:val="Geenafstand"/>
      </w:pPr>
    </w:p>
    <w:p w:rsidR="00AE2693" w:rsidRPr="00AE2693" w:rsidRDefault="00AE2693" w:rsidP="00AE2693">
      <w:pPr>
        <w:pStyle w:val="Geenafstand"/>
      </w:pPr>
      <w:r w:rsidRPr="001C46DE">
        <w:rPr>
          <w:b/>
          <w:i/>
          <w:sz w:val="28"/>
          <w:szCs w:val="28"/>
          <w:u w:val="single"/>
        </w:rPr>
        <w:lastRenderedPageBreak/>
        <w:t>Samenwerking</w:t>
      </w:r>
    </w:p>
    <w:p w:rsidR="00AE2693" w:rsidRDefault="00AE2693" w:rsidP="00AE2693">
      <w:pPr>
        <w:pStyle w:val="Geenafstand"/>
      </w:pPr>
    </w:p>
    <w:p w:rsidR="00AE2693" w:rsidRDefault="00AE2693" w:rsidP="00AE2693">
      <w:pPr>
        <w:pStyle w:val="Geenafstand"/>
      </w:pPr>
      <w:r>
        <w:t>Tijdens de projecturen</w:t>
      </w:r>
      <w:r w:rsidR="00AA596C">
        <w:t xml:space="preserve"> (ZGK 2)</w:t>
      </w:r>
      <w:r>
        <w:t xml:space="preserve"> werk je in je groep volgens een duidelijke structuur.</w:t>
      </w:r>
    </w:p>
    <w:p w:rsidR="00AE2693" w:rsidRDefault="00AE2693" w:rsidP="00AE2693">
      <w:pPr>
        <w:pStyle w:val="Geenafstand"/>
      </w:pPr>
      <w:r>
        <w:t>Iedere week heeft iemand de rol van voorzitter en notulist, de andere leerlingen hebben de rol als deelnemer.</w:t>
      </w:r>
    </w:p>
    <w:p w:rsidR="00AE2693" w:rsidRDefault="00AE2693" w:rsidP="00AE2693">
      <w:pPr>
        <w:pStyle w:val="Geenafstand"/>
      </w:pPr>
      <w:r>
        <w:t>Iedereen moet de rol van voorzitter en notulist hebben uitgevoerd.</w:t>
      </w:r>
    </w:p>
    <w:p w:rsidR="00AE2693" w:rsidRDefault="00AE2693" w:rsidP="00AE2693">
      <w:pPr>
        <w:pStyle w:val="Geenafstand"/>
      </w:pPr>
      <w:r>
        <w:t>Wekelijks start je met een vergadering/overleg.</w:t>
      </w:r>
    </w:p>
    <w:p w:rsidR="00AE2693" w:rsidRDefault="00AE2693" w:rsidP="00AE2693">
      <w:pPr>
        <w:pStyle w:val="Geenafstand"/>
        <w:rPr>
          <w:u w:val="single"/>
        </w:rPr>
      </w:pPr>
    </w:p>
    <w:p w:rsidR="00AE2693" w:rsidRDefault="00AE2693" w:rsidP="00AE2693">
      <w:pPr>
        <w:pStyle w:val="Geenafstand"/>
      </w:pPr>
      <w:r w:rsidRPr="00F67456">
        <w:rPr>
          <w:u w:val="single"/>
        </w:rPr>
        <w:t>Taakverdeling:</w:t>
      </w:r>
      <w:r>
        <w:rPr>
          <w:u w:val="single"/>
        </w:rPr>
        <w:t xml:space="preserve">  </w:t>
      </w:r>
      <w:r w:rsidRPr="00F67456">
        <w:t xml:space="preserve">Je werkt in een  vergaderstructuur met </w:t>
      </w:r>
      <w:r w:rsidRPr="00F67456">
        <w:rPr>
          <w:u w:val="single"/>
        </w:rPr>
        <w:t>voorzitter en notulist</w:t>
      </w:r>
      <w:r>
        <w:rPr>
          <w:u w:val="single"/>
        </w:rPr>
        <w:t>;</w:t>
      </w:r>
      <w:r>
        <w:t xml:space="preserve"> ook voor de opdrachten kan er sprake zijn van een taakverdeling.  De taakverdeling is beschreven en evenredig.  </w:t>
      </w:r>
    </w:p>
    <w:p w:rsidR="00AE2693" w:rsidRDefault="00AE2693" w:rsidP="00AE2693">
      <w:r>
        <w:t>Alle groepsleden moeten de eindproducten kunnen verantwoorden.</w:t>
      </w:r>
    </w:p>
    <w:p w:rsidR="00E44341" w:rsidRDefault="00E44341" w:rsidP="00E44341">
      <w:pPr>
        <w:pStyle w:val="Geenafstand"/>
        <w:ind w:left="708" w:hanging="348"/>
      </w:pPr>
      <w:r>
        <w:tab/>
      </w:r>
    </w:p>
    <w:p w:rsidR="00E44341" w:rsidRDefault="00E44341" w:rsidP="00E44341">
      <w:pPr>
        <w:pStyle w:val="Lijstalinea"/>
        <w:numPr>
          <w:ilvl w:val="0"/>
          <w:numId w:val="21"/>
        </w:numPr>
      </w:pPr>
      <w:r>
        <w:t>Maak een schema, per week, wie voorzitter en notulist  is. Iedereen moet de rol van voorzitter en notulist hebben uitgevoerd. (laat het schema aftekenen door de begeleidende docent)</w:t>
      </w:r>
    </w:p>
    <w:p w:rsidR="00E44341" w:rsidRDefault="00E44341" w:rsidP="00E44341">
      <w:pPr>
        <w:pStyle w:val="Lijstalinea"/>
        <w:numPr>
          <w:ilvl w:val="0"/>
          <w:numId w:val="21"/>
        </w:numPr>
      </w:pPr>
      <w:r>
        <w:t>Maak de samenwerkingsovereenkomst, persoonlijke leerdoelen en startdocument</w:t>
      </w:r>
    </w:p>
    <w:p w:rsidR="00E44341" w:rsidRDefault="00E44341" w:rsidP="00E44341">
      <w:pPr>
        <w:pStyle w:val="Lijstalinea"/>
        <w:numPr>
          <w:ilvl w:val="0"/>
          <w:numId w:val="21"/>
        </w:numPr>
      </w:pPr>
      <w:r>
        <w:t xml:space="preserve">Beschrijf de onderstaande onderdelen en verwerk dat in een informatief tijdschrift, met uitzondering van </w:t>
      </w:r>
      <w:r w:rsidRPr="00E44341">
        <w:t xml:space="preserve">punt 2C en </w:t>
      </w:r>
      <w:r>
        <w:t>15</w:t>
      </w:r>
      <w:r w:rsidRPr="00E44341">
        <w:t xml:space="preserve"> t/m 17</w:t>
      </w:r>
    </w:p>
    <w:p w:rsidR="00E44341" w:rsidRDefault="00E44341" w:rsidP="002F4B44">
      <w:pPr>
        <w:pStyle w:val="Geenafstand"/>
      </w:pPr>
    </w:p>
    <w:p w:rsidR="001C46DE" w:rsidRDefault="001C46DE" w:rsidP="002F4B44">
      <w:pPr>
        <w:pStyle w:val="Geenafstand"/>
      </w:pPr>
    </w:p>
    <w:p w:rsidR="001C46DE" w:rsidRDefault="001C46DE" w:rsidP="002F4B44">
      <w:pPr>
        <w:pStyle w:val="Geenafstand"/>
      </w:pPr>
    </w:p>
    <w:p w:rsidR="00AE2693" w:rsidRDefault="00AE2693" w:rsidP="002F4B44">
      <w:pPr>
        <w:pStyle w:val="Geenafstand"/>
      </w:pPr>
    </w:p>
    <w:p w:rsidR="00AE2693" w:rsidRDefault="00AE2693" w:rsidP="00AE2693">
      <w:pPr>
        <w:pStyle w:val="Geenafstand"/>
        <w:rPr>
          <w:b/>
          <w:i/>
          <w:sz w:val="28"/>
          <w:szCs w:val="28"/>
        </w:rPr>
      </w:pPr>
    </w:p>
    <w:p w:rsidR="00AE2693" w:rsidRDefault="0063484D" w:rsidP="0063484D">
      <w:pPr>
        <w:pStyle w:val="Geenafstand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</w:rPr>
        <w:drawing>
          <wp:inline distT="0" distB="0" distL="0" distR="0" wp14:anchorId="58A0471C" wp14:editId="17D4E9F8">
            <wp:extent cx="3511308" cy="3193473"/>
            <wp:effectExtent l="0" t="0" r="0" b="698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enwerken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6181" cy="3197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2693" w:rsidRDefault="00AE2693" w:rsidP="000B176A">
      <w:pPr>
        <w:pStyle w:val="Geenafstand"/>
        <w:jc w:val="center"/>
        <w:rPr>
          <w:b/>
          <w:i/>
          <w:sz w:val="28"/>
          <w:szCs w:val="28"/>
        </w:rPr>
      </w:pPr>
    </w:p>
    <w:p w:rsidR="00AE2693" w:rsidRDefault="00AE2693" w:rsidP="00AE2693">
      <w:pPr>
        <w:pStyle w:val="Geenafstand"/>
        <w:rPr>
          <w:b/>
          <w:i/>
          <w:sz w:val="28"/>
          <w:szCs w:val="28"/>
        </w:rPr>
      </w:pPr>
    </w:p>
    <w:p w:rsidR="00AE2693" w:rsidRDefault="00AE2693" w:rsidP="00AE2693">
      <w:pPr>
        <w:pStyle w:val="Geenafstand"/>
        <w:rPr>
          <w:b/>
          <w:i/>
          <w:sz w:val="28"/>
          <w:szCs w:val="28"/>
        </w:rPr>
      </w:pPr>
    </w:p>
    <w:p w:rsidR="00AE2693" w:rsidRDefault="00AE2693" w:rsidP="00AE2693">
      <w:pPr>
        <w:pStyle w:val="Geenafstand"/>
        <w:rPr>
          <w:b/>
          <w:i/>
          <w:sz w:val="28"/>
          <w:szCs w:val="28"/>
        </w:rPr>
      </w:pPr>
    </w:p>
    <w:p w:rsidR="00AE2693" w:rsidRDefault="00AE2693" w:rsidP="00AE2693">
      <w:pPr>
        <w:pStyle w:val="Geenafstand"/>
        <w:rPr>
          <w:b/>
          <w:i/>
          <w:sz w:val="28"/>
          <w:szCs w:val="28"/>
        </w:rPr>
      </w:pPr>
    </w:p>
    <w:p w:rsidR="00AE2693" w:rsidRDefault="00AE2693" w:rsidP="00AE2693">
      <w:pPr>
        <w:pStyle w:val="Geenafstand"/>
        <w:rPr>
          <w:b/>
          <w:i/>
          <w:sz w:val="28"/>
          <w:szCs w:val="28"/>
        </w:rPr>
      </w:pPr>
    </w:p>
    <w:p w:rsidR="00AE2693" w:rsidRDefault="00AE2693" w:rsidP="00AE2693">
      <w:pPr>
        <w:pStyle w:val="Geenafstand"/>
        <w:rPr>
          <w:b/>
          <w:i/>
          <w:sz w:val="28"/>
          <w:szCs w:val="28"/>
        </w:rPr>
      </w:pPr>
    </w:p>
    <w:p w:rsidR="001C46DE" w:rsidRDefault="001C46DE" w:rsidP="00AE2693">
      <w:pPr>
        <w:pStyle w:val="Geenafstand"/>
        <w:rPr>
          <w:b/>
          <w:i/>
          <w:sz w:val="28"/>
          <w:szCs w:val="28"/>
        </w:rPr>
      </w:pPr>
    </w:p>
    <w:p w:rsidR="00AE2693" w:rsidRDefault="00AE2693" w:rsidP="00AE2693">
      <w:pPr>
        <w:pStyle w:val="Geenafstand"/>
      </w:pPr>
      <w:r w:rsidRPr="001B5560">
        <w:rPr>
          <w:b/>
          <w:i/>
          <w:sz w:val="28"/>
          <w:szCs w:val="28"/>
        </w:rPr>
        <w:t>Opdracht</w:t>
      </w:r>
      <w:r>
        <w:t xml:space="preserve">:  </w:t>
      </w:r>
      <w:r w:rsidRPr="00EC525B">
        <w:rPr>
          <w:b/>
          <w:i/>
          <w:sz w:val="28"/>
          <w:szCs w:val="28"/>
        </w:rPr>
        <w:t>Sterven en dan…………</w:t>
      </w:r>
      <w:r>
        <w:rPr>
          <w:b/>
          <w:i/>
          <w:sz w:val="28"/>
          <w:szCs w:val="28"/>
        </w:rPr>
        <w:t>??</w:t>
      </w:r>
    </w:p>
    <w:p w:rsidR="00AE2693" w:rsidRDefault="00AE2693" w:rsidP="002F4B44">
      <w:pPr>
        <w:pStyle w:val="Geenafstand"/>
      </w:pPr>
    </w:p>
    <w:p w:rsidR="001C46DE" w:rsidRDefault="001C46DE" w:rsidP="002F4B44">
      <w:pPr>
        <w:pStyle w:val="Geenafstand"/>
      </w:pPr>
    </w:p>
    <w:p w:rsidR="00F8696A" w:rsidRDefault="00C54595" w:rsidP="002F4B44">
      <w:pPr>
        <w:pStyle w:val="Geenafstand"/>
      </w:pPr>
      <w:r>
        <w:t xml:space="preserve">Voor de </w:t>
      </w:r>
      <w:r w:rsidR="005E51BD">
        <w:t xml:space="preserve">opdracht ga je in </w:t>
      </w:r>
      <w:r w:rsidR="00F8696A">
        <w:t xml:space="preserve"> je groep verdiepen in </w:t>
      </w:r>
      <w:r w:rsidR="00460023">
        <w:t>onderstaande</w:t>
      </w:r>
      <w:r w:rsidR="00F8696A">
        <w:t xml:space="preserve"> zaken </w:t>
      </w:r>
      <w:r w:rsidR="00460023">
        <w:t xml:space="preserve">die allen te maken hebben met </w:t>
      </w:r>
      <w:r w:rsidR="00F8696A">
        <w:t>sterven en rouw.</w:t>
      </w:r>
      <w:r w:rsidR="005E51BD">
        <w:t xml:space="preserve"> </w:t>
      </w:r>
    </w:p>
    <w:p w:rsidR="00F8696A" w:rsidRDefault="00F8696A" w:rsidP="002F4B44">
      <w:pPr>
        <w:pStyle w:val="Geenafstand"/>
        <w:rPr>
          <w:b/>
          <w:i/>
          <w:u w:val="single"/>
        </w:rPr>
      </w:pPr>
    </w:p>
    <w:p w:rsidR="00BB2114" w:rsidRDefault="00BB2114" w:rsidP="002F4B44">
      <w:pPr>
        <w:pStyle w:val="Geenafstand"/>
      </w:pPr>
    </w:p>
    <w:p w:rsidR="001C46DE" w:rsidRDefault="001C46DE" w:rsidP="002F4B44">
      <w:pPr>
        <w:pStyle w:val="Geenafstand"/>
      </w:pPr>
    </w:p>
    <w:p w:rsidR="001C46DE" w:rsidRDefault="00EC525B" w:rsidP="001C46DE">
      <w:pPr>
        <w:pStyle w:val="Geenafstand"/>
        <w:numPr>
          <w:ilvl w:val="0"/>
          <w:numId w:val="19"/>
        </w:numPr>
      </w:pPr>
      <w:r>
        <w:t>Uitvaartverzorger</w:t>
      </w:r>
      <w:r w:rsidR="003A0958">
        <w:t xml:space="preserve">; </w:t>
      </w:r>
      <w:r>
        <w:t>taken/functie</w:t>
      </w:r>
      <w:r w:rsidR="000D05A9">
        <w:t>, denk om de verschillende culturen</w:t>
      </w:r>
      <w:r w:rsidR="003A0958">
        <w:t>.</w:t>
      </w:r>
    </w:p>
    <w:p w:rsidR="00EC525B" w:rsidRDefault="00EC525B" w:rsidP="00EC525B">
      <w:pPr>
        <w:pStyle w:val="Geenafstand"/>
        <w:numPr>
          <w:ilvl w:val="0"/>
          <w:numId w:val="19"/>
        </w:numPr>
      </w:pPr>
      <w:r>
        <w:t xml:space="preserve">Advertenties </w:t>
      </w:r>
      <w:r w:rsidR="003A0958">
        <w:t>/rouwkaarten/bidprenten en gedichten, denk ook aan vroeger en nu.</w:t>
      </w:r>
    </w:p>
    <w:p w:rsidR="003A0958" w:rsidRDefault="003A0958" w:rsidP="003A0958">
      <w:pPr>
        <w:pStyle w:val="Geenafstand"/>
        <w:numPr>
          <w:ilvl w:val="0"/>
          <w:numId w:val="20"/>
        </w:numPr>
      </w:pPr>
      <w:r>
        <w:t>Wat is er allemaal mogelijk en wat zijn de kosten</w:t>
      </w:r>
    </w:p>
    <w:p w:rsidR="003A0958" w:rsidRDefault="003A0958" w:rsidP="003A0958">
      <w:pPr>
        <w:pStyle w:val="Geenafstand"/>
        <w:numPr>
          <w:ilvl w:val="0"/>
          <w:numId w:val="20"/>
        </w:numPr>
      </w:pPr>
      <w:r>
        <w:t>Benoem de verschillen tussen vroeger en nu</w:t>
      </w:r>
    </w:p>
    <w:p w:rsidR="003A0958" w:rsidRDefault="003A0958" w:rsidP="003A0958">
      <w:pPr>
        <w:pStyle w:val="Geenafstand"/>
        <w:numPr>
          <w:ilvl w:val="0"/>
          <w:numId w:val="20"/>
        </w:numPr>
      </w:pPr>
      <w:r>
        <w:t>Verzamel zoveel mogelijk ‘echt’ materiaal, rouwkaarten/ bedankkaarten/gedichten/bidprenten enz.</w:t>
      </w:r>
    </w:p>
    <w:p w:rsidR="006046D5" w:rsidRDefault="000D05A9" w:rsidP="006046D5">
      <w:pPr>
        <w:pStyle w:val="Geenafstand"/>
        <w:numPr>
          <w:ilvl w:val="0"/>
          <w:numId w:val="19"/>
        </w:numPr>
      </w:pPr>
      <w:r>
        <w:t>Beschrijf de uitv</w:t>
      </w:r>
      <w:r w:rsidR="00EC525B">
        <w:t xml:space="preserve">aartverzorging </w:t>
      </w:r>
      <w:r>
        <w:t xml:space="preserve">van de volgende geloven; Katholicisme, </w:t>
      </w:r>
      <w:r w:rsidR="00EC525B">
        <w:t xml:space="preserve">Islam, </w:t>
      </w:r>
      <w:r>
        <w:t>Hindoeïsme</w:t>
      </w:r>
      <w:r w:rsidR="00EC525B">
        <w:t>, Jodendom</w:t>
      </w:r>
      <w:r w:rsidR="006046D5">
        <w:t>,</w:t>
      </w:r>
      <w:r w:rsidR="00EC525B">
        <w:t xml:space="preserve"> </w:t>
      </w:r>
      <w:r>
        <w:t xml:space="preserve">Winti </w:t>
      </w:r>
    </w:p>
    <w:p w:rsidR="000D05A9" w:rsidRDefault="003A0958" w:rsidP="004E0800">
      <w:pPr>
        <w:pStyle w:val="Geenafstand"/>
        <w:numPr>
          <w:ilvl w:val="0"/>
          <w:numId w:val="19"/>
        </w:numPr>
      </w:pPr>
      <w:r>
        <w:t xml:space="preserve">Beschrijf  </w:t>
      </w:r>
      <w:r w:rsidR="00D8174A">
        <w:t xml:space="preserve">verschillende </w:t>
      </w:r>
      <w:r>
        <w:t>r</w:t>
      </w:r>
      <w:r w:rsidR="007B2901">
        <w:t>ituelen</w:t>
      </w:r>
      <w:r w:rsidR="004E0800">
        <w:t xml:space="preserve"> bij een </w:t>
      </w:r>
      <w:r w:rsidR="005E51BD">
        <w:t>begrafenis/crematie</w:t>
      </w:r>
      <w:r w:rsidR="004E0800">
        <w:t xml:space="preserve"> die mogelijk zijn</w:t>
      </w:r>
      <w:r w:rsidR="005E51BD">
        <w:t>;</w:t>
      </w:r>
      <w:r w:rsidR="004E0800">
        <w:t>(leg uit waarom bijv. een eierkoek</w:t>
      </w:r>
      <w:r>
        <w:t>/borrel</w:t>
      </w:r>
      <w:r w:rsidR="004E0800">
        <w:t>/muziek/</w:t>
      </w:r>
      <w:r>
        <w:t xml:space="preserve"> verschillen per provincie </w:t>
      </w:r>
      <w:r w:rsidR="005E51BD">
        <w:t>enz.</w:t>
      </w:r>
      <w:r w:rsidR="004E0800">
        <w:t>)</w:t>
      </w:r>
    </w:p>
    <w:p w:rsidR="007B2901" w:rsidRDefault="004E0800" w:rsidP="004E0800">
      <w:pPr>
        <w:pStyle w:val="Geenafstand"/>
        <w:numPr>
          <w:ilvl w:val="0"/>
          <w:numId w:val="19"/>
        </w:numPr>
      </w:pPr>
      <w:r>
        <w:t xml:space="preserve">Wat zijn de kosten van een begrafenis en </w:t>
      </w:r>
      <w:r w:rsidR="007B2901">
        <w:t>crematie</w:t>
      </w:r>
      <w:r>
        <w:t xml:space="preserve">. </w:t>
      </w:r>
    </w:p>
    <w:p w:rsidR="005E51BD" w:rsidRDefault="005E51BD" w:rsidP="00EC525B">
      <w:pPr>
        <w:pStyle w:val="Geenafstand"/>
        <w:numPr>
          <w:ilvl w:val="0"/>
          <w:numId w:val="19"/>
        </w:numPr>
      </w:pPr>
      <w:r>
        <w:t>Hoe kan je kinderen betrekken bij de uitvaart</w:t>
      </w:r>
      <w:r w:rsidR="004E0800">
        <w:t>.</w:t>
      </w:r>
    </w:p>
    <w:p w:rsidR="005E51BD" w:rsidRDefault="003867BF" w:rsidP="00EC525B">
      <w:pPr>
        <w:pStyle w:val="Geenafstand"/>
        <w:numPr>
          <w:ilvl w:val="0"/>
          <w:numId w:val="19"/>
        </w:numPr>
      </w:pPr>
      <w:r>
        <w:t>Hoe nu verder……</w:t>
      </w:r>
      <w:r w:rsidR="004E0800">
        <w:t>w</w:t>
      </w:r>
      <w:r w:rsidR="005E51BD">
        <w:t>elke mogelijkheden zijn er om het verlies te verwerken/plaats te geven.</w:t>
      </w:r>
    </w:p>
    <w:p w:rsidR="00237ED5" w:rsidRDefault="00237ED5" w:rsidP="00EC525B">
      <w:pPr>
        <w:pStyle w:val="Geenafstand"/>
        <w:numPr>
          <w:ilvl w:val="0"/>
          <w:numId w:val="19"/>
        </w:numPr>
      </w:pPr>
      <w:r>
        <w:t>Wat verstaan we onder een natuurbegraafplaats,</w:t>
      </w:r>
      <w:r w:rsidR="00C06D3A">
        <w:t xml:space="preserve"> waar</w:t>
      </w:r>
      <w:r w:rsidR="0020024A">
        <w:t xml:space="preserve"> zijn</w:t>
      </w:r>
      <w:r w:rsidR="00C06D3A">
        <w:t xml:space="preserve"> in </w:t>
      </w:r>
      <w:r w:rsidR="0020024A">
        <w:t xml:space="preserve"> de provincie Groningen of </w:t>
      </w:r>
      <w:r w:rsidR="0020024A" w:rsidRPr="0020024A">
        <w:t xml:space="preserve">Drenthe </w:t>
      </w:r>
      <w:r w:rsidR="0020024A">
        <w:t>natuurbegraafplaatsen. En werk éé</w:t>
      </w:r>
      <w:r w:rsidR="0020024A" w:rsidRPr="0020024A">
        <w:t xml:space="preserve">n ervan uit. </w:t>
      </w:r>
    </w:p>
    <w:p w:rsidR="006046D5" w:rsidRDefault="00237ED5" w:rsidP="00EC525B">
      <w:pPr>
        <w:pStyle w:val="Geenafstand"/>
        <w:numPr>
          <w:ilvl w:val="0"/>
          <w:numId w:val="19"/>
        </w:numPr>
      </w:pPr>
      <w:r>
        <w:t xml:space="preserve">Welke soorten </w:t>
      </w:r>
      <w:r w:rsidR="006046D5">
        <w:t>kisten</w:t>
      </w:r>
      <w:r>
        <w:t>/materialen zijn er o</w:t>
      </w:r>
      <w:r w:rsidR="00020E55">
        <w:t>m in begraven te worden, wat zijn de kosten.</w:t>
      </w:r>
    </w:p>
    <w:p w:rsidR="00CE44EA" w:rsidRDefault="00CE44EA" w:rsidP="00EC525B">
      <w:pPr>
        <w:pStyle w:val="Geenafstand"/>
        <w:numPr>
          <w:ilvl w:val="0"/>
          <w:numId w:val="19"/>
        </w:numPr>
      </w:pPr>
      <w:r>
        <w:t>W</w:t>
      </w:r>
      <w:r w:rsidR="00BB0FC5">
        <w:t xml:space="preserve">elke </w:t>
      </w:r>
      <w:r>
        <w:t>soort</w:t>
      </w:r>
      <w:r w:rsidR="00BB0FC5">
        <w:t xml:space="preserve">en </w:t>
      </w:r>
      <w:r>
        <w:t xml:space="preserve"> muziek</w:t>
      </w:r>
      <w:r w:rsidR="00BB0FC5">
        <w:t xml:space="preserve"> zijn mogelijk en gebruik dit tijdens de presentatie</w:t>
      </w:r>
    </w:p>
    <w:p w:rsidR="00BB0FC5" w:rsidRDefault="00BB0FC5" w:rsidP="00EC525B">
      <w:pPr>
        <w:pStyle w:val="Geenafstand"/>
        <w:numPr>
          <w:ilvl w:val="0"/>
          <w:numId w:val="19"/>
        </w:numPr>
      </w:pPr>
      <w:r>
        <w:t>Obductie en dan…</w:t>
      </w:r>
      <w:r w:rsidR="00020E55">
        <w:t xml:space="preserve">  Beschrijf wat het is en wat voor invloed dit heeft op de nabestaanden.</w:t>
      </w:r>
    </w:p>
    <w:p w:rsidR="00BB0FC5" w:rsidRDefault="00BB0FC5" w:rsidP="00EC525B">
      <w:pPr>
        <w:pStyle w:val="Geenafstand"/>
        <w:numPr>
          <w:ilvl w:val="0"/>
          <w:numId w:val="19"/>
        </w:numPr>
      </w:pPr>
      <w:r>
        <w:t xml:space="preserve">Orgaandonatie / ter beschikking </w:t>
      </w:r>
      <w:r w:rsidR="00020E55">
        <w:t xml:space="preserve">stellen </w:t>
      </w:r>
      <w:r>
        <w:t>van de wetenschap en dan…….</w:t>
      </w:r>
      <w:r w:rsidR="00020E55">
        <w:t xml:space="preserve"> Beschrijf wat het is en hoe het werkt.</w:t>
      </w:r>
    </w:p>
    <w:p w:rsidR="00AC348C" w:rsidRDefault="00AC348C" w:rsidP="00AC348C">
      <w:pPr>
        <w:pStyle w:val="Geenafstand"/>
        <w:numPr>
          <w:ilvl w:val="0"/>
          <w:numId w:val="19"/>
        </w:numPr>
      </w:pPr>
      <w:r>
        <w:t xml:space="preserve">Interview een </w:t>
      </w:r>
      <w:r w:rsidR="000670A8">
        <w:t>deskundige /</w:t>
      </w:r>
      <w:r>
        <w:t>medewerker over een zelf gekozen onderwerp passend bij het project</w:t>
      </w:r>
    </w:p>
    <w:p w:rsidR="00BB0FC5" w:rsidRDefault="003A0958" w:rsidP="000670A8">
      <w:pPr>
        <w:pStyle w:val="Geenafstand"/>
        <w:numPr>
          <w:ilvl w:val="0"/>
          <w:numId w:val="19"/>
        </w:numPr>
      </w:pPr>
      <w:r>
        <w:t>Wat is jouw wens t.a.v. jouw uitvaart.</w:t>
      </w:r>
    </w:p>
    <w:p w:rsidR="00AC348C" w:rsidRDefault="00AC348C" w:rsidP="00AC348C">
      <w:pPr>
        <w:pStyle w:val="Geenafstand"/>
        <w:numPr>
          <w:ilvl w:val="0"/>
          <w:numId w:val="19"/>
        </w:numPr>
        <w:ind w:left="708"/>
      </w:pPr>
      <w:r>
        <w:t>Je maakt als groep een uitnodiging</w:t>
      </w:r>
      <w:r w:rsidR="0020024A">
        <w:t xml:space="preserve"> om de rouwruimte te bezoeken</w:t>
      </w:r>
      <w:r>
        <w:t xml:space="preserve"> en verstuur deze naar je familieleden/kennissen en de docenten van de opleidingen (HZW, VZ/VP en VMBO). Vergeet de directie niet.</w:t>
      </w:r>
    </w:p>
    <w:p w:rsidR="00AC348C" w:rsidRDefault="00AC348C" w:rsidP="00AC348C">
      <w:pPr>
        <w:pStyle w:val="Geenafstand"/>
        <w:numPr>
          <w:ilvl w:val="0"/>
          <w:numId w:val="19"/>
        </w:numPr>
      </w:pPr>
      <w:r>
        <w:t xml:space="preserve">Je maakt een </w:t>
      </w:r>
      <w:r w:rsidR="00652AB3">
        <w:t>kostenoverzicht voor het inrichten van de rouwruimte</w:t>
      </w:r>
      <w:r>
        <w:t>.</w:t>
      </w:r>
    </w:p>
    <w:p w:rsidR="00EC525B" w:rsidRDefault="00AC348C" w:rsidP="00AC348C">
      <w:pPr>
        <w:pStyle w:val="Geenafstand"/>
        <w:numPr>
          <w:ilvl w:val="0"/>
          <w:numId w:val="19"/>
        </w:numPr>
      </w:pPr>
      <w:r>
        <w:t>Tot slot maak je de onderdelen;  Evaluat</w:t>
      </w:r>
      <w:r w:rsidR="0020024A">
        <w:t>ie proces en evaluatie product</w:t>
      </w:r>
      <w:r>
        <w:t xml:space="preserve">  van het startdocument</w:t>
      </w:r>
      <w:r w:rsidR="0020024A">
        <w:t>.</w:t>
      </w:r>
    </w:p>
    <w:p w:rsidR="00EC525B" w:rsidRDefault="00EC525B" w:rsidP="002F4B44">
      <w:pPr>
        <w:pStyle w:val="Geenafstand"/>
      </w:pPr>
    </w:p>
    <w:p w:rsidR="00EC525B" w:rsidRDefault="00EC525B" w:rsidP="002F4B44">
      <w:pPr>
        <w:pStyle w:val="Geenafstand"/>
      </w:pPr>
    </w:p>
    <w:p w:rsidR="00EC525B" w:rsidRDefault="00EC525B" w:rsidP="002F4B44">
      <w:pPr>
        <w:pStyle w:val="Geenafstand"/>
      </w:pPr>
    </w:p>
    <w:p w:rsidR="00BB2114" w:rsidRPr="00BB2114" w:rsidRDefault="00BB2114" w:rsidP="00E44341">
      <w:pPr>
        <w:pStyle w:val="Lijstalinea"/>
      </w:pPr>
    </w:p>
    <w:p w:rsidR="001A5F1B" w:rsidRPr="00821742" w:rsidRDefault="001A5F1B" w:rsidP="00241EF2">
      <w:pPr>
        <w:pStyle w:val="Geenafstand"/>
      </w:pPr>
    </w:p>
    <w:p w:rsidR="00E131E4" w:rsidRDefault="00E131E4" w:rsidP="00AF7125">
      <w:pPr>
        <w:pStyle w:val="Geenafstand"/>
        <w:ind w:left="720"/>
      </w:pPr>
    </w:p>
    <w:p w:rsidR="00E131E4" w:rsidRDefault="00E131E4" w:rsidP="00E131E4">
      <w:pPr>
        <w:pStyle w:val="Geenafstand"/>
      </w:pPr>
    </w:p>
    <w:p w:rsidR="001B5560" w:rsidRDefault="001B5560" w:rsidP="006E3261">
      <w:pPr>
        <w:pStyle w:val="Geenafstand"/>
        <w:ind w:firstLine="708"/>
        <w:rPr>
          <w:u w:val="single"/>
        </w:rPr>
      </w:pPr>
    </w:p>
    <w:p w:rsidR="001B5560" w:rsidRDefault="001B5560" w:rsidP="006E3261">
      <w:pPr>
        <w:pStyle w:val="Geenafstand"/>
        <w:ind w:firstLine="708"/>
        <w:rPr>
          <w:u w:val="single"/>
        </w:rPr>
      </w:pPr>
    </w:p>
    <w:p w:rsidR="001B5560" w:rsidRDefault="001B5560" w:rsidP="006E3261">
      <w:pPr>
        <w:pStyle w:val="Geenafstand"/>
        <w:ind w:firstLine="708"/>
        <w:rPr>
          <w:u w:val="single"/>
        </w:rPr>
      </w:pPr>
    </w:p>
    <w:p w:rsidR="001B5560" w:rsidRDefault="001B5560" w:rsidP="006E3261">
      <w:pPr>
        <w:pStyle w:val="Geenafstand"/>
        <w:ind w:firstLine="708"/>
        <w:rPr>
          <w:u w:val="single"/>
        </w:rPr>
      </w:pPr>
    </w:p>
    <w:p w:rsidR="001B5560" w:rsidRDefault="001B5560" w:rsidP="006E3261">
      <w:pPr>
        <w:pStyle w:val="Geenafstand"/>
        <w:ind w:firstLine="708"/>
        <w:rPr>
          <w:u w:val="single"/>
        </w:rPr>
      </w:pPr>
    </w:p>
    <w:p w:rsidR="00AE2693" w:rsidRDefault="00AE2693" w:rsidP="006E3261">
      <w:pPr>
        <w:pStyle w:val="Geenafstand"/>
        <w:ind w:firstLine="708"/>
        <w:rPr>
          <w:u w:val="single"/>
        </w:rPr>
      </w:pPr>
    </w:p>
    <w:p w:rsidR="00AE2693" w:rsidRDefault="00AE2693" w:rsidP="006E3261">
      <w:pPr>
        <w:pStyle w:val="Geenafstand"/>
        <w:ind w:firstLine="708"/>
        <w:rPr>
          <w:u w:val="single"/>
        </w:rPr>
      </w:pPr>
    </w:p>
    <w:p w:rsidR="00AE2693" w:rsidRDefault="00AE2693" w:rsidP="006E3261">
      <w:pPr>
        <w:pStyle w:val="Geenafstand"/>
        <w:ind w:firstLine="708"/>
        <w:rPr>
          <w:u w:val="single"/>
        </w:rPr>
      </w:pPr>
    </w:p>
    <w:p w:rsidR="00E131E4" w:rsidRPr="001C46DE" w:rsidRDefault="001C46DE" w:rsidP="006E3261">
      <w:pPr>
        <w:pStyle w:val="Geenafstand"/>
        <w:ind w:firstLine="708"/>
        <w:rPr>
          <w:sz w:val="28"/>
          <w:szCs w:val="28"/>
        </w:rPr>
      </w:pPr>
      <w:r>
        <w:rPr>
          <w:sz w:val="28"/>
          <w:szCs w:val="28"/>
          <w:u w:val="single"/>
        </w:rPr>
        <w:t>Het i</w:t>
      </w:r>
      <w:r w:rsidR="008858F2" w:rsidRPr="001C46DE">
        <w:rPr>
          <w:sz w:val="28"/>
          <w:szCs w:val="28"/>
          <w:u w:val="single"/>
        </w:rPr>
        <w:t>nrichten  van een rouwruimte</w:t>
      </w:r>
      <w:r w:rsidR="001A5F1B" w:rsidRPr="001C46DE">
        <w:rPr>
          <w:sz w:val="28"/>
          <w:szCs w:val="28"/>
          <w:u w:val="single"/>
        </w:rPr>
        <w:t>.</w:t>
      </w:r>
    </w:p>
    <w:p w:rsidR="00A335C3" w:rsidRDefault="00A335C3" w:rsidP="00E131E4">
      <w:pPr>
        <w:pStyle w:val="Geenafstand"/>
        <w:ind w:firstLine="708"/>
      </w:pPr>
    </w:p>
    <w:p w:rsidR="006E3261" w:rsidRDefault="006E3261" w:rsidP="00E131E4">
      <w:pPr>
        <w:pStyle w:val="Geenafstand"/>
        <w:ind w:firstLine="708"/>
      </w:pPr>
    </w:p>
    <w:p w:rsidR="008858F2" w:rsidRDefault="001125AE" w:rsidP="00E131E4">
      <w:pPr>
        <w:pStyle w:val="Geenafstand"/>
        <w:ind w:firstLine="708"/>
      </w:pPr>
      <w:r>
        <w:t>Als klas</w:t>
      </w:r>
      <w:r w:rsidR="008858F2">
        <w:t xml:space="preserve"> ga je een lokaal inrichten </w:t>
      </w:r>
      <w:r w:rsidR="00E44341">
        <w:t xml:space="preserve">als rouwruimte </w:t>
      </w:r>
      <w:r>
        <w:t>met het</w:t>
      </w:r>
      <w:r w:rsidR="008858F2">
        <w:t xml:space="preserve"> thema</w:t>
      </w:r>
      <w:r>
        <w:t>;</w:t>
      </w:r>
      <w:r w:rsidR="008858F2">
        <w:t xml:space="preserve"> Sterven en dan….??</w:t>
      </w:r>
    </w:p>
    <w:p w:rsidR="008858F2" w:rsidRDefault="008858F2" w:rsidP="008858F2">
      <w:pPr>
        <w:pStyle w:val="Geenafstand"/>
        <w:ind w:firstLine="708"/>
      </w:pPr>
      <w:r>
        <w:t>De informatie die je hebt opgezocht ga je op een leuke manier presenteren in het lokaal.</w:t>
      </w:r>
    </w:p>
    <w:p w:rsidR="008858F2" w:rsidRDefault="008858F2" w:rsidP="008858F2">
      <w:pPr>
        <w:pStyle w:val="Geenafstand"/>
        <w:ind w:firstLine="708"/>
      </w:pPr>
      <w:r>
        <w:t>Maak gebruik van foto materiaal en zo mogelij</w:t>
      </w:r>
      <w:r w:rsidR="001125AE">
        <w:t>k</w:t>
      </w:r>
      <w:r w:rsidR="00BB0FC5">
        <w:t xml:space="preserve"> ‘</w:t>
      </w:r>
      <w:r>
        <w:t>echte</w:t>
      </w:r>
      <w:r w:rsidR="00BB0FC5">
        <w:t>’ producten.</w:t>
      </w:r>
    </w:p>
    <w:p w:rsidR="00BB0FC5" w:rsidRDefault="00603BD7" w:rsidP="008858F2">
      <w:pPr>
        <w:pStyle w:val="Geenafstand"/>
        <w:ind w:firstLine="708"/>
      </w:pPr>
      <w:r>
        <w:t>Denk aan</w:t>
      </w:r>
      <w:r w:rsidR="00BB0FC5">
        <w:t xml:space="preserve"> gepaste achtergrond muziek</w:t>
      </w:r>
      <w:r w:rsidR="00E44341">
        <w:t xml:space="preserve"> enz. Maar vergeet de bloemen niet.</w:t>
      </w:r>
    </w:p>
    <w:p w:rsidR="001125AE" w:rsidRDefault="001125AE" w:rsidP="001125AE">
      <w:pPr>
        <w:pStyle w:val="Geenafstand"/>
        <w:ind w:left="708"/>
      </w:pPr>
      <w:r>
        <w:t>Dit betekent dat er met elkaar overlegt moet worden. De begeleidende docent zal dit coördineren.</w:t>
      </w:r>
    </w:p>
    <w:p w:rsidR="00BB0FC5" w:rsidRDefault="00BB0FC5" w:rsidP="008858F2">
      <w:pPr>
        <w:pStyle w:val="Geenafstand"/>
        <w:ind w:firstLine="708"/>
      </w:pPr>
    </w:p>
    <w:p w:rsidR="00BB0FC5" w:rsidRDefault="00BB0FC5" w:rsidP="008858F2">
      <w:pPr>
        <w:pStyle w:val="Geenafstand"/>
        <w:ind w:firstLine="708"/>
      </w:pPr>
    </w:p>
    <w:p w:rsidR="00603BD7" w:rsidRDefault="00BF66C9" w:rsidP="00BF66C9">
      <w:pPr>
        <w:pStyle w:val="Geenafstand"/>
        <w:ind w:left="708"/>
      </w:pPr>
      <w:r>
        <w:t>Op donderdag 14 april</w:t>
      </w:r>
      <w:r w:rsidR="00C7225C" w:rsidRPr="00C7225C">
        <w:rPr>
          <w:color w:val="FF0000"/>
        </w:rPr>
        <w:t xml:space="preserve"> </w:t>
      </w:r>
      <w:r w:rsidR="00EC685E">
        <w:t xml:space="preserve">is de rouwruimte </w:t>
      </w:r>
      <w:r w:rsidR="004C2ACA">
        <w:t xml:space="preserve">geopend </w:t>
      </w:r>
      <w:r>
        <w:t>van 9.00 – 14</w:t>
      </w:r>
      <w:r w:rsidR="004C2ACA">
        <w:t>.00 uur</w:t>
      </w:r>
      <w:r w:rsidR="00945FE0">
        <w:t xml:space="preserve"> </w:t>
      </w:r>
      <w:r w:rsidR="00E44341">
        <w:t>en is iedereen</w:t>
      </w:r>
      <w:r w:rsidR="00603BD7">
        <w:t xml:space="preserve"> van harte welkom.</w:t>
      </w:r>
    </w:p>
    <w:p w:rsidR="00603BD7" w:rsidRDefault="00603BD7" w:rsidP="00A335C3">
      <w:pPr>
        <w:pStyle w:val="Geenafstand"/>
        <w:ind w:left="708"/>
      </w:pPr>
      <w:r>
        <w:t>Zorg voor een gepast hapje en drankje, passend bij het project, voor de bezoekers</w:t>
      </w:r>
      <w:r w:rsidR="00E44341">
        <w:t>.</w:t>
      </w:r>
    </w:p>
    <w:p w:rsidR="00603BD7" w:rsidRDefault="00603BD7" w:rsidP="00A335C3">
      <w:pPr>
        <w:pStyle w:val="Geenafstand"/>
        <w:ind w:left="708"/>
      </w:pPr>
      <w:r>
        <w:t>De docent zorgt voor een ‘condoleance reg</w:t>
      </w:r>
      <w:r w:rsidR="001125AE">
        <w:t xml:space="preserve">ister’, waar de bezoekers tips en tops in </w:t>
      </w:r>
      <w:r>
        <w:t>kunnen schrijven.</w:t>
      </w:r>
    </w:p>
    <w:p w:rsidR="001A5F1B" w:rsidRDefault="001A5F1B" w:rsidP="00603BD7">
      <w:pPr>
        <w:pStyle w:val="Geenafstand"/>
      </w:pPr>
    </w:p>
    <w:p w:rsidR="001A5F1B" w:rsidRDefault="001A5F1B" w:rsidP="001A5F1B">
      <w:pPr>
        <w:pStyle w:val="Geenafstand"/>
        <w:ind w:firstLine="708"/>
      </w:pPr>
      <w:r>
        <w:t xml:space="preserve">Per groep is het budget € 15,- </w:t>
      </w:r>
    </w:p>
    <w:p w:rsidR="001A5F1B" w:rsidRDefault="001A5F1B" w:rsidP="001A5F1B">
      <w:pPr>
        <w:pStyle w:val="Geenafstand"/>
        <w:ind w:left="708"/>
      </w:pPr>
      <w:r>
        <w:t>Maak hiervan een kostenoverzicht en lever dit in bij de begeleidende docent.</w:t>
      </w:r>
    </w:p>
    <w:p w:rsidR="001A5F1B" w:rsidRPr="00A335C3" w:rsidRDefault="001A5F1B" w:rsidP="001A5F1B">
      <w:pPr>
        <w:pStyle w:val="Geenafstand"/>
        <w:ind w:left="708"/>
      </w:pPr>
      <w:r>
        <w:t>Bewaar de kassabonnen,  zodat je aan het eind  van het project het geld terug kan krijgen.</w:t>
      </w:r>
    </w:p>
    <w:p w:rsidR="001A5F1B" w:rsidRDefault="001A5F1B" w:rsidP="001A5F1B">
      <w:pPr>
        <w:pStyle w:val="Geenafstand"/>
        <w:ind w:firstLine="708"/>
      </w:pPr>
      <w:r>
        <w:t>(tip; laat 1 persoon van de groep het geld voorschieten)</w:t>
      </w:r>
    </w:p>
    <w:p w:rsidR="001A5F1B" w:rsidRDefault="001A5F1B" w:rsidP="00A335C3">
      <w:pPr>
        <w:pStyle w:val="Geenafstand"/>
        <w:ind w:left="708"/>
      </w:pPr>
    </w:p>
    <w:p w:rsidR="00E131E4" w:rsidRPr="000E2485" w:rsidRDefault="000E2485" w:rsidP="00A02096">
      <w:pPr>
        <w:pStyle w:val="Geenafstand"/>
        <w:ind w:firstLine="708"/>
        <w:rPr>
          <w:i/>
          <w:u w:val="single"/>
        </w:rPr>
      </w:pPr>
      <w:r w:rsidRPr="000E2485">
        <w:rPr>
          <w:i/>
          <w:u w:val="single"/>
        </w:rPr>
        <w:t>De planning</w:t>
      </w:r>
      <w:r w:rsidR="00945FE0">
        <w:rPr>
          <w:i/>
          <w:u w:val="single"/>
        </w:rPr>
        <w:t xml:space="preserve"> (onder voorbehoud)</w:t>
      </w:r>
      <w:r w:rsidRPr="000E2485">
        <w:rPr>
          <w:i/>
          <w:u w:val="single"/>
        </w:rPr>
        <w:t xml:space="preserve"> voor het inrichten van de rouwruimte ziet er als volgt uit;</w:t>
      </w:r>
    </w:p>
    <w:p w:rsidR="000E2485" w:rsidRPr="00BF66C9" w:rsidRDefault="000E2485" w:rsidP="00A02096">
      <w:pPr>
        <w:pStyle w:val="Geenafstand"/>
        <w:ind w:firstLine="708"/>
      </w:pPr>
      <w:r w:rsidRPr="00BF66C9">
        <w:t>Woensdag</w:t>
      </w:r>
      <w:r w:rsidR="00BF66C9" w:rsidRPr="00BF66C9">
        <w:t xml:space="preserve">middag </w:t>
      </w:r>
      <w:r w:rsidRPr="00BF66C9">
        <w:t xml:space="preserve">; rouwruimte inrichten </w:t>
      </w:r>
    </w:p>
    <w:p w:rsidR="001B6BA6" w:rsidRPr="00C7225C" w:rsidRDefault="000E2485" w:rsidP="000E2485">
      <w:pPr>
        <w:pStyle w:val="Geenafstand"/>
        <w:ind w:firstLine="708"/>
        <w:rPr>
          <w:color w:val="FF0000"/>
        </w:rPr>
      </w:pPr>
      <w:r w:rsidRPr="00BF66C9">
        <w:t xml:space="preserve">Donderdag; presentatie rouwruimte </w:t>
      </w:r>
    </w:p>
    <w:p w:rsidR="000E2485" w:rsidRDefault="000E2485" w:rsidP="000E2485">
      <w:pPr>
        <w:pStyle w:val="Geenafstand"/>
        <w:ind w:firstLine="708"/>
      </w:pPr>
      <w:r>
        <w:t>Opruimen; in overleg met de docent</w:t>
      </w:r>
    </w:p>
    <w:p w:rsidR="00DA076A" w:rsidRDefault="00DA076A" w:rsidP="00DA076A">
      <w:pPr>
        <w:pStyle w:val="Geenafstand"/>
      </w:pPr>
    </w:p>
    <w:p w:rsidR="005825A4" w:rsidRDefault="005825A4" w:rsidP="00803E92">
      <w:pPr>
        <w:jc w:val="center"/>
        <w:rPr>
          <w:b/>
          <w:i/>
          <w:u w:val="single"/>
        </w:rPr>
      </w:pPr>
    </w:p>
    <w:p w:rsidR="00672A0D" w:rsidRDefault="00DA076A" w:rsidP="00DA076A">
      <w:pPr>
        <w:jc w:val="center"/>
        <w:rPr>
          <w:b/>
          <w:i/>
          <w:u w:val="single"/>
        </w:rPr>
      </w:pPr>
      <w:r>
        <w:rPr>
          <w:b/>
          <w:i/>
          <w:noProof/>
          <w:u w:val="single"/>
        </w:rPr>
        <w:drawing>
          <wp:inline distT="0" distB="0" distL="0" distR="0" wp14:anchorId="353ACAC2" wp14:editId="2B814879">
            <wp:extent cx="4572696" cy="2902527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ars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5131" cy="2904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2A0D" w:rsidRDefault="00672A0D" w:rsidP="00C54595">
      <w:pPr>
        <w:rPr>
          <w:b/>
          <w:i/>
          <w:u w:val="single"/>
        </w:rPr>
      </w:pPr>
    </w:p>
    <w:p w:rsidR="005825A4" w:rsidRDefault="005825A4" w:rsidP="00F73E05">
      <w:pPr>
        <w:jc w:val="center"/>
        <w:rPr>
          <w:b/>
          <w:i/>
          <w:u w:val="single"/>
        </w:rPr>
      </w:pPr>
    </w:p>
    <w:p w:rsidR="005825A4" w:rsidRDefault="005825A4" w:rsidP="00C54595">
      <w:pPr>
        <w:rPr>
          <w:b/>
          <w:i/>
          <w:u w:val="single"/>
        </w:rPr>
      </w:pPr>
    </w:p>
    <w:p w:rsidR="000635FB" w:rsidRDefault="000635FB" w:rsidP="00C54595">
      <w:pPr>
        <w:rPr>
          <w:b/>
          <w:i/>
          <w:u w:val="single"/>
        </w:rPr>
      </w:pPr>
    </w:p>
    <w:p w:rsidR="001C46DE" w:rsidRDefault="001C46DE" w:rsidP="00C54595">
      <w:pPr>
        <w:rPr>
          <w:b/>
          <w:i/>
          <w:u w:val="single"/>
        </w:rPr>
      </w:pPr>
    </w:p>
    <w:p w:rsidR="00C54595" w:rsidRDefault="00831BA3" w:rsidP="00C54595">
      <w:pPr>
        <w:rPr>
          <w:b/>
          <w:i/>
          <w:u w:val="single"/>
        </w:rPr>
      </w:pPr>
      <w:r>
        <w:rPr>
          <w:b/>
          <w:i/>
          <w:u w:val="single"/>
        </w:rPr>
        <w:t xml:space="preserve">Bewijsstukken die je </w:t>
      </w:r>
      <w:r w:rsidR="00161CAC">
        <w:rPr>
          <w:b/>
          <w:i/>
          <w:u w:val="single"/>
        </w:rPr>
        <w:t xml:space="preserve">als groep </w:t>
      </w:r>
      <w:r>
        <w:rPr>
          <w:b/>
          <w:i/>
          <w:u w:val="single"/>
        </w:rPr>
        <w:t xml:space="preserve">moet inleveren in </w:t>
      </w:r>
      <w:r w:rsidR="00417E7B">
        <w:rPr>
          <w:b/>
          <w:i/>
          <w:u w:val="single"/>
        </w:rPr>
        <w:t>(</w:t>
      </w:r>
      <w:r>
        <w:rPr>
          <w:b/>
          <w:i/>
          <w:u w:val="single"/>
        </w:rPr>
        <w:t>N</w:t>
      </w:r>
      <w:r w:rsidR="00417E7B">
        <w:rPr>
          <w:b/>
          <w:i/>
          <w:u w:val="single"/>
        </w:rPr>
        <w:t>)</w:t>
      </w:r>
      <w:bookmarkStart w:id="1" w:name="_GoBack"/>
      <w:bookmarkEnd w:id="1"/>
      <w:r>
        <w:rPr>
          <w:b/>
          <w:i/>
          <w:u w:val="single"/>
        </w:rPr>
        <w:t>ELO in lesweek 10</w:t>
      </w:r>
    </w:p>
    <w:p w:rsidR="00C54595" w:rsidRPr="006138B1" w:rsidRDefault="00831BA3" w:rsidP="005825A4">
      <w:pPr>
        <w:pStyle w:val="Lijstalinea"/>
        <w:numPr>
          <w:ilvl w:val="0"/>
          <w:numId w:val="12"/>
        </w:numPr>
      </w:pPr>
      <w:r>
        <w:t>E</w:t>
      </w:r>
      <w:r w:rsidR="000635FB">
        <w:t xml:space="preserve">en </w:t>
      </w:r>
      <w:r w:rsidR="00161CAC">
        <w:t>tijdschrift</w:t>
      </w:r>
      <w:r w:rsidR="000635FB">
        <w:t xml:space="preserve"> </w:t>
      </w:r>
      <w:r w:rsidR="00C54595" w:rsidRPr="002F4B44">
        <w:t>m</w:t>
      </w:r>
      <w:r w:rsidR="005825A4">
        <w:t xml:space="preserve">et daarin </w:t>
      </w:r>
      <w:r w:rsidR="00161CAC">
        <w:t xml:space="preserve">alle punten van de opdracht </w:t>
      </w:r>
      <w:r w:rsidR="00D51ED5">
        <w:t xml:space="preserve">verwerkt </w:t>
      </w:r>
      <w:r w:rsidR="00161CAC">
        <w:t xml:space="preserve">m.u.v. 2C </w:t>
      </w:r>
      <w:r w:rsidR="00161CAC" w:rsidRPr="006138B1">
        <w:t>en 1</w:t>
      </w:r>
      <w:r w:rsidR="006138B1" w:rsidRPr="006138B1">
        <w:t>5</w:t>
      </w:r>
      <w:r w:rsidR="00161CAC" w:rsidRPr="006138B1">
        <w:t xml:space="preserve"> t/m 17</w:t>
      </w:r>
    </w:p>
    <w:p w:rsidR="000635FB" w:rsidRDefault="00161CAC" w:rsidP="000635FB">
      <w:pPr>
        <w:pStyle w:val="Lijstalinea"/>
        <w:numPr>
          <w:ilvl w:val="0"/>
          <w:numId w:val="12"/>
        </w:numPr>
      </w:pPr>
      <w:r>
        <w:t>Samenwerkingsverslag met daarin;  s</w:t>
      </w:r>
      <w:r w:rsidR="000635FB">
        <w:t xml:space="preserve">amenwerkingscontract, startdocument, </w:t>
      </w:r>
      <w:r>
        <w:t xml:space="preserve"> 4 leergroep verslagen, </w:t>
      </w:r>
      <w:r w:rsidR="00850659">
        <w:t>proces- en productevaluatie.</w:t>
      </w:r>
    </w:p>
    <w:p w:rsidR="00831BA3" w:rsidRDefault="00831BA3" w:rsidP="00831BA3">
      <w:pPr>
        <w:pStyle w:val="Lijstalinea"/>
        <w:ind w:left="786"/>
      </w:pPr>
    </w:p>
    <w:p w:rsidR="00831BA3" w:rsidRDefault="00831BA3" w:rsidP="00831BA3">
      <w:pPr>
        <w:pStyle w:val="Lijstalinea"/>
        <w:ind w:left="786"/>
      </w:pPr>
    </w:p>
    <w:p w:rsidR="00C54595" w:rsidRPr="0086387B" w:rsidRDefault="00976DF5" w:rsidP="0086387B">
      <w:pPr>
        <w:rPr>
          <w:i/>
          <w:u w:val="single"/>
        </w:rPr>
      </w:pPr>
      <w:r w:rsidRPr="0086387B">
        <w:rPr>
          <w:i/>
          <w:u w:val="single"/>
        </w:rPr>
        <w:t>Aftekenkaart</w:t>
      </w:r>
    </w:p>
    <w:p w:rsidR="00F71BC2" w:rsidRPr="0086387B" w:rsidRDefault="00F71BC2" w:rsidP="000A2E99">
      <w:pPr>
        <w:pStyle w:val="Lijstalinea"/>
        <w:numPr>
          <w:ilvl w:val="0"/>
          <w:numId w:val="16"/>
        </w:numPr>
      </w:pPr>
      <w:r w:rsidRPr="0086387B">
        <w:t>De aftekenkaart lever</w:t>
      </w:r>
      <w:r w:rsidR="00821742" w:rsidRPr="0086387B">
        <w:t xml:space="preserve"> </w:t>
      </w:r>
      <w:r w:rsidR="00A03630" w:rsidRPr="0086387B">
        <w:t>j</w:t>
      </w:r>
      <w:r w:rsidR="0086387B" w:rsidRPr="0086387B">
        <w:t>e persoonlijk in,  in lesweek 9,</w:t>
      </w:r>
      <w:r w:rsidR="00821742" w:rsidRPr="0086387B">
        <w:t xml:space="preserve"> </w:t>
      </w:r>
      <w:r w:rsidRPr="0086387B">
        <w:t xml:space="preserve"> bij de begeleidende docent</w:t>
      </w:r>
    </w:p>
    <w:p w:rsidR="009F1721" w:rsidRDefault="00F1259A" w:rsidP="00C841E0">
      <w:pPr>
        <w:pStyle w:val="Lijstalinea"/>
        <w:numPr>
          <w:ilvl w:val="0"/>
          <w:numId w:val="16"/>
        </w:numPr>
      </w:pPr>
      <w:r>
        <w:t>De aftekenkaart wordt na beoordeling</w:t>
      </w:r>
      <w:r w:rsidR="003944B3">
        <w:t xml:space="preserve">, </w:t>
      </w:r>
      <w:r>
        <w:t xml:space="preserve"> door jou in je </w:t>
      </w:r>
      <w:r w:rsidR="00161CAC">
        <w:t>ontwikkelingsportfolio geplaatst</w:t>
      </w:r>
    </w:p>
    <w:p w:rsidR="0063484D" w:rsidRDefault="0063484D" w:rsidP="0063484D"/>
    <w:p w:rsidR="0063484D" w:rsidRDefault="0063484D" w:rsidP="0063484D"/>
    <w:p w:rsidR="0063484D" w:rsidRDefault="0063484D" w:rsidP="0063484D"/>
    <w:p w:rsidR="0063484D" w:rsidRDefault="0063484D" w:rsidP="0063484D"/>
    <w:p w:rsidR="0063484D" w:rsidRDefault="0063484D" w:rsidP="0063484D">
      <w:pPr>
        <w:pStyle w:val="Geenafstand"/>
        <w:jc w:val="center"/>
      </w:pPr>
      <w:r>
        <w:rPr>
          <w:noProof/>
        </w:rPr>
        <w:drawing>
          <wp:inline distT="0" distB="0" distL="0" distR="0">
            <wp:extent cx="2570019" cy="2937166"/>
            <wp:effectExtent l="0" t="0" r="1905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esje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2457" cy="2939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484D" w:rsidRDefault="0063484D" w:rsidP="0063484D">
      <w:pPr>
        <w:jc w:val="center"/>
      </w:pPr>
    </w:p>
    <w:p w:rsidR="00CA121A" w:rsidRDefault="00CA121A" w:rsidP="00CA121A"/>
    <w:p w:rsidR="00CA121A" w:rsidRDefault="00CA121A" w:rsidP="00CA121A"/>
    <w:p w:rsidR="00CA121A" w:rsidRDefault="00CA121A" w:rsidP="00CA121A"/>
    <w:p w:rsidR="00CA121A" w:rsidRDefault="00CA121A" w:rsidP="00CA121A"/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992"/>
        <w:gridCol w:w="992"/>
        <w:gridCol w:w="3119"/>
        <w:gridCol w:w="249"/>
      </w:tblGrid>
      <w:tr w:rsidR="00C231FD" w:rsidTr="008744C9">
        <w:trPr>
          <w:trHeight w:val="2835"/>
        </w:trPr>
        <w:tc>
          <w:tcPr>
            <w:tcW w:w="9288" w:type="dxa"/>
            <w:gridSpan w:val="5"/>
          </w:tcPr>
          <w:p w:rsidR="00937D09" w:rsidRDefault="00937D09" w:rsidP="00937D09">
            <w:pPr>
              <w:rPr>
                <w:sz w:val="28"/>
                <w:szCs w:val="28"/>
              </w:rPr>
            </w:pPr>
          </w:p>
          <w:p w:rsidR="00937D09" w:rsidRDefault="00937D09" w:rsidP="00937D09">
            <w:pPr>
              <w:jc w:val="right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408F456" wp14:editId="76926580">
                  <wp:extent cx="1591798" cy="706073"/>
                  <wp:effectExtent l="0" t="0" r="0" b="0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met_terra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531" cy="705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231FD" w:rsidRPr="00C231FD" w:rsidRDefault="00C231FD" w:rsidP="00937D09">
            <w:pPr>
              <w:rPr>
                <w:sz w:val="28"/>
                <w:szCs w:val="28"/>
              </w:rPr>
            </w:pPr>
            <w:r w:rsidRPr="00C231FD">
              <w:rPr>
                <w:sz w:val="28"/>
                <w:szCs w:val="28"/>
              </w:rPr>
              <w:t xml:space="preserve">Aftekenkaart   </w:t>
            </w:r>
            <w:r w:rsidR="000B641F">
              <w:rPr>
                <w:sz w:val="28"/>
                <w:szCs w:val="28"/>
              </w:rPr>
              <w:t xml:space="preserve">Sterven en dan…………..                            </w:t>
            </w:r>
            <w:r w:rsidR="004316F8">
              <w:rPr>
                <w:sz w:val="28"/>
                <w:szCs w:val="28"/>
              </w:rPr>
              <w:t xml:space="preserve">        </w:t>
            </w:r>
            <w:r w:rsidR="00E96EC2">
              <w:rPr>
                <w:sz w:val="28"/>
                <w:szCs w:val="28"/>
              </w:rPr>
              <w:t xml:space="preserve">   </w:t>
            </w:r>
          </w:p>
          <w:p w:rsidR="00C231FD" w:rsidRDefault="00C231FD" w:rsidP="00C841E0"/>
          <w:p w:rsidR="00CA121A" w:rsidRDefault="00CA121A" w:rsidP="00C841E0">
            <w:r>
              <w:t>Naam</w:t>
            </w:r>
            <w:r w:rsidR="000B641F">
              <w:t xml:space="preserve"> leerling</w:t>
            </w:r>
            <w:r w:rsidR="00265766">
              <w:t xml:space="preserve">: </w:t>
            </w:r>
            <w:r w:rsidR="00E96EC2">
              <w:t xml:space="preserve"> </w:t>
            </w:r>
          </w:p>
          <w:p w:rsidR="00C231FD" w:rsidRDefault="00CA121A" w:rsidP="00C841E0">
            <w:r>
              <w:t>Groepsleden:</w:t>
            </w:r>
            <w:r w:rsidR="00E96EC2">
              <w:t xml:space="preserve">                                                                              </w:t>
            </w:r>
          </w:p>
          <w:p w:rsidR="00010F5C" w:rsidRDefault="00010F5C" w:rsidP="00C841E0">
            <w:r>
              <w:t>Klas:</w:t>
            </w:r>
          </w:p>
          <w:p w:rsidR="00F1259A" w:rsidRDefault="00F1259A" w:rsidP="00C841E0">
            <w:r>
              <w:t xml:space="preserve">Datum: </w:t>
            </w:r>
          </w:p>
          <w:p w:rsidR="00C231FD" w:rsidRDefault="00265766" w:rsidP="008744C9">
            <w:r>
              <w:t>Docent begeleider:</w:t>
            </w:r>
            <w:r w:rsidR="00E96EC2">
              <w:t xml:space="preserve">                                                    </w:t>
            </w:r>
            <w:r w:rsidR="00F1259A">
              <w:t xml:space="preserve">            Beoordeling:   o/v</w:t>
            </w:r>
          </w:p>
        </w:tc>
      </w:tr>
      <w:tr w:rsidR="00C231FD" w:rsidTr="00265766">
        <w:trPr>
          <w:trHeight w:val="575"/>
        </w:trPr>
        <w:tc>
          <w:tcPr>
            <w:tcW w:w="3936" w:type="dxa"/>
          </w:tcPr>
          <w:p w:rsidR="00C231FD" w:rsidRDefault="00265766" w:rsidP="00C841E0">
            <w:r>
              <w:t>Wat toon je aan:</w:t>
            </w:r>
          </w:p>
        </w:tc>
        <w:tc>
          <w:tcPr>
            <w:tcW w:w="992" w:type="dxa"/>
          </w:tcPr>
          <w:p w:rsidR="00C231FD" w:rsidRDefault="009F1721" w:rsidP="00C841E0">
            <w:r>
              <w:t xml:space="preserve">Check </w:t>
            </w:r>
          </w:p>
          <w:p w:rsidR="009F1721" w:rsidRDefault="009F1721" w:rsidP="00C841E0">
            <w:r>
              <w:t>groep</w:t>
            </w:r>
          </w:p>
        </w:tc>
        <w:tc>
          <w:tcPr>
            <w:tcW w:w="992" w:type="dxa"/>
          </w:tcPr>
          <w:p w:rsidR="00C231FD" w:rsidRDefault="009F1721" w:rsidP="00C841E0">
            <w:r>
              <w:t>Check</w:t>
            </w:r>
          </w:p>
          <w:p w:rsidR="009F1721" w:rsidRDefault="009F1721" w:rsidP="00C841E0">
            <w:r>
              <w:t>docent</w:t>
            </w:r>
          </w:p>
        </w:tc>
        <w:tc>
          <w:tcPr>
            <w:tcW w:w="3119" w:type="dxa"/>
            <w:tcBorders>
              <w:right w:val="nil"/>
            </w:tcBorders>
          </w:tcPr>
          <w:p w:rsidR="00C231FD" w:rsidRDefault="00265766" w:rsidP="00C841E0">
            <w:r>
              <w:t>Opmerkingen</w:t>
            </w:r>
          </w:p>
        </w:tc>
        <w:tc>
          <w:tcPr>
            <w:tcW w:w="249" w:type="dxa"/>
            <w:tcBorders>
              <w:left w:val="nil"/>
            </w:tcBorders>
          </w:tcPr>
          <w:p w:rsidR="00C231FD" w:rsidRDefault="00C231FD" w:rsidP="009F1721">
            <w:pPr>
              <w:ind w:left="-250" w:firstLine="250"/>
            </w:pPr>
          </w:p>
        </w:tc>
      </w:tr>
      <w:tr w:rsidR="009F1721" w:rsidTr="00C2050F">
        <w:trPr>
          <w:trHeight w:val="454"/>
        </w:trPr>
        <w:tc>
          <w:tcPr>
            <w:tcW w:w="3936" w:type="dxa"/>
            <w:vAlign w:val="center"/>
          </w:tcPr>
          <w:p w:rsidR="009F1721" w:rsidRPr="00265766" w:rsidRDefault="009F1721" w:rsidP="00265766">
            <w:pPr>
              <w:rPr>
                <w:b/>
              </w:rPr>
            </w:pPr>
            <w:r w:rsidRPr="00265766">
              <w:rPr>
                <w:b/>
              </w:rPr>
              <w:t>Akkoord op groep en onderwerp</w:t>
            </w:r>
          </w:p>
        </w:tc>
        <w:tc>
          <w:tcPr>
            <w:tcW w:w="992" w:type="dxa"/>
          </w:tcPr>
          <w:p w:rsidR="009F1721" w:rsidRDefault="009F1721" w:rsidP="00C841E0"/>
        </w:tc>
        <w:tc>
          <w:tcPr>
            <w:tcW w:w="992" w:type="dxa"/>
          </w:tcPr>
          <w:p w:rsidR="009F1721" w:rsidRDefault="009F1721" w:rsidP="00C841E0"/>
        </w:tc>
        <w:tc>
          <w:tcPr>
            <w:tcW w:w="3119" w:type="dxa"/>
            <w:tcBorders>
              <w:right w:val="nil"/>
            </w:tcBorders>
          </w:tcPr>
          <w:p w:rsidR="009F1721" w:rsidRDefault="009F1721" w:rsidP="00C841E0"/>
        </w:tc>
        <w:tc>
          <w:tcPr>
            <w:tcW w:w="249" w:type="dxa"/>
            <w:tcBorders>
              <w:left w:val="nil"/>
            </w:tcBorders>
          </w:tcPr>
          <w:p w:rsidR="009F1721" w:rsidRDefault="009F1721" w:rsidP="00C841E0"/>
        </w:tc>
      </w:tr>
      <w:tr w:rsidR="009F1721" w:rsidTr="00C2050F">
        <w:trPr>
          <w:trHeight w:val="454"/>
        </w:trPr>
        <w:tc>
          <w:tcPr>
            <w:tcW w:w="3936" w:type="dxa"/>
            <w:vAlign w:val="center"/>
          </w:tcPr>
          <w:p w:rsidR="009F1721" w:rsidRPr="00265766" w:rsidRDefault="005E27C5" w:rsidP="00265766">
            <w:pPr>
              <w:rPr>
                <w:b/>
              </w:rPr>
            </w:pPr>
            <w:r>
              <w:rPr>
                <w:b/>
              </w:rPr>
              <w:t>Samenwerkingscontract en startdocument</w:t>
            </w:r>
          </w:p>
        </w:tc>
        <w:tc>
          <w:tcPr>
            <w:tcW w:w="992" w:type="dxa"/>
          </w:tcPr>
          <w:p w:rsidR="009F1721" w:rsidRDefault="009F1721" w:rsidP="00C841E0"/>
        </w:tc>
        <w:tc>
          <w:tcPr>
            <w:tcW w:w="992" w:type="dxa"/>
          </w:tcPr>
          <w:p w:rsidR="009F1721" w:rsidRDefault="009F1721" w:rsidP="00C841E0"/>
        </w:tc>
        <w:tc>
          <w:tcPr>
            <w:tcW w:w="3119" w:type="dxa"/>
            <w:tcBorders>
              <w:right w:val="nil"/>
            </w:tcBorders>
          </w:tcPr>
          <w:p w:rsidR="009F1721" w:rsidRDefault="009F1721" w:rsidP="00C841E0"/>
        </w:tc>
        <w:tc>
          <w:tcPr>
            <w:tcW w:w="249" w:type="dxa"/>
            <w:tcBorders>
              <w:left w:val="nil"/>
            </w:tcBorders>
          </w:tcPr>
          <w:p w:rsidR="009F1721" w:rsidRDefault="009F1721" w:rsidP="00C841E0"/>
        </w:tc>
      </w:tr>
      <w:tr w:rsidR="009F1721" w:rsidTr="00265766">
        <w:tc>
          <w:tcPr>
            <w:tcW w:w="3936" w:type="dxa"/>
          </w:tcPr>
          <w:p w:rsidR="009F1721" w:rsidRDefault="005E27C5" w:rsidP="00E96A96">
            <w:pPr>
              <w:pStyle w:val="Lijstalinea"/>
              <w:numPr>
                <w:ilvl w:val="0"/>
                <w:numId w:val="2"/>
              </w:numPr>
            </w:pPr>
            <w:r>
              <w:t>Samenwerkingscontract</w:t>
            </w:r>
          </w:p>
          <w:p w:rsidR="00DA6123" w:rsidRDefault="00DA6123" w:rsidP="00DA6123">
            <w:pPr>
              <w:pStyle w:val="Lijstalinea"/>
            </w:pPr>
          </w:p>
        </w:tc>
        <w:tc>
          <w:tcPr>
            <w:tcW w:w="992" w:type="dxa"/>
          </w:tcPr>
          <w:p w:rsidR="009F1721" w:rsidRDefault="009F1721" w:rsidP="00C841E0"/>
        </w:tc>
        <w:tc>
          <w:tcPr>
            <w:tcW w:w="992" w:type="dxa"/>
          </w:tcPr>
          <w:p w:rsidR="009F1721" w:rsidRDefault="009F1721" w:rsidP="00C841E0"/>
        </w:tc>
        <w:tc>
          <w:tcPr>
            <w:tcW w:w="3119" w:type="dxa"/>
            <w:tcBorders>
              <w:right w:val="nil"/>
            </w:tcBorders>
          </w:tcPr>
          <w:p w:rsidR="009F1721" w:rsidRDefault="009F1721" w:rsidP="00C841E0"/>
        </w:tc>
        <w:tc>
          <w:tcPr>
            <w:tcW w:w="249" w:type="dxa"/>
            <w:tcBorders>
              <w:left w:val="nil"/>
            </w:tcBorders>
          </w:tcPr>
          <w:p w:rsidR="009F1721" w:rsidRDefault="009F1721" w:rsidP="00C841E0"/>
        </w:tc>
      </w:tr>
      <w:tr w:rsidR="009F1721" w:rsidTr="00265766">
        <w:tc>
          <w:tcPr>
            <w:tcW w:w="3936" w:type="dxa"/>
          </w:tcPr>
          <w:p w:rsidR="009F1721" w:rsidRDefault="005E27C5" w:rsidP="00E96A96">
            <w:pPr>
              <w:pStyle w:val="Lijstalinea"/>
              <w:numPr>
                <w:ilvl w:val="0"/>
                <w:numId w:val="2"/>
              </w:numPr>
            </w:pPr>
            <w:r>
              <w:t>Persoonlijke leerdoelen</w:t>
            </w:r>
          </w:p>
          <w:p w:rsidR="00DA6123" w:rsidRDefault="00DA6123" w:rsidP="00DA6123">
            <w:pPr>
              <w:pStyle w:val="Lijstalinea"/>
            </w:pPr>
          </w:p>
        </w:tc>
        <w:tc>
          <w:tcPr>
            <w:tcW w:w="992" w:type="dxa"/>
          </w:tcPr>
          <w:p w:rsidR="009F1721" w:rsidRDefault="009F1721" w:rsidP="00C841E0"/>
        </w:tc>
        <w:tc>
          <w:tcPr>
            <w:tcW w:w="992" w:type="dxa"/>
          </w:tcPr>
          <w:p w:rsidR="009F1721" w:rsidRDefault="009F1721" w:rsidP="00C841E0"/>
        </w:tc>
        <w:tc>
          <w:tcPr>
            <w:tcW w:w="3119" w:type="dxa"/>
            <w:tcBorders>
              <w:right w:val="nil"/>
            </w:tcBorders>
          </w:tcPr>
          <w:p w:rsidR="009F1721" w:rsidRDefault="009F1721" w:rsidP="00C841E0"/>
        </w:tc>
        <w:tc>
          <w:tcPr>
            <w:tcW w:w="249" w:type="dxa"/>
            <w:tcBorders>
              <w:left w:val="nil"/>
            </w:tcBorders>
          </w:tcPr>
          <w:p w:rsidR="009F1721" w:rsidRDefault="009F1721" w:rsidP="00C841E0"/>
        </w:tc>
      </w:tr>
      <w:tr w:rsidR="009F1721" w:rsidTr="00265766">
        <w:tc>
          <w:tcPr>
            <w:tcW w:w="3936" w:type="dxa"/>
          </w:tcPr>
          <w:p w:rsidR="009F1721" w:rsidRDefault="005E27C5" w:rsidP="008E7B5B">
            <w:pPr>
              <w:pStyle w:val="Lijstalinea"/>
              <w:numPr>
                <w:ilvl w:val="0"/>
                <w:numId w:val="2"/>
              </w:numPr>
            </w:pPr>
            <w:r>
              <w:t>Start document</w:t>
            </w:r>
          </w:p>
          <w:p w:rsidR="00DA6123" w:rsidRDefault="00DA6123" w:rsidP="00DA6123">
            <w:pPr>
              <w:pStyle w:val="Lijstalinea"/>
            </w:pPr>
          </w:p>
        </w:tc>
        <w:tc>
          <w:tcPr>
            <w:tcW w:w="992" w:type="dxa"/>
          </w:tcPr>
          <w:p w:rsidR="009F1721" w:rsidRDefault="009F1721" w:rsidP="00C841E0"/>
        </w:tc>
        <w:tc>
          <w:tcPr>
            <w:tcW w:w="992" w:type="dxa"/>
          </w:tcPr>
          <w:p w:rsidR="009F1721" w:rsidRDefault="009F1721" w:rsidP="00C841E0"/>
        </w:tc>
        <w:tc>
          <w:tcPr>
            <w:tcW w:w="3119" w:type="dxa"/>
            <w:tcBorders>
              <w:right w:val="nil"/>
            </w:tcBorders>
          </w:tcPr>
          <w:p w:rsidR="009F1721" w:rsidRDefault="009F1721" w:rsidP="00C841E0"/>
        </w:tc>
        <w:tc>
          <w:tcPr>
            <w:tcW w:w="249" w:type="dxa"/>
            <w:tcBorders>
              <w:left w:val="nil"/>
            </w:tcBorders>
          </w:tcPr>
          <w:p w:rsidR="009F1721" w:rsidRDefault="009F1721" w:rsidP="00C841E0"/>
        </w:tc>
      </w:tr>
      <w:tr w:rsidR="009F1721" w:rsidTr="00265766">
        <w:tc>
          <w:tcPr>
            <w:tcW w:w="3936" w:type="dxa"/>
          </w:tcPr>
          <w:p w:rsidR="009F1721" w:rsidRDefault="00DA6123" w:rsidP="00E96A96">
            <w:pPr>
              <w:pStyle w:val="Lijstalinea"/>
              <w:numPr>
                <w:ilvl w:val="0"/>
                <w:numId w:val="2"/>
              </w:numPr>
            </w:pPr>
            <w:r>
              <w:t>Leergroep verslagen minimaal 4</w:t>
            </w:r>
          </w:p>
          <w:p w:rsidR="00DA6123" w:rsidRDefault="00DA6123" w:rsidP="00DA6123">
            <w:pPr>
              <w:pStyle w:val="Lijstalinea"/>
            </w:pPr>
          </w:p>
        </w:tc>
        <w:tc>
          <w:tcPr>
            <w:tcW w:w="992" w:type="dxa"/>
          </w:tcPr>
          <w:p w:rsidR="009F1721" w:rsidRDefault="009F1721" w:rsidP="00C841E0"/>
        </w:tc>
        <w:tc>
          <w:tcPr>
            <w:tcW w:w="992" w:type="dxa"/>
          </w:tcPr>
          <w:p w:rsidR="009F1721" w:rsidRDefault="009F1721" w:rsidP="00C841E0"/>
        </w:tc>
        <w:tc>
          <w:tcPr>
            <w:tcW w:w="3119" w:type="dxa"/>
            <w:tcBorders>
              <w:right w:val="nil"/>
            </w:tcBorders>
          </w:tcPr>
          <w:p w:rsidR="009F1721" w:rsidRDefault="009F1721" w:rsidP="00C841E0"/>
        </w:tc>
        <w:tc>
          <w:tcPr>
            <w:tcW w:w="249" w:type="dxa"/>
            <w:tcBorders>
              <w:left w:val="nil"/>
            </w:tcBorders>
          </w:tcPr>
          <w:p w:rsidR="009F1721" w:rsidRDefault="009F1721" w:rsidP="00C841E0"/>
        </w:tc>
      </w:tr>
      <w:tr w:rsidR="009F1721" w:rsidTr="00265766">
        <w:tc>
          <w:tcPr>
            <w:tcW w:w="3936" w:type="dxa"/>
          </w:tcPr>
          <w:p w:rsidR="009F1721" w:rsidRDefault="009F1721" w:rsidP="00E96A96">
            <w:pPr>
              <w:pStyle w:val="Lijstalinea"/>
              <w:numPr>
                <w:ilvl w:val="0"/>
                <w:numId w:val="2"/>
              </w:numPr>
            </w:pPr>
            <w:r>
              <w:t>Evaluatie op proces</w:t>
            </w:r>
          </w:p>
          <w:p w:rsidR="00DA6123" w:rsidRDefault="00DA6123" w:rsidP="00DA6123">
            <w:pPr>
              <w:pStyle w:val="Lijstalinea"/>
            </w:pPr>
          </w:p>
        </w:tc>
        <w:tc>
          <w:tcPr>
            <w:tcW w:w="992" w:type="dxa"/>
          </w:tcPr>
          <w:p w:rsidR="009F1721" w:rsidRDefault="009F1721" w:rsidP="00C841E0"/>
        </w:tc>
        <w:tc>
          <w:tcPr>
            <w:tcW w:w="992" w:type="dxa"/>
          </w:tcPr>
          <w:p w:rsidR="009F1721" w:rsidRDefault="009F1721" w:rsidP="00C841E0"/>
        </w:tc>
        <w:tc>
          <w:tcPr>
            <w:tcW w:w="3119" w:type="dxa"/>
            <w:tcBorders>
              <w:right w:val="nil"/>
            </w:tcBorders>
          </w:tcPr>
          <w:p w:rsidR="009F1721" w:rsidRDefault="009F1721" w:rsidP="00C841E0"/>
        </w:tc>
        <w:tc>
          <w:tcPr>
            <w:tcW w:w="249" w:type="dxa"/>
            <w:tcBorders>
              <w:left w:val="nil"/>
            </w:tcBorders>
          </w:tcPr>
          <w:p w:rsidR="009F1721" w:rsidRDefault="009F1721" w:rsidP="00C841E0"/>
        </w:tc>
      </w:tr>
      <w:tr w:rsidR="009F1721" w:rsidTr="00265766">
        <w:tc>
          <w:tcPr>
            <w:tcW w:w="3936" w:type="dxa"/>
          </w:tcPr>
          <w:p w:rsidR="009F1721" w:rsidRDefault="009F1721" w:rsidP="00E96A96">
            <w:pPr>
              <w:pStyle w:val="Lijstalinea"/>
              <w:numPr>
                <w:ilvl w:val="0"/>
                <w:numId w:val="2"/>
              </w:numPr>
            </w:pPr>
            <w:r>
              <w:t>Evaluatie op product</w:t>
            </w:r>
          </w:p>
          <w:p w:rsidR="00DA6123" w:rsidRDefault="00DA6123" w:rsidP="00DA6123">
            <w:pPr>
              <w:pStyle w:val="Lijstalinea"/>
            </w:pPr>
          </w:p>
        </w:tc>
        <w:tc>
          <w:tcPr>
            <w:tcW w:w="992" w:type="dxa"/>
          </w:tcPr>
          <w:p w:rsidR="009F1721" w:rsidRDefault="009F1721" w:rsidP="00C841E0"/>
        </w:tc>
        <w:tc>
          <w:tcPr>
            <w:tcW w:w="992" w:type="dxa"/>
          </w:tcPr>
          <w:p w:rsidR="009F1721" w:rsidRDefault="009F1721" w:rsidP="00C841E0"/>
        </w:tc>
        <w:tc>
          <w:tcPr>
            <w:tcW w:w="3119" w:type="dxa"/>
            <w:tcBorders>
              <w:right w:val="nil"/>
            </w:tcBorders>
          </w:tcPr>
          <w:p w:rsidR="009F1721" w:rsidRDefault="009F1721" w:rsidP="00C841E0"/>
        </w:tc>
        <w:tc>
          <w:tcPr>
            <w:tcW w:w="249" w:type="dxa"/>
            <w:tcBorders>
              <w:left w:val="nil"/>
            </w:tcBorders>
          </w:tcPr>
          <w:p w:rsidR="009F1721" w:rsidRDefault="009F1721" w:rsidP="00C841E0"/>
        </w:tc>
      </w:tr>
      <w:tr w:rsidR="009F1721" w:rsidTr="00C2050F">
        <w:trPr>
          <w:trHeight w:val="454"/>
        </w:trPr>
        <w:tc>
          <w:tcPr>
            <w:tcW w:w="3936" w:type="dxa"/>
            <w:vAlign w:val="center"/>
          </w:tcPr>
          <w:p w:rsidR="009F1721" w:rsidRPr="00265766" w:rsidRDefault="00724271" w:rsidP="00831BA3">
            <w:pPr>
              <w:rPr>
                <w:b/>
              </w:rPr>
            </w:pPr>
            <w:r w:rsidRPr="00265766">
              <w:rPr>
                <w:b/>
              </w:rPr>
              <w:t xml:space="preserve">Voorbereiding </w:t>
            </w:r>
            <w:r w:rsidR="000B176A">
              <w:rPr>
                <w:b/>
              </w:rPr>
              <w:t>rouwkamer</w:t>
            </w:r>
            <w:r w:rsidR="005E27C5">
              <w:rPr>
                <w:b/>
              </w:rPr>
              <w:t xml:space="preserve"> </w:t>
            </w:r>
            <w:r w:rsidR="00613414">
              <w:rPr>
                <w:b/>
              </w:rPr>
              <w:t>in week 8</w:t>
            </w:r>
          </w:p>
        </w:tc>
        <w:tc>
          <w:tcPr>
            <w:tcW w:w="992" w:type="dxa"/>
          </w:tcPr>
          <w:p w:rsidR="009F1721" w:rsidRDefault="009F1721" w:rsidP="00C841E0"/>
        </w:tc>
        <w:tc>
          <w:tcPr>
            <w:tcW w:w="992" w:type="dxa"/>
          </w:tcPr>
          <w:p w:rsidR="009F1721" w:rsidRDefault="009F1721" w:rsidP="00C841E0"/>
        </w:tc>
        <w:tc>
          <w:tcPr>
            <w:tcW w:w="3119" w:type="dxa"/>
            <w:tcBorders>
              <w:right w:val="nil"/>
            </w:tcBorders>
          </w:tcPr>
          <w:p w:rsidR="009F1721" w:rsidRDefault="009F1721" w:rsidP="00C841E0"/>
        </w:tc>
        <w:tc>
          <w:tcPr>
            <w:tcW w:w="249" w:type="dxa"/>
            <w:tcBorders>
              <w:left w:val="nil"/>
            </w:tcBorders>
          </w:tcPr>
          <w:p w:rsidR="009F1721" w:rsidRDefault="009F1721" w:rsidP="00C841E0"/>
        </w:tc>
      </w:tr>
      <w:tr w:rsidR="00B67BB1" w:rsidTr="00265766">
        <w:tc>
          <w:tcPr>
            <w:tcW w:w="3936" w:type="dxa"/>
          </w:tcPr>
          <w:p w:rsidR="00B67BB1" w:rsidRDefault="00831BA3" w:rsidP="00831BA3">
            <w:pPr>
              <w:pStyle w:val="Lijstalinea"/>
              <w:numPr>
                <w:ilvl w:val="0"/>
                <w:numId w:val="4"/>
              </w:numPr>
            </w:pPr>
            <w:r>
              <w:t>Uitnodiging</w:t>
            </w:r>
            <w:r w:rsidR="005E27C5">
              <w:t xml:space="preserve"> </w:t>
            </w:r>
          </w:p>
          <w:p w:rsidR="00DA6123" w:rsidRDefault="00DA6123" w:rsidP="00DA6123">
            <w:pPr>
              <w:pStyle w:val="Lijstalinea"/>
            </w:pPr>
          </w:p>
        </w:tc>
        <w:tc>
          <w:tcPr>
            <w:tcW w:w="992" w:type="dxa"/>
          </w:tcPr>
          <w:p w:rsidR="00B67BB1" w:rsidRDefault="00B67BB1" w:rsidP="00C841E0"/>
        </w:tc>
        <w:tc>
          <w:tcPr>
            <w:tcW w:w="992" w:type="dxa"/>
          </w:tcPr>
          <w:p w:rsidR="00B67BB1" w:rsidRDefault="00B67BB1" w:rsidP="00C841E0"/>
        </w:tc>
        <w:tc>
          <w:tcPr>
            <w:tcW w:w="3119" w:type="dxa"/>
            <w:tcBorders>
              <w:right w:val="nil"/>
            </w:tcBorders>
          </w:tcPr>
          <w:p w:rsidR="00B67BB1" w:rsidRDefault="00B67BB1" w:rsidP="00C841E0"/>
        </w:tc>
        <w:tc>
          <w:tcPr>
            <w:tcW w:w="249" w:type="dxa"/>
            <w:tcBorders>
              <w:left w:val="nil"/>
            </w:tcBorders>
          </w:tcPr>
          <w:p w:rsidR="00B67BB1" w:rsidRDefault="00B67BB1" w:rsidP="00C841E0"/>
        </w:tc>
      </w:tr>
      <w:tr w:rsidR="002F32D5" w:rsidTr="00265766">
        <w:tc>
          <w:tcPr>
            <w:tcW w:w="3936" w:type="dxa"/>
          </w:tcPr>
          <w:p w:rsidR="002F32D5" w:rsidRDefault="00831BA3" w:rsidP="005E27C5">
            <w:pPr>
              <w:pStyle w:val="Lijstalinea"/>
              <w:numPr>
                <w:ilvl w:val="0"/>
                <w:numId w:val="4"/>
              </w:numPr>
            </w:pPr>
            <w:r>
              <w:t>Kostenoverzicht</w:t>
            </w:r>
          </w:p>
          <w:p w:rsidR="00DA6123" w:rsidRDefault="00DA6123" w:rsidP="00DA6123">
            <w:pPr>
              <w:pStyle w:val="Lijstalinea"/>
            </w:pPr>
          </w:p>
        </w:tc>
        <w:tc>
          <w:tcPr>
            <w:tcW w:w="992" w:type="dxa"/>
          </w:tcPr>
          <w:p w:rsidR="002F32D5" w:rsidRDefault="002F32D5" w:rsidP="00C841E0"/>
        </w:tc>
        <w:tc>
          <w:tcPr>
            <w:tcW w:w="992" w:type="dxa"/>
          </w:tcPr>
          <w:p w:rsidR="002F32D5" w:rsidRDefault="002F32D5" w:rsidP="00C841E0"/>
        </w:tc>
        <w:tc>
          <w:tcPr>
            <w:tcW w:w="3119" w:type="dxa"/>
            <w:tcBorders>
              <w:right w:val="nil"/>
            </w:tcBorders>
          </w:tcPr>
          <w:p w:rsidR="002F32D5" w:rsidRDefault="002F32D5" w:rsidP="00C841E0"/>
        </w:tc>
        <w:tc>
          <w:tcPr>
            <w:tcW w:w="249" w:type="dxa"/>
            <w:tcBorders>
              <w:left w:val="nil"/>
            </w:tcBorders>
          </w:tcPr>
          <w:p w:rsidR="002F32D5" w:rsidRDefault="002F32D5" w:rsidP="00C841E0"/>
        </w:tc>
      </w:tr>
      <w:tr w:rsidR="002F32D5" w:rsidTr="00265766">
        <w:tc>
          <w:tcPr>
            <w:tcW w:w="3936" w:type="dxa"/>
          </w:tcPr>
          <w:p w:rsidR="005E27C5" w:rsidRDefault="000B176A" w:rsidP="005E27C5">
            <w:pPr>
              <w:rPr>
                <w:b/>
              </w:rPr>
            </w:pPr>
            <w:r>
              <w:rPr>
                <w:b/>
              </w:rPr>
              <w:t>Tijdschrift</w:t>
            </w:r>
          </w:p>
          <w:p w:rsidR="00CA121A" w:rsidRPr="005E27C5" w:rsidRDefault="00CA121A" w:rsidP="005E27C5">
            <w:pPr>
              <w:rPr>
                <w:b/>
              </w:rPr>
            </w:pPr>
          </w:p>
        </w:tc>
        <w:tc>
          <w:tcPr>
            <w:tcW w:w="992" w:type="dxa"/>
          </w:tcPr>
          <w:p w:rsidR="002F32D5" w:rsidRDefault="002F32D5" w:rsidP="00C841E0"/>
        </w:tc>
        <w:tc>
          <w:tcPr>
            <w:tcW w:w="992" w:type="dxa"/>
          </w:tcPr>
          <w:p w:rsidR="002F32D5" w:rsidRDefault="002F32D5" w:rsidP="00C841E0"/>
        </w:tc>
        <w:tc>
          <w:tcPr>
            <w:tcW w:w="3119" w:type="dxa"/>
            <w:tcBorders>
              <w:right w:val="nil"/>
            </w:tcBorders>
          </w:tcPr>
          <w:p w:rsidR="002F32D5" w:rsidRDefault="002F32D5" w:rsidP="00C841E0"/>
        </w:tc>
        <w:tc>
          <w:tcPr>
            <w:tcW w:w="249" w:type="dxa"/>
            <w:tcBorders>
              <w:left w:val="nil"/>
            </w:tcBorders>
          </w:tcPr>
          <w:p w:rsidR="002F32D5" w:rsidRDefault="002F32D5" w:rsidP="00C841E0"/>
        </w:tc>
      </w:tr>
      <w:tr w:rsidR="002F32D5" w:rsidTr="00265766">
        <w:tc>
          <w:tcPr>
            <w:tcW w:w="3936" w:type="dxa"/>
          </w:tcPr>
          <w:p w:rsidR="002F32D5" w:rsidRDefault="00DA6123" w:rsidP="005E27C5">
            <w:pPr>
              <w:pStyle w:val="Lijstalinea"/>
              <w:numPr>
                <w:ilvl w:val="0"/>
                <w:numId w:val="13"/>
              </w:numPr>
            </w:pPr>
            <w:r>
              <w:t>V</w:t>
            </w:r>
            <w:r w:rsidR="005E27C5">
              <w:t>oorblad</w:t>
            </w:r>
          </w:p>
          <w:p w:rsidR="00DA6123" w:rsidRDefault="00DA6123" w:rsidP="00DA6123">
            <w:pPr>
              <w:pStyle w:val="Lijstalinea"/>
            </w:pPr>
          </w:p>
        </w:tc>
        <w:tc>
          <w:tcPr>
            <w:tcW w:w="992" w:type="dxa"/>
          </w:tcPr>
          <w:p w:rsidR="002F32D5" w:rsidRDefault="002F32D5" w:rsidP="00C841E0"/>
        </w:tc>
        <w:tc>
          <w:tcPr>
            <w:tcW w:w="992" w:type="dxa"/>
          </w:tcPr>
          <w:p w:rsidR="002F32D5" w:rsidRDefault="002F32D5" w:rsidP="00C841E0"/>
        </w:tc>
        <w:tc>
          <w:tcPr>
            <w:tcW w:w="3119" w:type="dxa"/>
            <w:tcBorders>
              <w:right w:val="nil"/>
            </w:tcBorders>
          </w:tcPr>
          <w:p w:rsidR="002F32D5" w:rsidRDefault="002F32D5" w:rsidP="00C841E0"/>
        </w:tc>
        <w:tc>
          <w:tcPr>
            <w:tcW w:w="249" w:type="dxa"/>
            <w:tcBorders>
              <w:left w:val="nil"/>
            </w:tcBorders>
          </w:tcPr>
          <w:p w:rsidR="002F32D5" w:rsidRDefault="002F32D5" w:rsidP="00C841E0"/>
        </w:tc>
      </w:tr>
      <w:tr w:rsidR="004316F8" w:rsidTr="00265766">
        <w:tc>
          <w:tcPr>
            <w:tcW w:w="3936" w:type="dxa"/>
          </w:tcPr>
          <w:p w:rsidR="004316F8" w:rsidRDefault="00DA6123" w:rsidP="004316F8">
            <w:pPr>
              <w:pStyle w:val="Lijstalinea"/>
              <w:numPr>
                <w:ilvl w:val="0"/>
                <w:numId w:val="4"/>
              </w:numPr>
            </w:pPr>
            <w:r>
              <w:t>I</w:t>
            </w:r>
            <w:r w:rsidR="00C54595">
              <w:t>nhoudsopgave</w:t>
            </w:r>
          </w:p>
          <w:p w:rsidR="00DA6123" w:rsidRDefault="00DA6123" w:rsidP="00DA6123">
            <w:pPr>
              <w:pStyle w:val="Lijstalinea"/>
            </w:pPr>
          </w:p>
        </w:tc>
        <w:tc>
          <w:tcPr>
            <w:tcW w:w="992" w:type="dxa"/>
          </w:tcPr>
          <w:p w:rsidR="004316F8" w:rsidRDefault="004316F8" w:rsidP="00C841E0"/>
        </w:tc>
        <w:tc>
          <w:tcPr>
            <w:tcW w:w="992" w:type="dxa"/>
          </w:tcPr>
          <w:p w:rsidR="004316F8" w:rsidRDefault="004316F8" w:rsidP="00C841E0"/>
        </w:tc>
        <w:tc>
          <w:tcPr>
            <w:tcW w:w="3119" w:type="dxa"/>
            <w:tcBorders>
              <w:right w:val="nil"/>
            </w:tcBorders>
          </w:tcPr>
          <w:p w:rsidR="004316F8" w:rsidRDefault="004316F8" w:rsidP="00C841E0"/>
        </w:tc>
        <w:tc>
          <w:tcPr>
            <w:tcW w:w="249" w:type="dxa"/>
            <w:tcBorders>
              <w:left w:val="nil"/>
            </w:tcBorders>
          </w:tcPr>
          <w:p w:rsidR="004316F8" w:rsidRDefault="004316F8" w:rsidP="00C841E0"/>
        </w:tc>
      </w:tr>
      <w:tr w:rsidR="00C54595" w:rsidTr="00265766">
        <w:tc>
          <w:tcPr>
            <w:tcW w:w="3936" w:type="dxa"/>
          </w:tcPr>
          <w:p w:rsidR="00C54595" w:rsidRDefault="00DA6123" w:rsidP="004316F8">
            <w:pPr>
              <w:pStyle w:val="Lijstalinea"/>
              <w:numPr>
                <w:ilvl w:val="0"/>
                <w:numId w:val="4"/>
              </w:numPr>
            </w:pPr>
            <w:r>
              <w:t>Inleiding</w:t>
            </w:r>
          </w:p>
          <w:p w:rsidR="00DA6123" w:rsidRDefault="00DA6123" w:rsidP="00DA6123">
            <w:pPr>
              <w:pStyle w:val="Lijstalinea"/>
            </w:pPr>
          </w:p>
        </w:tc>
        <w:tc>
          <w:tcPr>
            <w:tcW w:w="992" w:type="dxa"/>
          </w:tcPr>
          <w:p w:rsidR="00C54595" w:rsidRDefault="00C54595" w:rsidP="00C841E0"/>
        </w:tc>
        <w:tc>
          <w:tcPr>
            <w:tcW w:w="992" w:type="dxa"/>
          </w:tcPr>
          <w:p w:rsidR="00C54595" w:rsidRDefault="00C54595" w:rsidP="00C841E0"/>
        </w:tc>
        <w:tc>
          <w:tcPr>
            <w:tcW w:w="3119" w:type="dxa"/>
            <w:tcBorders>
              <w:right w:val="nil"/>
            </w:tcBorders>
          </w:tcPr>
          <w:p w:rsidR="00C54595" w:rsidRDefault="00C54595" w:rsidP="00C841E0"/>
        </w:tc>
        <w:tc>
          <w:tcPr>
            <w:tcW w:w="249" w:type="dxa"/>
            <w:tcBorders>
              <w:left w:val="nil"/>
            </w:tcBorders>
          </w:tcPr>
          <w:p w:rsidR="00C54595" w:rsidRDefault="00C54595" w:rsidP="00C841E0"/>
        </w:tc>
      </w:tr>
      <w:tr w:rsidR="00C54595" w:rsidTr="00265766">
        <w:tc>
          <w:tcPr>
            <w:tcW w:w="3936" w:type="dxa"/>
          </w:tcPr>
          <w:p w:rsidR="00C54595" w:rsidRDefault="000B176A" w:rsidP="004316F8">
            <w:pPr>
              <w:pStyle w:val="Lijstalinea"/>
              <w:numPr>
                <w:ilvl w:val="0"/>
                <w:numId w:val="4"/>
              </w:numPr>
            </w:pPr>
            <w:r>
              <w:t>Uitwerking van alle opdrachten m.u.v. 2C en 15 t/m 17</w:t>
            </w:r>
          </w:p>
          <w:p w:rsidR="00DA6123" w:rsidRDefault="00DA6123" w:rsidP="00DA6123">
            <w:pPr>
              <w:pStyle w:val="Lijstalinea"/>
            </w:pPr>
          </w:p>
        </w:tc>
        <w:tc>
          <w:tcPr>
            <w:tcW w:w="992" w:type="dxa"/>
          </w:tcPr>
          <w:p w:rsidR="00C54595" w:rsidRDefault="00C54595" w:rsidP="00C841E0"/>
        </w:tc>
        <w:tc>
          <w:tcPr>
            <w:tcW w:w="992" w:type="dxa"/>
          </w:tcPr>
          <w:p w:rsidR="00C54595" w:rsidRDefault="00C54595" w:rsidP="00C841E0"/>
        </w:tc>
        <w:tc>
          <w:tcPr>
            <w:tcW w:w="3119" w:type="dxa"/>
            <w:tcBorders>
              <w:right w:val="nil"/>
            </w:tcBorders>
          </w:tcPr>
          <w:p w:rsidR="00C54595" w:rsidRDefault="00C54595" w:rsidP="00C841E0"/>
        </w:tc>
        <w:tc>
          <w:tcPr>
            <w:tcW w:w="249" w:type="dxa"/>
            <w:tcBorders>
              <w:left w:val="nil"/>
            </w:tcBorders>
          </w:tcPr>
          <w:p w:rsidR="00C54595" w:rsidRDefault="00C54595" w:rsidP="00C841E0"/>
        </w:tc>
      </w:tr>
      <w:tr w:rsidR="002F32D5" w:rsidTr="008744C9">
        <w:trPr>
          <w:trHeight w:val="935"/>
        </w:trPr>
        <w:tc>
          <w:tcPr>
            <w:tcW w:w="9288" w:type="dxa"/>
            <w:gridSpan w:val="5"/>
          </w:tcPr>
          <w:p w:rsidR="002F32D5" w:rsidRDefault="002F32D5" w:rsidP="00C841E0">
            <w:r>
              <w:t>Opmerkingen:</w:t>
            </w:r>
          </w:p>
          <w:p w:rsidR="004316F8" w:rsidRDefault="004316F8" w:rsidP="00C841E0"/>
          <w:p w:rsidR="00DA6123" w:rsidRDefault="00DA6123" w:rsidP="00C841E0"/>
          <w:p w:rsidR="004316F8" w:rsidRDefault="004316F8" w:rsidP="00C841E0"/>
        </w:tc>
      </w:tr>
    </w:tbl>
    <w:p w:rsidR="00976DF5" w:rsidRDefault="00976DF5" w:rsidP="00341BAC">
      <w:pPr>
        <w:jc w:val="center"/>
        <w:rPr>
          <w:noProof/>
          <w:color w:val="0000FF"/>
        </w:rPr>
      </w:pPr>
    </w:p>
    <w:p w:rsidR="00341BAC" w:rsidRDefault="00341BAC" w:rsidP="00341BAC">
      <w:pPr>
        <w:jc w:val="center"/>
        <w:rPr>
          <w:noProof/>
          <w:color w:val="0000FF"/>
        </w:rPr>
      </w:pPr>
    </w:p>
    <w:p w:rsidR="00341BAC" w:rsidRDefault="00341BAC" w:rsidP="00341BAC">
      <w:pPr>
        <w:jc w:val="center"/>
        <w:rPr>
          <w:noProof/>
          <w:color w:val="0000FF"/>
        </w:rPr>
      </w:pPr>
    </w:p>
    <w:p w:rsidR="00341BAC" w:rsidRDefault="00341BAC" w:rsidP="00341BAC">
      <w:pPr>
        <w:jc w:val="center"/>
        <w:rPr>
          <w:noProof/>
          <w:color w:val="0000FF"/>
        </w:rPr>
      </w:pPr>
    </w:p>
    <w:p w:rsidR="00341BAC" w:rsidRDefault="00341BAC" w:rsidP="00341BAC">
      <w:pPr>
        <w:jc w:val="center"/>
        <w:rPr>
          <w:noProof/>
          <w:color w:val="0000FF"/>
        </w:rPr>
      </w:pPr>
    </w:p>
    <w:p w:rsidR="00341BAC" w:rsidRDefault="00341BAC" w:rsidP="00341BAC">
      <w:pPr>
        <w:jc w:val="center"/>
        <w:rPr>
          <w:noProof/>
          <w:color w:val="0000FF"/>
        </w:rPr>
      </w:pPr>
    </w:p>
    <w:p w:rsidR="00341BAC" w:rsidRDefault="00341BAC" w:rsidP="00341BAC">
      <w:pPr>
        <w:jc w:val="center"/>
        <w:rPr>
          <w:noProof/>
          <w:color w:val="0000FF"/>
        </w:rPr>
      </w:pPr>
    </w:p>
    <w:p w:rsidR="00341BAC" w:rsidRDefault="00341BAC" w:rsidP="00341BAC">
      <w:pPr>
        <w:jc w:val="center"/>
        <w:rPr>
          <w:noProof/>
          <w:color w:val="0000FF"/>
        </w:rPr>
      </w:pPr>
      <w:r>
        <w:rPr>
          <w:noProof/>
          <w:color w:val="0000FF"/>
        </w:rPr>
        <w:drawing>
          <wp:inline distT="0" distB="0" distL="0" distR="0" wp14:anchorId="5159AA35" wp14:editId="77E3A238">
            <wp:extent cx="1932305" cy="2665730"/>
            <wp:effectExtent l="0" t="0" r="0" b="1270"/>
            <wp:docPr id="11" name="irc_mi" descr="http://www.hoezoanders.nl/wp-content/uploads/2013/11/loesje-zorgen-e1384171336538-203x280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hoezoanders.nl/wp-content/uploads/2013/11/loesje-zorgen-e1384171336538-203x280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266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BAC" w:rsidRDefault="00341BAC" w:rsidP="00341BAC">
      <w:pPr>
        <w:jc w:val="center"/>
        <w:rPr>
          <w:noProof/>
          <w:color w:val="0000FF"/>
        </w:rPr>
      </w:pPr>
    </w:p>
    <w:p w:rsidR="00341BAC" w:rsidRDefault="00341BAC" w:rsidP="00341BAC">
      <w:pPr>
        <w:jc w:val="center"/>
        <w:rPr>
          <w:noProof/>
          <w:color w:val="0000FF"/>
        </w:rPr>
      </w:pPr>
    </w:p>
    <w:p w:rsidR="00341BAC" w:rsidRDefault="00341BAC" w:rsidP="00341BAC">
      <w:pPr>
        <w:jc w:val="center"/>
        <w:rPr>
          <w:noProof/>
          <w:color w:val="0000FF"/>
        </w:rPr>
      </w:pPr>
    </w:p>
    <w:p w:rsidR="00341BAC" w:rsidRDefault="00341BAC" w:rsidP="00341BAC">
      <w:pPr>
        <w:jc w:val="center"/>
        <w:rPr>
          <w:b/>
          <w:sz w:val="36"/>
          <w:szCs w:val="36"/>
        </w:rPr>
      </w:pPr>
    </w:p>
    <w:sectPr w:rsidR="00341BAC" w:rsidSect="00417E7B">
      <w:footerReference w:type="default" r:id="rId18"/>
      <w:pgSz w:w="11906" w:h="16838"/>
      <w:pgMar w:top="1134" w:right="1418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C5C" w:rsidRDefault="004E6C5C" w:rsidP="00405006">
      <w:pPr>
        <w:spacing w:after="0" w:line="240" w:lineRule="auto"/>
      </w:pPr>
      <w:r>
        <w:separator/>
      </w:r>
    </w:p>
  </w:endnote>
  <w:endnote w:type="continuationSeparator" w:id="0">
    <w:p w:rsidR="004E6C5C" w:rsidRDefault="004E6C5C" w:rsidP="00405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5754966"/>
      <w:docPartObj>
        <w:docPartGallery w:val="Page Numbers (Bottom of Page)"/>
        <w:docPartUnique/>
      </w:docPartObj>
    </w:sdtPr>
    <w:sdtContent>
      <w:p w:rsidR="00405006" w:rsidRDefault="00417E7B">
        <w:pPr>
          <w:pStyle w:val="Voetteks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6E087FE" wp14:editId="6ECDCB3A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561975" cy="561975"/>
                  <wp:effectExtent l="9525" t="9525" r="9525" b="9525"/>
                  <wp:wrapNone/>
                  <wp:docPr id="603" name="Ovaa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E7B" w:rsidRDefault="00417E7B">
                              <w:pPr>
                                <w:pStyle w:val="Voettekst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Pr="00417E7B">
                                <w:rPr>
                                  <w:noProof/>
                                  <w:color w:val="4F81BD" w:themeColor="accent1"/>
                                </w:rPr>
                                <w:t>2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id="Ovaal 6" o:spid="_x0000_s1026" style="position:absolute;margin-left:0;margin-top:0;width:44.25pt;height:44.25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" filled="f" fillcolor="#c0504d" strokecolor="#adc1d9" strokeweight="1pt">
                  <v:textbox inset="0,0,0,0">
                    <w:txbxContent>
                      <w:p w:rsidR="00417E7B" w:rsidRDefault="00417E7B">
                        <w:pPr>
                          <w:pStyle w:val="Voettekst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Pr="00417E7B">
                          <w:rPr>
                            <w:noProof/>
                            <w:color w:val="4F81BD" w:themeColor="accent1"/>
                          </w:rPr>
                          <w:t>2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C5C" w:rsidRDefault="004E6C5C" w:rsidP="00405006">
      <w:pPr>
        <w:spacing w:after="0" w:line="240" w:lineRule="auto"/>
      </w:pPr>
      <w:r>
        <w:separator/>
      </w:r>
    </w:p>
  </w:footnote>
  <w:footnote w:type="continuationSeparator" w:id="0">
    <w:p w:rsidR="004E6C5C" w:rsidRDefault="004E6C5C" w:rsidP="004050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E4AB6"/>
    <w:multiLevelType w:val="hybridMultilevel"/>
    <w:tmpl w:val="EF74DD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56DF9"/>
    <w:multiLevelType w:val="hybridMultilevel"/>
    <w:tmpl w:val="07943C26"/>
    <w:lvl w:ilvl="0" w:tplc="0413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65001"/>
    <w:multiLevelType w:val="hybridMultilevel"/>
    <w:tmpl w:val="D97C2988"/>
    <w:lvl w:ilvl="0" w:tplc="C5280A5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572561"/>
    <w:multiLevelType w:val="hybridMultilevel"/>
    <w:tmpl w:val="867017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140A2"/>
    <w:multiLevelType w:val="hybridMultilevel"/>
    <w:tmpl w:val="E234A336"/>
    <w:lvl w:ilvl="0" w:tplc="67D60F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84197C"/>
    <w:multiLevelType w:val="hybridMultilevel"/>
    <w:tmpl w:val="4810FCEE"/>
    <w:lvl w:ilvl="0" w:tplc="9348BD4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83335F8"/>
    <w:multiLevelType w:val="hybridMultilevel"/>
    <w:tmpl w:val="22A2E250"/>
    <w:lvl w:ilvl="0" w:tplc="F1E465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DFE78D1"/>
    <w:multiLevelType w:val="hybridMultilevel"/>
    <w:tmpl w:val="64CA1812"/>
    <w:lvl w:ilvl="0" w:tplc="0413000F">
      <w:start w:val="1"/>
      <w:numFmt w:val="decimal"/>
      <w:lvlText w:val="%1."/>
      <w:lvlJc w:val="left"/>
      <w:pPr>
        <w:ind w:left="786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CA11EA"/>
    <w:multiLevelType w:val="hybridMultilevel"/>
    <w:tmpl w:val="307085A6"/>
    <w:lvl w:ilvl="0" w:tplc="9348BD4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0D7F45"/>
    <w:multiLevelType w:val="hybridMultilevel"/>
    <w:tmpl w:val="34ECD1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BF657B"/>
    <w:multiLevelType w:val="hybridMultilevel"/>
    <w:tmpl w:val="CBDC31C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7563E7"/>
    <w:multiLevelType w:val="hybridMultilevel"/>
    <w:tmpl w:val="5B6EE0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3714E0"/>
    <w:multiLevelType w:val="hybridMultilevel"/>
    <w:tmpl w:val="20DE31C8"/>
    <w:lvl w:ilvl="0" w:tplc="C6D804F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4670F3"/>
    <w:multiLevelType w:val="hybridMultilevel"/>
    <w:tmpl w:val="5AF28294"/>
    <w:lvl w:ilvl="0" w:tplc="9348BD4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7B84DD5"/>
    <w:multiLevelType w:val="hybridMultilevel"/>
    <w:tmpl w:val="887ED6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140B8D"/>
    <w:multiLevelType w:val="hybridMultilevel"/>
    <w:tmpl w:val="EE4EC8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3174B2"/>
    <w:multiLevelType w:val="hybridMultilevel"/>
    <w:tmpl w:val="5470B8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0A5928"/>
    <w:multiLevelType w:val="hybridMultilevel"/>
    <w:tmpl w:val="ACA85A1E"/>
    <w:lvl w:ilvl="0" w:tplc="CC4E3FB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FE6468"/>
    <w:multiLevelType w:val="hybridMultilevel"/>
    <w:tmpl w:val="F8DA6E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4C791E"/>
    <w:multiLevelType w:val="hybridMultilevel"/>
    <w:tmpl w:val="79064C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50054E"/>
    <w:multiLevelType w:val="hybridMultilevel"/>
    <w:tmpl w:val="725CC8C2"/>
    <w:lvl w:ilvl="0" w:tplc="041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1"/>
  </w:num>
  <w:num w:numId="3">
    <w:abstractNumId w:val="14"/>
  </w:num>
  <w:num w:numId="4">
    <w:abstractNumId w:val="9"/>
  </w:num>
  <w:num w:numId="5">
    <w:abstractNumId w:val="19"/>
  </w:num>
  <w:num w:numId="6">
    <w:abstractNumId w:val="12"/>
  </w:num>
  <w:num w:numId="7">
    <w:abstractNumId w:val="15"/>
  </w:num>
  <w:num w:numId="8">
    <w:abstractNumId w:val="13"/>
  </w:num>
  <w:num w:numId="9">
    <w:abstractNumId w:val="20"/>
  </w:num>
  <w:num w:numId="10">
    <w:abstractNumId w:val="5"/>
  </w:num>
  <w:num w:numId="11">
    <w:abstractNumId w:val="8"/>
  </w:num>
  <w:num w:numId="12">
    <w:abstractNumId w:val="7"/>
  </w:num>
  <w:num w:numId="13">
    <w:abstractNumId w:val="3"/>
  </w:num>
  <w:num w:numId="14">
    <w:abstractNumId w:val="10"/>
  </w:num>
  <w:num w:numId="15">
    <w:abstractNumId w:val="17"/>
  </w:num>
  <w:num w:numId="16">
    <w:abstractNumId w:val="0"/>
  </w:num>
  <w:num w:numId="17">
    <w:abstractNumId w:val="1"/>
  </w:num>
  <w:num w:numId="18">
    <w:abstractNumId w:val="6"/>
  </w:num>
  <w:num w:numId="19">
    <w:abstractNumId w:val="16"/>
  </w:num>
  <w:num w:numId="20">
    <w:abstractNumId w:val="2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1E0"/>
    <w:rsid w:val="0000234A"/>
    <w:rsid w:val="00004374"/>
    <w:rsid w:val="00010F5C"/>
    <w:rsid w:val="00020633"/>
    <w:rsid w:val="00020E55"/>
    <w:rsid w:val="00033C1B"/>
    <w:rsid w:val="000626E1"/>
    <w:rsid w:val="000635FB"/>
    <w:rsid w:val="00064D97"/>
    <w:rsid w:val="000670A8"/>
    <w:rsid w:val="000764B6"/>
    <w:rsid w:val="0009096E"/>
    <w:rsid w:val="000A2E99"/>
    <w:rsid w:val="000A56AE"/>
    <w:rsid w:val="000B176A"/>
    <w:rsid w:val="000B4450"/>
    <w:rsid w:val="000B641F"/>
    <w:rsid w:val="000C3AC8"/>
    <w:rsid w:val="000C7CCD"/>
    <w:rsid w:val="000D05A9"/>
    <w:rsid w:val="000E2485"/>
    <w:rsid w:val="000E6936"/>
    <w:rsid w:val="00100CDA"/>
    <w:rsid w:val="00110C25"/>
    <w:rsid w:val="001125AE"/>
    <w:rsid w:val="00125886"/>
    <w:rsid w:val="0013010B"/>
    <w:rsid w:val="00161CAC"/>
    <w:rsid w:val="00161F5C"/>
    <w:rsid w:val="0018414D"/>
    <w:rsid w:val="0019386B"/>
    <w:rsid w:val="001A5F1B"/>
    <w:rsid w:val="001B5560"/>
    <w:rsid w:val="001B6BA6"/>
    <w:rsid w:val="001C46DE"/>
    <w:rsid w:val="001C6C43"/>
    <w:rsid w:val="001C7082"/>
    <w:rsid w:val="001F0E39"/>
    <w:rsid w:val="0020024A"/>
    <w:rsid w:val="0021025E"/>
    <w:rsid w:val="00237ED5"/>
    <w:rsid w:val="00241EF2"/>
    <w:rsid w:val="00265766"/>
    <w:rsid w:val="00294EF6"/>
    <w:rsid w:val="002C0EAD"/>
    <w:rsid w:val="002F32D5"/>
    <w:rsid w:val="002F4B44"/>
    <w:rsid w:val="0032162F"/>
    <w:rsid w:val="00330841"/>
    <w:rsid w:val="00330CF2"/>
    <w:rsid w:val="0033524D"/>
    <w:rsid w:val="00341BAC"/>
    <w:rsid w:val="00376B23"/>
    <w:rsid w:val="00385A93"/>
    <w:rsid w:val="003867BF"/>
    <w:rsid w:val="003944B3"/>
    <w:rsid w:val="003A0958"/>
    <w:rsid w:val="003F591D"/>
    <w:rsid w:val="004027B8"/>
    <w:rsid w:val="00403580"/>
    <w:rsid w:val="00405006"/>
    <w:rsid w:val="00417E7B"/>
    <w:rsid w:val="004316F8"/>
    <w:rsid w:val="00460023"/>
    <w:rsid w:val="00464D50"/>
    <w:rsid w:val="00492899"/>
    <w:rsid w:val="00495A10"/>
    <w:rsid w:val="004C2ACA"/>
    <w:rsid w:val="004D11A6"/>
    <w:rsid w:val="004E0800"/>
    <w:rsid w:val="004E27F8"/>
    <w:rsid w:val="004E6C5C"/>
    <w:rsid w:val="00527FBE"/>
    <w:rsid w:val="00535000"/>
    <w:rsid w:val="00542DCE"/>
    <w:rsid w:val="00557415"/>
    <w:rsid w:val="005760FF"/>
    <w:rsid w:val="00581AFA"/>
    <w:rsid w:val="005825A4"/>
    <w:rsid w:val="005A5CEB"/>
    <w:rsid w:val="005B743E"/>
    <w:rsid w:val="005C264E"/>
    <w:rsid w:val="005E27C5"/>
    <w:rsid w:val="005E51BD"/>
    <w:rsid w:val="00601A8C"/>
    <w:rsid w:val="00603BD7"/>
    <w:rsid w:val="006046D5"/>
    <w:rsid w:val="00613414"/>
    <w:rsid w:val="006138B1"/>
    <w:rsid w:val="00623A72"/>
    <w:rsid w:val="006301FD"/>
    <w:rsid w:val="0063484D"/>
    <w:rsid w:val="00652AB3"/>
    <w:rsid w:val="00660304"/>
    <w:rsid w:val="00672A0D"/>
    <w:rsid w:val="0067427C"/>
    <w:rsid w:val="00681A2A"/>
    <w:rsid w:val="006E3261"/>
    <w:rsid w:val="006E54DA"/>
    <w:rsid w:val="00716014"/>
    <w:rsid w:val="007166F0"/>
    <w:rsid w:val="00724271"/>
    <w:rsid w:val="007438A4"/>
    <w:rsid w:val="00782885"/>
    <w:rsid w:val="0078579C"/>
    <w:rsid w:val="007B1864"/>
    <w:rsid w:val="007B2901"/>
    <w:rsid w:val="007C5359"/>
    <w:rsid w:val="007D7191"/>
    <w:rsid w:val="008039CD"/>
    <w:rsid w:val="00803E92"/>
    <w:rsid w:val="00807E51"/>
    <w:rsid w:val="00821742"/>
    <w:rsid w:val="00831BA3"/>
    <w:rsid w:val="00850659"/>
    <w:rsid w:val="008568D9"/>
    <w:rsid w:val="0086387B"/>
    <w:rsid w:val="008744C9"/>
    <w:rsid w:val="00874DA2"/>
    <w:rsid w:val="008858F2"/>
    <w:rsid w:val="008D5319"/>
    <w:rsid w:val="008E29ED"/>
    <w:rsid w:val="008E7B5B"/>
    <w:rsid w:val="009365EA"/>
    <w:rsid w:val="00937D09"/>
    <w:rsid w:val="00942FE3"/>
    <w:rsid w:val="00945FE0"/>
    <w:rsid w:val="00954372"/>
    <w:rsid w:val="0095524C"/>
    <w:rsid w:val="00960428"/>
    <w:rsid w:val="0096057C"/>
    <w:rsid w:val="00976DF5"/>
    <w:rsid w:val="009865DE"/>
    <w:rsid w:val="009F1721"/>
    <w:rsid w:val="00A02096"/>
    <w:rsid w:val="00A03630"/>
    <w:rsid w:val="00A0602C"/>
    <w:rsid w:val="00A13961"/>
    <w:rsid w:val="00A335C3"/>
    <w:rsid w:val="00A807ED"/>
    <w:rsid w:val="00A82154"/>
    <w:rsid w:val="00AA596C"/>
    <w:rsid w:val="00AC0A6E"/>
    <w:rsid w:val="00AC348C"/>
    <w:rsid w:val="00AE2693"/>
    <w:rsid w:val="00AF7125"/>
    <w:rsid w:val="00B23A26"/>
    <w:rsid w:val="00B563F8"/>
    <w:rsid w:val="00B67BB1"/>
    <w:rsid w:val="00BA5393"/>
    <w:rsid w:val="00BB0FC5"/>
    <w:rsid w:val="00BB2114"/>
    <w:rsid w:val="00BB2A7A"/>
    <w:rsid w:val="00BE2709"/>
    <w:rsid w:val="00BF66C9"/>
    <w:rsid w:val="00C06D3A"/>
    <w:rsid w:val="00C2050F"/>
    <w:rsid w:val="00C231FD"/>
    <w:rsid w:val="00C54595"/>
    <w:rsid w:val="00C57584"/>
    <w:rsid w:val="00C7225C"/>
    <w:rsid w:val="00C841E0"/>
    <w:rsid w:val="00C94B73"/>
    <w:rsid w:val="00CA0D75"/>
    <w:rsid w:val="00CA121A"/>
    <w:rsid w:val="00CE44EA"/>
    <w:rsid w:val="00CF5A50"/>
    <w:rsid w:val="00CF7F20"/>
    <w:rsid w:val="00D123F7"/>
    <w:rsid w:val="00D37D29"/>
    <w:rsid w:val="00D51ED5"/>
    <w:rsid w:val="00D737AA"/>
    <w:rsid w:val="00D8174A"/>
    <w:rsid w:val="00D9288F"/>
    <w:rsid w:val="00DA076A"/>
    <w:rsid w:val="00DA6123"/>
    <w:rsid w:val="00DB16D2"/>
    <w:rsid w:val="00DB4A46"/>
    <w:rsid w:val="00DB6C80"/>
    <w:rsid w:val="00DC2CB0"/>
    <w:rsid w:val="00DE7C24"/>
    <w:rsid w:val="00DF64F3"/>
    <w:rsid w:val="00E131E4"/>
    <w:rsid w:val="00E36CE7"/>
    <w:rsid w:val="00E44341"/>
    <w:rsid w:val="00E96EC2"/>
    <w:rsid w:val="00EC525B"/>
    <w:rsid w:val="00EC685E"/>
    <w:rsid w:val="00EC7933"/>
    <w:rsid w:val="00F1259A"/>
    <w:rsid w:val="00F227D6"/>
    <w:rsid w:val="00F242E2"/>
    <w:rsid w:val="00F52315"/>
    <w:rsid w:val="00F67456"/>
    <w:rsid w:val="00F71BC2"/>
    <w:rsid w:val="00F73E05"/>
    <w:rsid w:val="00F73E1C"/>
    <w:rsid w:val="00F8696A"/>
    <w:rsid w:val="00FA16EF"/>
    <w:rsid w:val="00FC320B"/>
    <w:rsid w:val="00FE1462"/>
    <w:rsid w:val="00FE68A2"/>
    <w:rsid w:val="00FF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841E0"/>
    <w:pPr>
      <w:ind w:left="720"/>
      <w:contextualSpacing/>
    </w:pPr>
  </w:style>
  <w:style w:type="table" w:styleId="Tabelraster">
    <w:name w:val="Table Grid"/>
    <w:basedOn w:val="Standaardtabel"/>
    <w:uiPriority w:val="59"/>
    <w:rsid w:val="00C231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9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6EC2"/>
    <w:rPr>
      <w:rFonts w:ascii="Tahoma" w:eastAsiaTheme="minorEastAsia" w:hAnsi="Tahoma" w:cs="Tahoma"/>
      <w:sz w:val="16"/>
      <w:szCs w:val="16"/>
      <w:lang w:eastAsia="nl-NL"/>
    </w:rPr>
  </w:style>
  <w:style w:type="paragraph" w:styleId="Geenafstand">
    <w:name w:val="No Spacing"/>
    <w:uiPriority w:val="1"/>
    <w:qFormat/>
    <w:rsid w:val="008D5319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405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05006"/>
  </w:style>
  <w:style w:type="paragraph" w:styleId="Voettekst">
    <w:name w:val="footer"/>
    <w:basedOn w:val="Standaard"/>
    <w:link w:val="VoettekstChar"/>
    <w:uiPriority w:val="99"/>
    <w:unhideWhenUsed/>
    <w:rsid w:val="00405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050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841E0"/>
    <w:pPr>
      <w:ind w:left="720"/>
      <w:contextualSpacing/>
    </w:pPr>
  </w:style>
  <w:style w:type="table" w:styleId="Tabelraster">
    <w:name w:val="Table Grid"/>
    <w:basedOn w:val="Standaardtabel"/>
    <w:uiPriority w:val="59"/>
    <w:rsid w:val="00C231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9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6EC2"/>
    <w:rPr>
      <w:rFonts w:ascii="Tahoma" w:eastAsiaTheme="minorEastAsia" w:hAnsi="Tahoma" w:cs="Tahoma"/>
      <w:sz w:val="16"/>
      <w:szCs w:val="16"/>
      <w:lang w:eastAsia="nl-NL"/>
    </w:rPr>
  </w:style>
  <w:style w:type="paragraph" w:styleId="Geenafstand">
    <w:name w:val="No Spacing"/>
    <w:uiPriority w:val="1"/>
    <w:qFormat/>
    <w:rsid w:val="008D5319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405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05006"/>
  </w:style>
  <w:style w:type="paragraph" w:styleId="Voettekst">
    <w:name w:val="footer"/>
    <w:basedOn w:val="Standaard"/>
    <w:link w:val="VoettekstChar"/>
    <w:uiPriority w:val="99"/>
    <w:unhideWhenUsed/>
    <w:rsid w:val="00405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05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9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19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09850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07228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19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93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22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636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814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671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8075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8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2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4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20964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57040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80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88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999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454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032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119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178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hyperlink" Target="http://www.google.nl/url?sa=i&amp;rct=j&amp;q=&amp;esrc=s&amp;source=images&amp;cd=&amp;cad=rja&amp;uact=8&amp;docid=u2yOl4MrAoi1WM&amp;tbnid=ca-ado6EAKBk_M:&amp;ved=0CAUQjRw&amp;url=http://www.hoezoanders.nl/tag/politiek/&amp;ei=PtezU7O5AsmDOMj4gYAM&amp;bvm=bv.69837884,d.ZWU&amp;psig=AFQjCNFAIQNVImxSk90wyGCH6iq8P2ze5A&amp;ust=1404381327732118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F1647-7B1C-46B3-81E3-28A972C94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7C3376AD</Template>
  <TotalTime>4</TotalTime>
  <Pages>8</Pages>
  <Words>931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6041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E.H. Scheltens-Flink</cp:lastModifiedBy>
  <cp:revision>3</cp:revision>
  <dcterms:created xsi:type="dcterms:W3CDTF">2016-06-27T10:49:00Z</dcterms:created>
  <dcterms:modified xsi:type="dcterms:W3CDTF">2016-06-27T10:52:00Z</dcterms:modified>
</cp:coreProperties>
</file>