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C84" w:rsidRDefault="00173023">
      <w:bookmarkStart w:id="0" w:name="_GoBack"/>
      <w:bookmarkEnd w:id="0"/>
      <w:r>
        <w:t>Opdracht:</w:t>
      </w:r>
    </w:p>
    <w:p w:rsidR="00173023" w:rsidRDefault="00173023" w:rsidP="00173023">
      <w:pPr>
        <w:pStyle w:val="Lijstalinea"/>
        <w:numPr>
          <w:ilvl w:val="0"/>
          <w:numId w:val="1"/>
        </w:numPr>
      </w:pPr>
      <w:r>
        <w:t>Welke problemen zie je ontstaan bij ouderen die niet meer opgenomen mogen worden? Noem er minimaal 3</w:t>
      </w: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  <w:numPr>
          <w:ilvl w:val="0"/>
          <w:numId w:val="1"/>
        </w:numPr>
      </w:pPr>
      <w:r>
        <w:t>Wat is volgens jou de oorzaak (aan de hand van de film)</w:t>
      </w: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</w:pPr>
    </w:p>
    <w:p w:rsidR="00173023" w:rsidRDefault="00173023" w:rsidP="00173023">
      <w:pPr>
        <w:pStyle w:val="Lijstalinea"/>
        <w:numPr>
          <w:ilvl w:val="0"/>
          <w:numId w:val="1"/>
        </w:numPr>
      </w:pPr>
      <w:r>
        <w:t>Welke vaardigheden zou je moeten bezitten als verpleegkundige om deze mensen te verplegen of te begeleiden?</w:t>
      </w:r>
    </w:p>
    <w:p w:rsidR="00173023" w:rsidRDefault="00173023" w:rsidP="00173023"/>
    <w:p w:rsidR="00173023" w:rsidRDefault="00173023" w:rsidP="00173023"/>
    <w:p w:rsidR="00173023" w:rsidRDefault="00173023" w:rsidP="00173023"/>
    <w:p w:rsidR="00173023" w:rsidRDefault="00173023" w:rsidP="00173023"/>
    <w:p w:rsidR="00173023" w:rsidRDefault="00173023" w:rsidP="00173023"/>
    <w:p w:rsidR="00173023" w:rsidRDefault="00173023" w:rsidP="00173023"/>
    <w:sectPr w:rsidR="00173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A9B"/>
    <w:multiLevelType w:val="hybridMultilevel"/>
    <w:tmpl w:val="3E720ECC"/>
    <w:lvl w:ilvl="0" w:tplc="0D6E80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023"/>
    <w:rsid w:val="00173023"/>
    <w:rsid w:val="00947091"/>
    <w:rsid w:val="00AA44C9"/>
    <w:rsid w:val="00C07233"/>
    <w:rsid w:val="00EA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7091"/>
    <w:pPr>
      <w:widowControl w:val="0"/>
      <w:suppressAutoHyphens/>
      <w:spacing w:after="0" w:line="240" w:lineRule="auto"/>
      <w:ind w:left="720"/>
      <w:contextualSpacing/>
    </w:pPr>
    <w:rPr>
      <w:rFonts w:ascii="Calibri" w:eastAsia="Arial Unicode MS" w:hAnsi="Calibri" w:cs="Times New Roman"/>
      <w:kern w:val="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7091"/>
    <w:pPr>
      <w:widowControl w:val="0"/>
      <w:suppressAutoHyphens/>
      <w:spacing w:after="0" w:line="240" w:lineRule="auto"/>
      <w:ind w:left="720"/>
      <w:contextualSpacing/>
    </w:pPr>
    <w:rPr>
      <w:rFonts w:ascii="Calibri" w:eastAsia="Arial Unicode MS" w:hAnsi="Calibri" w:cs="Times New Roman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10EB7DA8</Template>
  <TotalTime>1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A.R. Niemeijer</cp:lastModifiedBy>
  <cp:revision>2</cp:revision>
  <dcterms:created xsi:type="dcterms:W3CDTF">2016-02-22T12:33:00Z</dcterms:created>
  <dcterms:modified xsi:type="dcterms:W3CDTF">2016-02-22T12:33:00Z</dcterms:modified>
</cp:coreProperties>
</file>