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856" w:rsidRDefault="00696D0D">
      <w:r w:rsidRPr="00696D0D">
        <w:rPr>
          <w:b/>
        </w:rPr>
        <w:t>Opdracht bij verpleegkundige zo</w:t>
      </w:r>
      <w:r w:rsidR="00CF3856">
        <w:rPr>
          <w:b/>
        </w:rPr>
        <w:t>rg voor zorgvragers met psychogeriatrische aandoeningen</w:t>
      </w:r>
      <w:r w:rsidR="00A33966">
        <w:tab/>
      </w:r>
      <w:r w:rsidR="00A33966">
        <w:tab/>
      </w:r>
      <w:r w:rsidR="00A33966">
        <w:tab/>
      </w:r>
      <w:r w:rsidR="00A33966">
        <w:tab/>
      </w:r>
      <w:r w:rsidR="00A33966">
        <w:tab/>
      </w:r>
      <w:r w:rsidR="00A33966">
        <w:tab/>
      </w:r>
      <w:r w:rsidR="00A33966">
        <w:tab/>
      </w:r>
      <w:r w:rsidR="00A33966">
        <w:tab/>
      </w:r>
      <w:r w:rsidR="00A33966">
        <w:tab/>
      </w:r>
      <w:bookmarkStart w:id="0" w:name="_GoBack"/>
      <w:bookmarkEnd w:id="0"/>
    </w:p>
    <w:p w:rsidR="005B6A89" w:rsidRDefault="0000060D">
      <w:r w:rsidRPr="0000060D">
        <w:rPr>
          <w:noProof/>
          <w:lang w:eastAsia="nl-NL"/>
        </w:rPr>
        <w:drawing>
          <wp:inline distT="0" distB="0" distL="0" distR="0" wp14:anchorId="0C964BBC" wp14:editId="7CE42CEE">
            <wp:extent cx="2123857" cy="1601254"/>
            <wp:effectExtent l="0" t="0" r="0" b="0"/>
            <wp:docPr id="2" name="Afbeelding 2" descr="https://www.thiememeulenhoff.nl/~/media/Corporate/Methodes/mbo/Zorg%20en%20Welzijn/traject_v_v/Covers%20van%20fotos%20en%20boeken/Traject_v_v_zorg_en_welzijn_vvt_niv4_cover.ashx?h=300&amp;la=nl-NL&amp;w=24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www.thiememeulenhoff.nl/~/media/Corporate/Methodes/mbo/Zorg%20en%20Welzijn/traject_v_v/Covers%20van%20fotos%20en%20boeken/Traject_v_v_zorg_en_welzijn_vvt_niv4_cover.ashx?h=300&amp;la=nl-NL&amp;w=241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677" cy="1602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D0D" w:rsidRDefault="005D1C87" w:rsidP="00EB2D67">
      <w:pPr>
        <w:pStyle w:val="Geenafstand"/>
      </w:pPr>
      <w:r>
        <w:t>Maak 5</w:t>
      </w:r>
      <w:r w:rsidR="00D94ADC">
        <w:t xml:space="preserve"> groepen van 5 personen</w:t>
      </w:r>
      <w:r w:rsidR="00E30A72">
        <w:t>.</w:t>
      </w:r>
    </w:p>
    <w:p w:rsidR="00E30A72" w:rsidRPr="005B6A89" w:rsidRDefault="00E30A72" w:rsidP="00EB2D67">
      <w:pPr>
        <w:pStyle w:val="Geenafstand"/>
        <w:rPr>
          <w:b/>
        </w:rPr>
      </w:pPr>
    </w:p>
    <w:p w:rsidR="00696D0D" w:rsidRDefault="00696D0D">
      <w:r>
        <w:t>Ieder</w:t>
      </w:r>
      <w:r w:rsidR="00ED7F65">
        <w:t>e groep</w:t>
      </w:r>
      <w:r>
        <w:t xml:space="preserve"> verdiept zich in een onderwerp. </w:t>
      </w:r>
      <w:r w:rsidR="00CF3856">
        <w:t xml:space="preserve"> </w:t>
      </w:r>
      <w:r>
        <w:t xml:space="preserve">Je gaat op zoek in het boek en het internet. </w:t>
      </w:r>
    </w:p>
    <w:p w:rsidR="00ED7F65" w:rsidRDefault="00ED7F65">
      <w:r>
        <w:t>Werk het onderwerp uit in een rode loper.</w:t>
      </w:r>
    </w:p>
    <w:p w:rsidR="00E30A72" w:rsidRDefault="00E30A72">
      <w:r>
        <w:t>Je maakt als groep een presentatie over dit onderwerp.</w:t>
      </w:r>
    </w:p>
    <w:p w:rsidR="00CF3856" w:rsidRPr="00CF3856" w:rsidRDefault="00696D0D">
      <w:r>
        <w:t>J</w:t>
      </w:r>
      <w:r w:rsidR="00E30A72">
        <w:t>e presenteert dit</w:t>
      </w:r>
      <w:r>
        <w:t xml:space="preserve"> </w:t>
      </w:r>
      <w:r w:rsidR="00CF3856">
        <w:t>in het 2</w:t>
      </w:r>
      <w:r w:rsidR="00CF3856" w:rsidRPr="00CF3856">
        <w:rPr>
          <w:vertAlign w:val="superscript"/>
        </w:rPr>
        <w:t>e</w:t>
      </w:r>
      <w:r w:rsidR="00CF3856">
        <w:t xml:space="preserve"> lesuur aan de rest van de klas: PP/ rollenspel/ etc.</w:t>
      </w:r>
      <w:r w:rsidR="00C718AA">
        <w:t xml:space="preserve"> </w:t>
      </w:r>
      <w:r w:rsidR="00ED7F65">
        <w:t xml:space="preserve"> </w:t>
      </w:r>
    </w:p>
    <w:p w:rsidR="00696D0D" w:rsidRDefault="00696D0D">
      <w:pPr>
        <w:rPr>
          <w:b/>
        </w:rPr>
      </w:pPr>
      <w:r w:rsidRPr="00C718AA">
        <w:rPr>
          <w:b/>
        </w:rPr>
        <w:t>Onderwerpen:</w:t>
      </w:r>
    </w:p>
    <w:p w:rsidR="0000060D" w:rsidRPr="00C718AA" w:rsidRDefault="005D1C87">
      <w:pPr>
        <w:rPr>
          <w:b/>
        </w:rPr>
      </w:pPr>
      <w:r>
        <w:rPr>
          <w:b/>
        </w:rPr>
        <w:t>Zorgvragers met psychogeriatrische aandoeningen</w:t>
      </w:r>
      <w:r w:rsidR="0000060D">
        <w:rPr>
          <w:b/>
        </w:rPr>
        <w:t>……</w:t>
      </w:r>
    </w:p>
    <w:p w:rsidR="00696D0D" w:rsidRDefault="00696D0D" w:rsidP="005D1C87"/>
    <w:p w:rsidR="00696D0D" w:rsidRDefault="00CF3856" w:rsidP="005D1C87">
      <w:pPr>
        <w:pStyle w:val="Lijstalinea"/>
        <w:numPr>
          <w:ilvl w:val="0"/>
          <w:numId w:val="1"/>
        </w:numPr>
      </w:pPr>
      <w:r>
        <w:t xml:space="preserve">1. </w:t>
      </w:r>
      <w:r w:rsidR="005D1C87">
        <w:t xml:space="preserve">De psycho-geriatrische zorgvragers met Depressie </w:t>
      </w:r>
    </w:p>
    <w:p w:rsidR="005D1C87" w:rsidRDefault="00CF3856" w:rsidP="005D1C87">
      <w:pPr>
        <w:pStyle w:val="Lijstalinea"/>
        <w:numPr>
          <w:ilvl w:val="0"/>
          <w:numId w:val="1"/>
        </w:numPr>
      </w:pPr>
      <w:r>
        <w:t>2. De demente zorgvrager met Depressie</w:t>
      </w:r>
    </w:p>
    <w:p w:rsidR="00696D0D" w:rsidRDefault="00CF3856" w:rsidP="00C718AA">
      <w:pPr>
        <w:pStyle w:val="Lijstalinea"/>
        <w:numPr>
          <w:ilvl w:val="0"/>
          <w:numId w:val="1"/>
        </w:numPr>
      </w:pPr>
      <w:r>
        <w:t xml:space="preserve">3. </w:t>
      </w:r>
      <w:r w:rsidR="005D1C87">
        <w:t>Zorgvragers met een Delier</w:t>
      </w:r>
    </w:p>
    <w:p w:rsidR="00696D0D" w:rsidRDefault="00CF3856" w:rsidP="00C718AA">
      <w:pPr>
        <w:pStyle w:val="Lijstalinea"/>
        <w:numPr>
          <w:ilvl w:val="0"/>
          <w:numId w:val="1"/>
        </w:numPr>
      </w:pPr>
      <w:r>
        <w:t xml:space="preserve">4. </w:t>
      </w:r>
      <w:r w:rsidR="005D1C87">
        <w:t>Zorgvragers met een psychiatrische aandoening(psychose, schizofrenie)</w:t>
      </w:r>
    </w:p>
    <w:p w:rsidR="00696D0D" w:rsidRDefault="00CF3856" w:rsidP="00C718AA">
      <w:pPr>
        <w:pStyle w:val="Lijstalinea"/>
        <w:numPr>
          <w:ilvl w:val="0"/>
          <w:numId w:val="1"/>
        </w:numPr>
      </w:pPr>
      <w:r>
        <w:t xml:space="preserve">5. </w:t>
      </w:r>
      <w:r w:rsidR="005D1C87">
        <w:t>Zorgvragers met stemmingsstoornissen(dementie en manie)</w:t>
      </w:r>
    </w:p>
    <w:p w:rsidR="0069184F" w:rsidRDefault="0069184F"/>
    <w:sectPr w:rsidR="006918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B830DB"/>
    <w:multiLevelType w:val="hybridMultilevel"/>
    <w:tmpl w:val="546E8F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D0D"/>
    <w:rsid w:val="0000060D"/>
    <w:rsid w:val="001B5015"/>
    <w:rsid w:val="00281A34"/>
    <w:rsid w:val="00352CDE"/>
    <w:rsid w:val="005B6A89"/>
    <w:rsid w:val="005D1C87"/>
    <w:rsid w:val="0069184F"/>
    <w:rsid w:val="00696D0D"/>
    <w:rsid w:val="00833196"/>
    <w:rsid w:val="00A33966"/>
    <w:rsid w:val="00B22170"/>
    <w:rsid w:val="00C718AA"/>
    <w:rsid w:val="00CE09E3"/>
    <w:rsid w:val="00CF3856"/>
    <w:rsid w:val="00D94ADC"/>
    <w:rsid w:val="00E30A72"/>
    <w:rsid w:val="00EB2D67"/>
    <w:rsid w:val="00ED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718AA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00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0060D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EB2D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718AA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00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0060D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EB2D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nl/url?sa=i&amp;rct=j&amp;q=&amp;esrc=s&amp;source=images&amp;cd=&amp;cad=rja&amp;uact=8&amp;ved=0CAcQjRxqFQoTCMbSpsTu7scCFQQ9Ggod7OcEtQ&amp;url=https://www.thiememeulenhoff.nl/mbo/zorg-en-welzijn/verzorging-en-verpleging/traject-venv/over-traject-venv/productaanbod/traject-venv-boeken&amp;psig=AFQjCNHMKAvY_icjP8-_l5Y7lkf1fPVsLA&amp;ust=144205682651440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2C9371DC</Template>
  <TotalTime>1</TotalTime>
  <Pages>1</Pages>
  <Words>111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 Klooster</dc:creator>
  <cp:lastModifiedBy>A.R. Niemeijer</cp:lastModifiedBy>
  <cp:revision>2</cp:revision>
  <cp:lastPrinted>2015-09-11T11:36:00Z</cp:lastPrinted>
  <dcterms:created xsi:type="dcterms:W3CDTF">2016-05-08T08:50:00Z</dcterms:created>
  <dcterms:modified xsi:type="dcterms:W3CDTF">2016-05-08T08:50:00Z</dcterms:modified>
</cp:coreProperties>
</file>