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00" w:rsidRPr="00002CF8" w:rsidRDefault="00926700" w:rsidP="00926700">
      <w:pPr>
        <w:pStyle w:val="13pt"/>
      </w:pPr>
      <w:r>
        <w:t>4</w:t>
      </w:r>
      <w:r w:rsidRPr="00002CF8">
        <w:tab/>
        <w:t>Lees vaardig</w:t>
      </w:r>
    </w:p>
    <w:p w:rsidR="00926700" w:rsidRPr="00002CF8" w:rsidRDefault="00926700" w:rsidP="00926700">
      <w:pPr>
        <w:pStyle w:val="basis"/>
        <w:rPr>
          <w:sz w:val="20"/>
          <w:szCs w:val="20"/>
        </w:rPr>
      </w:pPr>
    </w:p>
    <w:p w:rsidR="00926700" w:rsidRPr="00002CF8" w:rsidRDefault="00926700" w:rsidP="00926700">
      <w:pPr>
        <w:pStyle w:val="11pt"/>
      </w:pPr>
      <w:r>
        <w:t>4</w:t>
      </w:r>
      <w:r w:rsidRPr="00002CF8">
        <w:t>.1</w:t>
      </w:r>
      <w:r w:rsidRPr="00002CF8">
        <w:tab/>
        <w:t>Titel, onderwerp, deelonderwerp, alinea, kopje</w:t>
      </w:r>
    </w:p>
    <w:p w:rsidR="00926700" w:rsidRPr="00002CF8" w:rsidRDefault="00926700" w:rsidP="00926700">
      <w:pPr>
        <w:pStyle w:val="9pt"/>
      </w:pPr>
      <w:r>
        <w:t>Opdracht 12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 w:rsidRPr="009572AC">
        <w:rPr>
          <w:rFonts w:ascii="Futura-Heavy" w:hAnsi="Futura-Heavy" w:cs="Futura-Heavy"/>
          <w:sz w:val="19"/>
          <w:szCs w:val="19"/>
        </w:rPr>
        <w:t>1</w:t>
      </w:r>
      <w:r w:rsidRPr="009572AC">
        <w:rPr>
          <w:rFonts w:ascii="Futura-Heavy" w:hAnsi="Futura-Heavy" w:cs="Futura-Heavy"/>
          <w:sz w:val="19"/>
          <w:szCs w:val="19"/>
        </w:rPr>
        <w:tab/>
      </w:r>
      <w:r>
        <w:rPr>
          <w:rFonts w:ascii="Futura-Book" w:hAnsi="Futura-Book" w:cs="Futura-Book"/>
          <w:sz w:val="19"/>
          <w:szCs w:val="19"/>
        </w:rPr>
        <w:t>A Kleinere hoofden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Antwoord B is fout, omdat dit een mogelijke verklaring is voor het kleinere hoofd.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C is fout, want dit is een gevolg van het kleinere hoofd.</w:t>
      </w:r>
    </w:p>
    <w:p w:rsidR="00926700" w:rsidRDefault="00926700" w:rsidP="00926700">
      <w:pPr>
        <w:pStyle w:val="basis"/>
        <w:keepNext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D is fout, want dit is een twee mogelijke verklaring voor het kleinere hoofd.</w:t>
      </w:r>
    </w:p>
    <w:p w:rsidR="00926700" w:rsidRPr="0010426F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A is goed, want de hele tekst gaat over het kleinere hoofd.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 w:rsidRPr="0010426F">
        <w:rPr>
          <w:rFonts w:ascii="Futura-Book" w:hAnsi="Futura-Book" w:cs="Futura-Book"/>
          <w:sz w:val="19"/>
          <w:szCs w:val="19"/>
        </w:rPr>
        <w:t>2</w:t>
      </w:r>
      <w:r w:rsidRPr="0010426F">
        <w:rPr>
          <w:rFonts w:ascii="Futura-Book" w:hAnsi="Futura-Book" w:cs="Futura-Book"/>
          <w:sz w:val="19"/>
          <w:szCs w:val="19"/>
        </w:rPr>
        <w:tab/>
      </w:r>
      <w:r>
        <w:rPr>
          <w:rFonts w:ascii="Futura-Book" w:hAnsi="Futura-Book" w:cs="Futura-Book"/>
          <w:sz w:val="19"/>
          <w:szCs w:val="19"/>
        </w:rPr>
        <w:t>Nee, want het is onduidelijk dat ‘kleiner’ slaat op de schedel van de mens.</w:t>
      </w:r>
    </w:p>
    <w:p w:rsidR="00926700" w:rsidRDefault="00926700" w:rsidP="00926700">
      <w:pPr>
        <w:pStyle w:val="vk"/>
      </w:pPr>
      <w:r>
        <w:t>3</w:t>
      </w:r>
      <w:r>
        <w:tab/>
        <w:t>a</w:t>
      </w:r>
      <w:r>
        <w:tab/>
        <w:t>Ja, want anders begrijp je niet bij welke gelegenheid die ontdekking bekend is gemaakt.</w:t>
      </w:r>
    </w:p>
    <w:p w:rsidR="00926700" w:rsidRDefault="00926700" w:rsidP="00926700">
      <w:pPr>
        <w:pStyle w:val="vk"/>
      </w:pPr>
      <w:r>
        <w:tab/>
        <w:t>b</w:t>
      </w:r>
      <w:r>
        <w:tab/>
        <w:t xml:space="preserve">Je eigen antwoord. In </w:t>
      </w:r>
      <w:r w:rsidRPr="00002CF8">
        <w:rPr>
          <w:rFonts w:ascii="Futura-BookOblique" w:hAnsi="Futura-BookOblique" w:cs="Futura-BookOblique"/>
          <w:i/>
          <w:iCs/>
        </w:rPr>
        <w:t xml:space="preserve">Naslag </w:t>
      </w:r>
      <w:r>
        <w:t>staat een stappenplan dat in het kort hierop neerkomt: 1 Je kent de betekenis al; 2 Je leidt de betekenis af uit het zinsverband of de context; 3 Je leidt de betekenis af van een woord dat erop lijkt en dat je al kent; 4 Je vraagt aan iemand de betekenis of zoekt die op in een woordenboek.</w:t>
      </w:r>
    </w:p>
    <w:p w:rsidR="00926700" w:rsidRDefault="00926700" w:rsidP="00926700">
      <w:pPr>
        <w:pStyle w:val="vk"/>
      </w:pPr>
      <w:r>
        <w:tab/>
        <w:t>c</w:t>
      </w:r>
      <w:r>
        <w:tab/>
        <w:t>Betekenis: bijeenkomst van wetenschappers ter bespreking van vraagstukken. Verder: je eigen werk.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4</w:t>
      </w:r>
      <w:r>
        <w:rPr>
          <w:rFonts w:ascii="Futura-Book" w:hAnsi="Futura-Book" w:cs="Futura-Book"/>
          <w:sz w:val="19"/>
          <w:szCs w:val="19"/>
        </w:rPr>
        <w:tab/>
        <w:t>De eerste zin: ‘Het lijkt erop dat eten de oorzaak is voor die gezichtsverkleining.’ (r.14)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Deze zin is de belangrijkste mededeling van de alinea.</w:t>
      </w:r>
    </w:p>
    <w:p w:rsidR="00926700" w:rsidRDefault="00926700" w:rsidP="00926700">
      <w:pPr>
        <w:pStyle w:val="basis"/>
        <w:keepNext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5</w:t>
      </w:r>
      <w:r>
        <w:rPr>
          <w:rFonts w:ascii="Futura-Book" w:hAnsi="Futura-Book" w:cs="Futura-Book"/>
          <w:sz w:val="19"/>
          <w:szCs w:val="19"/>
        </w:rPr>
        <w:tab/>
        <w:t>Deel van de toelichting. De kernzin is de eerste zin van die alinea.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 xml:space="preserve">Uitleg: </w:t>
      </w:r>
      <w:r w:rsidRPr="00002CF8">
        <w:rPr>
          <w:rFonts w:ascii="Futura-BookOblique" w:hAnsi="Futura-BookOblique" w:cs="Futura-BookOblique"/>
          <w:i/>
          <w:iCs/>
          <w:sz w:val="19"/>
          <w:szCs w:val="19"/>
        </w:rPr>
        <w:t xml:space="preserve">Ze </w:t>
      </w:r>
      <w:r>
        <w:rPr>
          <w:rFonts w:ascii="Futura-Book" w:hAnsi="Futura-Book" w:cs="Futura-Book"/>
          <w:sz w:val="19"/>
          <w:szCs w:val="19"/>
        </w:rPr>
        <w:t xml:space="preserve">in deze zin verwijst naar </w:t>
      </w:r>
      <w:r w:rsidRPr="00002CF8">
        <w:rPr>
          <w:rFonts w:ascii="Futura-BookOblique" w:hAnsi="Futura-BookOblique" w:cs="Futura-BookOblique"/>
          <w:i/>
          <w:iCs/>
          <w:sz w:val="19"/>
          <w:szCs w:val="19"/>
        </w:rPr>
        <w:t>verstandskiezen</w:t>
      </w:r>
      <w:r>
        <w:rPr>
          <w:rFonts w:ascii="Futura-Book" w:hAnsi="Futura-Book" w:cs="Futura-Book"/>
          <w:sz w:val="19"/>
          <w:szCs w:val="19"/>
        </w:rPr>
        <w:t>. Het is dus een zin die bij de uitleg hoort.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6</w:t>
      </w:r>
      <w:r>
        <w:rPr>
          <w:rFonts w:ascii="Futura-Book" w:hAnsi="Futura-Book" w:cs="Futura-Book"/>
          <w:sz w:val="19"/>
          <w:szCs w:val="19"/>
        </w:rPr>
        <w:tab/>
        <w:t>De eerste zin: ‘Sommige wetenschappers zijn het fundamenteel oneens met deze theorie.’ (r.24)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Deze zin noemt de belangrijkste mededeling van de alinea. In de rest van de alinea wordt uitgelegd waarom de wetenschappers het oneens zijn met de eerder genoemde theorie.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7</w:t>
      </w:r>
      <w:r>
        <w:rPr>
          <w:rFonts w:ascii="Futura-Book" w:hAnsi="Futura-Book" w:cs="Futura-Book"/>
          <w:sz w:val="19"/>
          <w:szCs w:val="19"/>
        </w:rPr>
        <w:tab/>
        <w:t>B</w:t>
      </w:r>
      <w:r>
        <w:rPr>
          <w:rFonts w:ascii="Futura-Book" w:hAnsi="Futura-Book" w:cs="Futura-Book"/>
          <w:sz w:val="19"/>
          <w:szCs w:val="19"/>
        </w:rPr>
        <w:tab/>
        <w:t>Ander menu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8</w:t>
      </w:r>
      <w:r>
        <w:rPr>
          <w:rFonts w:ascii="Futura-Book" w:hAnsi="Futura-Book" w:cs="Futura-Book"/>
          <w:sz w:val="19"/>
          <w:szCs w:val="19"/>
        </w:rPr>
        <w:tab/>
        <w:t>Verstandskiezen. Of: Minder tanden en kiezen.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 xml:space="preserve">Uitleg: Het woord ‘verstandskiezen’ komt een aantal keer voor in de alinea. In de kernzin staat ‘minder tanden’: </w:t>
      </w:r>
      <w:r w:rsidRPr="00002CF8">
        <w:rPr>
          <w:rFonts w:ascii="Futura-BookOblique" w:hAnsi="Futura-BookOblique" w:cs="Futura-BookOblique"/>
          <w:i/>
          <w:iCs/>
          <w:sz w:val="19"/>
          <w:szCs w:val="19"/>
        </w:rPr>
        <w:t xml:space="preserve">Minder tanden en kiezen </w:t>
      </w:r>
      <w:r>
        <w:rPr>
          <w:rFonts w:ascii="Futura-Book" w:hAnsi="Futura-Book" w:cs="Futura-Book"/>
          <w:sz w:val="19"/>
          <w:szCs w:val="19"/>
        </w:rPr>
        <w:t>is dus ook goed.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9</w:t>
      </w:r>
      <w:r>
        <w:rPr>
          <w:rFonts w:ascii="Futura-Book" w:hAnsi="Futura-Book" w:cs="Futura-Book"/>
          <w:sz w:val="19"/>
          <w:szCs w:val="19"/>
        </w:rPr>
        <w:tab/>
        <w:t>Dat de schedel kleiner is geworden door een verandering in het eten.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10</w:t>
      </w:r>
      <w:r>
        <w:rPr>
          <w:rFonts w:ascii="Futura-Book" w:hAnsi="Futura-Book" w:cs="Futura-Book"/>
          <w:sz w:val="19"/>
          <w:szCs w:val="19"/>
        </w:rPr>
        <w:tab/>
        <w:t>Kleinere schedel was altijd al populair.</w:t>
      </w:r>
    </w:p>
    <w:p w:rsidR="00926700" w:rsidRDefault="00926700" w:rsidP="00926700">
      <w:pPr>
        <w:pStyle w:val="vk"/>
      </w:pPr>
      <w:r>
        <w:t>11</w:t>
      </w:r>
      <w:r>
        <w:tab/>
        <w:t>a</w:t>
      </w:r>
      <w:r>
        <w:tab/>
        <w:t>Voor de schedel, want die gebruik je niet bij kauwen. Kaken en tanden wel.</w:t>
      </w:r>
    </w:p>
    <w:p w:rsidR="00926700" w:rsidRDefault="00926700" w:rsidP="00926700">
      <w:pPr>
        <w:pStyle w:val="vk"/>
      </w:pPr>
      <w:r>
        <w:tab/>
        <w:t>b</w:t>
      </w:r>
      <w:r>
        <w:tab/>
        <w:t>Dat de theorie over verandering van eten twijfelachtig is en dat de theorie over de aantrekkelijkheid van kleinere schedels uit alinea 5 wat logischer is.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</w:p>
    <w:p w:rsidR="00926700" w:rsidRPr="00002CF8" w:rsidRDefault="00926700" w:rsidP="00926700">
      <w:pPr>
        <w:pStyle w:val="11pt"/>
        <w:keepNext/>
      </w:pPr>
      <w:r>
        <w:t>4</w:t>
      </w:r>
      <w:r w:rsidRPr="00002CF8">
        <w:t>.2</w:t>
      </w:r>
      <w:r w:rsidRPr="00002CF8">
        <w:tab/>
        <w:t>Tekstopbouw en hoofdgedachte</w:t>
      </w:r>
    </w:p>
    <w:p w:rsidR="00926700" w:rsidRPr="00002CF8" w:rsidRDefault="00926700" w:rsidP="00926700">
      <w:pPr>
        <w:pStyle w:val="9pt"/>
        <w:keepNext/>
      </w:pPr>
      <w:r>
        <w:t>Opdracht 13</w:t>
      </w:r>
    </w:p>
    <w:p w:rsidR="00926700" w:rsidRDefault="00926700" w:rsidP="00926700">
      <w:pPr>
        <w:pStyle w:val="basis"/>
        <w:keepNext/>
        <w:rPr>
          <w:rFonts w:ascii="Futura-Book" w:hAnsi="Futura-Book" w:cs="Futura-Book"/>
          <w:sz w:val="19"/>
          <w:szCs w:val="19"/>
        </w:rPr>
      </w:pPr>
      <w:r w:rsidRPr="00F0385B">
        <w:rPr>
          <w:rFonts w:ascii="Futura-Heavy" w:hAnsi="Futura-Heavy" w:cs="Futura-Heavy"/>
          <w:sz w:val="19"/>
          <w:szCs w:val="19"/>
        </w:rPr>
        <w:t>1</w:t>
      </w:r>
      <w:r w:rsidRPr="00F0385B">
        <w:rPr>
          <w:rFonts w:ascii="Futura-Heavy" w:hAnsi="Futura-Heavy" w:cs="Futura-Heavy"/>
          <w:sz w:val="19"/>
          <w:szCs w:val="19"/>
        </w:rPr>
        <w:tab/>
      </w:r>
      <w:r>
        <w:rPr>
          <w:rFonts w:ascii="Futura-Book" w:hAnsi="Futura-Book" w:cs="Futura-Book"/>
          <w:sz w:val="19"/>
          <w:szCs w:val="19"/>
        </w:rPr>
        <w:t>D Alinea 1 en 2</w:t>
      </w:r>
    </w:p>
    <w:p w:rsidR="00926700" w:rsidRPr="0010426F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In deze twee alinea’s maak je kennis met het onderwerp. In alinea 3 begint het eerste deelonderwerp.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 w:rsidRPr="0010426F">
        <w:rPr>
          <w:rFonts w:ascii="Futura-Book" w:hAnsi="Futura-Book" w:cs="Futura-Book"/>
          <w:sz w:val="19"/>
          <w:szCs w:val="19"/>
        </w:rPr>
        <w:t>2</w:t>
      </w:r>
      <w:r w:rsidRPr="0010426F">
        <w:rPr>
          <w:rFonts w:ascii="Futura-Book" w:hAnsi="Futura-Book" w:cs="Futura-Book"/>
          <w:sz w:val="19"/>
          <w:szCs w:val="19"/>
        </w:rPr>
        <w:tab/>
      </w:r>
      <w:r>
        <w:rPr>
          <w:rFonts w:ascii="Futura-Book" w:hAnsi="Futura-Book" w:cs="Futura-Book"/>
          <w:sz w:val="19"/>
          <w:szCs w:val="19"/>
        </w:rPr>
        <w:t>‘Een wetenschapper uit Wales geeft de schuld aan vreemde bacteriën.’ (r.6-8)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In alinea 3, 4 en 5 gaat het over mogelijke verklaringen. Een geloofwaardige verklaring is die van de bacteriën.</w:t>
      </w:r>
    </w:p>
    <w:p w:rsidR="00926700" w:rsidRDefault="00926700" w:rsidP="00926700">
      <w:pPr>
        <w:pStyle w:val="vk"/>
      </w:pPr>
      <w:r>
        <w:t>3</w:t>
      </w:r>
      <w:r>
        <w:tab/>
        <w:t>a</w:t>
      </w:r>
      <w:r>
        <w:tab/>
        <w:t>Betekenis: iets zien wat niet bestaat.</w:t>
      </w:r>
    </w:p>
    <w:p w:rsidR="00926700" w:rsidRDefault="00926700" w:rsidP="00926700">
      <w:pPr>
        <w:pStyle w:val="vk"/>
      </w:pPr>
      <w:r>
        <w:tab/>
      </w:r>
      <w:r>
        <w:tab/>
        <w:t>Gevonden manier: je eigen antwoord.</w:t>
      </w:r>
    </w:p>
    <w:p w:rsidR="00926700" w:rsidRDefault="00926700" w:rsidP="00926700">
      <w:pPr>
        <w:pStyle w:val="vk"/>
      </w:pPr>
      <w:r>
        <w:tab/>
        <w:t>b</w:t>
      </w:r>
      <w:r>
        <w:tab/>
        <w:t>Je eigen antwoord. Heb je de volgende zaken genoteerd: het moeilijke woord, de  betekenis en de manier waarop je de betekenis hebt gevonden?</w:t>
      </w:r>
    </w:p>
    <w:p w:rsidR="00926700" w:rsidRDefault="00926700" w:rsidP="00926700">
      <w:pPr>
        <w:pStyle w:val="vk"/>
      </w:pPr>
      <w:r>
        <w:t>4</w:t>
      </w:r>
      <w:r>
        <w:tab/>
        <w:t>a</w:t>
      </w:r>
      <w:r>
        <w:tab/>
        <w:t>Er komen in dat gebied speciale bacteriën voor die methaan produceren. Hierdoor kunnen enorme luchtbellen van gas ontstaan. Hierin kunnen schepen verdwijnen.</w:t>
      </w:r>
    </w:p>
    <w:p w:rsidR="00926700" w:rsidRDefault="00926700" w:rsidP="00926700">
      <w:pPr>
        <w:pStyle w:val="vk"/>
      </w:pPr>
      <w:r>
        <w:tab/>
      </w:r>
      <w:r>
        <w:tab/>
        <w:t>Uitleg: In regel 27 staat het woord ‘recente’.</w:t>
      </w:r>
    </w:p>
    <w:p w:rsidR="00926700" w:rsidRDefault="00926700" w:rsidP="00926700">
      <w:pPr>
        <w:pStyle w:val="vk"/>
      </w:pPr>
      <w:r w:rsidRPr="00002CF8">
        <w:rPr>
          <w:rFonts w:ascii="Futura-BookOblique" w:hAnsi="Futura-BookOblique" w:cs="Futura-BookOblique"/>
          <w:i/>
          <w:iCs/>
        </w:rPr>
        <w:tab/>
      </w:r>
      <w:r w:rsidRPr="00002CF8">
        <w:rPr>
          <w:rFonts w:ascii="Futura-BookOblique" w:hAnsi="Futura-BookOblique" w:cs="Futura-BookOblique"/>
          <w:i/>
          <w:iCs/>
        </w:rPr>
        <w:tab/>
        <w:t xml:space="preserve">Recent </w:t>
      </w:r>
      <w:r>
        <w:t xml:space="preserve">betekent </w:t>
      </w:r>
      <w:r w:rsidRPr="00002CF8">
        <w:rPr>
          <w:rFonts w:ascii="Futura-BookOblique" w:hAnsi="Futura-BookOblique" w:cs="Futura-BookOblique"/>
          <w:i/>
          <w:iCs/>
        </w:rPr>
        <w:t>kort geleden</w:t>
      </w:r>
      <w:r>
        <w:t xml:space="preserve">. Dit wil zeggen dat </w:t>
      </w:r>
      <w:r w:rsidRPr="00002CF8">
        <w:rPr>
          <w:rFonts w:ascii="Futura-BookOblique" w:hAnsi="Futura-BookOblique" w:cs="Futura-BookOblique"/>
          <w:i/>
          <w:iCs/>
        </w:rPr>
        <w:t xml:space="preserve">recente </w:t>
      </w:r>
      <w:r>
        <w:t xml:space="preserve">bevindingen ontdekkingen zijn die </w:t>
      </w:r>
      <w:r w:rsidRPr="00002CF8">
        <w:rPr>
          <w:rFonts w:ascii="Futura-BookOblique" w:hAnsi="Futura-BookOblique" w:cs="Futura-BookOblique"/>
          <w:i/>
          <w:iCs/>
        </w:rPr>
        <w:t xml:space="preserve">kort geleden </w:t>
      </w:r>
      <w:r>
        <w:t>bekend zijn geworden.</w:t>
      </w:r>
    </w:p>
    <w:p w:rsidR="00926700" w:rsidRDefault="00926700" w:rsidP="00926700">
      <w:pPr>
        <w:pStyle w:val="vk"/>
      </w:pPr>
      <w:r>
        <w:tab/>
        <w:t>b</w:t>
      </w:r>
      <w:r>
        <w:tab/>
        <w:t>In alinea 4.</w:t>
      </w:r>
    </w:p>
    <w:p w:rsidR="00926700" w:rsidRDefault="00926700" w:rsidP="00926700">
      <w:pPr>
        <w:pStyle w:val="vk"/>
      </w:pPr>
      <w:r>
        <w:lastRenderedPageBreak/>
        <w:t>5</w:t>
      </w:r>
      <w:r>
        <w:tab/>
        <w:t>a</w:t>
      </w:r>
      <w:r>
        <w:tab/>
        <w:t>Een afwijkend magnetisch veld, sterke zeestromingen en onverwachte onweersbuien en stormen.</w:t>
      </w:r>
    </w:p>
    <w:p w:rsidR="00926700" w:rsidRDefault="00926700" w:rsidP="00926700">
      <w:pPr>
        <w:pStyle w:val="vk"/>
      </w:pPr>
      <w:r>
        <w:tab/>
      </w:r>
      <w:r>
        <w:tab/>
        <w:t>Uitleg: In regel 33-34 staat: ‘Al langer is bekend …’.</w:t>
      </w:r>
    </w:p>
    <w:p w:rsidR="00926700" w:rsidRDefault="00926700" w:rsidP="00926700">
      <w:pPr>
        <w:pStyle w:val="vk"/>
      </w:pPr>
      <w:r>
        <w:tab/>
        <w:t>b</w:t>
      </w:r>
      <w:r>
        <w:tab/>
        <w:t>In alinea 5.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6</w:t>
      </w:r>
      <w:r>
        <w:rPr>
          <w:rFonts w:ascii="Futura-Book" w:hAnsi="Futura-Book" w:cs="Futura-Book"/>
          <w:sz w:val="19"/>
          <w:szCs w:val="19"/>
        </w:rPr>
        <w:tab/>
        <w:t>Alinea 6.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7</w:t>
      </w:r>
      <w:r>
        <w:rPr>
          <w:rFonts w:ascii="Futura-Book" w:hAnsi="Futura-Book" w:cs="Futura-Book"/>
          <w:sz w:val="19"/>
          <w:szCs w:val="19"/>
        </w:rPr>
        <w:tab/>
        <w:t>Een conclusie.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In regel 37 staat het woord ‘dus’. Dit woord geeft aan dat er een conclusie volgt.</w:t>
      </w:r>
    </w:p>
    <w:p w:rsidR="00926700" w:rsidRDefault="00926700" w:rsidP="00926700">
      <w:pPr>
        <w:pStyle w:val="vk"/>
      </w:pPr>
      <w:r>
        <w:t>8</w:t>
      </w:r>
      <w:r>
        <w:tab/>
        <w:t>a</w:t>
      </w:r>
      <w:r>
        <w:tab/>
        <w:t>Boven alinea 4.</w:t>
      </w:r>
    </w:p>
    <w:p w:rsidR="00926700" w:rsidRDefault="00926700" w:rsidP="00926700">
      <w:pPr>
        <w:pStyle w:val="vk"/>
      </w:pPr>
      <w:r>
        <w:tab/>
      </w:r>
      <w:r>
        <w:tab/>
        <w:t>Uitleg: Zie regel 29.</w:t>
      </w:r>
    </w:p>
    <w:p w:rsidR="00926700" w:rsidRDefault="00926700" w:rsidP="00926700">
      <w:pPr>
        <w:pStyle w:val="vk"/>
      </w:pPr>
      <w:r>
        <w:tab/>
        <w:t>b</w:t>
      </w:r>
      <w:r>
        <w:tab/>
        <w:t>Boven alinea 5.</w:t>
      </w:r>
    </w:p>
    <w:p w:rsidR="00926700" w:rsidRDefault="00926700" w:rsidP="00926700">
      <w:pPr>
        <w:pStyle w:val="vk"/>
      </w:pPr>
      <w:r>
        <w:tab/>
      </w:r>
      <w:r>
        <w:tab/>
        <w:t xml:space="preserve">Uitleg: In deze alinea worden vreemde verschijnselen besproken: het magnetisch veld is niet stabiel, waardoor kompassen in de war raken en er is een extreem sterke </w:t>
      </w:r>
      <w:proofErr w:type="spellStart"/>
      <w:r>
        <w:t>stroming,waardoor</w:t>
      </w:r>
      <w:proofErr w:type="spellEnd"/>
      <w:r>
        <w:t xml:space="preserve"> er plotselinge onweersbuien zijn.</w:t>
      </w:r>
    </w:p>
    <w:p w:rsidR="00926700" w:rsidRDefault="00926700" w:rsidP="00926700">
      <w:pPr>
        <w:pStyle w:val="vk"/>
      </w:pPr>
      <w:r>
        <w:t>9</w:t>
      </w:r>
      <w:r>
        <w:tab/>
        <w:t>a</w:t>
      </w:r>
      <w:r>
        <w:tab/>
        <w:t>bijzaak</w:t>
      </w:r>
    </w:p>
    <w:p w:rsidR="00926700" w:rsidRDefault="00926700" w:rsidP="00926700">
      <w:pPr>
        <w:pStyle w:val="vk"/>
      </w:pPr>
      <w:r>
        <w:tab/>
      </w:r>
      <w:r>
        <w:tab/>
        <w:t>Uitleg: Dit is een voorbeeld.</w:t>
      </w:r>
    </w:p>
    <w:p w:rsidR="00926700" w:rsidRDefault="00926700" w:rsidP="00926700">
      <w:pPr>
        <w:pStyle w:val="vk"/>
      </w:pPr>
      <w:r>
        <w:tab/>
        <w:t>b</w:t>
      </w:r>
      <w:r>
        <w:tab/>
        <w:t>bijzaak</w:t>
      </w:r>
    </w:p>
    <w:p w:rsidR="00926700" w:rsidRDefault="00926700" w:rsidP="00926700">
      <w:pPr>
        <w:pStyle w:val="vk"/>
      </w:pPr>
      <w:r>
        <w:tab/>
      </w:r>
      <w:r>
        <w:tab/>
        <w:t>Uitleg: Dit is een voorbeeld van een mogelijke verklaring voor de geheimzinnige gebeurtenissen.</w:t>
      </w:r>
    </w:p>
    <w:p w:rsidR="00926700" w:rsidRDefault="00926700" w:rsidP="00926700">
      <w:pPr>
        <w:pStyle w:val="vk"/>
        <w:keepNext/>
      </w:pPr>
      <w:r>
        <w:tab/>
        <w:t>c</w:t>
      </w:r>
      <w:r>
        <w:tab/>
        <w:t>hoofdzaak</w:t>
      </w:r>
    </w:p>
    <w:p w:rsidR="00926700" w:rsidRDefault="00926700" w:rsidP="00926700">
      <w:pPr>
        <w:pStyle w:val="vk"/>
      </w:pPr>
      <w:r>
        <w:tab/>
      </w:r>
      <w:r>
        <w:tab/>
        <w:t>Uitleg: Deze informatie staat in de kernzin van alinea 4.</w:t>
      </w:r>
    </w:p>
    <w:p w:rsidR="00926700" w:rsidRDefault="00926700" w:rsidP="00926700">
      <w:pPr>
        <w:pStyle w:val="vk"/>
      </w:pPr>
      <w:r>
        <w:tab/>
        <w:t>d</w:t>
      </w:r>
      <w:r>
        <w:tab/>
        <w:t>hoofdzaak</w:t>
      </w:r>
    </w:p>
    <w:p w:rsidR="00926700" w:rsidRDefault="00926700" w:rsidP="00926700">
      <w:pPr>
        <w:pStyle w:val="vk"/>
      </w:pPr>
      <w:r>
        <w:tab/>
      </w:r>
      <w:r>
        <w:tab/>
        <w:t>Uitleg: Deze zin hoort bij de eerste zin van alinea 5 en is belangrijke informatie bij ‘niet het enige vreemde’.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10</w:t>
      </w:r>
      <w:r>
        <w:rPr>
          <w:rFonts w:ascii="Futura-Book" w:hAnsi="Futura-Book" w:cs="Futura-Book"/>
          <w:sz w:val="19"/>
          <w:szCs w:val="19"/>
        </w:rPr>
        <w:tab/>
        <w:t>B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Antwoord A staat niet in de tekst.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C staat niet in de tekst.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D staat niet in de tekst.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B vat het belangrijkste van de hele tekst samen.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</w:p>
    <w:p w:rsidR="00926700" w:rsidRPr="00002CF8" w:rsidRDefault="00926700" w:rsidP="00926700">
      <w:pPr>
        <w:pStyle w:val="11pt"/>
      </w:pPr>
      <w:r>
        <w:t>4</w:t>
      </w:r>
      <w:r w:rsidRPr="00002CF8">
        <w:t>.3</w:t>
      </w:r>
      <w:r w:rsidRPr="00002CF8">
        <w:tab/>
        <w:t>Meer over de kernzin</w:t>
      </w:r>
    </w:p>
    <w:p w:rsidR="00926700" w:rsidRPr="00002CF8" w:rsidRDefault="00926700" w:rsidP="00926700">
      <w:pPr>
        <w:pStyle w:val="9pt"/>
      </w:pPr>
      <w:r>
        <w:t>Opdracht 14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 w:rsidRPr="002830F7">
        <w:rPr>
          <w:rFonts w:ascii="Futura-Heavy" w:hAnsi="Futura-Heavy" w:cs="Futura-Heavy"/>
          <w:sz w:val="19"/>
          <w:szCs w:val="19"/>
        </w:rPr>
        <w:t>1</w:t>
      </w:r>
      <w:r w:rsidRPr="002830F7">
        <w:rPr>
          <w:rFonts w:ascii="Futura-Heavy" w:hAnsi="Futura-Heavy" w:cs="Futura-Heavy"/>
          <w:sz w:val="19"/>
          <w:szCs w:val="19"/>
        </w:rPr>
        <w:tab/>
      </w:r>
      <w:r>
        <w:rPr>
          <w:rFonts w:ascii="Futura-Book" w:hAnsi="Futura-Book" w:cs="Futura-Book"/>
          <w:sz w:val="19"/>
          <w:szCs w:val="19"/>
        </w:rPr>
        <w:t>D</w:t>
      </w:r>
      <w:r>
        <w:rPr>
          <w:rFonts w:ascii="Futura-Book" w:hAnsi="Futura-Book" w:cs="Futura-Book"/>
          <w:sz w:val="19"/>
          <w:szCs w:val="19"/>
        </w:rPr>
        <w:tab/>
        <w:t>bevat twee kernzinnen die midden in de alinea staan.</w:t>
      </w:r>
    </w:p>
    <w:p w:rsidR="00926700" w:rsidRPr="0010426F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De kernzinnen zijn: ‘Mobielverslaving komt tegenwoordig steeds meer voor.’ ‘Mobiel bellen is tegenwoordig zelfs de belangrijkste oorzaak van geldproblemen en schulden bij jongeren.’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 w:rsidRPr="0010426F">
        <w:rPr>
          <w:rFonts w:ascii="Futura-Book" w:hAnsi="Futura-Book" w:cs="Futura-Book"/>
          <w:sz w:val="19"/>
          <w:szCs w:val="19"/>
        </w:rPr>
        <w:t>2</w:t>
      </w:r>
      <w:r>
        <w:rPr>
          <w:rFonts w:ascii="Futura-Book" w:hAnsi="Futura-Book" w:cs="Futura-Book"/>
          <w:sz w:val="19"/>
          <w:szCs w:val="19"/>
        </w:rPr>
        <w:tab/>
        <w:t>C</w:t>
      </w:r>
      <w:r>
        <w:rPr>
          <w:rFonts w:ascii="Futura-Book" w:hAnsi="Futura-Book" w:cs="Futura-Book"/>
          <w:sz w:val="19"/>
          <w:szCs w:val="19"/>
        </w:rPr>
        <w:tab/>
        <w:t>bevat helemaal geen kernzin.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De tekst is een uitleg. In deze uitleg staat geen kernzin.</w:t>
      </w:r>
    </w:p>
    <w:p w:rsidR="00926700" w:rsidRDefault="00926700" w:rsidP="00926700">
      <w:pPr>
        <w:pStyle w:val="basis"/>
        <w:keepNext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3</w:t>
      </w:r>
      <w:r>
        <w:rPr>
          <w:rFonts w:ascii="Futura-Book" w:hAnsi="Futura-Book" w:cs="Futura-Book"/>
          <w:sz w:val="19"/>
          <w:szCs w:val="19"/>
        </w:rPr>
        <w:tab/>
        <w:t>C</w:t>
      </w:r>
      <w:r>
        <w:rPr>
          <w:rFonts w:ascii="Futura-Book" w:hAnsi="Futura-Book" w:cs="Futura-Book"/>
          <w:sz w:val="19"/>
          <w:szCs w:val="19"/>
        </w:rPr>
        <w:tab/>
        <w:t>bevat een kernzin die meteen na de inleidende zin staat.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De kernzin is: ‘Dat hoeft tegenwoordig niet meer, want je kunt bij pech de fietsenwegenwacht bellen.’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4</w:t>
      </w:r>
      <w:r>
        <w:rPr>
          <w:rFonts w:ascii="Futura-Book" w:hAnsi="Futura-Book" w:cs="Futura-Book"/>
          <w:sz w:val="19"/>
          <w:szCs w:val="19"/>
        </w:rPr>
        <w:tab/>
        <w:t>A</w:t>
      </w:r>
      <w:r>
        <w:rPr>
          <w:rFonts w:ascii="Futura-Book" w:hAnsi="Futura-Book" w:cs="Futura-Book"/>
          <w:sz w:val="19"/>
          <w:szCs w:val="19"/>
        </w:rPr>
        <w:tab/>
        <w:t xml:space="preserve">opent met een kernzin. 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De rest van de alinea is een uitleg bij deze zin. Deze zin geeft aan waar de alinea over gaat.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</w:p>
    <w:p w:rsidR="00926700" w:rsidRPr="00002CF8" w:rsidRDefault="00926700" w:rsidP="00926700">
      <w:pPr>
        <w:pStyle w:val="11pt"/>
      </w:pPr>
      <w:r>
        <w:t>4</w:t>
      </w:r>
      <w:r w:rsidRPr="00002CF8">
        <w:t>.4</w:t>
      </w:r>
      <w:r w:rsidRPr="00002CF8">
        <w:tab/>
        <w:t>Eindopdrachten</w:t>
      </w:r>
    </w:p>
    <w:p w:rsidR="00926700" w:rsidRPr="00002CF8" w:rsidRDefault="00926700" w:rsidP="00926700">
      <w:pPr>
        <w:pStyle w:val="9pt"/>
      </w:pPr>
      <w:r>
        <w:t>Opdracht 15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1-4</w:t>
      </w:r>
      <w:r>
        <w:rPr>
          <w:rFonts w:ascii="Futura-Book" w:hAnsi="Futura-Book" w:cs="Futura-Book"/>
          <w:sz w:val="19"/>
          <w:szCs w:val="19"/>
        </w:rPr>
        <w:tab/>
        <w:t>Je eigen werk.</w:t>
      </w:r>
    </w:p>
    <w:p w:rsidR="00926700" w:rsidRPr="00002CF8" w:rsidRDefault="00926700" w:rsidP="00926700">
      <w:pPr>
        <w:pStyle w:val="9pt"/>
      </w:pPr>
      <w:r>
        <w:t>Opdracht 16</w:t>
      </w:r>
    </w:p>
    <w:p w:rsidR="00926700" w:rsidRPr="0010426F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 w:rsidRPr="008A6A3D">
        <w:rPr>
          <w:rFonts w:ascii="Futura-Heavy" w:hAnsi="Futura-Heavy" w:cs="Futura-Heavy"/>
          <w:sz w:val="19"/>
          <w:szCs w:val="19"/>
        </w:rPr>
        <w:t>1</w:t>
      </w:r>
      <w:r w:rsidRPr="008A6A3D">
        <w:rPr>
          <w:rFonts w:ascii="Futura-Heavy" w:hAnsi="Futura-Heavy" w:cs="Futura-Heavy"/>
          <w:sz w:val="19"/>
          <w:szCs w:val="19"/>
        </w:rPr>
        <w:tab/>
      </w:r>
      <w:r>
        <w:rPr>
          <w:rFonts w:ascii="Futura-Book" w:hAnsi="Futura-Book" w:cs="Futura-Book"/>
          <w:sz w:val="19"/>
          <w:szCs w:val="19"/>
        </w:rPr>
        <w:t>Je hebt de woorden die jij moeilijk vindt opgeschreven en de betekenis ervan opgezocht.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 w:rsidRPr="0010426F">
        <w:rPr>
          <w:rFonts w:ascii="Futura-Book" w:hAnsi="Futura-Book" w:cs="Futura-Book"/>
          <w:sz w:val="19"/>
          <w:szCs w:val="19"/>
        </w:rPr>
        <w:t>2</w:t>
      </w:r>
      <w:r w:rsidRPr="0010426F">
        <w:rPr>
          <w:rFonts w:ascii="Futura-Book" w:hAnsi="Futura-Book" w:cs="Futura-Book"/>
          <w:sz w:val="19"/>
          <w:szCs w:val="19"/>
        </w:rPr>
        <w:tab/>
      </w:r>
      <w:r>
        <w:rPr>
          <w:rFonts w:ascii="Futura-Book" w:hAnsi="Futura-Book" w:cs="Futura-Book"/>
          <w:sz w:val="19"/>
          <w:szCs w:val="19"/>
        </w:rPr>
        <w:t>Nee, daarvoor is de titel te onduidelijk.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3</w:t>
      </w:r>
      <w:r>
        <w:rPr>
          <w:rFonts w:ascii="Futura-Book" w:hAnsi="Futura-Book" w:cs="Futura-Book"/>
          <w:sz w:val="19"/>
          <w:szCs w:val="19"/>
        </w:rPr>
        <w:tab/>
        <w:t>Preciezer aangeven waarover de tekst gaat.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4</w:t>
      </w:r>
      <w:r>
        <w:rPr>
          <w:rFonts w:ascii="Futura-Book" w:hAnsi="Futura-Book" w:cs="Futura-Book"/>
          <w:sz w:val="19"/>
          <w:szCs w:val="19"/>
        </w:rPr>
        <w:tab/>
        <w:t>C</w:t>
      </w:r>
      <w:r>
        <w:rPr>
          <w:rFonts w:ascii="Futura-Book" w:hAnsi="Futura-Book" w:cs="Futura-Book"/>
          <w:sz w:val="19"/>
          <w:szCs w:val="19"/>
        </w:rPr>
        <w:tab/>
        <w:t>Toenemende discussie over de doodstraf.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Als je de eerste zinnen van de alinea’s 2 tot en met 6 leest, kom je tot de ontdekking dat er verschillende gedachtes zijn over de doodstraf.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lastRenderedPageBreak/>
        <w:tab/>
        <w:t>Hierbij past antwoord C.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5</w:t>
      </w:r>
      <w:r>
        <w:rPr>
          <w:rFonts w:ascii="Futura-Book" w:hAnsi="Futura-Book" w:cs="Futura-Book"/>
          <w:sz w:val="19"/>
          <w:szCs w:val="19"/>
        </w:rPr>
        <w:tab/>
        <w:t>Alinea 2 tot en met 6.</w:t>
      </w:r>
    </w:p>
    <w:p w:rsidR="00926700" w:rsidRDefault="00926700" w:rsidP="00926700">
      <w:pPr>
        <w:pStyle w:val="basis"/>
        <w:keepNext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6</w:t>
      </w:r>
      <w:r>
        <w:rPr>
          <w:rFonts w:ascii="Futura-Book" w:hAnsi="Futura-Book" w:cs="Futura-Book"/>
          <w:sz w:val="19"/>
          <w:szCs w:val="19"/>
        </w:rPr>
        <w:tab/>
        <w:t>B</w:t>
      </w:r>
      <w:r>
        <w:rPr>
          <w:rFonts w:ascii="Futura-Book" w:hAnsi="Futura-Book" w:cs="Futura-Book"/>
          <w:sz w:val="19"/>
          <w:szCs w:val="19"/>
        </w:rPr>
        <w:tab/>
        <w:t>Weinig bewijzen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 xml:space="preserve">Uitleg: In alinea 2 staat dat er niet veel bewijzen waren, dat er geen vingerafdrukken op het wapen waren gevonden en dat het bewijsmateriaal was vernietigd. In alinea 3 staat dat </w:t>
      </w:r>
      <w:proofErr w:type="spellStart"/>
      <w:r>
        <w:rPr>
          <w:rFonts w:ascii="Futura-Book" w:hAnsi="Futura-Book" w:cs="Futura-Book"/>
          <w:sz w:val="19"/>
          <w:szCs w:val="19"/>
        </w:rPr>
        <w:t>Lovitt</w:t>
      </w:r>
      <w:proofErr w:type="spellEnd"/>
      <w:r>
        <w:rPr>
          <w:rFonts w:ascii="Futura-Book" w:hAnsi="Futura-Book" w:cs="Futura-Book"/>
          <w:sz w:val="19"/>
          <w:szCs w:val="19"/>
        </w:rPr>
        <w:t xml:space="preserve"> geen eerlijke kans had om zijn onschuld te bewijzen.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7</w:t>
      </w:r>
      <w:r>
        <w:rPr>
          <w:rFonts w:ascii="Futura-Book" w:hAnsi="Futura-Book" w:cs="Futura-Book"/>
          <w:sz w:val="19"/>
          <w:szCs w:val="19"/>
        </w:rPr>
        <w:tab/>
        <w:t>‘Heel simpel gezegd is hun mentaliteit: als jij iemand vermoordt, dan heeft de staat ook het recht om jou te vermoorden.’ (r.33-34)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8</w:t>
      </w:r>
      <w:r>
        <w:rPr>
          <w:rFonts w:ascii="Futura-Book" w:hAnsi="Futura-Book" w:cs="Futura-Book"/>
          <w:sz w:val="19"/>
          <w:szCs w:val="19"/>
        </w:rPr>
        <w:tab/>
        <w:t>B</w:t>
      </w:r>
      <w:r>
        <w:rPr>
          <w:rFonts w:ascii="Futura-Book" w:hAnsi="Futura-Book" w:cs="Futura-Book"/>
          <w:sz w:val="19"/>
          <w:szCs w:val="19"/>
        </w:rPr>
        <w:tab/>
        <w:t>Twijfels over de doodstraf.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In allebei de alinea’s gaat het over twijfelen aan de doodstraf. In alinea 5 staat duidelijk dat de Amerikanen aan het twijfelen gebracht waren en in alinea 6 staat dat de protesten tegen de doodstraf toenamen en dat er een wijziging van het systeem kwam. Dit verwijst ook naar twijfelen aan het systeem.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A is fout, want door de fouten gingen de Amerikanen twijfelen.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C is fout, want door het ten onrechte veroordelen gingen de Amerikanen twijfelen.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D is fout, want door het twijfelen kwam er een verbod.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9</w:t>
      </w:r>
      <w:r>
        <w:rPr>
          <w:rFonts w:ascii="Futura-Book" w:hAnsi="Futura-Book" w:cs="Futura-Book"/>
          <w:sz w:val="19"/>
          <w:szCs w:val="19"/>
        </w:rPr>
        <w:tab/>
        <w:t>A</w:t>
      </w:r>
      <w:r>
        <w:rPr>
          <w:rFonts w:ascii="Futura-Book" w:hAnsi="Futura-Book" w:cs="Futura-Book"/>
          <w:sz w:val="19"/>
          <w:szCs w:val="19"/>
        </w:rPr>
        <w:tab/>
        <w:t>Die opent met een kernzin.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10</w:t>
      </w:r>
      <w:r>
        <w:rPr>
          <w:rFonts w:ascii="Futura-Book" w:hAnsi="Futura-Book" w:cs="Futura-Book"/>
          <w:sz w:val="19"/>
          <w:szCs w:val="19"/>
        </w:rPr>
        <w:tab/>
        <w:t>Boven alinea 4.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Zie regel 32-</w:t>
      </w:r>
      <w:smartTag w:uri="urn:schemas-microsoft-com:office:smarttags" w:element="metricconverter">
        <w:smartTagPr>
          <w:attr w:name="ProductID" w:val="34. In"/>
        </w:smartTagPr>
        <w:r>
          <w:rPr>
            <w:rFonts w:ascii="Futura-Book" w:hAnsi="Futura-Book" w:cs="Futura-Book"/>
            <w:sz w:val="19"/>
            <w:szCs w:val="19"/>
          </w:rPr>
          <w:t>34. In</w:t>
        </w:r>
      </w:smartTag>
      <w:r>
        <w:rPr>
          <w:rFonts w:ascii="Futura-Book" w:hAnsi="Futura-Book" w:cs="Futura-Book"/>
          <w:sz w:val="19"/>
          <w:szCs w:val="19"/>
        </w:rPr>
        <w:t xml:space="preserve"> deze zinnen staat dat vergelding in de Amerikaanse cultuur zit. Daarna staat dat de staat het recht heeft jou te vermoorden als jij iemand vermoordt.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11</w:t>
      </w:r>
      <w:r>
        <w:rPr>
          <w:rFonts w:ascii="Futura-Book" w:hAnsi="Futura-Book" w:cs="Futura-Book"/>
          <w:sz w:val="19"/>
          <w:szCs w:val="19"/>
        </w:rPr>
        <w:tab/>
        <w:t>Ja, want pas sinds 2005 bestaat daarop een verbod.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12</w:t>
      </w:r>
      <w:r>
        <w:rPr>
          <w:rFonts w:ascii="Futura-Book" w:hAnsi="Futura-Book" w:cs="Futura-Book"/>
          <w:sz w:val="19"/>
          <w:szCs w:val="19"/>
        </w:rPr>
        <w:tab/>
        <w:t>B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 xml:space="preserve">Uitleg: Antwoord A is fout, want het voorbeeld van </w:t>
      </w:r>
      <w:proofErr w:type="spellStart"/>
      <w:r>
        <w:rPr>
          <w:rFonts w:ascii="Futura-Book" w:hAnsi="Futura-Book" w:cs="Futura-Book"/>
          <w:sz w:val="19"/>
          <w:szCs w:val="19"/>
        </w:rPr>
        <w:t>Lovitt</w:t>
      </w:r>
      <w:proofErr w:type="spellEnd"/>
      <w:r>
        <w:rPr>
          <w:rFonts w:ascii="Futura-Book" w:hAnsi="Futura-Book" w:cs="Futura-Book"/>
          <w:sz w:val="19"/>
          <w:szCs w:val="19"/>
        </w:rPr>
        <w:t xml:space="preserve"> wordt genoemd om aan te geven dat onschuldige mensen veroordeeld kunnen worden.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C is fout, want sinds 2005 is er een verbod op executies van jongeren.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D is fout, want dat staat niet in de tekst.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 xml:space="preserve">In de laatste alinea staat dat </w:t>
      </w:r>
      <w:proofErr w:type="spellStart"/>
      <w:r>
        <w:rPr>
          <w:rFonts w:ascii="Futura-Book" w:hAnsi="Futura-Book" w:cs="Futura-Book"/>
          <w:sz w:val="19"/>
          <w:szCs w:val="19"/>
        </w:rPr>
        <w:t>Amnesty</w:t>
      </w:r>
      <w:proofErr w:type="spellEnd"/>
      <w:r>
        <w:rPr>
          <w:rFonts w:ascii="Futura-Book" w:hAnsi="Futura-Book" w:cs="Futura-Book"/>
          <w:sz w:val="19"/>
          <w:szCs w:val="19"/>
        </w:rPr>
        <w:t xml:space="preserve"> International hoopt dat de doodstraf helemaal verdwijnt.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B is goed, want dat is een toelichting bij de kernzin van alinea 5.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13</w:t>
      </w:r>
      <w:r>
        <w:rPr>
          <w:rFonts w:ascii="Futura-Book" w:hAnsi="Futura-Book" w:cs="Futura-Book"/>
          <w:sz w:val="19"/>
          <w:szCs w:val="19"/>
        </w:rPr>
        <w:tab/>
        <w:t>C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Uitleg: Antwoord A is fout, want dat is slechts een deel van de tekst.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B is fout, want dat staat niet in de tekst.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D is fout, want dat is een bijzaak uit alinea 4.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ab/>
        <w:t>Antwoord C is goed, want dit antwoord vat de belangrijkste informatie uit de hele tekst samen in een zin.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14</w:t>
      </w:r>
      <w:r>
        <w:rPr>
          <w:rFonts w:ascii="Futura-Book" w:hAnsi="Futura-Book" w:cs="Futura-Book"/>
          <w:sz w:val="19"/>
          <w:szCs w:val="19"/>
        </w:rPr>
        <w:tab/>
        <w:t>D</w:t>
      </w:r>
    </w:p>
    <w:p w:rsidR="00926700" w:rsidRDefault="00926700" w:rsidP="00926700">
      <w:pPr>
        <w:pStyle w:val="basis"/>
        <w:rPr>
          <w:rFonts w:ascii="Futura-Book" w:hAnsi="Futura-Book" w:cs="Futura-Book"/>
          <w:sz w:val="19"/>
          <w:szCs w:val="19"/>
        </w:rPr>
      </w:pPr>
      <w:r>
        <w:rPr>
          <w:rFonts w:ascii="Futura-Book" w:hAnsi="Futura-Book" w:cs="Futura-Book"/>
          <w:sz w:val="19"/>
          <w:szCs w:val="19"/>
        </w:rPr>
        <w:t>15</w:t>
      </w:r>
      <w:r>
        <w:rPr>
          <w:rFonts w:ascii="Futura-Book" w:hAnsi="Futura-Book" w:cs="Futura-Book"/>
          <w:sz w:val="19"/>
          <w:szCs w:val="19"/>
        </w:rPr>
        <w:tab/>
        <w:t>Je eigen antwoorden.</w:t>
      </w:r>
    </w:p>
    <w:p w:rsidR="005A2811" w:rsidRDefault="005A2811">
      <w:bookmarkStart w:id="0" w:name="_GoBack"/>
      <w:bookmarkEnd w:id="0"/>
    </w:p>
    <w:sectPr w:rsidR="005A2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-Book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700"/>
    <w:rsid w:val="002F6FEB"/>
    <w:rsid w:val="005A2811"/>
    <w:rsid w:val="0092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F928C-7847-4160-B0EC-125A1FF7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">
    <w:name w:val="basis"/>
    <w:basedOn w:val="Standaard"/>
    <w:link w:val="basisChar"/>
    <w:qFormat/>
    <w:rsid w:val="00926700"/>
    <w:pPr>
      <w:tabs>
        <w:tab w:val="left" w:pos="340"/>
        <w:tab w:val="left" w:pos="680"/>
      </w:tabs>
      <w:autoSpaceDE w:val="0"/>
      <w:autoSpaceDN w:val="0"/>
      <w:adjustRightInd w:val="0"/>
      <w:spacing w:line="260" w:lineRule="exact"/>
      <w:ind w:left="340" w:hanging="340"/>
    </w:pPr>
    <w:rPr>
      <w:rFonts w:ascii="Arial" w:hAnsi="Arial"/>
      <w:sz w:val="18"/>
    </w:rPr>
  </w:style>
  <w:style w:type="character" w:customStyle="1" w:styleId="basisChar">
    <w:name w:val="basis Char"/>
    <w:basedOn w:val="Standaardalinea-lettertype"/>
    <w:link w:val="basis"/>
    <w:rsid w:val="00926700"/>
    <w:rPr>
      <w:rFonts w:ascii="Arial" w:hAnsi="Arial"/>
      <w:sz w:val="18"/>
      <w:szCs w:val="24"/>
    </w:rPr>
  </w:style>
  <w:style w:type="paragraph" w:customStyle="1" w:styleId="13pt">
    <w:name w:val="13pt"/>
    <w:basedOn w:val="basis"/>
    <w:link w:val="13ptChar"/>
    <w:qFormat/>
    <w:rsid w:val="00926700"/>
    <w:pPr>
      <w:tabs>
        <w:tab w:val="clear" w:pos="340"/>
      </w:tabs>
      <w:ind w:left="680" w:hanging="680"/>
    </w:pPr>
    <w:rPr>
      <w:b/>
      <w:sz w:val="26"/>
      <w:szCs w:val="26"/>
    </w:rPr>
  </w:style>
  <w:style w:type="character" w:customStyle="1" w:styleId="13ptChar">
    <w:name w:val="13pt Char"/>
    <w:basedOn w:val="basisChar"/>
    <w:link w:val="13pt"/>
    <w:rsid w:val="00926700"/>
    <w:rPr>
      <w:rFonts w:ascii="Arial" w:hAnsi="Arial"/>
      <w:b/>
      <w:sz w:val="26"/>
      <w:szCs w:val="26"/>
    </w:rPr>
  </w:style>
  <w:style w:type="paragraph" w:customStyle="1" w:styleId="9pt">
    <w:name w:val="9pt"/>
    <w:basedOn w:val="basis"/>
    <w:link w:val="9ptChar"/>
    <w:qFormat/>
    <w:rsid w:val="00926700"/>
    <w:pPr>
      <w:spacing w:before="260"/>
      <w:ind w:left="680"/>
    </w:pPr>
    <w:rPr>
      <w:b/>
    </w:rPr>
  </w:style>
  <w:style w:type="character" w:customStyle="1" w:styleId="9ptChar">
    <w:name w:val="9pt Char"/>
    <w:basedOn w:val="basisChar"/>
    <w:link w:val="9pt"/>
    <w:rsid w:val="00926700"/>
    <w:rPr>
      <w:rFonts w:ascii="Arial" w:hAnsi="Arial"/>
      <w:b/>
      <w:sz w:val="18"/>
      <w:szCs w:val="24"/>
    </w:rPr>
  </w:style>
  <w:style w:type="paragraph" w:customStyle="1" w:styleId="11pt">
    <w:name w:val="11pt"/>
    <w:basedOn w:val="basis"/>
    <w:link w:val="11ptChar"/>
    <w:qFormat/>
    <w:rsid w:val="00926700"/>
    <w:pPr>
      <w:tabs>
        <w:tab w:val="clear" w:pos="340"/>
      </w:tabs>
      <w:ind w:left="680" w:hanging="680"/>
    </w:pPr>
    <w:rPr>
      <w:rFonts w:cs="Arial"/>
      <w:b/>
      <w:bCs/>
      <w:sz w:val="22"/>
      <w:szCs w:val="22"/>
    </w:rPr>
  </w:style>
  <w:style w:type="character" w:customStyle="1" w:styleId="11ptChar">
    <w:name w:val="11pt Char"/>
    <w:basedOn w:val="basisChar"/>
    <w:link w:val="11pt"/>
    <w:rsid w:val="00926700"/>
    <w:rPr>
      <w:rFonts w:ascii="Arial" w:hAnsi="Arial" w:cs="Arial"/>
      <w:b/>
      <w:bCs/>
      <w:sz w:val="22"/>
      <w:szCs w:val="22"/>
    </w:rPr>
  </w:style>
  <w:style w:type="paragraph" w:customStyle="1" w:styleId="vk">
    <w:name w:val="vk"/>
    <w:basedOn w:val="basis"/>
    <w:link w:val="vkChar"/>
    <w:qFormat/>
    <w:rsid w:val="00926700"/>
    <w:pPr>
      <w:ind w:left="680" w:hanging="680"/>
    </w:pPr>
    <w:rPr>
      <w:rFonts w:cs="Arial"/>
      <w:szCs w:val="18"/>
    </w:rPr>
  </w:style>
  <w:style w:type="character" w:customStyle="1" w:styleId="vkChar">
    <w:name w:val="vk Char"/>
    <w:basedOn w:val="basisChar"/>
    <w:link w:val="vk"/>
    <w:rsid w:val="0092670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11BBA84E</Template>
  <TotalTime>0</TotalTime>
  <Pages>3</Pages>
  <Words>1146</Words>
  <Characters>6308</Characters>
  <Application>Microsoft Office Word</Application>
  <DocSecurity>0</DocSecurity>
  <Lines>52</Lines>
  <Paragraphs>14</Paragraphs>
  <ScaleCrop>false</ScaleCrop>
  <Company>Etty Hillesum Lyceum</Company>
  <LinksUpToDate>false</LinksUpToDate>
  <CharactersWithSpaces>7440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Jaarsveld</dc:creator>
  <cp:keywords/>
  <dc:description/>
  <cp:lastModifiedBy>Lasse Jaarsveld</cp:lastModifiedBy>
  <cp:revision>1</cp:revision>
  <dcterms:created xsi:type="dcterms:W3CDTF">2016-01-07T08:19:00Z</dcterms:created>
  <dcterms:modified xsi:type="dcterms:W3CDTF">2016-01-07T08:19:00Z</dcterms:modified>
</cp:coreProperties>
</file>