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CC" w:rsidRDefault="001D23CC" w:rsidP="005D3EFF">
      <w:pPr>
        <w:pStyle w:val="Geenafstand"/>
        <w:rPr>
          <w:b/>
          <w:sz w:val="28"/>
          <w:szCs w:val="28"/>
        </w:rPr>
      </w:pPr>
    </w:p>
    <w:p w:rsidR="001D23CC" w:rsidRDefault="005D3EFF" w:rsidP="005D3EFF">
      <w:pPr>
        <w:pStyle w:val="Geenafstand"/>
        <w:rPr>
          <w:b/>
          <w:sz w:val="32"/>
          <w:szCs w:val="32"/>
        </w:rPr>
      </w:pPr>
      <w:r w:rsidRPr="001D23CC">
        <w:rPr>
          <w:b/>
          <w:sz w:val="32"/>
          <w:szCs w:val="32"/>
        </w:rPr>
        <w:t>Opdracht; Samenwerkend Leren</w:t>
      </w:r>
      <w:r w:rsidR="001D23CC" w:rsidRPr="001D23CC">
        <w:rPr>
          <w:b/>
          <w:sz w:val="32"/>
          <w:szCs w:val="32"/>
        </w:rPr>
        <w:tab/>
      </w:r>
      <w:r w:rsidR="001D23CC" w:rsidRPr="001D23CC">
        <w:rPr>
          <w:b/>
          <w:sz w:val="32"/>
          <w:szCs w:val="32"/>
        </w:rPr>
        <w:tab/>
      </w:r>
      <w:r w:rsidR="001D23CC" w:rsidRPr="001D23CC">
        <w:rPr>
          <w:b/>
          <w:sz w:val="32"/>
          <w:szCs w:val="32"/>
        </w:rPr>
        <w:tab/>
      </w:r>
      <w:r w:rsidR="001D23CC" w:rsidRPr="001D23CC">
        <w:rPr>
          <w:b/>
          <w:sz w:val="32"/>
          <w:szCs w:val="32"/>
        </w:rPr>
        <w:tab/>
      </w:r>
      <w:r w:rsidR="001D23CC">
        <w:rPr>
          <w:b/>
          <w:sz w:val="32"/>
          <w:szCs w:val="32"/>
        </w:rPr>
        <w:tab/>
      </w:r>
    </w:p>
    <w:p w:rsidR="005D3EFF" w:rsidRPr="001D23CC" w:rsidRDefault="004923E7" w:rsidP="005D3EFF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VZ/VP Cohort 2015</w:t>
      </w:r>
    </w:p>
    <w:p w:rsidR="001D23CC" w:rsidRDefault="001D23CC" w:rsidP="001D23CC">
      <w:pPr>
        <w:jc w:val="center"/>
        <w:rPr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305072F" wp14:editId="02F18619">
            <wp:extent cx="3810000" cy="2857500"/>
            <wp:effectExtent l="0" t="0" r="0" b="0"/>
            <wp:docPr id="5" name="Afbeelding 5" descr="http://www.liefdevoortalent.nl/blog/wp-content/uploads/2013/04/samenwer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iefdevoortalent.nl/blog/wp-content/uploads/2013/04/samenwerk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3CC" w:rsidRPr="001D23CC" w:rsidRDefault="005D3EFF" w:rsidP="001D23CC">
      <w:pPr>
        <w:pStyle w:val="Geenafstand"/>
        <w:rPr>
          <w:b/>
        </w:rPr>
      </w:pPr>
      <w:r w:rsidRPr="001D23CC">
        <w:rPr>
          <w:b/>
        </w:rPr>
        <w:t xml:space="preserve">Opdracht: </w:t>
      </w:r>
      <w:r w:rsidRPr="001D23CC">
        <w:rPr>
          <w:b/>
        </w:rPr>
        <w:tab/>
        <w:t>Or</w:t>
      </w:r>
      <w:r w:rsidR="001D23CC" w:rsidRPr="001D23CC">
        <w:rPr>
          <w:b/>
        </w:rPr>
        <w:t>ganiseer een activiteit</w:t>
      </w:r>
      <w:r w:rsidRPr="001D23CC">
        <w:rPr>
          <w:b/>
        </w:rPr>
        <w:t xml:space="preserve"> voor oudere mensen</w:t>
      </w:r>
    </w:p>
    <w:p w:rsidR="005D3EFF" w:rsidRPr="001D23CC" w:rsidRDefault="005D3EFF" w:rsidP="001D23CC">
      <w:pPr>
        <w:pStyle w:val="Geenafstand"/>
        <w:rPr>
          <w:b/>
          <w:sz w:val="24"/>
          <w:szCs w:val="24"/>
        </w:rPr>
      </w:pPr>
      <w:r w:rsidRPr="001D23CC">
        <w:rPr>
          <w:b/>
          <w:sz w:val="24"/>
          <w:szCs w:val="24"/>
        </w:rPr>
        <w:t xml:space="preserve">Doel: </w:t>
      </w:r>
      <w:r w:rsidRPr="001D23CC">
        <w:rPr>
          <w:b/>
          <w:sz w:val="24"/>
          <w:szCs w:val="24"/>
        </w:rPr>
        <w:tab/>
      </w:r>
      <w:r w:rsidRPr="001D23CC">
        <w:rPr>
          <w:b/>
          <w:sz w:val="24"/>
          <w:szCs w:val="24"/>
        </w:rPr>
        <w:tab/>
        <w:t>Leren samenwerken</w:t>
      </w:r>
    </w:p>
    <w:p w:rsidR="005D3EFF" w:rsidRPr="001D23CC" w:rsidRDefault="005D3EFF" w:rsidP="005D3EFF">
      <w:pPr>
        <w:pStyle w:val="Geenafstand"/>
        <w:rPr>
          <w:b/>
          <w:sz w:val="24"/>
          <w:szCs w:val="24"/>
        </w:rPr>
      </w:pPr>
      <w:r w:rsidRPr="001D23CC">
        <w:rPr>
          <w:b/>
          <w:sz w:val="24"/>
          <w:szCs w:val="24"/>
        </w:rPr>
        <w:t>Wanneer:</w:t>
      </w:r>
      <w:r w:rsidRPr="001D23CC">
        <w:rPr>
          <w:b/>
          <w:sz w:val="24"/>
          <w:szCs w:val="24"/>
        </w:rPr>
        <w:tab/>
        <w:t>Tijdens de SLB uren en de ZW PB uren.</w:t>
      </w:r>
    </w:p>
    <w:p w:rsidR="005D3EFF" w:rsidRDefault="005D3EFF" w:rsidP="005D3EFF">
      <w:pPr>
        <w:pStyle w:val="Geenafstand"/>
      </w:pPr>
    </w:p>
    <w:p w:rsidR="001D23CC" w:rsidRDefault="001D23CC" w:rsidP="005D3EFF">
      <w:pPr>
        <w:pStyle w:val="Geenafstand"/>
        <w:rPr>
          <w:b/>
        </w:rPr>
      </w:pPr>
    </w:p>
    <w:p w:rsidR="005D3EFF" w:rsidRPr="00BB59B3" w:rsidRDefault="00BB59B3" w:rsidP="005D3EFF">
      <w:pPr>
        <w:pStyle w:val="Geenafstand"/>
        <w:rPr>
          <w:b/>
        </w:rPr>
      </w:pPr>
      <w:r w:rsidRPr="00BB59B3">
        <w:rPr>
          <w:b/>
        </w:rPr>
        <w:t>Bewijsstukken:</w:t>
      </w:r>
      <w:r w:rsidR="001D23CC" w:rsidRPr="001D23CC">
        <w:rPr>
          <w:rFonts w:ascii="Arial" w:hAnsi="Arial" w:cs="Arial"/>
          <w:noProof/>
          <w:color w:val="000000"/>
          <w:sz w:val="18"/>
          <w:szCs w:val="18"/>
          <w:lang w:eastAsia="nl-NL"/>
        </w:rPr>
        <w:t xml:space="preserve"> </w:t>
      </w:r>
    </w:p>
    <w:p w:rsidR="00BB59B3" w:rsidRDefault="00BB59B3" w:rsidP="00BB59B3">
      <w:pPr>
        <w:pStyle w:val="Geenafstand"/>
        <w:numPr>
          <w:ilvl w:val="0"/>
          <w:numId w:val="1"/>
        </w:numPr>
      </w:pPr>
      <w:r>
        <w:t>Samenwerkingscontract</w:t>
      </w:r>
      <w:r w:rsidR="00CC5EE6">
        <w:tab/>
      </w:r>
      <w:r w:rsidR="00CC5EE6">
        <w:tab/>
      </w:r>
      <w:r w:rsidR="00CC5EE6">
        <w:tab/>
      </w:r>
      <w:r w:rsidR="00CC5EE6">
        <w:tab/>
      </w:r>
    </w:p>
    <w:p w:rsidR="00BB59B3" w:rsidRDefault="00BB59B3" w:rsidP="00BB59B3">
      <w:pPr>
        <w:pStyle w:val="Geenafstand"/>
        <w:numPr>
          <w:ilvl w:val="0"/>
          <w:numId w:val="1"/>
        </w:numPr>
      </w:pPr>
      <w:r>
        <w:t>Persoonlijke leerdoelen</w:t>
      </w:r>
    </w:p>
    <w:p w:rsidR="00BB59B3" w:rsidRDefault="008B7537" w:rsidP="00BB59B3">
      <w:pPr>
        <w:pStyle w:val="Geenafstand"/>
        <w:numPr>
          <w:ilvl w:val="0"/>
          <w:numId w:val="1"/>
        </w:numPr>
      </w:pPr>
      <w:r>
        <w:t>Plan van aanpak</w:t>
      </w:r>
    </w:p>
    <w:p w:rsidR="00CC5EE6" w:rsidRDefault="00CC5EE6" w:rsidP="00BB59B3">
      <w:pPr>
        <w:pStyle w:val="Geenafstand"/>
        <w:numPr>
          <w:ilvl w:val="0"/>
          <w:numId w:val="1"/>
        </w:numPr>
      </w:pPr>
      <w:r>
        <w:t>Uitnodiging</w:t>
      </w:r>
    </w:p>
    <w:p w:rsidR="00BB59B3" w:rsidRDefault="00B42B36" w:rsidP="00BB59B3">
      <w:pPr>
        <w:pStyle w:val="Geenafstand"/>
        <w:numPr>
          <w:ilvl w:val="0"/>
          <w:numId w:val="1"/>
        </w:numPr>
      </w:pPr>
      <w:r>
        <w:t>5</w:t>
      </w:r>
      <w:r w:rsidR="00BB59B3">
        <w:t xml:space="preserve"> verslagen van de leergroep overleggen</w:t>
      </w:r>
    </w:p>
    <w:p w:rsidR="00BB59B3" w:rsidRDefault="00BB59B3" w:rsidP="00BB59B3">
      <w:pPr>
        <w:pStyle w:val="Geenafstand"/>
        <w:numPr>
          <w:ilvl w:val="0"/>
          <w:numId w:val="1"/>
        </w:numPr>
      </w:pPr>
      <w:r>
        <w:t>Evaluatie proces</w:t>
      </w:r>
    </w:p>
    <w:p w:rsidR="00E57729" w:rsidRDefault="00E57729" w:rsidP="00BB59B3">
      <w:pPr>
        <w:pStyle w:val="Geenafstand"/>
        <w:numPr>
          <w:ilvl w:val="0"/>
          <w:numId w:val="1"/>
        </w:numPr>
      </w:pPr>
      <w:r>
        <w:t>3 keer 360 graden feedback ingevuld door 2 groepsgenoten en jezelf</w:t>
      </w:r>
    </w:p>
    <w:p w:rsidR="00BB59B3" w:rsidRDefault="00BB59B3" w:rsidP="00BB59B3">
      <w:pPr>
        <w:pStyle w:val="Geenafstand"/>
        <w:numPr>
          <w:ilvl w:val="0"/>
          <w:numId w:val="1"/>
        </w:numPr>
      </w:pPr>
      <w:r>
        <w:t>Evaluatie product</w:t>
      </w:r>
    </w:p>
    <w:p w:rsidR="0075328F" w:rsidRDefault="0075328F" w:rsidP="0075328F">
      <w:pPr>
        <w:pStyle w:val="Geenafstand"/>
        <w:numPr>
          <w:ilvl w:val="0"/>
          <w:numId w:val="1"/>
        </w:numPr>
      </w:pPr>
      <w:r>
        <w:t xml:space="preserve">Feedbacklijst van de </w:t>
      </w:r>
      <w:r w:rsidR="006C7CF3">
        <w:t xml:space="preserve">drie </w:t>
      </w:r>
      <w:r>
        <w:t>deelnemers</w:t>
      </w:r>
    </w:p>
    <w:p w:rsidR="00BB59B3" w:rsidRDefault="00BB59B3" w:rsidP="00BB59B3">
      <w:pPr>
        <w:pStyle w:val="Geenafstand"/>
        <w:numPr>
          <w:ilvl w:val="0"/>
          <w:numId w:val="1"/>
        </w:numPr>
      </w:pPr>
      <w:r>
        <w:t>Foto van de activiteit waar jezelf op staat</w:t>
      </w:r>
    </w:p>
    <w:p w:rsidR="00BB59B3" w:rsidRDefault="00BB59B3" w:rsidP="00BB59B3">
      <w:pPr>
        <w:pStyle w:val="Geenafstand"/>
      </w:pPr>
    </w:p>
    <w:p w:rsidR="00BB59B3" w:rsidRPr="00BB59B3" w:rsidRDefault="009532C4" w:rsidP="00BB59B3">
      <w:pPr>
        <w:pStyle w:val="Geenafstand"/>
        <w:rPr>
          <w:b/>
        </w:rPr>
      </w:pPr>
      <w:r>
        <w:rPr>
          <w:b/>
        </w:rPr>
        <w:t xml:space="preserve">Inleveren op </w:t>
      </w:r>
      <w:r w:rsidR="00196136">
        <w:rPr>
          <w:b/>
        </w:rPr>
        <w:t>ELO</w:t>
      </w:r>
      <w:r w:rsidR="00BB59B3" w:rsidRPr="00BB59B3">
        <w:rPr>
          <w:b/>
        </w:rPr>
        <w:t>:</w:t>
      </w:r>
    </w:p>
    <w:p w:rsidR="00BB59B3" w:rsidRDefault="00E57729" w:rsidP="00BB59B3">
      <w:pPr>
        <w:pStyle w:val="Geenafstand"/>
      </w:pPr>
      <w:r>
        <w:t>Een verslag bestaande uit de 10</w:t>
      </w:r>
      <w:r w:rsidR="00BB59B3">
        <w:t xml:space="preserve"> bewijsstukken, inclusief voorblad, inhoudsopgave, inleiding  en slotwoord.</w:t>
      </w:r>
    </w:p>
    <w:p w:rsidR="00BB59B3" w:rsidRDefault="00D4120E" w:rsidP="00BB59B3">
      <w:pPr>
        <w:pStyle w:val="Geenafstand"/>
      </w:pPr>
      <w:r>
        <w:t>Dit lever je uiterlijk 1</w:t>
      </w:r>
      <w:bookmarkStart w:id="0" w:name="_GoBack"/>
      <w:bookmarkEnd w:id="0"/>
      <w:r w:rsidR="00BB59B3">
        <w:t xml:space="preserve"> weken na afloop van de activiteit </w:t>
      </w:r>
      <w:r w:rsidR="004923E7">
        <w:t>digitaal</w:t>
      </w:r>
    </w:p>
    <w:p w:rsidR="00BB59B3" w:rsidRDefault="00BB59B3" w:rsidP="00BB59B3">
      <w:pPr>
        <w:pStyle w:val="Geenafstand"/>
      </w:pPr>
    </w:p>
    <w:p w:rsidR="001D23CC" w:rsidRDefault="001D23CC" w:rsidP="001D23CC">
      <w:pPr>
        <w:pStyle w:val="Geenafstand"/>
        <w:jc w:val="center"/>
      </w:pPr>
    </w:p>
    <w:p w:rsidR="001D23CC" w:rsidRDefault="001D23CC" w:rsidP="001D23CC">
      <w:pPr>
        <w:pStyle w:val="Geenafstand"/>
        <w:jc w:val="center"/>
      </w:pPr>
    </w:p>
    <w:p w:rsidR="001D23CC" w:rsidRDefault="001D23CC" w:rsidP="00BB59B3">
      <w:pPr>
        <w:pStyle w:val="Geenafstand"/>
      </w:pPr>
      <w:r>
        <w:tab/>
      </w:r>
      <w:r>
        <w:tab/>
      </w:r>
      <w:r>
        <w:tab/>
      </w:r>
    </w:p>
    <w:p w:rsidR="00BB59B3" w:rsidRPr="005D3EFF" w:rsidRDefault="001D23CC" w:rsidP="001D23CC">
      <w:pPr>
        <w:pStyle w:val="Geenafstand"/>
        <w:jc w:val="center"/>
      </w:pPr>
      <w:r>
        <w:rPr>
          <w:rFonts w:ascii="Arial" w:hAnsi="Arial" w:cs="Arial"/>
          <w:noProof/>
          <w:color w:val="000000"/>
          <w:sz w:val="18"/>
          <w:szCs w:val="18"/>
          <w:lang w:eastAsia="nl-NL"/>
        </w:rPr>
        <w:drawing>
          <wp:inline distT="0" distB="0" distL="0" distR="0" wp14:anchorId="5651FCFB" wp14:editId="2262FF47">
            <wp:extent cx="1344562" cy="1332000"/>
            <wp:effectExtent l="0" t="0" r="8255" b="1905"/>
            <wp:docPr id="7" name="cboxPhoto" descr="http://www.nelliesnellen.nl/media/catalog/product/cache/1/image/9df78eab33525d08d6e5fb8d27136e95/c/d/cdst1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www.nelliesnellen.nl/media/catalog/product/cache/1/image/9df78eab33525d08d6e5fb8d27136e95/c/d/cdst1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562" cy="13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EFF" w:rsidRDefault="005D3EFF" w:rsidP="001D23CC">
      <w:pPr>
        <w:jc w:val="center"/>
        <w:rPr>
          <w:b/>
          <w:sz w:val="28"/>
          <w:szCs w:val="28"/>
        </w:rPr>
      </w:pPr>
    </w:p>
    <w:p w:rsidR="005D3EFF" w:rsidRDefault="005D3EFF" w:rsidP="001D23CC">
      <w:pPr>
        <w:jc w:val="center"/>
        <w:rPr>
          <w:b/>
          <w:sz w:val="28"/>
          <w:szCs w:val="28"/>
        </w:rPr>
      </w:pPr>
    </w:p>
    <w:p w:rsidR="00CC5EE6" w:rsidRDefault="00CC5EE6" w:rsidP="00CC5EE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Richtlijnen voor de activiteit: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>Groepsgrootte ongeveer 4 leerlingen per groep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>Beschikbare budget € 15,- per groep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>Leerlingen moeten zelf het geld voorschieten, kassabonnen bewaren, als groep declareren via SLB-er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>Tijdsduur activiteit ongeveer 1 klokuur, exclusief ontvangst en afsluiting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>Leerlingen regelen zelf iets te eten en te drinken (koffie/thee kan van school)</w:t>
      </w:r>
    </w:p>
    <w:p w:rsidR="00CC5EE6" w:rsidRDefault="00CC5EE6" w:rsidP="00CC5EE6">
      <w:pPr>
        <w:pStyle w:val="Geenafstand"/>
        <w:numPr>
          <w:ilvl w:val="0"/>
          <w:numId w:val="2"/>
        </w:numPr>
      </w:pPr>
      <w:r>
        <w:t xml:space="preserve">Leerlingen nodigen zelf ouderen uit; opa/oma/buren/kennissen enz. </w:t>
      </w:r>
    </w:p>
    <w:p w:rsidR="00CC5EE6" w:rsidRPr="00CC5EE6" w:rsidRDefault="00CC5EE6" w:rsidP="00CC5EE6">
      <w:pPr>
        <w:pStyle w:val="Geenafstand"/>
        <w:ind w:left="720"/>
      </w:pPr>
    </w:p>
    <w:sectPr w:rsidR="00CC5EE6" w:rsidRPr="00CC5EE6" w:rsidSect="001D23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4136"/>
    <w:multiLevelType w:val="hybridMultilevel"/>
    <w:tmpl w:val="E99834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90B30"/>
    <w:multiLevelType w:val="hybridMultilevel"/>
    <w:tmpl w:val="A5DED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FF"/>
    <w:rsid w:val="00196136"/>
    <w:rsid w:val="001D23CC"/>
    <w:rsid w:val="004713EA"/>
    <w:rsid w:val="004923E7"/>
    <w:rsid w:val="005D3EFF"/>
    <w:rsid w:val="006C7CF3"/>
    <w:rsid w:val="0075328F"/>
    <w:rsid w:val="008B7537"/>
    <w:rsid w:val="009532C4"/>
    <w:rsid w:val="00AE6710"/>
    <w:rsid w:val="00B42B36"/>
    <w:rsid w:val="00BB59B3"/>
    <w:rsid w:val="00CC5EE6"/>
    <w:rsid w:val="00D4120E"/>
    <w:rsid w:val="00E57729"/>
    <w:rsid w:val="00E73AF3"/>
    <w:rsid w:val="00FA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3EF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D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2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3EF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D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2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5BE2C930</Template>
  <TotalTime>35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J. Kunst-Eerenstein</cp:lastModifiedBy>
  <cp:revision>10</cp:revision>
  <dcterms:created xsi:type="dcterms:W3CDTF">2015-08-17T13:40:00Z</dcterms:created>
  <dcterms:modified xsi:type="dcterms:W3CDTF">2015-12-09T10:29:00Z</dcterms:modified>
</cp:coreProperties>
</file>