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F2" w:rsidRDefault="00B11EF2" w:rsidP="00412300">
      <w:pPr>
        <w:pStyle w:val="Titel"/>
        <w:rPr>
          <w:u w:color="5F497A" w:themeColor="accent4" w:themeShade="BF"/>
        </w:rPr>
      </w:pPr>
      <w:bookmarkStart w:id="0" w:name="_GoBack"/>
      <w:bookmarkEnd w:id="0"/>
      <w:r>
        <w:rPr>
          <w:u w:color="5F497A" w:themeColor="accent4" w:themeShade="BF"/>
        </w:rPr>
        <w:t>Feedback</w:t>
      </w:r>
    </w:p>
    <w:p w:rsidR="00B11EF2" w:rsidRDefault="00B11EF2" w:rsidP="00B11EF2">
      <w:pPr>
        <w:pStyle w:val="Kop1"/>
      </w:pPr>
      <w:r>
        <w:t>Feedback geven</w:t>
      </w:r>
    </w:p>
    <w:p w:rsidR="00B11EF2" w:rsidRDefault="00B11EF2" w:rsidP="00B11EF2"/>
    <w:p w:rsidR="00460E50" w:rsidRDefault="00B11EF2" w:rsidP="00B11EF2">
      <w:pPr>
        <w:pStyle w:val="Lijstalinea"/>
        <w:numPr>
          <w:ilvl w:val="0"/>
          <w:numId w:val="16"/>
        </w:numPr>
      </w:pPr>
      <w:r>
        <w:t>Beschrijf concreet gedrag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6"/>
        </w:numPr>
      </w:pPr>
      <w:r>
        <w:t>Gebruik ik boodschap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6"/>
        </w:numPr>
      </w:pPr>
      <w:r>
        <w:t>Welk effect heeft het gedrag op jou?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6"/>
        </w:numPr>
      </w:pPr>
      <w:r>
        <w:t>Laat ander reageren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6"/>
        </w:numPr>
      </w:pPr>
      <w:r>
        <w:t>Geef gewenst gedrag aan</w:t>
      </w:r>
    </w:p>
    <w:p w:rsidR="00B11EF2" w:rsidRDefault="00B11EF2" w:rsidP="00B11EF2"/>
    <w:p w:rsidR="00B11EF2" w:rsidRDefault="00B11EF2" w:rsidP="00B11EF2">
      <w:pPr>
        <w:pStyle w:val="Kop1"/>
      </w:pPr>
      <w:r>
        <w:t>Feedback ontvangen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7"/>
        </w:numPr>
      </w:pPr>
      <w:r>
        <w:t>Luister goed naar wat er wordt gezegd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7"/>
        </w:numPr>
      </w:pPr>
      <w:r>
        <w:t>Vraag om verduidelijking</w:t>
      </w:r>
    </w:p>
    <w:p w:rsidR="00B11EF2" w:rsidRDefault="00B11EF2" w:rsidP="00B11EF2"/>
    <w:p w:rsidR="00B11EF2" w:rsidRDefault="00B11EF2" w:rsidP="00B11EF2">
      <w:pPr>
        <w:pStyle w:val="Lijstalinea"/>
        <w:numPr>
          <w:ilvl w:val="0"/>
          <w:numId w:val="17"/>
        </w:numPr>
      </w:pPr>
      <w:r>
        <w:t>Geef aan wat je ervan vind</w:t>
      </w:r>
    </w:p>
    <w:p w:rsidR="00B11EF2" w:rsidRDefault="00B11EF2" w:rsidP="00B11EF2"/>
    <w:p w:rsidR="00B11EF2" w:rsidRPr="00B11EF2" w:rsidRDefault="00B11EF2" w:rsidP="00B11EF2">
      <w:pPr>
        <w:pStyle w:val="Lijstalinea"/>
        <w:numPr>
          <w:ilvl w:val="0"/>
          <w:numId w:val="17"/>
        </w:numPr>
      </w:pPr>
      <w:r>
        <w:t>Werk aan feedback</w:t>
      </w:r>
    </w:p>
    <w:sectPr w:rsidR="00B11EF2" w:rsidRPr="00B11EF2" w:rsidSect="00A534EC">
      <w:headerReference w:type="even" r:id="rId8"/>
      <w:headerReference w:type="default" r:id="rId9"/>
      <w:footerReference w:type="default" r:id="rId10"/>
      <w:pgSz w:w="11906" w:h="16838"/>
      <w:pgMar w:top="-709" w:right="566" w:bottom="993" w:left="709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BDD" w:rsidRDefault="00243BDD" w:rsidP="00644C49">
      <w:pPr>
        <w:spacing w:after="0" w:line="240" w:lineRule="auto"/>
      </w:pPr>
      <w:r>
        <w:separator/>
      </w:r>
    </w:p>
  </w:endnote>
  <w:endnote w:type="continuationSeparator" w:id="0">
    <w:p w:rsidR="00243BDD" w:rsidRDefault="00243BDD" w:rsidP="0064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1534"/>
      <w:docPartObj>
        <w:docPartGallery w:val="Page Numbers (Bottom of Page)"/>
        <w:docPartUnique/>
      </w:docPartObj>
    </w:sdtPr>
    <w:sdtEndPr/>
    <w:sdtContent>
      <w:p w:rsidR="0097372C" w:rsidRDefault="00D42640" w:rsidP="002A4782">
        <w:pPr>
          <w:pStyle w:val="Voettekst"/>
          <w:tabs>
            <w:tab w:val="clear" w:pos="4536"/>
            <w:tab w:val="clear" w:pos="9072"/>
            <w:tab w:val="center" w:pos="4820"/>
            <w:tab w:val="right" w:pos="850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-35560</wp:posOffset>
                  </wp:positionH>
                  <wp:positionV relativeFrom="bottomMargin">
                    <wp:posOffset>172720</wp:posOffset>
                  </wp:positionV>
                  <wp:extent cx="7537450" cy="253365"/>
                  <wp:effectExtent l="12065" t="10795" r="10795" b="254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7450" cy="253365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72C" w:rsidRDefault="00D4264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Pr="00D42640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margin-left:-2.8pt;margin-top:13.6pt;width:593.5pt;height:19.95pt;z-index:25166028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97372C" w:rsidRDefault="00D4264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D42640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s5KMIAAADaAAAADwAAAGRycy9kb3ducmV2LnhtbESPT4vCMBTE78J+h/AW9iKaWsSVapRd&#10;YUGP/mPx9miebbF5KUms9dsbQfA4zMxvmPmyM7VoyfnKsoLRMAFBnFtdcaHgsP8bTEH4gKyxtkwK&#10;7uRhufjozTHT9sZbanehEBHCPkMFZQhNJqXPSzLoh7Yhjt7ZOoMhSldI7fAW4aaWaZJMpMGK40KJ&#10;Da1Kyi+7q1HQ1/1jalfry/7fbY5tSm76e/pW6uuz+5mBCNSFd/jVXmsFY3heiTd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s5KMIAAADaAAAADwAAAAAAAAAAAAAA&#10;AAChAgAAZHJzL2Rvd25yZXYueG1sUEsFBgAAAAAEAAQA+QAAAJADAAAAAA==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gnUMUAAADaAAAADwAAAGRycy9kb3ducmV2LnhtbESPT2vCQBTE70K/w/IKvemmgkFSVykF&#10;aw6lReOh3h7ZZxLMvg3ZzZ/m03cLBY/DzPyG2exGU4ueWldZVvC8iEAQ51ZXXCg4Z/v5GoTzyBpr&#10;y6Tghxzstg+zDSbaDnyk/uQLESDsElRQet8kUrq8JINuYRvi4F1ta9AH2RZStzgEuKnlMopiabDi&#10;sFBiQ28l5bdTZxQs9fSdfbx/5vt+6NLLpcgOX/Gk1NPj+PoCwtPo7+H/dqoVrODvSrgB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gnUMUAAADaAAAADwAAAAAAAAAA&#10;AAAAAAChAgAAZHJzL2Rvd25yZXYueG1sUEsFBgAAAAAEAAQA+QAAAJMDAAAAAA==&#10;" adj="20904" strokecolor="#a5a5a5 [2092]"/>
                  </v:group>
                  <w10:wrap anchorx="page" anchory="margin"/>
                </v:group>
              </w:pict>
            </mc:Fallback>
          </mc:AlternateContent>
        </w:r>
        <w:r>
          <w:fldChar w:fldCharType="begin"/>
        </w:r>
        <w:r>
          <w:instrText xml:space="preserve"> TIME \@ "MMM-yy" </w:instrText>
        </w:r>
        <w:r>
          <w:fldChar w:fldCharType="separate"/>
        </w:r>
        <w:r>
          <w:rPr>
            <w:noProof/>
          </w:rPr>
          <w:t>jun-15</w:t>
        </w:r>
        <w:r>
          <w:rPr>
            <w:noProof/>
          </w:rPr>
          <w:fldChar w:fldCharType="end"/>
        </w:r>
        <w:r w:rsidR="002A4782">
          <w:tab/>
        </w:r>
        <w:r w:rsidR="003F7EB2">
          <w:t>MMZ</w:t>
        </w:r>
        <w:r w:rsidR="0097372C">
          <w:t xml:space="preserve"> – 1 </w:t>
        </w:r>
        <w:r w:rsidR="0097372C">
          <w:tab/>
          <w:t>CA</w:t>
        </w:r>
        <w:r w:rsidR="004E20B4">
          <w:t>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BDD" w:rsidRDefault="00243BDD" w:rsidP="00644C49">
      <w:pPr>
        <w:spacing w:after="0" w:line="240" w:lineRule="auto"/>
      </w:pPr>
      <w:r>
        <w:separator/>
      </w:r>
    </w:p>
  </w:footnote>
  <w:footnote w:type="continuationSeparator" w:id="0">
    <w:p w:rsidR="00243BDD" w:rsidRDefault="00243BDD" w:rsidP="0064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AD" w:rsidRDefault="004123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082" w:rsidRDefault="00FA6082" w:rsidP="00FA6082">
    <w:pPr>
      <w:pStyle w:val="Koptekst"/>
      <w:tabs>
        <w:tab w:val="clear" w:pos="4536"/>
        <w:tab w:val="clear" w:pos="9072"/>
        <w:tab w:val="left" w:pos="9434"/>
      </w:tabs>
    </w:pPr>
    <w:r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5264786</wp:posOffset>
          </wp:positionH>
          <wp:positionV relativeFrom="paragraph">
            <wp:posOffset>-147418</wp:posOffset>
          </wp:positionV>
          <wp:extent cx="1529744" cy="713812"/>
          <wp:effectExtent l="19050" t="0" r="0" b="0"/>
          <wp:wrapNone/>
          <wp:docPr id="8" name="Afbeelding 4" descr="logo campus Winscho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mpus Winschot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9062" cy="7134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991"/>
    <w:multiLevelType w:val="hybridMultilevel"/>
    <w:tmpl w:val="BCA0C5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877B6"/>
    <w:multiLevelType w:val="hybridMultilevel"/>
    <w:tmpl w:val="A76C6F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C58CA"/>
    <w:multiLevelType w:val="hybridMultilevel"/>
    <w:tmpl w:val="573050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80A02"/>
    <w:multiLevelType w:val="hybridMultilevel"/>
    <w:tmpl w:val="A84E5B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07558"/>
    <w:multiLevelType w:val="hybridMultilevel"/>
    <w:tmpl w:val="507281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20ABA"/>
    <w:multiLevelType w:val="hybridMultilevel"/>
    <w:tmpl w:val="7F3A56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54B3E"/>
    <w:multiLevelType w:val="hybridMultilevel"/>
    <w:tmpl w:val="713EDD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D5AE4"/>
    <w:multiLevelType w:val="hybridMultilevel"/>
    <w:tmpl w:val="6D945E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6401C"/>
    <w:multiLevelType w:val="hybridMultilevel"/>
    <w:tmpl w:val="F6C468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557F2"/>
    <w:multiLevelType w:val="hybridMultilevel"/>
    <w:tmpl w:val="9C722B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F242A"/>
    <w:multiLevelType w:val="hybridMultilevel"/>
    <w:tmpl w:val="E9E0C5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56B44"/>
    <w:multiLevelType w:val="hybridMultilevel"/>
    <w:tmpl w:val="6388ED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F12B7"/>
    <w:multiLevelType w:val="hybridMultilevel"/>
    <w:tmpl w:val="52C48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82F3F"/>
    <w:multiLevelType w:val="hybridMultilevel"/>
    <w:tmpl w:val="8570B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E731C"/>
    <w:multiLevelType w:val="hybridMultilevel"/>
    <w:tmpl w:val="D8FCCA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3EF7893"/>
    <w:multiLevelType w:val="hybridMultilevel"/>
    <w:tmpl w:val="C6B83A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61536"/>
    <w:multiLevelType w:val="hybridMultilevel"/>
    <w:tmpl w:val="33024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2"/>
  </w:num>
  <w:num w:numId="7">
    <w:abstractNumId w:val="16"/>
  </w:num>
  <w:num w:numId="8">
    <w:abstractNumId w:val="8"/>
  </w:num>
  <w:num w:numId="9">
    <w:abstractNumId w:val="4"/>
  </w:num>
  <w:num w:numId="10">
    <w:abstractNumId w:val="10"/>
  </w:num>
  <w:num w:numId="11">
    <w:abstractNumId w:val="6"/>
  </w:num>
  <w:num w:numId="12">
    <w:abstractNumId w:val="0"/>
  </w:num>
  <w:num w:numId="13">
    <w:abstractNumId w:val="3"/>
  </w:num>
  <w:num w:numId="14">
    <w:abstractNumId w:val="11"/>
  </w:num>
  <w:num w:numId="15">
    <w:abstractNumId w:val="15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B2"/>
    <w:rsid w:val="00061900"/>
    <w:rsid w:val="000B41D4"/>
    <w:rsid w:val="000D204B"/>
    <w:rsid w:val="000D53DC"/>
    <w:rsid w:val="001B417D"/>
    <w:rsid w:val="001F407A"/>
    <w:rsid w:val="00214DB2"/>
    <w:rsid w:val="00237F1C"/>
    <w:rsid w:val="00243BDD"/>
    <w:rsid w:val="002A4782"/>
    <w:rsid w:val="002E1EC5"/>
    <w:rsid w:val="00384647"/>
    <w:rsid w:val="003A2A43"/>
    <w:rsid w:val="003E2786"/>
    <w:rsid w:val="003F7EB2"/>
    <w:rsid w:val="00406CBA"/>
    <w:rsid w:val="00412300"/>
    <w:rsid w:val="00414674"/>
    <w:rsid w:val="004150CE"/>
    <w:rsid w:val="00430657"/>
    <w:rsid w:val="00460E50"/>
    <w:rsid w:val="004705C7"/>
    <w:rsid w:val="004E20B4"/>
    <w:rsid w:val="005C3C12"/>
    <w:rsid w:val="006114AD"/>
    <w:rsid w:val="00644C49"/>
    <w:rsid w:val="00651E4E"/>
    <w:rsid w:val="006744DA"/>
    <w:rsid w:val="00704DEF"/>
    <w:rsid w:val="00712D22"/>
    <w:rsid w:val="007511D5"/>
    <w:rsid w:val="007B5003"/>
    <w:rsid w:val="007C5C51"/>
    <w:rsid w:val="007E2511"/>
    <w:rsid w:val="00950794"/>
    <w:rsid w:val="0097372C"/>
    <w:rsid w:val="009A4AD5"/>
    <w:rsid w:val="009B1EF5"/>
    <w:rsid w:val="00A04BEE"/>
    <w:rsid w:val="00A30EC9"/>
    <w:rsid w:val="00A534EC"/>
    <w:rsid w:val="00A752BB"/>
    <w:rsid w:val="00AB1D60"/>
    <w:rsid w:val="00B11EF2"/>
    <w:rsid w:val="00B9344D"/>
    <w:rsid w:val="00C21BB7"/>
    <w:rsid w:val="00CB7198"/>
    <w:rsid w:val="00CF3E5A"/>
    <w:rsid w:val="00D03999"/>
    <w:rsid w:val="00D42640"/>
    <w:rsid w:val="00D93AAF"/>
    <w:rsid w:val="00DE2E5D"/>
    <w:rsid w:val="00DE778B"/>
    <w:rsid w:val="00F12B7B"/>
    <w:rsid w:val="00FA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412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semiHidden/>
    <w:unhideWhenUsed/>
    <w:qFormat/>
    <w:rsid w:val="004123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F497A" w:themeColor="accent4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44C49"/>
  </w:style>
  <w:style w:type="paragraph" w:styleId="Voettekst">
    <w:name w:val="footer"/>
    <w:basedOn w:val="Standaard"/>
    <w:link w:val="VoettekstChar"/>
    <w:uiPriority w:val="99"/>
    <w:semiHidden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12300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12300"/>
    <w:rPr>
      <w:rFonts w:asciiTheme="majorHAnsi" w:eastAsiaTheme="majorEastAsia" w:hAnsiTheme="majorHAnsi" w:cstheme="majorBidi"/>
      <w:b/>
      <w:bCs/>
      <w:color w:val="5F497A" w:themeColor="accent4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412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semiHidden/>
    <w:unhideWhenUsed/>
    <w:qFormat/>
    <w:rsid w:val="004123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F497A" w:themeColor="accent4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44C49"/>
  </w:style>
  <w:style w:type="paragraph" w:styleId="Voettekst">
    <w:name w:val="footer"/>
    <w:basedOn w:val="Standaard"/>
    <w:link w:val="VoettekstChar"/>
    <w:uiPriority w:val="99"/>
    <w:semiHidden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12300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12300"/>
    <w:rPr>
      <w:rFonts w:asciiTheme="majorHAnsi" w:eastAsiaTheme="majorEastAsia" w:hAnsiTheme="majorHAnsi" w:cstheme="majorBidi"/>
      <w:b/>
      <w:bCs/>
      <w:color w:val="5F497A" w:themeColor="accent4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C5DC36B6</Template>
  <TotalTime>1</TotalTime>
  <Pages>1</Pages>
  <Words>44</Words>
  <Characters>245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</dc:creator>
  <cp:lastModifiedBy>C.A. Hogenbirk</cp:lastModifiedBy>
  <cp:revision>2</cp:revision>
  <cp:lastPrinted>2013-10-26T09:35:00Z</cp:lastPrinted>
  <dcterms:created xsi:type="dcterms:W3CDTF">2015-06-12T06:11:00Z</dcterms:created>
  <dcterms:modified xsi:type="dcterms:W3CDTF">2015-06-12T06:11:00Z</dcterms:modified>
</cp:coreProperties>
</file>