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3A5" w:rsidRDefault="001C73A5" w:rsidP="00C7087C">
      <w:pPr>
        <w:spacing w:after="0"/>
      </w:pPr>
    </w:p>
    <w:p w:rsidR="001C73A5" w:rsidRDefault="001C73A5" w:rsidP="00C7087C">
      <w:pPr>
        <w:spacing w:after="0"/>
      </w:pPr>
    </w:p>
    <w:p w:rsidR="001C73A5" w:rsidRDefault="001C73A5" w:rsidP="00C7087C">
      <w:pPr>
        <w:spacing w:after="0"/>
      </w:pPr>
    </w:p>
    <w:p w:rsidR="001C73A5" w:rsidRDefault="001C73A5" w:rsidP="00C7087C">
      <w:pPr>
        <w:spacing w:after="0"/>
      </w:pPr>
    </w:p>
    <w:p w:rsidR="001C73A5" w:rsidRDefault="001C73A5" w:rsidP="00C7087C">
      <w:pPr>
        <w:spacing w:after="0"/>
      </w:pPr>
    </w:p>
    <w:p w:rsidR="0030260E" w:rsidRPr="00B84E04" w:rsidRDefault="006A476E" w:rsidP="00B84E04">
      <w:pPr>
        <w:pStyle w:val="Geenafstand"/>
        <w:rPr>
          <w:b/>
          <w:sz w:val="28"/>
          <w:szCs w:val="28"/>
          <w:u w:val="single"/>
        </w:rPr>
      </w:pPr>
      <w:r>
        <w:rPr>
          <w:b/>
          <w:sz w:val="28"/>
          <w:szCs w:val="28"/>
          <w:u w:val="single"/>
        </w:rPr>
        <w:t>Agenda gebruik</w:t>
      </w:r>
    </w:p>
    <w:p w:rsidR="00B84E04" w:rsidRDefault="00B84E04" w:rsidP="00B84E04">
      <w:pPr>
        <w:pStyle w:val="Geenafstand"/>
      </w:pPr>
    </w:p>
    <w:p w:rsidR="00427DBB" w:rsidRDefault="00427DBB" w:rsidP="00427DBB">
      <w:pPr>
        <w:pStyle w:val="Geenafstand"/>
      </w:pPr>
      <w:r>
        <w:t>Je agenda is de basis voor het maken en leren van huiswerk. “Wat is nu eigenlijk een handige schoolagenda?”</w:t>
      </w:r>
    </w:p>
    <w:p w:rsidR="006A476E" w:rsidRDefault="006A476E" w:rsidP="00427DBB">
      <w:pPr>
        <w:pStyle w:val="Geenafstand"/>
      </w:pPr>
    </w:p>
    <w:p w:rsidR="00427DBB" w:rsidRDefault="00427DBB" w:rsidP="00427DBB">
      <w:pPr>
        <w:pStyle w:val="Geenafstand"/>
      </w:pPr>
      <w:r w:rsidRPr="00427DBB">
        <w:t xml:space="preserve">Agenda’s heb je in allerlei soorten en maten, zodat je een agenda kan kiezen die echt bij jou past. Toch moet je niet vergeten waar zo’n agenda nou echt voor is: namelijk het bijhouden afspraken, cijfers en huiswerk! </w:t>
      </w:r>
    </w:p>
    <w:p w:rsidR="00427DBB" w:rsidRDefault="00427DBB" w:rsidP="00427DBB">
      <w:pPr>
        <w:pStyle w:val="Geenafstand"/>
      </w:pPr>
    </w:p>
    <w:p w:rsidR="00427DBB" w:rsidRDefault="00427DBB" w:rsidP="00427DBB">
      <w:pPr>
        <w:pStyle w:val="Geenafstand"/>
      </w:pPr>
      <w:r>
        <w:t>Waar kies jij je agenda op uit? Wat maakt een agenda volgens jou een goede agenda?</w:t>
      </w:r>
    </w:p>
    <w:p w:rsidR="00427DBB" w:rsidRPr="00427DBB" w:rsidRDefault="00427DBB" w:rsidP="00427DBB">
      <w:pPr>
        <w:pStyle w:val="Geenafstand"/>
        <w:rPr>
          <w:i/>
        </w:rPr>
      </w:pPr>
      <w:r w:rsidRPr="00427DBB">
        <w:rPr>
          <w:i/>
        </w:rPr>
        <w:t xml:space="preserve">– Zorg voor voldoende schrijfruimte. Plaatjes en foto's zijn leuk maar huiswerk moet wel goed genoteerd kunnen worden. Er moeten ook voldoende lijntjes zijn, want als er tot laat les is dan moet </w:t>
      </w:r>
      <w:proofErr w:type="spellStart"/>
      <w:r w:rsidRPr="00427DBB">
        <w:rPr>
          <w:i/>
        </w:rPr>
        <w:t>ál</w:t>
      </w:r>
      <w:proofErr w:type="spellEnd"/>
      <w:r w:rsidRPr="00427DBB">
        <w:rPr>
          <w:i/>
        </w:rPr>
        <w:t xml:space="preserve"> het huiswerk erin passen!</w:t>
      </w:r>
    </w:p>
    <w:p w:rsidR="00427DBB" w:rsidRPr="00427DBB" w:rsidRDefault="00427DBB" w:rsidP="00427DBB">
      <w:pPr>
        <w:pStyle w:val="Geenafstand"/>
        <w:rPr>
          <w:i/>
        </w:rPr>
      </w:pPr>
      <w:r w:rsidRPr="00427DBB">
        <w:rPr>
          <w:i/>
        </w:rPr>
        <w:t>– Zorg ervoor dat alle dagen van de week in een oogopslag te zien zijn, dus niet voor elke dag 1 bladzijde. Hierdoor is het huiswerk en de planning over de hele week veel beter zichtbaar.</w:t>
      </w:r>
    </w:p>
    <w:p w:rsidR="00427DBB" w:rsidRPr="00427DBB" w:rsidRDefault="00427DBB" w:rsidP="00427DBB">
      <w:pPr>
        <w:pStyle w:val="Geenafstand"/>
        <w:rPr>
          <w:i/>
        </w:rPr>
      </w:pPr>
      <w:r w:rsidRPr="00427DBB">
        <w:rPr>
          <w:i/>
        </w:rPr>
        <w:t>– Voorin moeten duidelijke cijferlijsten zitten, met ruimte om de datum en waar het cijfer voor is te noteren. Door dit goed bij te houden, krijgt een leerling inzicht in zijn prestaties en kan hij mogelijk ook achterhalen waardoor hij die keer juist een matig of een heel goed cijfer haalde.</w:t>
      </w:r>
    </w:p>
    <w:p w:rsidR="00427DBB" w:rsidRPr="00427DBB" w:rsidRDefault="00427DBB" w:rsidP="00427DBB">
      <w:pPr>
        <w:pStyle w:val="Geenafstand"/>
        <w:rPr>
          <w:i/>
        </w:rPr>
      </w:pPr>
      <w:r w:rsidRPr="00427DBB">
        <w:rPr>
          <w:i/>
        </w:rPr>
        <w:t>– Achterin moeten ook wat lege vellen zitten voor losse notities. Hier kan de leerling gegevens kwijt over werkstukken die gemaakt moeten worden en titels van boeken voor de leeslijst.</w:t>
      </w:r>
    </w:p>
    <w:p w:rsidR="00427DBB" w:rsidRDefault="00427DBB" w:rsidP="00B84E04">
      <w:pPr>
        <w:pStyle w:val="Geenafstand"/>
      </w:pPr>
    </w:p>
    <w:p w:rsidR="00427DBB" w:rsidRPr="00427DBB" w:rsidRDefault="00427DBB" w:rsidP="00427DBB">
      <w:pPr>
        <w:pStyle w:val="Geenafstand"/>
      </w:pPr>
      <w:r w:rsidRPr="00427DBB">
        <w:t>Na een goede agenda te hebben gekozen, moet je hem nog gaan gebruiken: hoe noteer je het huiswerk in de agenda?</w:t>
      </w:r>
    </w:p>
    <w:p w:rsidR="00427DBB" w:rsidRDefault="00427DBB" w:rsidP="00427DBB">
      <w:pPr>
        <w:pStyle w:val="Geenafstand"/>
      </w:pPr>
      <w:r w:rsidRPr="00427DBB">
        <w:t xml:space="preserve">Aan huiswerk kom je door informatie op het schoolbord, </w:t>
      </w:r>
      <w:r>
        <w:t>microroosters</w:t>
      </w:r>
      <w:r w:rsidRPr="00427DBB">
        <w:t xml:space="preserve"> en de docent die aan het einde van de les het huiswerk opgeeft.</w:t>
      </w:r>
    </w:p>
    <w:p w:rsidR="00427DBB" w:rsidRPr="00427DBB" w:rsidRDefault="00427DBB" w:rsidP="00427DBB">
      <w:pPr>
        <w:pStyle w:val="Geenafstand"/>
      </w:pPr>
    </w:p>
    <w:p w:rsidR="00427DBB" w:rsidRPr="00427DBB" w:rsidRDefault="00427DBB" w:rsidP="00427DBB">
      <w:pPr>
        <w:pStyle w:val="Geenafstand"/>
      </w:pPr>
      <w:r w:rsidRPr="00427DBB">
        <w:t xml:space="preserve">Soms heb je leerlingen, die voor de bel gaat hun tas al inpakken. Wanneer de docent dan het huiswerk opgeeft denken ze: “ik onthoud het wel en schrijf het straks wel op”. De kans is dan groot dat je het huiswerk vergeet of verkeerd overneemt van klasgenoten. Het is handig om de agenda op tafel </w:t>
      </w:r>
      <w:r>
        <w:t>te leggen</w:t>
      </w:r>
      <w:r w:rsidRPr="00427DBB">
        <w:t xml:space="preserve"> en pas als laatste </w:t>
      </w:r>
      <w:r>
        <w:t>in te pakken</w:t>
      </w:r>
      <w:r w:rsidRPr="00427DBB">
        <w:t xml:space="preserve"> aan het einde van de les.</w:t>
      </w:r>
    </w:p>
    <w:p w:rsidR="00427DBB" w:rsidRDefault="00427DBB" w:rsidP="00427DBB">
      <w:pPr>
        <w:pStyle w:val="Geenafstand"/>
      </w:pPr>
      <w:r w:rsidRPr="00427DBB">
        <w:t xml:space="preserve">Het is </w:t>
      </w:r>
      <w:r>
        <w:t>handig</w:t>
      </w:r>
      <w:r w:rsidRPr="00427DBB">
        <w:t xml:space="preserve"> om op een vaste manier het huiswerk te noteren.</w:t>
      </w:r>
    </w:p>
    <w:p w:rsidR="00427DBB" w:rsidRDefault="00427DBB" w:rsidP="00427DBB">
      <w:pPr>
        <w:pStyle w:val="Geenafstand"/>
      </w:pPr>
    </w:p>
    <w:p w:rsidR="00427DBB" w:rsidRDefault="00427DBB" w:rsidP="00427DBB">
      <w:pPr>
        <w:pStyle w:val="Geenafstand"/>
      </w:pPr>
      <w:r>
        <w:t>Hoe en wat schrijf jij op in jouw agenda?</w:t>
      </w:r>
    </w:p>
    <w:p w:rsidR="00427DBB" w:rsidRPr="00427DBB" w:rsidRDefault="00427DBB" w:rsidP="00427DBB">
      <w:pPr>
        <w:pStyle w:val="Geenafstand"/>
        <w:rPr>
          <w:i/>
        </w:rPr>
      </w:pPr>
      <w:r w:rsidRPr="00427DBB">
        <w:rPr>
          <w:i/>
        </w:rPr>
        <w:t>• Het helpt in veel gevallen om op de verschillende uren van de dag en de week vooraf de afkorting van het vak te schrijven, zodat meteen helder is wanneer de volgende les is.</w:t>
      </w:r>
    </w:p>
    <w:p w:rsidR="00427DBB" w:rsidRPr="00427DBB" w:rsidRDefault="00427DBB" w:rsidP="00427DBB">
      <w:pPr>
        <w:pStyle w:val="Geenafstand"/>
        <w:rPr>
          <w:i/>
        </w:rPr>
      </w:pPr>
      <w:r w:rsidRPr="00427DBB">
        <w:rPr>
          <w:i/>
        </w:rPr>
        <w:t>• Noteer al het huiswerk in een agenda!</w:t>
      </w:r>
    </w:p>
    <w:p w:rsidR="00427DBB" w:rsidRPr="00427DBB" w:rsidRDefault="00427DBB" w:rsidP="00427DBB">
      <w:pPr>
        <w:pStyle w:val="Geenafstand"/>
        <w:rPr>
          <w:i/>
        </w:rPr>
      </w:pPr>
      <w:r w:rsidRPr="00427DBB">
        <w:rPr>
          <w:i/>
        </w:rPr>
        <w:t>– het huiswerk dat nog gedaan moet worden</w:t>
      </w:r>
      <w:r w:rsidR="000A6089">
        <w:rPr>
          <w:i/>
        </w:rPr>
        <w:t>/ al af is</w:t>
      </w:r>
    </w:p>
    <w:p w:rsidR="00427DBB" w:rsidRPr="00427DBB" w:rsidRDefault="00427DBB" w:rsidP="00427DBB">
      <w:pPr>
        <w:pStyle w:val="Geenafstand"/>
        <w:rPr>
          <w:i/>
        </w:rPr>
      </w:pPr>
      <w:r w:rsidRPr="00427DBB">
        <w:rPr>
          <w:i/>
        </w:rPr>
        <w:t>– noteren als er geen huiswerk is opgegeven</w:t>
      </w:r>
    </w:p>
    <w:p w:rsidR="00427DBB" w:rsidRPr="00427DBB" w:rsidRDefault="00427DBB" w:rsidP="00427DBB">
      <w:pPr>
        <w:pStyle w:val="Geenafstand"/>
        <w:rPr>
          <w:i/>
        </w:rPr>
      </w:pPr>
      <w:r w:rsidRPr="00427DBB">
        <w:rPr>
          <w:i/>
        </w:rPr>
        <w:t>– toetsen, practica, opdrachten, presentaties, werkstukken, verslagen</w:t>
      </w:r>
    </w:p>
    <w:p w:rsidR="00427DBB" w:rsidRPr="00427DBB" w:rsidRDefault="00427DBB" w:rsidP="00427DBB">
      <w:pPr>
        <w:pStyle w:val="Geenafstand"/>
        <w:rPr>
          <w:i/>
        </w:rPr>
      </w:pPr>
      <w:r w:rsidRPr="00427DBB">
        <w:rPr>
          <w:i/>
        </w:rPr>
        <w:t xml:space="preserve">• Voor de vakken waarbij docenten het huiswerk in de les opgeven wordt dit in de agenda opgeschreven. </w:t>
      </w:r>
    </w:p>
    <w:p w:rsidR="00427DBB" w:rsidRPr="00427DBB" w:rsidRDefault="00427DBB" w:rsidP="00427DBB">
      <w:pPr>
        <w:pStyle w:val="Geenafstand"/>
        <w:rPr>
          <w:i/>
        </w:rPr>
      </w:pPr>
      <w:r w:rsidRPr="00427DBB">
        <w:rPr>
          <w:i/>
        </w:rPr>
        <w:t>• Neem een vaste dag in de week waarop het huiswerk van microroosters  wordt overgenomen in de agenda!</w:t>
      </w:r>
    </w:p>
    <w:p w:rsidR="00427DBB" w:rsidRPr="00427DBB" w:rsidRDefault="00427DBB" w:rsidP="00427DBB">
      <w:pPr>
        <w:pStyle w:val="Geenafstand"/>
        <w:rPr>
          <w:i/>
        </w:rPr>
      </w:pPr>
      <w:r w:rsidRPr="00427DBB">
        <w:rPr>
          <w:i/>
        </w:rPr>
        <w:t>– vraag aan de docent om huiswerk of een microrooster</w:t>
      </w:r>
    </w:p>
    <w:p w:rsidR="00427DBB" w:rsidRPr="00427DBB" w:rsidRDefault="00427DBB" w:rsidP="00427DBB">
      <w:pPr>
        <w:pStyle w:val="Geenafstand"/>
        <w:rPr>
          <w:i/>
        </w:rPr>
      </w:pPr>
      <w:r w:rsidRPr="00427DBB">
        <w:rPr>
          <w:i/>
        </w:rPr>
        <w:t>– controleer bij medeleerlingen of de agenda compleet is</w:t>
      </w:r>
    </w:p>
    <w:p w:rsidR="00427DBB" w:rsidRPr="00427DBB" w:rsidRDefault="00427DBB" w:rsidP="00427DBB">
      <w:pPr>
        <w:pStyle w:val="Geenafstand"/>
        <w:rPr>
          <w:i/>
        </w:rPr>
      </w:pPr>
      <w:r w:rsidRPr="00427DBB">
        <w:rPr>
          <w:i/>
        </w:rPr>
        <w:t>• Schrijf duidelijk op wat wanneer af moet zijn!</w:t>
      </w:r>
    </w:p>
    <w:p w:rsidR="003F4D43" w:rsidRDefault="00427DBB" w:rsidP="003F4D43">
      <w:pPr>
        <w:pStyle w:val="Geenafstand"/>
        <w:rPr>
          <w:i/>
        </w:rPr>
      </w:pPr>
      <w:r w:rsidRPr="00427DBB">
        <w:rPr>
          <w:i/>
        </w:rPr>
        <w:t xml:space="preserve">• Markeer </w:t>
      </w:r>
      <w:proofErr w:type="spellStart"/>
      <w:r w:rsidRPr="00427DBB">
        <w:rPr>
          <w:i/>
        </w:rPr>
        <w:t>opgekregen</w:t>
      </w:r>
      <w:proofErr w:type="spellEnd"/>
      <w:r w:rsidRPr="00427DBB">
        <w:rPr>
          <w:i/>
        </w:rPr>
        <w:t xml:space="preserve"> toetsen, opdrachten en presentaties, zodat deze extra opvallen!</w:t>
      </w:r>
    </w:p>
    <w:p w:rsidR="003F4D43" w:rsidRPr="003F4D43" w:rsidRDefault="003F4D43" w:rsidP="003F4D43">
      <w:pPr>
        <w:pStyle w:val="Geenafstand"/>
        <w:rPr>
          <w:i/>
        </w:rPr>
      </w:pPr>
      <w:r w:rsidRPr="003F4D43">
        <w:rPr>
          <w:i/>
        </w:rPr>
        <w:t>•</w:t>
      </w:r>
      <w:r w:rsidRPr="003F4D43">
        <w:rPr>
          <w:i/>
        </w:rPr>
        <w:t xml:space="preserve"> E</w:t>
      </w:r>
      <w:r w:rsidRPr="003F4D43">
        <w:rPr>
          <w:i/>
        </w:rPr>
        <w:t>ventueel voorwaarschuwingen, bv een week van te voren voordat de toets daadwerkelijk is. Bv: volgende week toets x, nog 3 weken voor inleveren opdracht y, enz.</w:t>
      </w:r>
    </w:p>
    <w:p w:rsidR="003F4D43" w:rsidRPr="00427DBB" w:rsidRDefault="003F4D43" w:rsidP="00427DBB">
      <w:pPr>
        <w:pStyle w:val="Geenafstand"/>
        <w:rPr>
          <w:i/>
        </w:rPr>
      </w:pPr>
    </w:p>
    <w:p w:rsidR="00427DBB" w:rsidRDefault="00427DBB" w:rsidP="00427DBB">
      <w:pPr>
        <w:pStyle w:val="Geenafstand"/>
      </w:pPr>
      <w:r>
        <w:t xml:space="preserve">Je hebt nu alles in je agenda opgeschreven, maar hoe ga je hier een planning aan vast maken? </w:t>
      </w:r>
    </w:p>
    <w:p w:rsidR="00785FA5" w:rsidRDefault="00785FA5" w:rsidP="00427DBB">
      <w:pPr>
        <w:pStyle w:val="Geenafstand"/>
      </w:pPr>
    </w:p>
    <w:p w:rsidR="00785FA5" w:rsidRDefault="00785FA5" w:rsidP="00427DBB">
      <w:pPr>
        <w:pStyle w:val="Geenafstand"/>
      </w:pPr>
    </w:p>
    <w:p w:rsidR="00785FA5" w:rsidRDefault="00785FA5" w:rsidP="00427DBB">
      <w:pPr>
        <w:pStyle w:val="Geenafstand"/>
      </w:pPr>
    </w:p>
    <w:p w:rsidR="00785FA5" w:rsidRDefault="00785FA5" w:rsidP="00427DBB">
      <w:pPr>
        <w:pStyle w:val="Geenafstand"/>
      </w:pPr>
    </w:p>
    <w:p w:rsidR="00427DBB" w:rsidRDefault="00427DBB" w:rsidP="00427DBB">
      <w:pPr>
        <w:pStyle w:val="Geenafstand"/>
      </w:pPr>
      <w:r>
        <w:t>Bij het maken van een planning is het handig om steeds een week vooruit te werken.</w:t>
      </w:r>
    </w:p>
    <w:p w:rsidR="00427DBB" w:rsidRDefault="00427DBB" w:rsidP="00427DBB">
      <w:pPr>
        <w:pStyle w:val="Geenafstand"/>
      </w:pPr>
      <w:r>
        <w:t>Je kunt hierbij gebrui</w:t>
      </w:r>
      <w:r w:rsidR="003F4D43">
        <w:t>k maken van een huiswerkplanner, zo zie je precies welk huiswerk te aankomende week is opgegeven.</w:t>
      </w:r>
    </w:p>
    <w:p w:rsidR="00427DBB" w:rsidRDefault="00427DBB" w:rsidP="00427DBB">
      <w:pPr>
        <w:pStyle w:val="Geenafstand"/>
      </w:pPr>
    </w:p>
    <w:p w:rsidR="00427DBB" w:rsidRDefault="00427DBB" w:rsidP="00427DBB">
      <w:pPr>
        <w:pStyle w:val="Geenafstand"/>
      </w:pPr>
      <w:r>
        <w:t xml:space="preserve">Vul onderstaande huiswerkplanner in voor volgende week. Vergelijk na het invullen jouw planning met die van een klasgenoot. </w:t>
      </w:r>
      <w:r w:rsidR="003F4D43">
        <w:t>Welke verschillen en overeenkomsten zie je?</w:t>
      </w:r>
    </w:p>
    <w:p w:rsidR="00785FA5" w:rsidRDefault="00785FA5" w:rsidP="00427DBB">
      <w:pPr>
        <w:pStyle w:val="Geenafstand"/>
      </w:pPr>
    </w:p>
    <w:tbl>
      <w:tblPr>
        <w:tblStyle w:val="Tabelraster"/>
        <w:tblW w:w="9464" w:type="dxa"/>
        <w:tblLook w:val="04A0" w:firstRow="1" w:lastRow="0" w:firstColumn="1" w:lastColumn="0" w:noHBand="0" w:noVBand="1"/>
      </w:tblPr>
      <w:tblGrid>
        <w:gridCol w:w="1322"/>
        <w:gridCol w:w="2035"/>
        <w:gridCol w:w="2036"/>
        <w:gridCol w:w="2035"/>
        <w:gridCol w:w="2036"/>
      </w:tblGrid>
      <w:tr w:rsidR="003F4D43" w:rsidTr="000A6089">
        <w:tc>
          <w:tcPr>
            <w:tcW w:w="1322" w:type="dxa"/>
            <w:vAlign w:val="center"/>
          </w:tcPr>
          <w:p w:rsidR="003F4D43" w:rsidRPr="003F4D43" w:rsidRDefault="003F4D43" w:rsidP="003F4D43">
            <w:pPr>
              <w:pStyle w:val="Geenafstand"/>
              <w:rPr>
                <w:b/>
              </w:rPr>
            </w:pPr>
            <w:r w:rsidRPr="003F4D43">
              <w:rPr>
                <w:b/>
              </w:rPr>
              <w:t>Maandag</w:t>
            </w:r>
          </w:p>
        </w:tc>
        <w:tc>
          <w:tcPr>
            <w:tcW w:w="2035" w:type="dxa"/>
          </w:tcPr>
          <w:p w:rsidR="003F4D43" w:rsidRPr="003F4D43" w:rsidRDefault="003F4D43" w:rsidP="00427DBB">
            <w:pPr>
              <w:pStyle w:val="Geenafstand"/>
              <w:rPr>
                <w:sz w:val="16"/>
                <w:szCs w:val="16"/>
              </w:rPr>
            </w:pPr>
            <w:r w:rsidRPr="003F4D43">
              <w:rPr>
                <w:sz w:val="16"/>
                <w:szCs w:val="16"/>
              </w:rPr>
              <w:t>vak:</w:t>
            </w:r>
          </w:p>
          <w:p w:rsidR="003F4D43" w:rsidRPr="003F4D43" w:rsidRDefault="003F4D43" w:rsidP="00427DBB">
            <w:pPr>
              <w:pStyle w:val="Geenafstand"/>
              <w:rPr>
                <w:sz w:val="16"/>
                <w:szCs w:val="16"/>
              </w:rPr>
            </w:pPr>
          </w:p>
          <w:p w:rsidR="003F4D43" w:rsidRPr="003F4D43" w:rsidRDefault="003F4D43" w:rsidP="00427DBB">
            <w:pPr>
              <w:pStyle w:val="Geenafstand"/>
              <w:rPr>
                <w:sz w:val="16"/>
                <w:szCs w:val="16"/>
              </w:rPr>
            </w:pPr>
          </w:p>
          <w:p w:rsidR="003F4D43" w:rsidRPr="003F4D43" w:rsidRDefault="003F4D43" w:rsidP="00427DBB">
            <w:pPr>
              <w:pStyle w:val="Geenafstand"/>
              <w:rPr>
                <w:sz w:val="16"/>
                <w:szCs w:val="16"/>
              </w:rPr>
            </w:pPr>
            <w:r w:rsidRPr="003F4D43">
              <w:rPr>
                <w:sz w:val="16"/>
                <w:szCs w:val="16"/>
              </w:rPr>
              <w:t>leren:</w:t>
            </w:r>
          </w:p>
          <w:p w:rsidR="003F4D43" w:rsidRPr="003F4D43" w:rsidRDefault="003F4D43" w:rsidP="00427DBB">
            <w:pPr>
              <w:pStyle w:val="Geenafstand"/>
              <w:rPr>
                <w:sz w:val="16"/>
                <w:szCs w:val="16"/>
              </w:rPr>
            </w:pPr>
          </w:p>
          <w:p w:rsidR="003F4D43" w:rsidRPr="003F4D43" w:rsidRDefault="003F4D43" w:rsidP="00427DBB">
            <w:pPr>
              <w:pStyle w:val="Geenafstand"/>
              <w:rPr>
                <w:sz w:val="16"/>
                <w:szCs w:val="16"/>
              </w:rPr>
            </w:pPr>
          </w:p>
          <w:p w:rsidR="003F4D43" w:rsidRPr="003F4D43" w:rsidRDefault="003F4D43" w:rsidP="00427DBB">
            <w:pPr>
              <w:pStyle w:val="Geenafstand"/>
              <w:rPr>
                <w:sz w:val="16"/>
                <w:szCs w:val="16"/>
              </w:rPr>
            </w:pPr>
            <w:r w:rsidRPr="003F4D43">
              <w:rPr>
                <w:sz w:val="16"/>
                <w:szCs w:val="16"/>
              </w:rPr>
              <w:t>maken:</w:t>
            </w:r>
          </w:p>
          <w:p w:rsidR="003F4D43" w:rsidRPr="003F4D43" w:rsidRDefault="003F4D43" w:rsidP="00427DBB">
            <w:pPr>
              <w:pStyle w:val="Geenafstand"/>
              <w:rPr>
                <w:sz w:val="16"/>
                <w:szCs w:val="16"/>
              </w:rPr>
            </w:pPr>
          </w:p>
          <w:p w:rsidR="003F4D43" w:rsidRPr="003F4D43" w:rsidRDefault="003F4D43" w:rsidP="00427DBB">
            <w:pPr>
              <w:pStyle w:val="Geenafstand"/>
              <w:rPr>
                <w:sz w:val="16"/>
                <w:szCs w:val="16"/>
              </w:rPr>
            </w:pPr>
          </w:p>
          <w:p w:rsidR="003F4D43" w:rsidRPr="003F4D43" w:rsidRDefault="003F4D43" w:rsidP="00427DBB">
            <w:pPr>
              <w:pStyle w:val="Geenafstand"/>
              <w:rPr>
                <w:sz w:val="16"/>
                <w:szCs w:val="16"/>
              </w:rPr>
            </w:pPr>
            <w:r w:rsidRPr="003F4D43">
              <w:rPr>
                <w:sz w:val="16"/>
                <w:szCs w:val="16"/>
              </w:rPr>
              <w:t>tijd:</w:t>
            </w:r>
          </w:p>
          <w:p w:rsidR="003F4D43" w:rsidRPr="003F4D43" w:rsidRDefault="003F4D43" w:rsidP="00427DBB">
            <w:pPr>
              <w:pStyle w:val="Geenafstand"/>
              <w:rPr>
                <w:sz w:val="16"/>
                <w:szCs w:val="16"/>
              </w:rPr>
            </w:pPr>
          </w:p>
        </w:tc>
        <w:tc>
          <w:tcPr>
            <w:tcW w:w="2036" w:type="dxa"/>
          </w:tcPr>
          <w:p w:rsidR="003F4D43" w:rsidRPr="003F4D43" w:rsidRDefault="003F4D43" w:rsidP="00C479F0">
            <w:pPr>
              <w:pStyle w:val="Geenafstand"/>
              <w:rPr>
                <w:sz w:val="16"/>
                <w:szCs w:val="16"/>
              </w:rPr>
            </w:pPr>
            <w:r w:rsidRPr="003F4D43">
              <w:rPr>
                <w:sz w:val="16"/>
                <w:szCs w:val="16"/>
              </w:rPr>
              <w:t>vak:</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leren:</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maken:</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tijd:</w:t>
            </w:r>
          </w:p>
          <w:p w:rsidR="003F4D43" w:rsidRPr="003F4D43" w:rsidRDefault="003F4D43" w:rsidP="00C479F0">
            <w:pPr>
              <w:pStyle w:val="Geenafstand"/>
              <w:rPr>
                <w:sz w:val="16"/>
                <w:szCs w:val="16"/>
              </w:rPr>
            </w:pPr>
          </w:p>
        </w:tc>
        <w:tc>
          <w:tcPr>
            <w:tcW w:w="2035" w:type="dxa"/>
          </w:tcPr>
          <w:p w:rsidR="003F4D43" w:rsidRPr="003F4D43" w:rsidRDefault="003F4D43" w:rsidP="00C479F0">
            <w:pPr>
              <w:pStyle w:val="Geenafstand"/>
              <w:rPr>
                <w:sz w:val="16"/>
                <w:szCs w:val="16"/>
              </w:rPr>
            </w:pPr>
            <w:r w:rsidRPr="003F4D43">
              <w:rPr>
                <w:sz w:val="16"/>
                <w:szCs w:val="16"/>
              </w:rPr>
              <w:t>vak:</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leren:</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maken:</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tijd:</w:t>
            </w:r>
          </w:p>
          <w:p w:rsidR="003F4D43" w:rsidRPr="003F4D43" w:rsidRDefault="003F4D43" w:rsidP="00C479F0">
            <w:pPr>
              <w:pStyle w:val="Geenafstand"/>
              <w:rPr>
                <w:sz w:val="16"/>
                <w:szCs w:val="16"/>
              </w:rPr>
            </w:pPr>
          </w:p>
        </w:tc>
        <w:tc>
          <w:tcPr>
            <w:tcW w:w="2036" w:type="dxa"/>
          </w:tcPr>
          <w:p w:rsidR="003F4D43" w:rsidRPr="003F4D43" w:rsidRDefault="003F4D43" w:rsidP="00C479F0">
            <w:pPr>
              <w:pStyle w:val="Geenafstand"/>
              <w:rPr>
                <w:sz w:val="16"/>
                <w:szCs w:val="16"/>
              </w:rPr>
            </w:pPr>
            <w:r w:rsidRPr="003F4D43">
              <w:rPr>
                <w:sz w:val="16"/>
                <w:szCs w:val="16"/>
              </w:rPr>
              <w:t>vak:</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leren:</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maken:</w:t>
            </w: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p>
          <w:p w:rsidR="003F4D43" w:rsidRPr="003F4D43" w:rsidRDefault="003F4D43" w:rsidP="00C479F0">
            <w:pPr>
              <w:pStyle w:val="Geenafstand"/>
              <w:rPr>
                <w:sz w:val="16"/>
                <w:szCs w:val="16"/>
              </w:rPr>
            </w:pPr>
            <w:r w:rsidRPr="003F4D43">
              <w:rPr>
                <w:sz w:val="16"/>
                <w:szCs w:val="16"/>
              </w:rPr>
              <w:t>tijd:</w:t>
            </w:r>
          </w:p>
          <w:p w:rsidR="003F4D43" w:rsidRPr="003F4D43" w:rsidRDefault="003F4D43" w:rsidP="00C479F0">
            <w:pPr>
              <w:pStyle w:val="Geenafstand"/>
              <w:rPr>
                <w:sz w:val="16"/>
                <w:szCs w:val="16"/>
              </w:rPr>
            </w:pPr>
          </w:p>
        </w:tc>
      </w:tr>
      <w:tr w:rsidR="00785FA5" w:rsidTr="000A6089">
        <w:tc>
          <w:tcPr>
            <w:tcW w:w="1322" w:type="dxa"/>
            <w:vAlign w:val="center"/>
          </w:tcPr>
          <w:p w:rsidR="00785FA5" w:rsidRPr="003F4D43" w:rsidRDefault="00785FA5" w:rsidP="003F4D43">
            <w:pPr>
              <w:pStyle w:val="Geenafstand"/>
              <w:rPr>
                <w:b/>
              </w:rPr>
            </w:pPr>
            <w:r w:rsidRPr="003F4D43">
              <w:rPr>
                <w:b/>
              </w:rPr>
              <w:t>Dinsdag</w:t>
            </w: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r>
      <w:tr w:rsidR="00785FA5" w:rsidTr="000A6089">
        <w:tc>
          <w:tcPr>
            <w:tcW w:w="1322" w:type="dxa"/>
            <w:vAlign w:val="center"/>
          </w:tcPr>
          <w:p w:rsidR="00785FA5" w:rsidRPr="003F4D43" w:rsidRDefault="00785FA5" w:rsidP="003F4D43">
            <w:pPr>
              <w:pStyle w:val="Geenafstand"/>
              <w:rPr>
                <w:b/>
              </w:rPr>
            </w:pPr>
            <w:r w:rsidRPr="003F4D43">
              <w:rPr>
                <w:b/>
              </w:rPr>
              <w:t>Woensdag</w:t>
            </w: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r>
      <w:tr w:rsidR="00785FA5" w:rsidTr="000A6089">
        <w:tc>
          <w:tcPr>
            <w:tcW w:w="1322" w:type="dxa"/>
            <w:vAlign w:val="center"/>
          </w:tcPr>
          <w:p w:rsidR="00785FA5" w:rsidRPr="003F4D43" w:rsidRDefault="00785FA5" w:rsidP="003F4D43">
            <w:pPr>
              <w:pStyle w:val="Geenafstand"/>
              <w:rPr>
                <w:b/>
              </w:rPr>
            </w:pPr>
            <w:r w:rsidRPr="003F4D43">
              <w:rPr>
                <w:b/>
              </w:rPr>
              <w:t>Donderdag</w:t>
            </w: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r>
      <w:tr w:rsidR="00785FA5" w:rsidTr="000A6089">
        <w:tc>
          <w:tcPr>
            <w:tcW w:w="1322" w:type="dxa"/>
            <w:vAlign w:val="center"/>
          </w:tcPr>
          <w:p w:rsidR="00785FA5" w:rsidRPr="003F4D43" w:rsidRDefault="00785FA5" w:rsidP="003F4D43">
            <w:pPr>
              <w:pStyle w:val="Geenafstand"/>
              <w:rPr>
                <w:b/>
              </w:rPr>
            </w:pPr>
            <w:r w:rsidRPr="003F4D43">
              <w:rPr>
                <w:b/>
              </w:rPr>
              <w:t>Vrijdag</w:t>
            </w: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5"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c>
          <w:tcPr>
            <w:tcW w:w="2036" w:type="dxa"/>
          </w:tcPr>
          <w:p w:rsidR="00785FA5" w:rsidRPr="003F4D43" w:rsidRDefault="00785FA5" w:rsidP="00C479F0">
            <w:pPr>
              <w:pStyle w:val="Geenafstand"/>
              <w:rPr>
                <w:sz w:val="16"/>
                <w:szCs w:val="16"/>
              </w:rPr>
            </w:pPr>
            <w:r w:rsidRPr="003F4D43">
              <w:rPr>
                <w:sz w:val="16"/>
                <w:szCs w:val="16"/>
              </w:rPr>
              <w:t>vak:</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leren: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maken:</w:t>
            </w: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p>
          <w:p w:rsidR="00785FA5" w:rsidRPr="003F4D43" w:rsidRDefault="00785FA5" w:rsidP="00C479F0">
            <w:pPr>
              <w:pStyle w:val="Geenafstand"/>
              <w:rPr>
                <w:sz w:val="16"/>
                <w:szCs w:val="16"/>
              </w:rPr>
            </w:pPr>
            <w:r w:rsidRPr="003F4D43">
              <w:rPr>
                <w:sz w:val="16"/>
                <w:szCs w:val="16"/>
              </w:rPr>
              <w:t>tijd:</w:t>
            </w:r>
          </w:p>
          <w:p w:rsidR="00785FA5" w:rsidRPr="003F4D43" w:rsidRDefault="00785FA5" w:rsidP="00C479F0">
            <w:pPr>
              <w:pStyle w:val="Geenafstand"/>
              <w:rPr>
                <w:sz w:val="16"/>
                <w:szCs w:val="16"/>
              </w:rPr>
            </w:pPr>
          </w:p>
        </w:tc>
      </w:tr>
    </w:tbl>
    <w:p w:rsidR="003F4D43" w:rsidRDefault="003F4D43" w:rsidP="00427DBB">
      <w:pPr>
        <w:pStyle w:val="Geenafstand"/>
      </w:pPr>
    </w:p>
    <w:p w:rsidR="00427DBB" w:rsidRDefault="003F4D43" w:rsidP="00427DBB">
      <w:pPr>
        <w:pStyle w:val="Geenafstand"/>
      </w:pPr>
      <w:r>
        <w:t>Na het maken van een huiswerkplanner, kun je zelf een heel planningsschema maken.</w:t>
      </w:r>
    </w:p>
    <w:p w:rsidR="003F4D43" w:rsidRDefault="003F4D43" w:rsidP="00427DBB">
      <w:pPr>
        <w:pStyle w:val="Geenafstand"/>
        <w:sectPr w:rsidR="003F4D43">
          <w:headerReference w:type="default" r:id="rId8"/>
          <w:pgSz w:w="11906" w:h="16838"/>
          <w:pgMar w:top="1417" w:right="1417" w:bottom="1417" w:left="1417" w:header="708" w:footer="708" w:gutter="0"/>
          <w:cols w:space="708"/>
          <w:docGrid w:linePitch="360"/>
        </w:sectPr>
      </w:pPr>
    </w:p>
    <w:p w:rsidR="00785FA5" w:rsidRDefault="00785FA5" w:rsidP="00785FA5">
      <w:pPr>
        <w:pStyle w:val="Geenafstand"/>
      </w:pPr>
      <w:r>
        <w:lastRenderedPageBreak/>
        <w:t>Vul nu dit schema is voor volgende week.</w:t>
      </w:r>
    </w:p>
    <w:tbl>
      <w:tblPr>
        <w:tblStyle w:val="Tabelraster"/>
        <w:tblpPr w:leftFromText="141" w:rightFromText="141" w:vertAnchor="page" w:horzAnchor="margin" w:tblpY="1726"/>
        <w:tblW w:w="0" w:type="auto"/>
        <w:tblLook w:val="04A0" w:firstRow="1" w:lastRow="0" w:firstColumn="1" w:lastColumn="0" w:noHBand="0" w:noVBand="1"/>
      </w:tblPr>
      <w:tblGrid>
        <w:gridCol w:w="1571"/>
        <w:gridCol w:w="1571"/>
        <w:gridCol w:w="1571"/>
        <w:gridCol w:w="1571"/>
        <w:gridCol w:w="1572"/>
        <w:gridCol w:w="1572"/>
        <w:gridCol w:w="1572"/>
        <w:gridCol w:w="1572"/>
        <w:gridCol w:w="1572"/>
      </w:tblGrid>
      <w:tr w:rsidR="00785FA5" w:rsidTr="00785FA5">
        <w:tc>
          <w:tcPr>
            <w:tcW w:w="1571" w:type="dxa"/>
          </w:tcPr>
          <w:p w:rsidR="00785FA5" w:rsidRDefault="00785FA5" w:rsidP="00785FA5">
            <w:pPr>
              <w:pStyle w:val="Geenafstand"/>
            </w:pPr>
          </w:p>
        </w:tc>
        <w:tc>
          <w:tcPr>
            <w:tcW w:w="1571" w:type="dxa"/>
          </w:tcPr>
          <w:p w:rsidR="00785FA5" w:rsidRDefault="00785FA5" w:rsidP="00785FA5">
            <w:pPr>
              <w:pStyle w:val="Geenafstand"/>
            </w:pPr>
            <w:r>
              <w:t>maandag</w:t>
            </w:r>
          </w:p>
        </w:tc>
        <w:tc>
          <w:tcPr>
            <w:tcW w:w="1571" w:type="dxa"/>
          </w:tcPr>
          <w:p w:rsidR="00785FA5" w:rsidRDefault="00785FA5" w:rsidP="00785FA5">
            <w:pPr>
              <w:pStyle w:val="Geenafstand"/>
            </w:pPr>
            <w:r>
              <w:t>dinsdag</w:t>
            </w:r>
          </w:p>
        </w:tc>
        <w:tc>
          <w:tcPr>
            <w:tcW w:w="1571" w:type="dxa"/>
          </w:tcPr>
          <w:p w:rsidR="00785FA5" w:rsidRDefault="00785FA5" w:rsidP="00785FA5">
            <w:pPr>
              <w:pStyle w:val="Geenafstand"/>
            </w:pPr>
            <w:r>
              <w:t>woensdag</w:t>
            </w:r>
          </w:p>
        </w:tc>
        <w:tc>
          <w:tcPr>
            <w:tcW w:w="1572" w:type="dxa"/>
          </w:tcPr>
          <w:p w:rsidR="00785FA5" w:rsidRDefault="00785FA5" w:rsidP="00785FA5">
            <w:pPr>
              <w:pStyle w:val="Geenafstand"/>
            </w:pPr>
            <w:r>
              <w:t>donderdag</w:t>
            </w:r>
          </w:p>
        </w:tc>
        <w:tc>
          <w:tcPr>
            <w:tcW w:w="1572" w:type="dxa"/>
          </w:tcPr>
          <w:p w:rsidR="00785FA5" w:rsidRDefault="00785FA5" w:rsidP="00785FA5">
            <w:pPr>
              <w:pStyle w:val="Geenafstand"/>
            </w:pPr>
            <w:r>
              <w:t>vrijdag</w:t>
            </w:r>
          </w:p>
        </w:tc>
        <w:tc>
          <w:tcPr>
            <w:tcW w:w="1572" w:type="dxa"/>
          </w:tcPr>
          <w:p w:rsidR="00785FA5" w:rsidRDefault="00785FA5" w:rsidP="00785FA5">
            <w:pPr>
              <w:pStyle w:val="Geenafstand"/>
            </w:pPr>
            <w:r>
              <w:t>zaterdag</w:t>
            </w:r>
          </w:p>
        </w:tc>
        <w:tc>
          <w:tcPr>
            <w:tcW w:w="1572" w:type="dxa"/>
          </w:tcPr>
          <w:p w:rsidR="00785FA5" w:rsidRDefault="00785FA5" w:rsidP="00785FA5">
            <w:pPr>
              <w:pStyle w:val="Geenafstand"/>
            </w:pPr>
            <w:r>
              <w:t>zondag</w:t>
            </w:r>
          </w:p>
        </w:tc>
        <w:tc>
          <w:tcPr>
            <w:tcW w:w="1572" w:type="dxa"/>
          </w:tcPr>
          <w:p w:rsidR="00785FA5" w:rsidRDefault="00785FA5" w:rsidP="00785FA5">
            <w:pPr>
              <w:pStyle w:val="Geenafstand"/>
            </w:pPr>
          </w:p>
        </w:tc>
      </w:tr>
      <w:tr w:rsidR="00785FA5" w:rsidTr="00785FA5">
        <w:tc>
          <w:tcPr>
            <w:tcW w:w="1571" w:type="dxa"/>
          </w:tcPr>
          <w:p w:rsidR="00785FA5" w:rsidRDefault="00785FA5" w:rsidP="00785FA5">
            <w:pPr>
              <w:pStyle w:val="Geenafstand"/>
            </w:pPr>
            <w:r>
              <w:t>8.00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8.00</w:t>
            </w:r>
          </w:p>
        </w:tc>
      </w:tr>
      <w:tr w:rsidR="00785FA5" w:rsidTr="00785FA5">
        <w:tc>
          <w:tcPr>
            <w:tcW w:w="1571" w:type="dxa"/>
          </w:tcPr>
          <w:p w:rsidR="00785FA5" w:rsidRDefault="00785FA5" w:rsidP="00785FA5">
            <w:pPr>
              <w:pStyle w:val="Geenafstand"/>
            </w:pPr>
            <w:r>
              <w:t>8.30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8.30</w:t>
            </w:r>
          </w:p>
        </w:tc>
      </w:tr>
      <w:tr w:rsidR="00785FA5" w:rsidTr="00785FA5">
        <w:tc>
          <w:tcPr>
            <w:tcW w:w="1571" w:type="dxa"/>
          </w:tcPr>
          <w:p w:rsidR="00785FA5" w:rsidRDefault="00785FA5" w:rsidP="00785FA5">
            <w:pPr>
              <w:pStyle w:val="Geenafstand"/>
            </w:pPr>
            <w:r>
              <w:t>9.00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9.00</w:t>
            </w:r>
          </w:p>
        </w:tc>
      </w:tr>
      <w:tr w:rsidR="00785FA5" w:rsidTr="00785FA5">
        <w:tc>
          <w:tcPr>
            <w:tcW w:w="1571" w:type="dxa"/>
          </w:tcPr>
          <w:p w:rsidR="00785FA5" w:rsidRDefault="00785FA5" w:rsidP="00785FA5">
            <w:pPr>
              <w:pStyle w:val="Geenafstand"/>
            </w:pPr>
            <w:r>
              <w:t>9.30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9.30</w:t>
            </w:r>
          </w:p>
        </w:tc>
      </w:tr>
      <w:tr w:rsidR="00785FA5" w:rsidTr="00785FA5">
        <w:tc>
          <w:tcPr>
            <w:tcW w:w="1571" w:type="dxa"/>
          </w:tcPr>
          <w:p w:rsidR="00785FA5" w:rsidRDefault="00785FA5" w:rsidP="00785FA5">
            <w:pPr>
              <w:pStyle w:val="Geenafstand"/>
            </w:pPr>
            <w:r>
              <w:t>10.00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10.00</w:t>
            </w:r>
          </w:p>
        </w:tc>
      </w:tr>
      <w:tr w:rsidR="00785FA5" w:rsidTr="00785FA5">
        <w:tc>
          <w:tcPr>
            <w:tcW w:w="1571" w:type="dxa"/>
          </w:tcPr>
          <w:p w:rsidR="00785FA5" w:rsidRDefault="00785FA5" w:rsidP="00785FA5">
            <w:pPr>
              <w:pStyle w:val="Geenafstand"/>
            </w:pPr>
            <w:r>
              <w:t>10.30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10.30</w:t>
            </w:r>
          </w:p>
        </w:tc>
      </w:tr>
      <w:tr w:rsidR="00785FA5" w:rsidTr="00785FA5">
        <w:tc>
          <w:tcPr>
            <w:tcW w:w="1571" w:type="dxa"/>
          </w:tcPr>
          <w:p w:rsidR="00785FA5" w:rsidRDefault="00785FA5" w:rsidP="00785FA5">
            <w:pPr>
              <w:pStyle w:val="Geenafstand"/>
            </w:pPr>
            <w:r>
              <w:t>11.00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11.00</w:t>
            </w:r>
          </w:p>
        </w:tc>
      </w:tr>
      <w:tr w:rsidR="00785FA5" w:rsidTr="00785FA5">
        <w:tc>
          <w:tcPr>
            <w:tcW w:w="1571" w:type="dxa"/>
          </w:tcPr>
          <w:p w:rsidR="00785FA5" w:rsidRDefault="00785FA5" w:rsidP="00785FA5">
            <w:pPr>
              <w:pStyle w:val="Geenafstand"/>
            </w:pPr>
            <w:r>
              <w:t>11.30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11.30</w:t>
            </w:r>
          </w:p>
        </w:tc>
      </w:tr>
      <w:tr w:rsidR="00785FA5" w:rsidTr="00785FA5">
        <w:tc>
          <w:tcPr>
            <w:tcW w:w="1571" w:type="dxa"/>
          </w:tcPr>
          <w:p w:rsidR="00785FA5" w:rsidRDefault="00785FA5" w:rsidP="00785FA5">
            <w:pPr>
              <w:pStyle w:val="Geenafstand"/>
            </w:pPr>
            <w:r>
              <w:t>12.00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12.00</w:t>
            </w:r>
          </w:p>
        </w:tc>
      </w:tr>
      <w:tr w:rsidR="00785FA5" w:rsidTr="00785FA5">
        <w:tc>
          <w:tcPr>
            <w:tcW w:w="1571" w:type="dxa"/>
          </w:tcPr>
          <w:p w:rsidR="00785FA5" w:rsidRDefault="00785FA5" w:rsidP="00785FA5">
            <w:pPr>
              <w:pStyle w:val="Geenafstand"/>
            </w:pPr>
            <w:r>
              <w:t>12.30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12.30</w:t>
            </w:r>
          </w:p>
        </w:tc>
      </w:tr>
      <w:tr w:rsidR="00785FA5" w:rsidTr="00785FA5">
        <w:tc>
          <w:tcPr>
            <w:tcW w:w="1571" w:type="dxa"/>
          </w:tcPr>
          <w:p w:rsidR="00785FA5" w:rsidRDefault="00785FA5" w:rsidP="00785FA5">
            <w:pPr>
              <w:pStyle w:val="Geenafstand"/>
            </w:pPr>
            <w:r>
              <w:t>13.00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13.00</w:t>
            </w:r>
          </w:p>
        </w:tc>
      </w:tr>
      <w:tr w:rsidR="00785FA5" w:rsidTr="00785FA5">
        <w:tc>
          <w:tcPr>
            <w:tcW w:w="1571" w:type="dxa"/>
          </w:tcPr>
          <w:p w:rsidR="00785FA5" w:rsidRDefault="00785FA5" w:rsidP="00785FA5">
            <w:pPr>
              <w:pStyle w:val="Geenafstand"/>
            </w:pPr>
            <w:r>
              <w:t>13.30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13.30</w:t>
            </w:r>
          </w:p>
        </w:tc>
      </w:tr>
      <w:tr w:rsidR="00785FA5" w:rsidTr="00785FA5">
        <w:tc>
          <w:tcPr>
            <w:tcW w:w="1571" w:type="dxa"/>
          </w:tcPr>
          <w:p w:rsidR="00785FA5" w:rsidRDefault="00785FA5" w:rsidP="00785FA5">
            <w:pPr>
              <w:pStyle w:val="Geenafstand"/>
            </w:pPr>
            <w:r>
              <w:t>14.00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14.00</w:t>
            </w:r>
          </w:p>
        </w:tc>
      </w:tr>
      <w:tr w:rsidR="00785FA5" w:rsidTr="00785FA5">
        <w:tc>
          <w:tcPr>
            <w:tcW w:w="1571" w:type="dxa"/>
          </w:tcPr>
          <w:p w:rsidR="00785FA5" w:rsidRDefault="00785FA5" w:rsidP="00785FA5">
            <w:pPr>
              <w:pStyle w:val="Geenafstand"/>
            </w:pPr>
            <w:r>
              <w:t>14.30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14.30</w:t>
            </w:r>
          </w:p>
        </w:tc>
      </w:tr>
      <w:tr w:rsidR="00785FA5" w:rsidTr="00785FA5">
        <w:tc>
          <w:tcPr>
            <w:tcW w:w="1571" w:type="dxa"/>
          </w:tcPr>
          <w:p w:rsidR="00785FA5" w:rsidRDefault="00785FA5" w:rsidP="00785FA5">
            <w:pPr>
              <w:pStyle w:val="Geenafstand"/>
            </w:pPr>
            <w:r>
              <w:t>15.00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15.00</w:t>
            </w:r>
          </w:p>
        </w:tc>
      </w:tr>
      <w:tr w:rsidR="00785FA5" w:rsidTr="00785FA5">
        <w:tc>
          <w:tcPr>
            <w:tcW w:w="1571" w:type="dxa"/>
          </w:tcPr>
          <w:p w:rsidR="00785FA5" w:rsidRDefault="00785FA5" w:rsidP="00785FA5">
            <w:pPr>
              <w:pStyle w:val="Geenafstand"/>
            </w:pPr>
            <w:r>
              <w:t>15.30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15.30</w:t>
            </w:r>
          </w:p>
        </w:tc>
      </w:tr>
      <w:tr w:rsidR="00785FA5" w:rsidTr="00785FA5">
        <w:tc>
          <w:tcPr>
            <w:tcW w:w="1571" w:type="dxa"/>
          </w:tcPr>
          <w:p w:rsidR="00785FA5" w:rsidRDefault="00785FA5" w:rsidP="00785FA5">
            <w:pPr>
              <w:pStyle w:val="Geenafstand"/>
            </w:pPr>
            <w:r>
              <w:t>16.00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16.00</w:t>
            </w:r>
          </w:p>
        </w:tc>
      </w:tr>
      <w:tr w:rsidR="00785FA5" w:rsidTr="00785FA5">
        <w:tc>
          <w:tcPr>
            <w:tcW w:w="1571" w:type="dxa"/>
          </w:tcPr>
          <w:p w:rsidR="00785FA5" w:rsidRDefault="00785FA5" w:rsidP="00785FA5">
            <w:pPr>
              <w:pStyle w:val="Geenafstand"/>
            </w:pPr>
            <w:r>
              <w:t>16.30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16.30</w:t>
            </w:r>
          </w:p>
        </w:tc>
      </w:tr>
      <w:tr w:rsidR="00785FA5" w:rsidTr="00785FA5">
        <w:tc>
          <w:tcPr>
            <w:tcW w:w="1571" w:type="dxa"/>
          </w:tcPr>
          <w:p w:rsidR="00785FA5" w:rsidRDefault="00785FA5" w:rsidP="00785FA5">
            <w:pPr>
              <w:pStyle w:val="Geenafstand"/>
            </w:pPr>
            <w:r>
              <w:t>17.00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17.00</w:t>
            </w:r>
          </w:p>
        </w:tc>
      </w:tr>
      <w:tr w:rsidR="00785FA5" w:rsidTr="00785FA5">
        <w:tc>
          <w:tcPr>
            <w:tcW w:w="1571" w:type="dxa"/>
          </w:tcPr>
          <w:p w:rsidR="00785FA5" w:rsidRDefault="00785FA5" w:rsidP="00785FA5">
            <w:pPr>
              <w:pStyle w:val="Geenafstand"/>
            </w:pPr>
            <w:r>
              <w:t>17.30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17.30</w:t>
            </w:r>
          </w:p>
        </w:tc>
      </w:tr>
      <w:tr w:rsidR="00785FA5" w:rsidTr="00785FA5">
        <w:tc>
          <w:tcPr>
            <w:tcW w:w="1571" w:type="dxa"/>
          </w:tcPr>
          <w:p w:rsidR="00785FA5" w:rsidRDefault="00785FA5" w:rsidP="00785FA5">
            <w:pPr>
              <w:pStyle w:val="Geenafstand"/>
            </w:pPr>
            <w:r>
              <w:t>18.00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18.00</w:t>
            </w:r>
          </w:p>
        </w:tc>
      </w:tr>
      <w:tr w:rsidR="00785FA5" w:rsidTr="00785FA5">
        <w:tc>
          <w:tcPr>
            <w:tcW w:w="1571" w:type="dxa"/>
          </w:tcPr>
          <w:p w:rsidR="00785FA5" w:rsidRDefault="00785FA5" w:rsidP="00785FA5">
            <w:pPr>
              <w:pStyle w:val="Geenafstand"/>
            </w:pPr>
            <w:r>
              <w:t>18.30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18.30</w:t>
            </w:r>
          </w:p>
        </w:tc>
      </w:tr>
      <w:tr w:rsidR="00785FA5" w:rsidTr="00785FA5">
        <w:tc>
          <w:tcPr>
            <w:tcW w:w="1571" w:type="dxa"/>
          </w:tcPr>
          <w:p w:rsidR="00785FA5" w:rsidRDefault="00785FA5" w:rsidP="00785FA5">
            <w:pPr>
              <w:pStyle w:val="Geenafstand"/>
            </w:pPr>
            <w:r>
              <w:t>19.00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19.00</w:t>
            </w:r>
          </w:p>
        </w:tc>
      </w:tr>
      <w:tr w:rsidR="00785FA5" w:rsidTr="00785FA5">
        <w:tc>
          <w:tcPr>
            <w:tcW w:w="1571" w:type="dxa"/>
          </w:tcPr>
          <w:p w:rsidR="00785FA5" w:rsidRDefault="00785FA5" w:rsidP="00785FA5">
            <w:pPr>
              <w:pStyle w:val="Geenafstand"/>
            </w:pPr>
            <w:r>
              <w:t>19.30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19.30</w:t>
            </w:r>
          </w:p>
        </w:tc>
      </w:tr>
      <w:tr w:rsidR="00785FA5" w:rsidTr="00785FA5">
        <w:tc>
          <w:tcPr>
            <w:tcW w:w="1571" w:type="dxa"/>
          </w:tcPr>
          <w:p w:rsidR="00785FA5" w:rsidRDefault="00785FA5" w:rsidP="00785FA5">
            <w:pPr>
              <w:pStyle w:val="Geenafstand"/>
            </w:pPr>
            <w:r>
              <w:t>20.00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20.00</w:t>
            </w:r>
          </w:p>
        </w:tc>
      </w:tr>
      <w:tr w:rsidR="00785FA5" w:rsidTr="00785FA5">
        <w:tc>
          <w:tcPr>
            <w:tcW w:w="1571" w:type="dxa"/>
          </w:tcPr>
          <w:p w:rsidR="00785FA5" w:rsidRDefault="00785FA5" w:rsidP="00785FA5">
            <w:pPr>
              <w:pStyle w:val="Geenafstand"/>
            </w:pPr>
            <w:r>
              <w:t>20.30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20.30</w:t>
            </w:r>
          </w:p>
        </w:tc>
      </w:tr>
      <w:tr w:rsidR="00785FA5" w:rsidTr="00785FA5">
        <w:tc>
          <w:tcPr>
            <w:tcW w:w="1571" w:type="dxa"/>
          </w:tcPr>
          <w:p w:rsidR="00785FA5" w:rsidRDefault="00785FA5" w:rsidP="00785FA5">
            <w:pPr>
              <w:pStyle w:val="Geenafstand"/>
            </w:pPr>
            <w:r>
              <w:t>21.00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21.00</w:t>
            </w:r>
          </w:p>
        </w:tc>
      </w:tr>
      <w:tr w:rsidR="00785FA5" w:rsidTr="00785FA5">
        <w:tc>
          <w:tcPr>
            <w:tcW w:w="1571" w:type="dxa"/>
          </w:tcPr>
          <w:p w:rsidR="00785FA5" w:rsidRDefault="00785FA5" w:rsidP="00785FA5">
            <w:pPr>
              <w:pStyle w:val="Geenafstand"/>
            </w:pPr>
            <w:r>
              <w:t>21.30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21.30</w:t>
            </w:r>
          </w:p>
        </w:tc>
      </w:tr>
      <w:tr w:rsidR="00785FA5" w:rsidTr="00785FA5">
        <w:tc>
          <w:tcPr>
            <w:tcW w:w="1571" w:type="dxa"/>
          </w:tcPr>
          <w:p w:rsidR="00785FA5" w:rsidRDefault="00785FA5" w:rsidP="00785FA5">
            <w:pPr>
              <w:pStyle w:val="Geenafstand"/>
            </w:pPr>
            <w:r>
              <w:t>22.00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22.00</w:t>
            </w:r>
          </w:p>
        </w:tc>
      </w:tr>
      <w:tr w:rsidR="00785FA5" w:rsidTr="00785FA5">
        <w:tc>
          <w:tcPr>
            <w:tcW w:w="1571" w:type="dxa"/>
          </w:tcPr>
          <w:p w:rsidR="00785FA5" w:rsidRDefault="00785FA5" w:rsidP="00785FA5">
            <w:pPr>
              <w:pStyle w:val="Geenafstand"/>
            </w:pPr>
            <w:r>
              <w:t>22.30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22.30</w:t>
            </w:r>
          </w:p>
        </w:tc>
      </w:tr>
      <w:tr w:rsidR="00785FA5" w:rsidTr="00785FA5">
        <w:tc>
          <w:tcPr>
            <w:tcW w:w="1571" w:type="dxa"/>
          </w:tcPr>
          <w:p w:rsidR="00785FA5" w:rsidRDefault="00785FA5" w:rsidP="00785FA5">
            <w:pPr>
              <w:pStyle w:val="Geenafstand"/>
            </w:pPr>
            <w:r>
              <w:t>23.00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23.00</w:t>
            </w:r>
          </w:p>
        </w:tc>
      </w:tr>
      <w:tr w:rsidR="00785FA5" w:rsidTr="00785FA5">
        <w:tc>
          <w:tcPr>
            <w:tcW w:w="1571" w:type="dxa"/>
          </w:tcPr>
          <w:p w:rsidR="00785FA5" w:rsidRDefault="00785FA5" w:rsidP="00785FA5">
            <w:pPr>
              <w:pStyle w:val="Geenafstand"/>
            </w:pPr>
            <w:r>
              <w:t>23.30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23.30</w:t>
            </w:r>
          </w:p>
        </w:tc>
      </w:tr>
      <w:tr w:rsidR="00785FA5" w:rsidTr="00785FA5">
        <w:tc>
          <w:tcPr>
            <w:tcW w:w="1571" w:type="dxa"/>
          </w:tcPr>
          <w:p w:rsidR="00785FA5" w:rsidRDefault="00785FA5" w:rsidP="00785FA5">
            <w:pPr>
              <w:pStyle w:val="Geenafstand"/>
            </w:pPr>
            <w:r>
              <w:t>0.00</w:t>
            </w: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1"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p>
        </w:tc>
        <w:tc>
          <w:tcPr>
            <w:tcW w:w="1572" w:type="dxa"/>
          </w:tcPr>
          <w:p w:rsidR="00785FA5" w:rsidRDefault="00785FA5" w:rsidP="00785FA5">
            <w:pPr>
              <w:pStyle w:val="Geenafstand"/>
            </w:pPr>
            <w:r>
              <w:t>0.00</w:t>
            </w:r>
          </w:p>
        </w:tc>
      </w:tr>
    </w:tbl>
    <w:p w:rsidR="00785FA5" w:rsidRPr="00427DBB" w:rsidRDefault="00785FA5" w:rsidP="00785FA5">
      <w:pPr>
        <w:pStyle w:val="Geenafstand"/>
      </w:pPr>
      <w:bookmarkStart w:id="0" w:name="_GoBack"/>
      <w:bookmarkEnd w:id="0"/>
    </w:p>
    <w:sectPr w:rsidR="00785FA5" w:rsidRPr="00427DBB" w:rsidSect="003F4D43">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3A5" w:rsidRDefault="001C73A5" w:rsidP="001C73A5">
      <w:pPr>
        <w:spacing w:after="0" w:line="240" w:lineRule="auto"/>
      </w:pPr>
      <w:r>
        <w:separator/>
      </w:r>
    </w:p>
  </w:endnote>
  <w:endnote w:type="continuationSeparator" w:id="0">
    <w:p w:rsidR="001C73A5" w:rsidRDefault="001C73A5" w:rsidP="001C7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3A5" w:rsidRDefault="001C73A5" w:rsidP="001C73A5">
      <w:pPr>
        <w:spacing w:after="0" w:line="240" w:lineRule="auto"/>
      </w:pPr>
      <w:r>
        <w:separator/>
      </w:r>
    </w:p>
  </w:footnote>
  <w:footnote w:type="continuationSeparator" w:id="0">
    <w:p w:rsidR="001C73A5" w:rsidRDefault="001C73A5" w:rsidP="001C73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3A5" w:rsidRDefault="001C73A5">
    <w:pPr>
      <w:pStyle w:val="Koptekst"/>
    </w:pPr>
    <w:r>
      <w:rPr>
        <w:noProof/>
        <w:lang w:eastAsia="nl-NL"/>
      </w:rPr>
      <w:drawing>
        <wp:anchor distT="0" distB="0" distL="114300" distR="114300" simplePos="0" relativeHeight="251658240" behindDoc="1" locked="1" layoutInCell="1" allowOverlap="0" wp14:anchorId="0466FB85" wp14:editId="7DCBCA6B">
          <wp:simplePos x="0" y="0"/>
          <wp:positionH relativeFrom="page">
            <wp:posOffset>962660</wp:posOffset>
          </wp:positionH>
          <wp:positionV relativeFrom="page">
            <wp:posOffset>207645</wp:posOffset>
          </wp:positionV>
          <wp:extent cx="5672455" cy="1354455"/>
          <wp:effectExtent l="0" t="0" r="4445" b="0"/>
          <wp:wrapNone/>
          <wp:docPr id="1" name="Afbeelding 1"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W strepen"/>
                  <pic:cNvPicPr>
                    <a:picLocks noChangeAspect="1" noChangeArrowheads="1"/>
                  </pic:cNvPicPr>
                </pic:nvPicPr>
                <pic:blipFill>
                  <a:blip r:embed="rId1">
                    <a:extLst>
                      <a:ext uri="{28A0092B-C50C-407E-A947-70E740481C1C}">
                        <a14:useLocalDpi xmlns:a14="http://schemas.microsoft.com/office/drawing/2010/main" val="0"/>
                      </a:ext>
                    </a:extLst>
                  </a:blip>
                  <a:srcRect r="6920"/>
                  <a:stretch>
                    <a:fillRect/>
                  </a:stretch>
                </pic:blipFill>
                <pic:spPr bwMode="auto">
                  <a:xfrm>
                    <a:off x="0" y="0"/>
                    <a:ext cx="5672455" cy="1354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089" w:rsidRDefault="000A608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D51DD"/>
    <w:multiLevelType w:val="hybridMultilevel"/>
    <w:tmpl w:val="470041EE"/>
    <w:lvl w:ilvl="0" w:tplc="B76E95B2">
      <w:start w:val="1"/>
      <w:numFmt w:val="decimal"/>
      <w:lvlText w:val="%1."/>
      <w:lvlJc w:val="left"/>
      <w:pPr>
        <w:ind w:left="420" w:hanging="360"/>
      </w:pPr>
      <w:rPr>
        <w:rFonts w:hint="default"/>
      </w:rPr>
    </w:lvl>
    <w:lvl w:ilvl="1" w:tplc="04130019">
      <w:start w:val="1"/>
      <w:numFmt w:val="lowerLetter"/>
      <w:lvlText w:val="%2."/>
      <w:lvlJc w:val="left"/>
      <w:pPr>
        <w:ind w:left="1140" w:hanging="360"/>
      </w:pPr>
    </w:lvl>
    <w:lvl w:ilvl="2" w:tplc="0413001B">
      <w:start w:val="1"/>
      <w:numFmt w:val="lowerRoman"/>
      <w:lvlText w:val="%3."/>
      <w:lvlJc w:val="right"/>
      <w:pPr>
        <w:ind w:left="1860" w:hanging="180"/>
      </w:pPr>
    </w:lvl>
    <w:lvl w:ilvl="3" w:tplc="0413000F">
      <w:start w:val="1"/>
      <w:numFmt w:val="decimal"/>
      <w:lvlText w:val="%4."/>
      <w:lvlJc w:val="left"/>
      <w:pPr>
        <w:ind w:left="2580" w:hanging="360"/>
      </w:pPr>
    </w:lvl>
    <w:lvl w:ilvl="4" w:tplc="04130019">
      <w:start w:val="1"/>
      <w:numFmt w:val="lowerLetter"/>
      <w:lvlText w:val="%5."/>
      <w:lvlJc w:val="left"/>
      <w:pPr>
        <w:ind w:left="3300" w:hanging="360"/>
      </w:pPr>
    </w:lvl>
    <w:lvl w:ilvl="5" w:tplc="0413001B">
      <w:start w:val="1"/>
      <w:numFmt w:val="lowerRoman"/>
      <w:lvlText w:val="%6."/>
      <w:lvlJc w:val="right"/>
      <w:pPr>
        <w:ind w:left="4020" w:hanging="180"/>
      </w:pPr>
    </w:lvl>
    <w:lvl w:ilvl="6" w:tplc="0413000F">
      <w:start w:val="1"/>
      <w:numFmt w:val="decimal"/>
      <w:lvlText w:val="%7."/>
      <w:lvlJc w:val="left"/>
      <w:pPr>
        <w:ind w:left="4740" w:hanging="360"/>
      </w:pPr>
    </w:lvl>
    <w:lvl w:ilvl="7" w:tplc="04130019">
      <w:start w:val="1"/>
      <w:numFmt w:val="lowerLetter"/>
      <w:lvlText w:val="%8."/>
      <w:lvlJc w:val="left"/>
      <w:pPr>
        <w:ind w:left="5460" w:hanging="360"/>
      </w:pPr>
    </w:lvl>
    <w:lvl w:ilvl="8" w:tplc="0413001B">
      <w:start w:val="1"/>
      <w:numFmt w:val="lowerRoman"/>
      <w:lvlText w:val="%9."/>
      <w:lvlJc w:val="right"/>
      <w:pPr>
        <w:ind w:left="6180" w:hanging="180"/>
      </w:pPr>
    </w:lvl>
  </w:abstractNum>
  <w:abstractNum w:abstractNumId="1">
    <w:nsid w:val="77E02D77"/>
    <w:multiLevelType w:val="hybridMultilevel"/>
    <w:tmpl w:val="CE4600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60E"/>
    <w:rsid w:val="000A6089"/>
    <w:rsid w:val="001C73A5"/>
    <w:rsid w:val="0030260E"/>
    <w:rsid w:val="003F4D43"/>
    <w:rsid w:val="00427DBB"/>
    <w:rsid w:val="00453A36"/>
    <w:rsid w:val="00472667"/>
    <w:rsid w:val="004F5F91"/>
    <w:rsid w:val="006A476E"/>
    <w:rsid w:val="00785FA5"/>
    <w:rsid w:val="00B24C80"/>
    <w:rsid w:val="00B84E04"/>
    <w:rsid w:val="00C7087C"/>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7DB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02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B84E04"/>
    <w:pPr>
      <w:spacing w:after="0" w:line="240" w:lineRule="auto"/>
    </w:pPr>
  </w:style>
  <w:style w:type="paragraph" w:customStyle="1" w:styleId="Lijstalinea1">
    <w:name w:val="Lijstalinea1"/>
    <w:basedOn w:val="Standaard"/>
    <w:qFormat/>
    <w:rsid w:val="00B84E04"/>
    <w:pPr>
      <w:ind w:left="720"/>
    </w:pPr>
    <w:rPr>
      <w:rFonts w:eastAsia="Calibri" w:cs="Tahoma"/>
      <w:szCs w:val="20"/>
    </w:rPr>
  </w:style>
  <w:style w:type="paragraph" w:styleId="Koptekst">
    <w:name w:val="header"/>
    <w:basedOn w:val="Standaard"/>
    <w:link w:val="KoptekstChar"/>
    <w:uiPriority w:val="99"/>
    <w:unhideWhenUsed/>
    <w:rsid w:val="001C73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C73A5"/>
  </w:style>
  <w:style w:type="paragraph" w:styleId="Voettekst">
    <w:name w:val="footer"/>
    <w:basedOn w:val="Standaard"/>
    <w:link w:val="VoettekstChar"/>
    <w:uiPriority w:val="99"/>
    <w:unhideWhenUsed/>
    <w:rsid w:val="001C73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C73A5"/>
  </w:style>
  <w:style w:type="paragraph" w:styleId="Ballontekst">
    <w:name w:val="Balloon Text"/>
    <w:basedOn w:val="Standaard"/>
    <w:link w:val="BallontekstChar"/>
    <w:uiPriority w:val="99"/>
    <w:semiHidden/>
    <w:unhideWhenUsed/>
    <w:rsid w:val="00472667"/>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472667"/>
    <w:rPr>
      <w:rFonts w:cs="Tahoma"/>
      <w:sz w:val="16"/>
      <w:szCs w:val="16"/>
    </w:rPr>
  </w:style>
  <w:style w:type="paragraph" w:styleId="Normaalweb">
    <w:name w:val="Normal (Web)"/>
    <w:basedOn w:val="Standaard"/>
    <w:uiPriority w:val="99"/>
    <w:semiHidden/>
    <w:unhideWhenUsed/>
    <w:rsid w:val="00427DBB"/>
    <w:pPr>
      <w:spacing w:after="0"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427DBB"/>
    <w:rPr>
      <w:strike w:val="0"/>
      <w:dstrike w:val="0"/>
      <w:color w:val="D34A17"/>
      <w:u w:val="none"/>
      <w:effect w:val="none"/>
    </w:rPr>
  </w:style>
  <w:style w:type="paragraph" w:styleId="Lijstalinea">
    <w:name w:val="List Paragraph"/>
    <w:basedOn w:val="Standaard"/>
    <w:uiPriority w:val="34"/>
    <w:qFormat/>
    <w:rsid w:val="003F4D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7DB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02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B84E04"/>
    <w:pPr>
      <w:spacing w:after="0" w:line="240" w:lineRule="auto"/>
    </w:pPr>
  </w:style>
  <w:style w:type="paragraph" w:customStyle="1" w:styleId="Lijstalinea1">
    <w:name w:val="Lijstalinea1"/>
    <w:basedOn w:val="Standaard"/>
    <w:qFormat/>
    <w:rsid w:val="00B84E04"/>
    <w:pPr>
      <w:ind w:left="720"/>
    </w:pPr>
    <w:rPr>
      <w:rFonts w:eastAsia="Calibri" w:cs="Tahoma"/>
      <w:szCs w:val="20"/>
    </w:rPr>
  </w:style>
  <w:style w:type="paragraph" w:styleId="Koptekst">
    <w:name w:val="header"/>
    <w:basedOn w:val="Standaard"/>
    <w:link w:val="KoptekstChar"/>
    <w:uiPriority w:val="99"/>
    <w:unhideWhenUsed/>
    <w:rsid w:val="001C73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C73A5"/>
  </w:style>
  <w:style w:type="paragraph" w:styleId="Voettekst">
    <w:name w:val="footer"/>
    <w:basedOn w:val="Standaard"/>
    <w:link w:val="VoettekstChar"/>
    <w:uiPriority w:val="99"/>
    <w:unhideWhenUsed/>
    <w:rsid w:val="001C73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C73A5"/>
  </w:style>
  <w:style w:type="paragraph" w:styleId="Ballontekst">
    <w:name w:val="Balloon Text"/>
    <w:basedOn w:val="Standaard"/>
    <w:link w:val="BallontekstChar"/>
    <w:uiPriority w:val="99"/>
    <w:semiHidden/>
    <w:unhideWhenUsed/>
    <w:rsid w:val="00472667"/>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472667"/>
    <w:rPr>
      <w:rFonts w:cs="Tahoma"/>
      <w:sz w:val="16"/>
      <w:szCs w:val="16"/>
    </w:rPr>
  </w:style>
  <w:style w:type="paragraph" w:styleId="Normaalweb">
    <w:name w:val="Normal (Web)"/>
    <w:basedOn w:val="Standaard"/>
    <w:uiPriority w:val="99"/>
    <w:semiHidden/>
    <w:unhideWhenUsed/>
    <w:rsid w:val="00427DBB"/>
    <w:pPr>
      <w:spacing w:after="0"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427DBB"/>
    <w:rPr>
      <w:strike w:val="0"/>
      <w:dstrike w:val="0"/>
      <w:color w:val="D34A17"/>
      <w:u w:val="none"/>
      <w:effect w:val="none"/>
    </w:rPr>
  </w:style>
  <w:style w:type="paragraph" w:styleId="Lijstalinea">
    <w:name w:val="List Paragraph"/>
    <w:basedOn w:val="Standaard"/>
    <w:uiPriority w:val="34"/>
    <w:qFormat/>
    <w:rsid w:val="003F4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C0BE46A269CA4799D48FB6F01D3DC7" ma:contentTypeVersion="" ma:contentTypeDescription="Een nieuw document maken." ma:contentTypeScope="" ma:versionID="582f4ac58f45678df148f7b9632681e6">
  <xsd:schema xmlns:xsd="http://www.w3.org/2001/XMLSchema" xmlns:xs="http://www.w3.org/2001/XMLSchema" xmlns:p="http://schemas.microsoft.com/office/2006/metadata/properties" targetNamespace="http://schemas.microsoft.com/office/2006/metadata/properties" ma:root="true" ma:fieldsID="ded2a6fdfcb71de048e140027f1bc3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BA4C72-F546-4D23-91CF-1FB2170A8940}"/>
</file>

<file path=customXml/itemProps2.xml><?xml version="1.0" encoding="utf-8"?>
<ds:datastoreItem xmlns:ds="http://schemas.openxmlformats.org/officeDocument/2006/customXml" ds:itemID="{A765045F-BE96-4771-AA83-123D80D921CE}"/>
</file>

<file path=customXml/itemProps3.xml><?xml version="1.0" encoding="utf-8"?>
<ds:datastoreItem xmlns:ds="http://schemas.openxmlformats.org/officeDocument/2006/customXml" ds:itemID="{6EDCD711-E115-4DB2-AEE5-9C25E76FA63E}"/>
</file>

<file path=docProps/app.xml><?xml version="1.0" encoding="utf-8"?>
<Properties xmlns="http://schemas.openxmlformats.org/officeDocument/2006/extended-properties" xmlns:vt="http://schemas.openxmlformats.org/officeDocument/2006/docPropsVTypes">
  <Template>5651C5CD</Template>
  <TotalTime>1</TotalTime>
  <Pages>4</Pages>
  <Words>774</Words>
  <Characters>4257</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Romeijn</dc:creator>
  <cp:lastModifiedBy>Marjan Romeijn</cp:lastModifiedBy>
  <cp:revision>2</cp:revision>
  <cp:lastPrinted>2013-03-13T11:34:00Z</cp:lastPrinted>
  <dcterms:created xsi:type="dcterms:W3CDTF">2013-03-18T13:47:00Z</dcterms:created>
  <dcterms:modified xsi:type="dcterms:W3CDTF">2013-03-18T13:47:00Z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0x010100F1C0BE46A269CA4799D48FB6F01D3DC7</vt:lpwstr>
  </property>
</Properties>
</file>