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AA" w:rsidRDefault="00F660AA"/>
    <w:p w:rsidR="00F660AA" w:rsidRDefault="00F660AA"/>
    <w:p w:rsidR="00F660AA" w:rsidRDefault="00F660AA"/>
    <w:p w:rsidR="00F660AA" w:rsidRDefault="00F660AA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D5846ED" wp14:editId="4EA5DA66">
            <wp:simplePos x="0" y="0"/>
            <wp:positionH relativeFrom="column">
              <wp:posOffset>67945</wp:posOffset>
            </wp:positionH>
            <wp:positionV relativeFrom="paragraph">
              <wp:posOffset>154305</wp:posOffset>
            </wp:positionV>
            <wp:extent cx="5969000" cy="5208270"/>
            <wp:effectExtent l="0" t="0" r="0" b="0"/>
            <wp:wrapSquare wrapText="bothSides"/>
            <wp:docPr id="1" name="Afbeelding 1" descr="https://tricks4english.files.wordpress.com/2013/10/linking-words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icks4english.files.wordpress.com/2013/10/linking-words-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520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F660AA" w:rsidRDefault="00F660AA"/>
    <w:p w:rsidR="00886F83" w:rsidRDefault="00886F83"/>
    <w:sectPr w:rsidR="00886F83" w:rsidSect="00E81CA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D6C"/>
    <w:rsid w:val="00886F83"/>
    <w:rsid w:val="00D06D6C"/>
    <w:rsid w:val="00E81CAC"/>
    <w:rsid w:val="00F6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06D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D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06D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D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663A4B9A</Template>
  <TotalTime>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2015-09-20T16:16:00Z</dcterms:created>
  <dcterms:modified xsi:type="dcterms:W3CDTF">2015-09-20T16:20:00Z</dcterms:modified>
</cp:coreProperties>
</file>