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AF" w:rsidRDefault="00FA0D6F" w:rsidP="00F95273">
      <w:pPr>
        <w:pStyle w:val="Titel"/>
        <w:pBdr>
          <w:bottom w:val="single" w:sz="8" w:space="11" w:color="5F497A" w:themeColor="accent4" w:themeShade="BF"/>
        </w:pBdr>
        <w:spacing w:after="0" w:line="360" w:lineRule="auto"/>
        <w:ind w:left="709" w:right="425" w:hanging="709"/>
      </w:pPr>
      <w:r>
        <w:rPr>
          <w:rFonts w:ascii="Arial" w:hAnsi="Arial" w:cs="Arial"/>
          <w:noProof/>
          <w:color w:val="2BC3E9"/>
          <w:sz w:val="23"/>
          <w:szCs w:val="23"/>
        </w:rPr>
        <w:drawing>
          <wp:anchor distT="0" distB="0" distL="114300" distR="114300" simplePos="0" relativeHeight="251658240" behindDoc="0" locked="0" layoutInCell="1" allowOverlap="1" wp14:anchorId="2C10EC69" wp14:editId="204A3E21">
            <wp:simplePos x="0" y="0"/>
            <wp:positionH relativeFrom="column">
              <wp:posOffset>3716342</wp:posOffset>
            </wp:positionH>
            <wp:positionV relativeFrom="paragraph">
              <wp:posOffset>-178740</wp:posOffset>
            </wp:positionV>
            <wp:extent cx="728980" cy="728980"/>
            <wp:effectExtent l="0" t="0" r="0" b="0"/>
            <wp:wrapNone/>
            <wp:docPr id="8" name="Afbeelding 8" descr="Home">
              <a:hlinkClick xmlns:a="http://schemas.openxmlformats.org/drawingml/2006/main" r:id="rId9" tooltip="&quot;Hom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me">
                      <a:hlinkClick r:id="rId9" tooltip="&quot;Hom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Opdracht WARCHILD</w:t>
      </w:r>
    </w:p>
    <w:p w:rsidR="00F95273" w:rsidRDefault="00F95273" w:rsidP="00F95273">
      <w:pPr>
        <w:spacing w:after="0" w:line="360" w:lineRule="auto"/>
        <w:ind w:left="709" w:hanging="709"/>
        <w:rPr>
          <w:sz w:val="16"/>
          <w:szCs w:val="16"/>
        </w:rPr>
      </w:pPr>
    </w:p>
    <w:p w:rsidR="00FA0D6F" w:rsidRDefault="00FA0D6F" w:rsidP="00F95273">
      <w:pPr>
        <w:spacing w:after="0" w:line="360" w:lineRule="auto"/>
        <w:ind w:left="709" w:hanging="709"/>
        <w:rPr>
          <w:sz w:val="24"/>
          <w:szCs w:val="24"/>
        </w:rPr>
      </w:pPr>
      <w:r>
        <w:rPr>
          <w:noProof/>
          <w:color w:val="0000FF"/>
        </w:rPr>
        <w:drawing>
          <wp:anchor distT="0" distB="0" distL="114300" distR="114300" simplePos="0" relativeHeight="251660288" behindDoc="0" locked="0" layoutInCell="1" allowOverlap="1" wp14:anchorId="70B32902" wp14:editId="24392F4F">
            <wp:simplePos x="0" y="0"/>
            <wp:positionH relativeFrom="column">
              <wp:posOffset>5266690</wp:posOffset>
            </wp:positionH>
            <wp:positionV relativeFrom="paragraph">
              <wp:posOffset>2540</wp:posOffset>
            </wp:positionV>
            <wp:extent cx="942975" cy="1329690"/>
            <wp:effectExtent l="0" t="0" r="9525" b="3810"/>
            <wp:wrapNone/>
            <wp:docPr id="10" name="irc_mi" descr="http://s.s-bol.com/imgbase0/imagebase/large/FC/6/1/3/5/10020040065453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.s-bol.com/imgbase0/imagebase/large/FC/6/1/3/5/1002004006545316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0D6F">
        <w:rPr>
          <w:sz w:val="24"/>
          <w:szCs w:val="24"/>
        </w:rPr>
        <w:t xml:space="preserve">We </w:t>
      </w:r>
      <w:r>
        <w:rPr>
          <w:sz w:val="24"/>
          <w:szCs w:val="24"/>
        </w:rPr>
        <w:t>hebben de film “Wit Licht” gezien.</w:t>
      </w:r>
    </w:p>
    <w:p w:rsidR="00744D36" w:rsidRDefault="00744D36" w:rsidP="00F95273">
      <w:pPr>
        <w:spacing w:after="0" w:line="360" w:lineRule="auto"/>
        <w:ind w:left="709" w:hanging="709"/>
        <w:rPr>
          <w:sz w:val="24"/>
          <w:szCs w:val="24"/>
        </w:rPr>
      </w:pPr>
    </w:p>
    <w:p w:rsidR="00FA0D6F" w:rsidRPr="00FA0D6F" w:rsidRDefault="00FA0D6F" w:rsidP="00FA0D6F">
      <w:pPr>
        <w:pStyle w:val="Lijstalinea"/>
        <w:numPr>
          <w:ilvl w:val="0"/>
          <w:numId w:val="20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Wat vond jij het meest aangrijpend in deze film?</w:t>
      </w:r>
    </w:p>
    <w:p w:rsidR="00FA0D6F" w:rsidRDefault="00FA0D6F" w:rsidP="00FA0D6F">
      <w:pPr>
        <w:pStyle w:val="Lijstalinea"/>
        <w:numPr>
          <w:ilvl w:val="0"/>
          <w:numId w:val="20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In welke landen worden kinderen als soldaat ingezet?</w:t>
      </w:r>
    </w:p>
    <w:p w:rsidR="00FA0D6F" w:rsidRPr="00FA0D6F" w:rsidRDefault="00FA0D6F" w:rsidP="00FA0D6F">
      <w:pPr>
        <w:pStyle w:val="Lijstalinea"/>
        <w:numPr>
          <w:ilvl w:val="1"/>
          <w:numId w:val="20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Maak daarbij gebruik van de site van Warchild.</w:t>
      </w:r>
      <w:r w:rsidRPr="00FA0D6F">
        <w:rPr>
          <w:noProof/>
        </w:rPr>
        <w:t xml:space="preserve"> </w:t>
      </w:r>
    </w:p>
    <w:p w:rsidR="00FA0D6F" w:rsidRDefault="00FA0D6F" w:rsidP="00FA0D6F">
      <w:pPr>
        <w:spacing w:after="0" w:line="48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A654DA" wp14:editId="0711EF0A">
            <wp:simplePos x="0" y="0"/>
            <wp:positionH relativeFrom="column">
              <wp:posOffset>683895</wp:posOffset>
            </wp:positionH>
            <wp:positionV relativeFrom="paragraph">
              <wp:posOffset>84455</wp:posOffset>
            </wp:positionV>
            <wp:extent cx="3031490" cy="1429385"/>
            <wp:effectExtent l="38100" t="57150" r="54610" b="56515"/>
            <wp:wrapNone/>
            <wp:docPr id="9" name="Afbeelding 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490" cy="1429385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>
                      <a:bevelT w="101600" h="101600"/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0D6F" w:rsidRDefault="00FA0D6F" w:rsidP="00FA0D6F">
      <w:pPr>
        <w:spacing w:after="0" w:line="480" w:lineRule="auto"/>
        <w:rPr>
          <w:sz w:val="24"/>
          <w:szCs w:val="24"/>
        </w:rPr>
      </w:pPr>
    </w:p>
    <w:p w:rsidR="00FA0D6F" w:rsidRDefault="00FA0D6F" w:rsidP="00FA0D6F">
      <w:pPr>
        <w:spacing w:after="0" w:line="480" w:lineRule="auto"/>
        <w:rPr>
          <w:sz w:val="24"/>
          <w:szCs w:val="24"/>
        </w:rPr>
      </w:pPr>
    </w:p>
    <w:p w:rsidR="00FA0D6F" w:rsidRDefault="00FA0D6F" w:rsidP="00FA0D6F">
      <w:pPr>
        <w:spacing w:after="0" w:line="480" w:lineRule="auto"/>
        <w:rPr>
          <w:sz w:val="24"/>
          <w:szCs w:val="24"/>
        </w:rPr>
      </w:pPr>
    </w:p>
    <w:p w:rsidR="00282ED4" w:rsidRPr="00C22897" w:rsidRDefault="00282ED4" w:rsidP="00C22897">
      <w:pPr>
        <w:spacing w:after="0" w:line="480" w:lineRule="auto"/>
        <w:rPr>
          <w:sz w:val="24"/>
          <w:szCs w:val="24"/>
        </w:rPr>
      </w:pPr>
      <w:bookmarkStart w:id="0" w:name="_GoBack"/>
      <w:bookmarkEnd w:id="0"/>
    </w:p>
    <w:p w:rsidR="008E1FC2" w:rsidRPr="008E1FC2" w:rsidRDefault="00282ED4" w:rsidP="008E1FC2">
      <w:pPr>
        <w:pStyle w:val="Lijstalinea"/>
        <w:numPr>
          <w:ilvl w:val="0"/>
          <w:numId w:val="20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Beschrijf w</w:t>
      </w:r>
      <w:r w:rsidR="008E1FC2" w:rsidRPr="00FA0D6F">
        <w:rPr>
          <w:sz w:val="24"/>
          <w:szCs w:val="24"/>
        </w:rPr>
        <w:t xml:space="preserve">aarom kinderen in de oorlog </w:t>
      </w:r>
      <w:r w:rsidRPr="00FA0D6F">
        <w:rPr>
          <w:sz w:val="24"/>
          <w:szCs w:val="24"/>
        </w:rPr>
        <w:t>worden</w:t>
      </w:r>
      <w:r w:rsidRPr="00FA0D6F">
        <w:rPr>
          <w:sz w:val="24"/>
          <w:szCs w:val="24"/>
        </w:rPr>
        <w:t xml:space="preserve"> </w:t>
      </w:r>
      <w:r w:rsidR="008E1FC2" w:rsidRPr="00FA0D6F">
        <w:rPr>
          <w:sz w:val="24"/>
          <w:szCs w:val="24"/>
        </w:rPr>
        <w:t>ingezet?</w:t>
      </w:r>
      <w:r w:rsidR="008E1FC2" w:rsidRPr="00FA0D6F">
        <w:rPr>
          <w:rFonts w:ascii="Arial" w:hAnsi="Arial" w:cs="Arial"/>
          <w:noProof/>
          <w:color w:val="2BC3E9"/>
          <w:sz w:val="23"/>
          <w:szCs w:val="23"/>
        </w:rPr>
        <w:t xml:space="preserve"> </w:t>
      </w:r>
    </w:p>
    <w:p w:rsidR="00FA0D6F" w:rsidRPr="00FA0D6F" w:rsidRDefault="00FA0D6F" w:rsidP="00FA0D6F">
      <w:pPr>
        <w:pStyle w:val="Lijstalinea"/>
        <w:numPr>
          <w:ilvl w:val="0"/>
          <w:numId w:val="20"/>
        </w:numPr>
        <w:spacing w:after="0" w:line="480" w:lineRule="auto"/>
        <w:rPr>
          <w:sz w:val="24"/>
          <w:szCs w:val="24"/>
        </w:rPr>
      </w:pPr>
      <w:r w:rsidRPr="00FA0D6F">
        <w:rPr>
          <w:sz w:val="24"/>
          <w:szCs w:val="24"/>
        </w:rPr>
        <w:t>Beschrijf hoe het kan dat kinderen moordmachines kunnen worden.</w:t>
      </w:r>
    </w:p>
    <w:p w:rsidR="00FA0D6F" w:rsidRDefault="008E1FC2" w:rsidP="00FA0D6F">
      <w:pPr>
        <w:pStyle w:val="Lijstalinea"/>
        <w:numPr>
          <w:ilvl w:val="0"/>
          <w:numId w:val="20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Wat kunnen de </w:t>
      </w:r>
      <w:r w:rsidR="00FA0D6F" w:rsidRPr="00FA0D6F">
        <w:rPr>
          <w:sz w:val="24"/>
          <w:szCs w:val="24"/>
        </w:rPr>
        <w:t>gevolg</w:t>
      </w:r>
      <w:r>
        <w:rPr>
          <w:sz w:val="24"/>
          <w:szCs w:val="24"/>
        </w:rPr>
        <w:t>en</w:t>
      </w:r>
      <w:r w:rsidR="00FA0D6F" w:rsidRPr="00FA0D6F">
        <w:rPr>
          <w:sz w:val="24"/>
          <w:szCs w:val="24"/>
        </w:rPr>
        <w:t xml:space="preserve"> zijn voor het kind?</w:t>
      </w:r>
    </w:p>
    <w:p w:rsidR="00FA0D6F" w:rsidRDefault="00FA0D6F" w:rsidP="00FA0D6F">
      <w:pPr>
        <w:pStyle w:val="Lijstalinea"/>
        <w:numPr>
          <w:ilvl w:val="0"/>
          <w:numId w:val="20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Wat zijn de “rechten” van het kind?</w:t>
      </w:r>
    </w:p>
    <w:p w:rsidR="00FA0D6F" w:rsidRDefault="00FA0D6F" w:rsidP="00FA0D6F">
      <w:pPr>
        <w:pStyle w:val="Lijstalinea"/>
        <w:numPr>
          <w:ilvl w:val="0"/>
          <w:numId w:val="20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Op</w:t>
      </w:r>
      <w:r w:rsidR="005D46B1">
        <w:rPr>
          <w:sz w:val="24"/>
          <w:szCs w:val="24"/>
        </w:rPr>
        <w:t xml:space="preserve"> welke wijze zou jij als verzorgende/ verpleegkundige in contact  kunnen komen </w:t>
      </w:r>
      <w:r w:rsidR="006C7CB7">
        <w:rPr>
          <w:sz w:val="24"/>
          <w:szCs w:val="24"/>
        </w:rPr>
        <w:t xml:space="preserve"> met kinderen met een oorlogsverleden.</w:t>
      </w:r>
    </w:p>
    <w:p w:rsidR="006C7CB7" w:rsidRDefault="006C7CB7" w:rsidP="00FA0D6F">
      <w:pPr>
        <w:pStyle w:val="Lijstalinea"/>
        <w:numPr>
          <w:ilvl w:val="0"/>
          <w:numId w:val="20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Wat zou je aan een kind kunnen merken/ observeren?</w:t>
      </w:r>
    </w:p>
    <w:p w:rsidR="00282ED4" w:rsidRDefault="00282ED4" w:rsidP="00FA0D6F">
      <w:pPr>
        <w:pStyle w:val="Lijstalinea"/>
        <w:numPr>
          <w:ilvl w:val="0"/>
          <w:numId w:val="20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Wat zou het voor een kind betekenen dat het vanuit oorlogsgebied opeens in Nederland is.</w:t>
      </w:r>
    </w:p>
    <w:p w:rsidR="00282ED4" w:rsidRPr="00FA0D6F" w:rsidRDefault="00282ED4" w:rsidP="00282ED4">
      <w:pPr>
        <w:pStyle w:val="Lijstalinea"/>
        <w:numPr>
          <w:ilvl w:val="1"/>
          <w:numId w:val="20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Wat zou hem opvallen</w:t>
      </w:r>
    </w:p>
    <w:p w:rsidR="00FA0D6F" w:rsidRDefault="008E1FC2" w:rsidP="006C7CB7">
      <w:pPr>
        <w:spacing w:after="0" w:line="480" w:lineRule="auto"/>
        <w:ind w:left="709" w:hanging="709"/>
        <w:rPr>
          <w:sz w:val="24"/>
          <w:szCs w:val="24"/>
        </w:rPr>
      </w:pPr>
      <w:r>
        <w:rPr>
          <w:sz w:val="24"/>
          <w:szCs w:val="24"/>
        </w:rPr>
        <w:t>Gelukkig leven we in Nederland in vrijheid.</w:t>
      </w:r>
      <w:r w:rsidR="006C7CB7">
        <w:rPr>
          <w:sz w:val="24"/>
          <w:szCs w:val="24"/>
        </w:rPr>
        <w:t xml:space="preserve"> </w:t>
      </w:r>
      <w:r w:rsidR="00282ED4">
        <w:rPr>
          <w:sz w:val="24"/>
          <w:szCs w:val="24"/>
        </w:rPr>
        <w:t>Maar stel dat jij</w:t>
      </w:r>
      <w:r>
        <w:rPr>
          <w:sz w:val="24"/>
          <w:szCs w:val="24"/>
        </w:rPr>
        <w:t xml:space="preserve"> zou moeten vluchten:</w:t>
      </w:r>
    </w:p>
    <w:p w:rsidR="00744D36" w:rsidRPr="008E1FC2" w:rsidRDefault="00003E73" w:rsidP="00744D36">
      <w:pPr>
        <w:pStyle w:val="Lijstalinea"/>
        <w:numPr>
          <w:ilvl w:val="0"/>
          <w:numId w:val="21"/>
        </w:numPr>
        <w:spacing w:after="0" w:line="480" w:lineRule="auto"/>
        <w:rPr>
          <w:sz w:val="24"/>
          <w:szCs w:val="24"/>
        </w:rPr>
      </w:pPr>
      <w:r>
        <w:rPr>
          <w:noProof/>
          <w:color w:val="0000FF"/>
        </w:rPr>
        <w:drawing>
          <wp:anchor distT="0" distB="0" distL="114300" distR="114300" simplePos="0" relativeHeight="251661312" behindDoc="0" locked="0" layoutInCell="1" allowOverlap="1" wp14:anchorId="2DBD397E" wp14:editId="4F5364C6">
            <wp:simplePos x="0" y="0"/>
            <wp:positionH relativeFrom="column">
              <wp:posOffset>4373880</wp:posOffset>
            </wp:positionH>
            <wp:positionV relativeFrom="paragraph">
              <wp:posOffset>128270</wp:posOffset>
            </wp:positionV>
            <wp:extent cx="1831340" cy="1219835"/>
            <wp:effectExtent l="0" t="0" r="0" b="0"/>
            <wp:wrapNone/>
            <wp:docPr id="11" name="irc_mi" descr="http://www.filmkrant.nl/av/org/filmkran/archief/fk308/stellas%20oorl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ilmkrant.nl/av/org/filmkran/archief/fk308/stellas%20oorlog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40" cy="121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4D36" w:rsidRPr="00744D36">
        <w:rPr>
          <w:sz w:val="24"/>
          <w:szCs w:val="24"/>
        </w:rPr>
        <w:t>Wat zou je dan meenemen?</w:t>
      </w:r>
      <w:r w:rsidR="00744D36" w:rsidRPr="00744D36">
        <w:rPr>
          <w:noProof/>
          <w:color w:val="0000FF"/>
        </w:rPr>
        <w:t xml:space="preserve"> </w:t>
      </w:r>
    </w:p>
    <w:p w:rsidR="008E1FC2" w:rsidRPr="008E1FC2" w:rsidRDefault="008E1FC2" w:rsidP="00744D36">
      <w:pPr>
        <w:pStyle w:val="Lijstalinea"/>
        <w:numPr>
          <w:ilvl w:val="0"/>
          <w:numId w:val="21"/>
        </w:numPr>
        <w:spacing w:after="0" w:line="480" w:lineRule="auto"/>
        <w:rPr>
          <w:sz w:val="24"/>
          <w:szCs w:val="24"/>
        </w:rPr>
      </w:pPr>
      <w:r w:rsidRPr="008E1FC2">
        <w:rPr>
          <w:noProof/>
        </w:rPr>
        <w:t>Wat zou je het meeste missen</w:t>
      </w:r>
      <w:r>
        <w:rPr>
          <w:noProof/>
        </w:rPr>
        <w:t>?</w:t>
      </w:r>
    </w:p>
    <w:p w:rsidR="008E1FC2" w:rsidRPr="008E1FC2" w:rsidRDefault="006C7CB7" w:rsidP="00744D36">
      <w:pPr>
        <w:pStyle w:val="Lijstalinea"/>
        <w:numPr>
          <w:ilvl w:val="0"/>
          <w:numId w:val="21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Welke gevoelens zou dat oproepen.</w:t>
      </w:r>
    </w:p>
    <w:sectPr w:rsidR="008E1FC2" w:rsidRPr="008E1FC2" w:rsidSect="00E05FC7">
      <w:headerReference w:type="even" r:id="rId16"/>
      <w:headerReference w:type="default" r:id="rId17"/>
      <w:footerReference w:type="default" r:id="rId18"/>
      <w:pgSz w:w="11906" w:h="16838"/>
      <w:pgMar w:top="-709" w:right="991" w:bottom="993" w:left="709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CBC" w:rsidRDefault="00897CBC" w:rsidP="00644C49">
      <w:pPr>
        <w:spacing w:after="0" w:line="240" w:lineRule="auto"/>
      </w:pPr>
      <w:r>
        <w:separator/>
      </w:r>
    </w:p>
  </w:endnote>
  <w:endnote w:type="continuationSeparator" w:id="0">
    <w:p w:rsidR="00897CBC" w:rsidRDefault="00897CBC" w:rsidP="00644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1534"/>
      <w:docPartObj>
        <w:docPartGallery w:val="Page Numbers (Bottom of Page)"/>
        <w:docPartUnique/>
      </w:docPartObj>
    </w:sdtPr>
    <w:sdtEndPr/>
    <w:sdtContent>
      <w:p w:rsidR="00897CBC" w:rsidRDefault="00897CBC" w:rsidP="00843163">
        <w:pPr>
          <w:pStyle w:val="Voettekst"/>
          <w:tabs>
            <w:tab w:val="clear" w:pos="4536"/>
            <w:tab w:val="clear" w:pos="9072"/>
            <w:tab w:val="left" w:pos="1701"/>
            <w:tab w:val="center" w:pos="5103"/>
            <w:tab w:val="right" w:pos="8505"/>
          </w:tabs>
          <w:ind w:left="567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0288" behindDoc="0" locked="0" layoutInCell="1" allowOverlap="1" wp14:anchorId="52B58C65" wp14:editId="19D7D2B0">
                  <wp:simplePos x="0" y="0"/>
                  <wp:positionH relativeFrom="page">
                    <wp:posOffset>-35560</wp:posOffset>
                  </wp:positionH>
                  <wp:positionV relativeFrom="bottomMargin">
                    <wp:posOffset>172720</wp:posOffset>
                  </wp:positionV>
                  <wp:extent cx="7537450" cy="253365"/>
                  <wp:effectExtent l="12065" t="10795" r="10795" b="2540"/>
                  <wp:wrapNone/>
                  <wp:docPr id="2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537450" cy="253365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97CBC" w:rsidRDefault="00897CBC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C22897" w:rsidRPr="00C22897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5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1" o:spid="_x0000_s1026" style="position:absolute;left:0;text-align:left;margin-left:-2.8pt;margin-top:13.6pt;width:593.5pt;height:19.95pt;z-index:25166028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897CBC" w:rsidRDefault="00897CBC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C22897" w:rsidRPr="00C22897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noProof/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PauMAAAADaAAAADwAAAGRycy9kb3ducmV2LnhtbESPQYvCMBSE78L+h/AW&#10;9mZTpYh0jSKCIsterLp4fDTPNti8lCZq998bQfA4zMw3zGzR20bcqPPGsYJRkoIgLp02XCk47NfD&#10;KQgfkDU2jknBP3lYzD8GM8y1u/OObkWoRISwz1FBHUKbS+nLmiz6xLXE0Tu7zmKIsquk7vAe4baR&#10;4zSdSIuG40KNLa1qKi/F1So4Lk1G2d/p5zctibZanjaFyZT6+uyX3yAC9eEdfrW3WkEGzyvxBsj5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po9q4wAAAANoAAAAPAAAA&#10;AAAAAAAAAAAAAKoCAABkcnMvZG93bnJldi54bWxQSwUGAAAAAAQABAD6AAAAlw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ecs8IAAADaAAAADwAAAGRycy9kb3ducmV2LnhtbESPT4vCMBTE78J+h/AW9iKaWtCVapRd&#10;YUGP/mPx9miebbF5KUms9dsbQfA4zMxvmPmyM7VoyfnKsoLRMAFBnFtdcaHgsP8bTEH4gKyxtkwK&#10;7uRhufjozTHT9sZbanehEBHCPkMFZQhNJqXPSzLoh7Yhjt7ZOoMhSldI7fAW4aaWaZJMpMGK40KJ&#10;Da1Kyi+7q1HQ1/1jalfry/7fbY5tSm76e/pW6uuz+5mBCNSFd/jVXmsFY3heiTdAL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ecs8IAAADaAAAADwAAAAAAAAAAAAAA&#10;AAChAgAAZHJzL2Rvd25yZXYueG1sUEsFBgAAAAAEAAQA+QAAAJADAAAAAA==&#10;" strokecolor="#a5a5a5 [2092]"/>
    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q5J8MAAADaAAAADwAAAGRycy9kb3ducmV2LnhtbESPQYvCMBSE78L+h/CEvWmqhyJdo8iC&#10;qwdRtB7W26N5tmWbl9LEtuuvN4LgcZiZb5j5sjeVaKlxpWUFk3EEgjizuuRcwTldj2YgnEfWWFkm&#10;Bf/kYLn4GMwx0bbjI7Unn4sAYZeggsL7OpHSZQUZdGNbEwfvahuDPsgml7rBLsBNJadRFEuDJYeF&#10;Amv6Lij7O92Mgqm+/6a7n322brvb9nLJ080hviv1OexXXyA89f4dfrW3WkEMzyvhBs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quSfDAAAA2gAAAA8AAAAAAAAAAAAA&#10;AAAAoQIAAGRycy9kb3ducmV2LnhtbFBLBQYAAAAABAAEAPkAAACRAwAAAAA=&#10;" adj="20904" strokecolor="#a5a5a5 [2092]"/>
                  </v:group>
                  <w10:wrap anchorx="page" anchory="margin"/>
                </v:group>
              </w:pict>
            </mc:Fallback>
          </mc:AlternateContent>
        </w:r>
        <w:r>
          <w:fldChar w:fldCharType="begin"/>
        </w:r>
        <w:r>
          <w:instrText xml:space="preserve"> TIME  \@ "d MMMM yyyy" </w:instrText>
        </w:r>
        <w:r>
          <w:fldChar w:fldCharType="separate"/>
        </w:r>
        <w:r w:rsidR="00282ED4">
          <w:rPr>
            <w:noProof/>
          </w:rPr>
          <w:t>16 januari 2016</w:t>
        </w:r>
        <w:r>
          <w:fldChar w:fldCharType="end"/>
        </w:r>
        <w:r>
          <w:tab/>
          <w:t xml:space="preserve">VZ &amp; VP </w:t>
        </w:r>
        <w:r>
          <w:tab/>
          <w:t>CAH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CBC" w:rsidRDefault="00897CBC" w:rsidP="00644C49">
      <w:pPr>
        <w:spacing w:after="0" w:line="240" w:lineRule="auto"/>
      </w:pPr>
      <w:r>
        <w:separator/>
      </w:r>
    </w:p>
  </w:footnote>
  <w:footnote w:type="continuationSeparator" w:id="0">
    <w:p w:rsidR="00897CBC" w:rsidRDefault="00897CBC" w:rsidP="00644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CBC" w:rsidRDefault="00897CBC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CBC" w:rsidRDefault="00897CBC">
    <w:pPr>
      <w:pStyle w:val="Kopteks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E5AEE6E" wp14:editId="2179A4D7">
          <wp:simplePos x="0" y="0"/>
          <wp:positionH relativeFrom="column">
            <wp:posOffset>5487523</wp:posOffset>
          </wp:positionH>
          <wp:positionV relativeFrom="paragraph">
            <wp:posOffset>-49820</wp:posOffset>
          </wp:positionV>
          <wp:extent cx="1299917" cy="605787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mpus Winschot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840" cy="6048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991"/>
    <w:multiLevelType w:val="hybridMultilevel"/>
    <w:tmpl w:val="BCA0C5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A391E"/>
    <w:multiLevelType w:val="hybridMultilevel"/>
    <w:tmpl w:val="FEDCF28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4C58CA"/>
    <w:multiLevelType w:val="hybridMultilevel"/>
    <w:tmpl w:val="573050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80A02"/>
    <w:multiLevelType w:val="hybridMultilevel"/>
    <w:tmpl w:val="A84E5B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F029F"/>
    <w:multiLevelType w:val="hybridMultilevel"/>
    <w:tmpl w:val="6FE071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04C6A"/>
    <w:multiLevelType w:val="hybridMultilevel"/>
    <w:tmpl w:val="733C60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07558"/>
    <w:multiLevelType w:val="hybridMultilevel"/>
    <w:tmpl w:val="507281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34A7D"/>
    <w:multiLevelType w:val="hybridMultilevel"/>
    <w:tmpl w:val="D10079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520ABA"/>
    <w:multiLevelType w:val="hybridMultilevel"/>
    <w:tmpl w:val="7F3A56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54B3E"/>
    <w:multiLevelType w:val="hybridMultilevel"/>
    <w:tmpl w:val="713EDD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E358E"/>
    <w:multiLevelType w:val="hybridMultilevel"/>
    <w:tmpl w:val="195893A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67B5B77"/>
    <w:multiLevelType w:val="hybridMultilevel"/>
    <w:tmpl w:val="C0A2A4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D5AE4"/>
    <w:multiLevelType w:val="hybridMultilevel"/>
    <w:tmpl w:val="6D945E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26401C"/>
    <w:multiLevelType w:val="hybridMultilevel"/>
    <w:tmpl w:val="F6C468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970D99"/>
    <w:multiLevelType w:val="hybridMultilevel"/>
    <w:tmpl w:val="5642B9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6557F2"/>
    <w:multiLevelType w:val="hybridMultilevel"/>
    <w:tmpl w:val="9C722B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F242A"/>
    <w:multiLevelType w:val="hybridMultilevel"/>
    <w:tmpl w:val="E9E0C5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56B44"/>
    <w:multiLevelType w:val="hybridMultilevel"/>
    <w:tmpl w:val="6388ED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2F12B7"/>
    <w:multiLevelType w:val="hybridMultilevel"/>
    <w:tmpl w:val="52C489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3E731C"/>
    <w:multiLevelType w:val="hybridMultilevel"/>
    <w:tmpl w:val="D8FCCA6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8761536"/>
    <w:multiLevelType w:val="hybridMultilevel"/>
    <w:tmpl w:val="330247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8"/>
  </w:num>
  <w:num w:numId="4">
    <w:abstractNumId w:val="15"/>
  </w:num>
  <w:num w:numId="5">
    <w:abstractNumId w:val="12"/>
  </w:num>
  <w:num w:numId="6">
    <w:abstractNumId w:val="18"/>
  </w:num>
  <w:num w:numId="7">
    <w:abstractNumId w:val="20"/>
  </w:num>
  <w:num w:numId="8">
    <w:abstractNumId w:val="13"/>
  </w:num>
  <w:num w:numId="9">
    <w:abstractNumId w:val="6"/>
  </w:num>
  <w:num w:numId="10">
    <w:abstractNumId w:val="16"/>
  </w:num>
  <w:num w:numId="11">
    <w:abstractNumId w:val="9"/>
  </w:num>
  <w:num w:numId="12">
    <w:abstractNumId w:val="0"/>
  </w:num>
  <w:num w:numId="13">
    <w:abstractNumId w:val="3"/>
  </w:num>
  <w:num w:numId="14">
    <w:abstractNumId w:val="17"/>
  </w:num>
  <w:num w:numId="15">
    <w:abstractNumId w:val="7"/>
  </w:num>
  <w:num w:numId="16">
    <w:abstractNumId w:val="5"/>
  </w:num>
  <w:num w:numId="17">
    <w:abstractNumId w:val="4"/>
  </w:num>
  <w:num w:numId="18">
    <w:abstractNumId w:val="11"/>
  </w:num>
  <w:num w:numId="19">
    <w:abstractNumId w:val="14"/>
  </w:num>
  <w:num w:numId="20">
    <w:abstractNumId w:val="1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C9"/>
    <w:rsid w:val="00003E73"/>
    <w:rsid w:val="00061900"/>
    <w:rsid w:val="000B41D4"/>
    <w:rsid w:val="000D53DC"/>
    <w:rsid w:val="001B417D"/>
    <w:rsid w:val="001F407A"/>
    <w:rsid w:val="00200476"/>
    <w:rsid w:val="00204DAE"/>
    <w:rsid w:val="00214DB2"/>
    <w:rsid w:val="00237F1C"/>
    <w:rsid w:val="00282ED4"/>
    <w:rsid w:val="002E7145"/>
    <w:rsid w:val="00356430"/>
    <w:rsid w:val="003A2A43"/>
    <w:rsid w:val="003E2786"/>
    <w:rsid w:val="00406CBA"/>
    <w:rsid w:val="00412300"/>
    <w:rsid w:val="004150CE"/>
    <w:rsid w:val="00430657"/>
    <w:rsid w:val="004705C7"/>
    <w:rsid w:val="004B62D4"/>
    <w:rsid w:val="004C4149"/>
    <w:rsid w:val="004E20B4"/>
    <w:rsid w:val="005D46B1"/>
    <w:rsid w:val="006114AD"/>
    <w:rsid w:val="00644C49"/>
    <w:rsid w:val="00651E4E"/>
    <w:rsid w:val="006744DA"/>
    <w:rsid w:val="006C7CB7"/>
    <w:rsid w:val="007003C9"/>
    <w:rsid w:val="00704DEF"/>
    <w:rsid w:val="00712D22"/>
    <w:rsid w:val="00744D36"/>
    <w:rsid w:val="007511D5"/>
    <w:rsid w:val="007B5003"/>
    <w:rsid w:val="007C5C51"/>
    <w:rsid w:val="007E2511"/>
    <w:rsid w:val="007F6885"/>
    <w:rsid w:val="00843163"/>
    <w:rsid w:val="00877D3B"/>
    <w:rsid w:val="00897CBC"/>
    <w:rsid w:val="008B0510"/>
    <w:rsid w:val="008E1FC2"/>
    <w:rsid w:val="009376A9"/>
    <w:rsid w:val="0097372C"/>
    <w:rsid w:val="009A4AD5"/>
    <w:rsid w:val="009B1EF5"/>
    <w:rsid w:val="00A04BEE"/>
    <w:rsid w:val="00A30EC9"/>
    <w:rsid w:val="00A534EC"/>
    <w:rsid w:val="00A752BB"/>
    <w:rsid w:val="00BC132B"/>
    <w:rsid w:val="00C22897"/>
    <w:rsid w:val="00CB5FC6"/>
    <w:rsid w:val="00CB7198"/>
    <w:rsid w:val="00CF3E5A"/>
    <w:rsid w:val="00D03999"/>
    <w:rsid w:val="00D84B86"/>
    <w:rsid w:val="00D93AAF"/>
    <w:rsid w:val="00DE2E5D"/>
    <w:rsid w:val="00DE778B"/>
    <w:rsid w:val="00E05FC7"/>
    <w:rsid w:val="00E307EA"/>
    <w:rsid w:val="00EC25C8"/>
    <w:rsid w:val="00F12CF1"/>
    <w:rsid w:val="00F95273"/>
    <w:rsid w:val="00FA0D6F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FF2FFF"/>
    <w:pPr>
      <w:keepNext/>
      <w:keepLines/>
      <w:spacing w:before="480" w:after="0"/>
      <w:ind w:left="-142" w:right="-142"/>
      <w:outlineLvl w:val="0"/>
    </w:pPr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56430"/>
    <w:pPr>
      <w:keepNext/>
      <w:keepLines/>
      <w:spacing w:before="200" w:after="0"/>
      <w:outlineLvl w:val="1"/>
    </w:pPr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2FFF"/>
    <w:pPr>
      <w:keepNext/>
      <w:keepLines/>
      <w:spacing w:before="200" w:after="0"/>
      <w:outlineLvl w:val="2"/>
    </w:pPr>
    <w:rPr>
      <w:rFonts w:asciiTheme="majorHAnsi" w:eastAsiaTheme="minorHAnsi" w:hAnsiTheme="majorHAnsi" w:cstheme="majorBidi"/>
      <w:b/>
      <w:bCs/>
      <w:color w:val="7030A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4C49"/>
  </w:style>
  <w:style w:type="paragraph" w:styleId="Voettekst">
    <w:name w:val="footer"/>
    <w:basedOn w:val="Standaard"/>
    <w:link w:val="Voet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4C49"/>
  </w:style>
  <w:style w:type="paragraph" w:styleId="Ballontekst">
    <w:name w:val="Balloon Text"/>
    <w:basedOn w:val="Standaard"/>
    <w:link w:val="BallontekstChar"/>
    <w:uiPriority w:val="99"/>
    <w:semiHidden/>
    <w:unhideWhenUsed/>
    <w:rsid w:val="0064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4C4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5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230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F2FFF"/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356430"/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412300"/>
    <w:pPr>
      <w:pBdr>
        <w:bottom w:val="single" w:sz="8" w:space="4" w:color="5F497A" w:themeColor="accent4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12300"/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412300"/>
    <w:pPr>
      <w:numPr>
        <w:ilvl w:val="1"/>
      </w:numPr>
    </w:pPr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12300"/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styleId="Intensievebenadrukking">
    <w:name w:val="Intense Emphasis"/>
    <w:basedOn w:val="Standaardalinea-lettertype"/>
    <w:uiPriority w:val="21"/>
    <w:qFormat/>
    <w:rsid w:val="00412300"/>
    <w:rPr>
      <w:b/>
      <w:bCs/>
      <w:i/>
      <w:iCs/>
      <w:color w:val="5F497A" w:themeColor="accent4" w:themeShade="BF"/>
    </w:rPr>
  </w:style>
  <w:style w:type="character" w:customStyle="1" w:styleId="Kop3Char">
    <w:name w:val="Kop 3 Char"/>
    <w:basedOn w:val="Standaardalinea-lettertype"/>
    <w:link w:val="Kop3"/>
    <w:uiPriority w:val="9"/>
    <w:rsid w:val="00FF2FFF"/>
    <w:rPr>
      <w:rFonts w:asciiTheme="majorHAnsi" w:eastAsiaTheme="minorHAnsi" w:hAnsiTheme="majorHAnsi" w:cstheme="majorBidi"/>
      <w:b/>
      <w:bCs/>
      <w:color w:val="7030A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FF2FFF"/>
    <w:pPr>
      <w:keepNext/>
      <w:keepLines/>
      <w:spacing w:before="480" w:after="0"/>
      <w:ind w:left="-142" w:right="-142"/>
      <w:outlineLvl w:val="0"/>
    </w:pPr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56430"/>
    <w:pPr>
      <w:keepNext/>
      <w:keepLines/>
      <w:spacing w:before="200" w:after="0"/>
      <w:outlineLvl w:val="1"/>
    </w:pPr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2FFF"/>
    <w:pPr>
      <w:keepNext/>
      <w:keepLines/>
      <w:spacing w:before="200" w:after="0"/>
      <w:outlineLvl w:val="2"/>
    </w:pPr>
    <w:rPr>
      <w:rFonts w:asciiTheme="majorHAnsi" w:eastAsiaTheme="minorHAnsi" w:hAnsiTheme="majorHAnsi" w:cstheme="majorBidi"/>
      <w:b/>
      <w:bCs/>
      <w:color w:val="7030A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4C49"/>
  </w:style>
  <w:style w:type="paragraph" w:styleId="Voettekst">
    <w:name w:val="footer"/>
    <w:basedOn w:val="Standaard"/>
    <w:link w:val="Voet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4C49"/>
  </w:style>
  <w:style w:type="paragraph" w:styleId="Ballontekst">
    <w:name w:val="Balloon Text"/>
    <w:basedOn w:val="Standaard"/>
    <w:link w:val="BallontekstChar"/>
    <w:uiPriority w:val="99"/>
    <w:semiHidden/>
    <w:unhideWhenUsed/>
    <w:rsid w:val="0064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4C4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5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230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F2FFF"/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356430"/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412300"/>
    <w:pPr>
      <w:pBdr>
        <w:bottom w:val="single" w:sz="8" w:space="4" w:color="5F497A" w:themeColor="accent4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12300"/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412300"/>
    <w:pPr>
      <w:numPr>
        <w:ilvl w:val="1"/>
      </w:numPr>
    </w:pPr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12300"/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styleId="Intensievebenadrukking">
    <w:name w:val="Intense Emphasis"/>
    <w:basedOn w:val="Standaardalinea-lettertype"/>
    <w:uiPriority w:val="21"/>
    <w:qFormat/>
    <w:rsid w:val="00412300"/>
    <w:rPr>
      <w:b/>
      <w:bCs/>
      <w:i/>
      <w:iCs/>
      <w:color w:val="5F497A" w:themeColor="accent4" w:themeShade="BF"/>
    </w:rPr>
  </w:style>
  <w:style w:type="character" w:customStyle="1" w:styleId="Kop3Char">
    <w:name w:val="Kop 3 Char"/>
    <w:basedOn w:val="Standaardalinea-lettertype"/>
    <w:link w:val="Kop3"/>
    <w:uiPriority w:val="9"/>
    <w:rsid w:val="00FF2FFF"/>
    <w:rPr>
      <w:rFonts w:asciiTheme="majorHAnsi" w:eastAsiaTheme="minorHAnsi" w:hAnsiTheme="majorHAnsi" w:cstheme="majorBidi"/>
      <w:b/>
      <w:bCs/>
      <w:color w:val="7030A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1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58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54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95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46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64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386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273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260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351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6806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8275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6499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070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2796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80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1104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0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74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nl/url?sa=i&amp;rct=j&amp;q=&amp;esrc=s&amp;source=images&amp;cd=&amp;cad=rja&amp;uact=8&amp;ved=0ahUKEwiX6NLk6IjKAhUE7RQKHX2VD_AQjRwIBw&amp;url=http://www.bol.com/nl/p/wit-licht/1002004006545316/&amp;psig=AFQjCNH88SApk6-TgHdAxFLRadmjChXloA&amp;ust=1451744742936333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warchild.nl/kids" TargetMode="External"/><Relationship Id="rId14" Type="http://schemas.openxmlformats.org/officeDocument/2006/relationships/hyperlink" Target="http://www.google.nl/url?sa=i&amp;rct=j&amp;q=&amp;esrc=s&amp;source=images&amp;cd=&amp;cad=rja&amp;uact=8&amp;ved=0ahUKEwiOsePH6YjKAhXL8RQKHbwqAo4QjRwIBw&amp;url=http://www.filmkrant.nl/av/org/filmkran/archief/fk308/stellas.html&amp;bvm=bv.110151844,d.d24&amp;psig=AFQjCNGrWk1yo2CcdJfiiHIxIFVQjKhesw&amp;ust=145174493727698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Campus%20-%20Noorderpoort\Formulieren\format%20Campus\Campus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97AE9-E510-4673-A5C8-29725BE4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Campus</Template>
  <TotalTime>17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Wessel</dc:creator>
  <cp:lastModifiedBy>C.A. Hogenbirk</cp:lastModifiedBy>
  <cp:revision>7</cp:revision>
  <cp:lastPrinted>2014-01-28T14:47:00Z</cp:lastPrinted>
  <dcterms:created xsi:type="dcterms:W3CDTF">2016-01-01T14:31:00Z</dcterms:created>
  <dcterms:modified xsi:type="dcterms:W3CDTF">2016-01-16T07:40:00Z</dcterms:modified>
</cp:coreProperties>
</file>