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raster1"/>
        <w:tblW w:w="10740" w:type="dxa"/>
        <w:tblLook w:val="04A0" w:firstRow="1" w:lastRow="0" w:firstColumn="1" w:lastColumn="0" w:noHBand="0" w:noVBand="1"/>
      </w:tblPr>
      <w:tblGrid>
        <w:gridCol w:w="3652"/>
        <w:gridCol w:w="3544"/>
        <w:gridCol w:w="3544"/>
      </w:tblGrid>
      <w:tr w:rsidR="00F61229" w:rsidRPr="005A3566" w:rsidTr="00F61229">
        <w:trPr>
          <w:trHeight w:val="563"/>
        </w:trPr>
        <w:tc>
          <w:tcPr>
            <w:tcW w:w="10740" w:type="dxa"/>
            <w:gridSpan w:val="3"/>
            <w:vAlign w:val="center"/>
          </w:tcPr>
          <w:p w:rsidR="00F61229" w:rsidRPr="005A3566" w:rsidRDefault="00F61229" w:rsidP="005A3566">
            <w:r w:rsidRPr="005A3566">
              <w:t>Naam:</w:t>
            </w:r>
          </w:p>
        </w:tc>
      </w:tr>
      <w:tr w:rsidR="00F61229" w:rsidRPr="005A3566" w:rsidTr="00E11359">
        <w:trPr>
          <w:trHeight w:val="556"/>
        </w:trPr>
        <w:tc>
          <w:tcPr>
            <w:tcW w:w="3652" w:type="dxa"/>
            <w:vAlign w:val="center"/>
          </w:tcPr>
          <w:p w:rsidR="00F61229" w:rsidRPr="005A3566" w:rsidRDefault="00F61229" w:rsidP="005A3566">
            <w:pPr>
              <w:spacing w:line="276" w:lineRule="auto"/>
            </w:pPr>
            <w:r w:rsidRPr="005A3566">
              <w:t>Groep:</w:t>
            </w:r>
          </w:p>
        </w:tc>
        <w:tc>
          <w:tcPr>
            <w:tcW w:w="3544" w:type="dxa"/>
            <w:vAlign w:val="center"/>
          </w:tcPr>
          <w:p w:rsidR="00F61229" w:rsidRPr="005A3566" w:rsidRDefault="00F61229" w:rsidP="005A3566">
            <w:r w:rsidRPr="005A3566">
              <w:t>Datum:</w:t>
            </w:r>
          </w:p>
        </w:tc>
        <w:tc>
          <w:tcPr>
            <w:tcW w:w="3544" w:type="dxa"/>
            <w:vAlign w:val="center"/>
          </w:tcPr>
          <w:p w:rsidR="00F61229" w:rsidRPr="005A3566" w:rsidRDefault="00F61229" w:rsidP="005A3566">
            <w:r>
              <w:t>Docent</w:t>
            </w:r>
          </w:p>
        </w:tc>
      </w:tr>
    </w:tbl>
    <w:p w:rsidR="005A3566" w:rsidRPr="001F4B34" w:rsidRDefault="005A3566" w:rsidP="009A4AD5">
      <w:pPr>
        <w:spacing w:after="0"/>
        <w:rPr>
          <w:sz w:val="8"/>
          <w:szCs w:val="8"/>
        </w:rPr>
      </w:pPr>
    </w:p>
    <w:tbl>
      <w:tblPr>
        <w:tblStyle w:val="Tabelraster"/>
        <w:tblW w:w="0" w:type="auto"/>
        <w:tblLook w:val="04A0" w:firstRow="1" w:lastRow="0" w:firstColumn="1" w:lastColumn="0" w:noHBand="0" w:noVBand="1"/>
      </w:tblPr>
      <w:tblGrid>
        <w:gridCol w:w="10740"/>
      </w:tblGrid>
      <w:tr w:rsidR="00F61229" w:rsidTr="00F61229">
        <w:tc>
          <w:tcPr>
            <w:tcW w:w="10740" w:type="dxa"/>
            <w:vAlign w:val="center"/>
          </w:tcPr>
          <w:p w:rsidR="007E2C66" w:rsidRDefault="007E2C66" w:rsidP="00C26927">
            <w:pPr>
              <w:spacing w:line="360" w:lineRule="auto"/>
              <w:rPr>
                <w:i/>
              </w:rPr>
            </w:pPr>
            <w:r w:rsidRPr="007E2C66">
              <w:rPr>
                <w:i/>
              </w:rPr>
              <w:t>Inleiding</w:t>
            </w:r>
          </w:p>
          <w:p w:rsidR="007E2C66" w:rsidRDefault="007E2C66" w:rsidP="007E2C66">
            <w:pPr>
              <w:spacing w:line="276" w:lineRule="auto"/>
            </w:pPr>
            <w:r>
              <w:t>Jullie zijn begonnen aan een opleiding tot Verzorgende IG of Verpleegkundige.</w:t>
            </w:r>
            <w:r w:rsidR="00EF1E2D">
              <w:rPr>
                <w:rFonts w:ascii="Arial" w:hAnsi="Arial" w:cs="Arial"/>
                <w:noProof/>
                <w:color w:val="5A6276"/>
                <w:sz w:val="29"/>
                <w:szCs w:val="29"/>
              </w:rPr>
              <w:t xml:space="preserve"> </w:t>
            </w:r>
          </w:p>
          <w:p w:rsidR="007E2C66" w:rsidRDefault="007E2C66" w:rsidP="007E2C66">
            <w:pPr>
              <w:spacing w:line="276" w:lineRule="auto"/>
            </w:pPr>
            <w:r>
              <w:t>Als Verzorgende IG of Verpleegkundige heb je dagelijks te maken met mensen die behoefte hebben aan zorg; dit kan lichamelijk, geestelijk of sociaal zijn. Deze mensen wonen en leven om ons heen. Zorg (behoefte) is nooit ver weg.</w:t>
            </w:r>
          </w:p>
          <w:p w:rsidR="001F4B34" w:rsidRDefault="00117C88" w:rsidP="007E2C66">
            <w:pPr>
              <w:spacing w:line="276" w:lineRule="auto"/>
            </w:pPr>
            <w:r>
              <w:rPr>
                <w:noProof/>
              </w:rPr>
              <w:drawing>
                <wp:anchor distT="0" distB="0" distL="114300" distR="114300" simplePos="0" relativeHeight="251663360" behindDoc="1" locked="0" layoutInCell="1" allowOverlap="1" wp14:anchorId="5D1E8C21" wp14:editId="77F2B78F">
                  <wp:simplePos x="0" y="0"/>
                  <wp:positionH relativeFrom="column">
                    <wp:posOffset>5252720</wp:posOffset>
                  </wp:positionH>
                  <wp:positionV relativeFrom="paragraph">
                    <wp:posOffset>37465</wp:posOffset>
                  </wp:positionV>
                  <wp:extent cx="1382395" cy="1079500"/>
                  <wp:effectExtent l="0" t="0" r="8255" b="6350"/>
                  <wp:wrapTight wrapText="bothSides">
                    <wp:wrapPolygon edited="0">
                      <wp:start x="0" y="0"/>
                      <wp:lineTo x="0" y="21346"/>
                      <wp:lineTo x="21431" y="21346"/>
                      <wp:lineTo x="21431" y="0"/>
                      <wp:lineTo x="0" y="0"/>
                    </wp:wrapPolygon>
                  </wp:wrapTight>
                  <wp:docPr id="12" name="Afbeelding 12" descr="http://www.trosradar.nl/uploads/pics/BlindegeleideHond-ANP3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rosradar.nl/uploads/pics/BlindegeleideHond-ANP31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2395" cy="1079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1229" w:rsidRDefault="007E2C66" w:rsidP="001F4B34">
            <w:pPr>
              <w:spacing w:line="276" w:lineRule="auto"/>
            </w:pPr>
            <w:r>
              <w:t>In de wereld om je heen kun je ook veel uitingen zien va</w:t>
            </w:r>
            <w:r w:rsidR="00E07103">
              <w:t>n zorgbehoefte en zorgverlening</w:t>
            </w:r>
            <w:r>
              <w:t>.</w:t>
            </w:r>
            <w:r w:rsidR="003D4A5D">
              <w:t xml:space="preserve"> </w:t>
            </w:r>
            <w:r>
              <w:t xml:space="preserve">Als je goed om je heen kijkt (observeert), zie je dagelijks mensen die zorg nodig (zouden moeten) hebben. Dit kunnen oudere mensen zijn, maar ook veel jonge mensen moeten gebruik maken van </w:t>
            </w:r>
            <w:r w:rsidR="001F4B34">
              <w:t>zorg hulp</w:t>
            </w:r>
            <w:r>
              <w:t>.</w:t>
            </w:r>
            <w:r w:rsidR="00117C88">
              <w:rPr>
                <w:noProof/>
              </w:rPr>
              <w:t xml:space="preserve"> </w:t>
            </w:r>
          </w:p>
          <w:p w:rsidR="001F4B34" w:rsidRPr="00A752BB" w:rsidRDefault="001F4B34" w:rsidP="001F4B34">
            <w:pPr>
              <w:spacing w:line="276" w:lineRule="auto"/>
              <w:rPr>
                <w:i/>
              </w:rPr>
            </w:pPr>
          </w:p>
        </w:tc>
      </w:tr>
    </w:tbl>
    <w:p w:rsidR="000B41D4" w:rsidRDefault="000B41D4" w:rsidP="009A4AD5">
      <w:pPr>
        <w:spacing w:after="0"/>
        <w:rPr>
          <w:sz w:val="8"/>
          <w:szCs w:val="8"/>
        </w:rPr>
      </w:pPr>
    </w:p>
    <w:p w:rsidR="00C02CC4" w:rsidRDefault="00C02CC4" w:rsidP="009A4AD5">
      <w:pPr>
        <w:spacing w:after="0"/>
        <w:rPr>
          <w:sz w:val="8"/>
          <w:szCs w:val="8"/>
        </w:rPr>
      </w:pPr>
    </w:p>
    <w:tbl>
      <w:tblPr>
        <w:tblStyle w:val="Tabelraster"/>
        <w:tblW w:w="0" w:type="auto"/>
        <w:tblLook w:val="04A0" w:firstRow="1" w:lastRow="0" w:firstColumn="1" w:lastColumn="0" w:noHBand="0" w:noVBand="1"/>
      </w:tblPr>
      <w:tblGrid>
        <w:gridCol w:w="10740"/>
      </w:tblGrid>
      <w:tr w:rsidR="00F61229" w:rsidTr="00F61229">
        <w:tc>
          <w:tcPr>
            <w:tcW w:w="10740" w:type="dxa"/>
            <w:vAlign w:val="center"/>
          </w:tcPr>
          <w:p w:rsidR="00F61229" w:rsidRDefault="001F4B34" w:rsidP="00C26927">
            <w:pPr>
              <w:spacing w:line="360" w:lineRule="auto"/>
              <w:rPr>
                <w:i/>
              </w:rPr>
            </w:pPr>
            <w:r>
              <w:rPr>
                <w:rFonts w:ascii="Arial" w:hAnsi="Arial" w:cs="Arial"/>
                <w:noProof/>
                <w:color w:val="333333"/>
                <w:sz w:val="21"/>
                <w:szCs w:val="21"/>
              </w:rPr>
              <w:drawing>
                <wp:anchor distT="0" distB="0" distL="114300" distR="114300" simplePos="0" relativeHeight="251660288" behindDoc="1" locked="0" layoutInCell="1" allowOverlap="1" wp14:anchorId="03597506" wp14:editId="19EB1C02">
                  <wp:simplePos x="0" y="0"/>
                  <wp:positionH relativeFrom="column">
                    <wp:posOffset>4711700</wp:posOffset>
                  </wp:positionH>
                  <wp:positionV relativeFrom="paragraph">
                    <wp:posOffset>132080</wp:posOffset>
                  </wp:positionV>
                  <wp:extent cx="1918335" cy="1079500"/>
                  <wp:effectExtent l="0" t="0" r="5715" b="6350"/>
                  <wp:wrapTight wrapText="bothSides">
                    <wp:wrapPolygon edited="0">
                      <wp:start x="0" y="0"/>
                      <wp:lineTo x="0" y="21346"/>
                      <wp:lineTo x="21450" y="21346"/>
                      <wp:lineTo x="21450" y="0"/>
                      <wp:lineTo x="0" y="0"/>
                    </wp:wrapPolygon>
                  </wp:wrapTight>
                  <wp:docPr id="9" name="Afbeelding 1" descr="(Foto: AN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to: AN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18335" cy="1079500"/>
                          </a:xfrm>
                          <a:prstGeom prst="rect">
                            <a:avLst/>
                          </a:prstGeom>
                          <a:noFill/>
                          <a:ln>
                            <a:noFill/>
                          </a:ln>
                        </pic:spPr>
                      </pic:pic>
                    </a:graphicData>
                  </a:graphic>
                  <wp14:sizeRelH relativeFrom="page">
                    <wp14:pctWidth>0</wp14:pctWidth>
                  </wp14:sizeRelH>
                  <wp14:sizeRelV relativeFrom="page">
                    <wp14:pctHeight>0</wp14:pctHeight>
                  </wp14:sizeRelV>
                </wp:anchor>
              </w:drawing>
            </w:r>
            <w:r w:rsidR="007E2C66">
              <w:rPr>
                <w:i/>
              </w:rPr>
              <w:t>Opdracht</w:t>
            </w:r>
          </w:p>
          <w:p w:rsidR="00BE776B" w:rsidRDefault="00BE776B" w:rsidP="00236983">
            <w:pPr>
              <w:spacing w:line="276" w:lineRule="auto"/>
            </w:pPr>
            <w:r>
              <w:t>Wat zie je aan zorgbehoeftes, zorgbelemmeringen</w:t>
            </w:r>
            <w:r w:rsidR="00117C88">
              <w:t>,</w:t>
            </w:r>
            <w:r>
              <w:t xml:space="preserve"> zorgmogelijkheden en zorgverlening  om je heen?</w:t>
            </w:r>
          </w:p>
          <w:p w:rsidR="00BE776B" w:rsidRPr="001F4B34" w:rsidRDefault="00236983" w:rsidP="001F4B34">
            <w:pPr>
              <w:spacing w:before="240" w:line="360" w:lineRule="auto"/>
              <w:rPr>
                <w:u w:val="single"/>
              </w:rPr>
            </w:pPr>
            <w:r w:rsidRPr="001F4B34">
              <w:rPr>
                <w:u w:val="single"/>
              </w:rPr>
              <w:t>Maak</w:t>
            </w:r>
            <w:r w:rsidR="00BE776B" w:rsidRPr="001F4B34">
              <w:rPr>
                <w:u w:val="single"/>
              </w:rPr>
              <w:t xml:space="preserve"> </w:t>
            </w:r>
            <w:r w:rsidRPr="001F4B34">
              <w:rPr>
                <w:u w:val="single"/>
              </w:rPr>
              <w:t xml:space="preserve">zelf </w:t>
            </w:r>
            <w:r w:rsidR="00BE776B" w:rsidRPr="001F4B34">
              <w:rPr>
                <w:u w:val="single"/>
              </w:rPr>
              <w:t>een groep van 5 personen</w:t>
            </w:r>
          </w:p>
          <w:p w:rsidR="00BE776B" w:rsidRDefault="00BE776B" w:rsidP="00236983">
            <w:pPr>
              <w:pStyle w:val="Lijstalinea"/>
              <w:numPr>
                <w:ilvl w:val="0"/>
                <w:numId w:val="16"/>
              </w:numPr>
              <w:spacing w:line="276" w:lineRule="auto"/>
            </w:pPr>
            <w:r>
              <w:t>Je loopt met dit groepje door de stad</w:t>
            </w:r>
            <w:r w:rsidR="00D3592E">
              <w:rPr>
                <w:noProof/>
              </w:rPr>
              <w:t xml:space="preserve"> </w:t>
            </w:r>
          </w:p>
          <w:p w:rsidR="00236983" w:rsidRDefault="00236983" w:rsidP="00236983">
            <w:pPr>
              <w:pStyle w:val="Lijstalinea"/>
              <w:numPr>
                <w:ilvl w:val="0"/>
                <w:numId w:val="16"/>
              </w:numPr>
              <w:spacing w:line="276" w:lineRule="auto"/>
            </w:pPr>
            <w:r>
              <w:t>M</w:t>
            </w:r>
            <w:r w:rsidR="00BE776B">
              <w:t xml:space="preserve">aak minimaal </w:t>
            </w:r>
            <w:r w:rsidR="00BE776B" w:rsidRPr="001F4B34">
              <w:rPr>
                <w:b/>
              </w:rPr>
              <w:t>10 foto’s</w:t>
            </w:r>
            <w:r w:rsidR="00BE776B">
              <w:t xml:space="preserve"> waarin ”Z</w:t>
            </w:r>
            <w:r>
              <w:t>org” naar voren komt.</w:t>
            </w:r>
          </w:p>
          <w:p w:rsidR="00BE776B" w:rsidRDefault="00BE776B" w:rsidP="00236983">
            <w:pPr>
              <w:pStyle w:val="Lijstalinea"/>
              <w:numPr>
                <w:ilvl w:val="0"/>
                <w:numId w:val="16"/>
              </w:numPr>
              <w:spacing w:line="276" w:lineRule="auto"/>
            </w:pPr>
            <w:r>
              <w:t>Kijk met de ogen van een zorgvrager en met de ogen van een zorgverlener</w:t>
            </w:r>
            <w:r w:rsidR="00236983">
              <w:t>!</w:t>
            </w:r>
          </w:p>
          <w:p w:rsidR="00D05A3D" w:rsidRDefault="00D05A3D" w:rsidP="00236983">
            <w:pPr>
              <w:pStyle w:val="Lijstalinea"/>
              <w:numPr>
                <w:ilvl w:val="0"/>
                <w:numId w:val="16"/>
              </w:numPr>
              <w:spacing w:line="276" w:lineRule="auto"/>
            </w:pPr>
            <w:r>
              <w:t>Vraag toestemming indien je een foto van een persoon maakt!</w:t>
            </w:r>
          </w:p>
          <w:p w:rsidR="00236983" w:rsidRPr="00236983" w:rsidRDefault="00236983" w:rsidP="00FE235E">
            <w:pPr>
              <w:spacing w:before="240" w:line="360" w:lineRule="auto"/>
              <w:rPr>
                <w:i/>
                <w:u w:val="single"/>
              </w:rPr>
            </w:pPr>
            <w:r w:rsidRPr="00236983">
              <w:rPr>
                <w:i/>
                <w:u w:val="single"/>
              </w:rPr>
              <w:t>Voorbeelden</w:t>
            </w:r>
          </w:p>
          <w:p w:rsidR="00C26927" w:rsidRDefault="00C26927" w:rsidP="00C26927">
            <w:pPr>
              <w:pStyle w:val="Lijstalinea"/>
              <w:numPr>
                <w:ilvl w:val="0"/>
                <w:numId w:val="19"/>
              </w:numPr>
              <w:spacing w:line="276" w:lineRule="auto"/>
            </w:pPr>
            <w:r w:rsidRPr="00C26927">
              <w:t xml:space="preserve">Dit kan iemand met een handicap zijn, </w:t>
            </w:r>
            <w:r w:rsidR="001F4B34">
              <w:t xml:space="preserve">bv. </w:t>
            </w:r>
            <w:r w:rsidR="00117C88">
              <w:t>slechtziend</w:t>
            </w:r>
            <w:r w:rsidR="001F4B34">
              <w:t>.</w:t>
            </w:r>
          </w:p>
          <w:p w:rsidR="00C26927" w:rsidRPr="00C26927" w:rsidRDefault="00C26927" w:rsidP="00C26927">
            <w:pPr>
              <w:pStyle w:val="Lijstalinea"/>
              <w:numPr>
                <w:ilvl w:val="0"/>
                <w:numId w:val="19"/>
              </w:numPr>
              <w:spacing w:line="276" w:lineRule="auto"/>
            </w:pPr>
            <w:r>
              <w:t>R</w:t>
            </w:r>
            <w:r w:rsidRPr="00C26927">
              <w:t>eclame over zorgverlening en/ of zorgbehoefte</w:t>
            </w:r>
            <w:r w:rsidR="001F4B34">
              <w:t>.</w:t>
            </w:r>
          </w:p>
          <w:p w:rsidR="00C26927" w:rsidRPr="00C26927" w:rsidRDefault="001F4B34" w:rsidP="00C26927">
            <w:pPr>
              <w:pStyle w:val="Lijstalinea"/>
              <w:numPr>
                <w:ilvl w:val="0"/>
                <w:numId w:val="19"/>
              </w:numPr>
              <w:spacing w:line="276" w:lineRule="auto"/>
            </w:pPr>
            <w:r>
              <w:rPr>
                <w:noProof/>
              </w:rPr>
              <w:drawing>
                <wp:anchor distT="0" distB="0" distL="114300" distR="114300" simplePos="0" relativeHeight="251658240" behindDoc="0" locked="0" layoutInCell="1" allowOverlap="1" wp14:anchorId="3D48CE93" wp14:editId="2D29B3DF">
                  <wp:simplePos x="0" y="0"/>
                  <wp:positionH relativeFrom="column">
                    <wp:posOffset>5410200</wp:posOffset>
                  </wp:positionH>
                  <wp:positionV relativeFrom="paragraph">
                    <wp:posOffset>-29210</wp:posOffset>
                  </wp:positionV>
                  <wp:extent cx="1227455" cy="1079500"/>
                  <wp:effectExtent l="0" t="0" r="0" b="6350"/>
                  <wp:wrapNone/>
                  <wp:docPr id="2" name="Afbeelding 2" descr="Zusatzantrieb z50 von Otto B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usatzantrieb z50 von Otto Bock."/>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27455" cy="1079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3E63D04" wp14:editId="22BF957A">
                  <wp:simplePos x="0" y="0"/>
                  <wp:positionH relativeFrom="column">
                    <wp:posOffset>5012690</wp:posOffset>
                  </wp:positionH>
                  <wp:positionV relativeFrom="page">
                    <wp:posOffset>1297305</wp:posOffset>
                  </wp:positionV>
                  <wp:extent cx="1623060" cy="1079500"/>
                  <wp:effectExtent l="0" t="0" r="0" b="635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623060" cy="1079500"/>
                          </a:xfrm>
                          <a:prstGeom prst="rect">
                            <a:avLst/>
                          </a:prstGeom>
                        </pic:spPr>
                      </pic:pic>
                    </a:graphicData>
                  </a:graphic>
                  <wp14:sizeRelH relativeFrom="page">
                    <wp14:pctWidth>0</wp14:pctWidth>
                  </wp14:sizeRelH>
                  <wp14:sizeRelV relativeFrom="page">
                    <wp14:pctHeight>0</wp14:pctHeight>
                  </wp14:sizeRelV>
                </wp:anchor>
              </w:drawing>
            </w:r>
            <w:r w:rsidR="00C26927" w:rsidRPr="00C26927">
              <w:t>Denk aan zorg</w:t>
            </w:r>
            <w:r w:rsidR="00C26927">
              <w:t xml:space="preserve">; </w:t>
            </w:r>
            <w:r w:rsidR="00C26927" w:rsidRPr="00C26927">
              <w:t>gericht op oudere mensen en jonge mensen.</w:t>
            </w:r>
          </w:p>
          <w:p w:rsidR="001F4B34" w:rsidRDefault="00BE776B" w:rsidP="00236983">
            <w:pPr>
              <w:pStyle w:val="Lijstalinea"/>
              <w:numPr>
                <w:ilvl w:val="0"/>
                <w:numId w:val="16"/>
              </w:numPr>
            </w:pPr>
            <w:r w:rsidRPr="00C26927">
              <w:t xml:space="preserve">Stel je voor dat je in een rolstoel zit. </w:t>
            </w:r>
          </w:p>
          <w:p w:rsidR="00BE776B" w:rsidRPr="00C26927" w:rsidRDefault="00BE776B" w:rsidP="001F4B34">
            <w:pPr>
              <w:ind w:left="360"/>
            </w:pPr>
            <w:r w:rsidRPr="00C26927">
              <w:t>Hoe ziet de stad er dan voor jou uit. Waar zou je tegen a</w:t>
            </w:r>
            <w:r w:rsidR="00236983" w:rsidRPr="00C26927">
              <w:t>an lopen?</w:t>
            </w:r>
          </w:p>
          <w:p w:rsidR="00BE776B" w:rsidRPr="00C26927" w:rsidRDefault="00BE776B" w:rsidP="00236983">
            <w:pPr>
              <w:pStyle w:val="Lijstalinea"/>
              <w:numPr>
                <w:ilvl w:val="0"/>
                <w:numId w:val="16"/>
              </w:numPr>
            </w:pPr>
            <w:r w:rsidRPr="00C26927">
              <w:t>Je hebt een darmaandoening en je mag niet gewoon eten; waar loop je dan tegen aan</w:t>
            </w:r>
            <w:r w:rsidR="00236983" w:rsidRPr="00C26927">
              <w:t>?</w:t>
            </w:r>
          </w:p>
          <w:p w:rsidR="001F4B34" w:rsidRPr="001F4B34" w:rsidRDefault="00236983" w:rsidP="001F4B34">
            <w:pPr>
              <w:pStyle w:val="Lijstalinea"/>
              <w:numPr>
                <w:ilvl w:val="0"/>
                <w:numId w:val="16"/>
              </w:numPr>
              <w:rPr>
                <w:i/>
              </w:rPr>
            </w:pPr>
            <w:r w:rsidRPr="00C26927">
              <w:t>Enz.</w:t>
            </w:r>
          </w:p>
          <w:p w:rsidR="001F4B34" w:rsidRPr="001F4B34" w:rsidRDefault="001F4B34" w:rsidP="001F4B34">
            <w:pPr>
              <w:rPr>
                <w:i/>
              </w:rPr>
            </w:pPr>
          </w:p>
        </w:tc>
      </w:tr>
    </w:tbl>
    <w:p w:rsidR="00F6471E" w:rsidRDefault="00F6471E" w:rsidP="00F6471E">
      <w:pPr>
        <w:spacing w:after="0"/>
        <w:rPr>
          <w:sz w:val="8"/>
          <w:szCs w:val="8"/>
        </w:rPr>
      </w:pPr>
    </w:p>
    <w:p w:rsidR="00F6471E" w:rsidRDefault="00F6471E" w:rsidP="00F6471E">
      <w:pPr>
        <w:spacing w:after="0"/>
        <w:rPr>
          <w:sz w:val="8"/>
          <w:szCs w:val="8"/>
        </w:rPr>
      </w:pPr>
    </w:p>
    <w:tbl>
      <w:tblPr>
        <w:tblStyle w:val="Tabelraster"/>
        <w:tblW w:w="0" w:type="auto"/>
        <w:tblLook w:val="04A0" w:firstRow="1" w:lastRow="0" w:firstColumn="1" w:lastColumn="0" w:noHBand="0" w:noVBand="1"/>
      </w:tblPr>
      <w:tblGrid>
        <w:gridCol w:w="10740"/>
      </w:tblGrid>
      <w:tr w:rsidR="00F6471E" w:rsidTr="009C689C">
        <w:tc>
          <w:tcPr>
            <w:tcW w:w="10740" w:type="dxa"/>
            <w:vAlign w:val="center"/>
          </w:tcPr>
          <w:p w:rsidR="00F6471E" w:rsidRPr="00F6471E" w:rsidRDefault="000F0615" w:rsidP="00C26927">
            <w:pPr>
              <w:spacing w:line="360" w:lineRule="auto"/>
              <w:rPr>
                <w:i/>
              </w:rPr>
            </w:pPr>
            <w:r>
              <w:rPr>
                <w:rFonts w:ascii="Trebuchet MS" w:hAnsi="Trebuchet MS"/>
                <w:noProof/>
                <w:color w:val="FFFFFF"/>
                <w:sz w:val="18"/>
                <w:szCs w:val="18"/>
              </w:rPr>
              <w:drawing>
                <wp:anchor distT="0" distB="0" distL="114300" distR="114300" simplePos="0" relativeHeight="251662336" behindDoc="1" locked="0" layoutInCell="1" allowOverlap="1" wp14:anchorId="4E61189A" wp14:editId="7DF9AA34">
                  <wp:simplePos x="0" y="0"/>
                  <wp:positionH relativeFrom="column">
                    <wp:posOffset>5190490</wp:posOffset>
                  </wp:positionH>
                  <wp:positionV relativeFrom="paragraph">
                    <wp:posOffset>173355</wp:posOffset>
                  </wp:positionV>
                  <wp:extent cx="1436370" cy="1079500"/>
                  <wp:effectExtent l="0" t="0" r="0" b="6350"/>
                  <wp:wrapTight wrapText="bothSides">
                    <wp:wrapPolygon edited="0">
                      <wp:start x="0" y="0"/>
                      <wp:lineTo x="0" y="21346"/>
                      <wp:lineTo x="21199" y="21346"/>
                      <wp:lineTo x="21199" y="0"/>
                      <wp:lineTo x="0" y="0"/>
                    </wp:wrapPolygon>
                  </wp:wrapTight>
                  <wp:docPr id="11" name="Afbeelding 4" descr="http://www.maximism.nl/_contentimages/2013-07-31-19-29-35.Online-Marketing-Tips-And-Marketing-an-Article.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aximism.nl/_contentimages/2013-07-31-19-29-35.Online-Marketing-Tips-And-Marketing-an-Article.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36370" cy="1079500"/>
                          </a:xfrm>
                          <a:prstGeom prst="rect">
                            <a:avLst/>
                          </a:prstGeom>
                          <a:noFill/>
                          <a:ln>
                            <a:noFill/>
                          </a:ln>
                        </pic:spPr>
                      </pic:pic>
                    </a:graphicData>
                  </a:graphic>
                  <wp14:sizeRelH relativeFrom="page">
                    <wp14:pctWidth>0</wp14:pctWidth>
                  </wp14:sizeRelH>
                  <wp14:sizeRelV relativeFrom="page">
                    <wp14:pctHeight>0</wp14:pctHeight>
                  </wp14:sizeRelV>
                </wp:anchor>
              </w:drawing>
            </w:r>
            <w:r w:rsidR="00F6471E">
              <w:rPr>
                <w:i/>
              </w:rPr>
              <w:t>P</w:t>
            </w:r>
            <w:r w:rsidR="00F6471E" w:rsidRPr="00F6471E">
              <w:rPr>
                <w:i/>
              </w:rPr>
              <w:t>resentatie</w:t>
            </w:r>
          </w:p>
          <w:p w:rsidR="00F6471E" w:rsidRDefault="00F6471E" w:rsidP="00F6471E">
            <w:pPr>
              <w:pStyle w:val="Lijstalinea"/>
              <w:numPr>
                <w:ilvl w:val="0"/>
                <w:numId w:val="17"/>
              </w:numPr>
              <w:spacing w:line="276" w:lineRule="auto"/>
            </w:pPr>
            <w:r>
              <w:t>Maak een presentatie van deze foto’s.</w:t>
            </w:r>
            <w:r w:rsidR="00EF1E2D">
              <w:rPr>
                <w:noProof/>
              </w:rPr>
              <w:t xml:space="preserve"> </w:t>
            </w:r>
          </w:p>
          <w:p w:rsidR="00F6471E" w:rsidRDefault="00F6471E" w:rsidP="00F6471E">
            <w:pPr>
              <w:pStyle w:val="Lijstalinea"/>
              <w:numPr>
                <w:ilvl w:val="0"/>
                <w:numId w:val="17"/>
              </w:numPr>
              <w:spacing w:line="276" w:lineRule="auto"/>
            </w:pPr>
            <w:r>
              <w:t>De presentatie moet ongeveer 20 minuten duren.</w:t>
            </w:r>
          </w:p>
          <w:p w:rsidR="00F6471E" w:rsidRDefault="00F6471E" w:rsidP="00F6471E">
            <w:pPr>
              <w:pStyle w:val="Lijstalinea"/>
              <w:numPr>
                <w:ilvl w:val="0"/>
                <w:numId w:val="17"/>
              </w:numPr>
              <w:spacing w:line="276" w:lineRule="auto"/>
            </w:pPr>
            <w:r>
              <w:t>Geef in je presentatie aan waarom je deze foto’s hebt uitgekozen</w:t>
            </w:r>
          </w:p>
          <w:p w:rsidR="00F6471E" w:rsidRDefault="00F6471E" w:rsidP="00F6471E">
            <w:pPr>
              <w:pStyle w:val="Lijstalinea"/>
              <w:numPr>
                <w:ilvl w:val="0"/>
                <w:numId w:val="17"/>
              </w:numPr>
              <w:spacing w:line="276" w:lineRule="auto"/>
            </w:pPr>
            <w:r>
              <w:t>Wat hebben ze te maken met Zorg?</w:t>
            </w:r>
          </w:p>
          <w:p w:rsidR="00F6471E" w:rsidRPr="00C53CDA" w:rsidRDefault="00400FAE" w:rsidP="00FE235E">
            <w:pPr>
              <w:spacing w:before="240" w:line="360" w:lineRule="auto"/>
              <w:rPr>
                <w:u w:val="single"/>
              </w:rPr>
            </w:pPr>
            <w:r>
              <w:rPr>
                <w:u w:val="single"/>
              </w:rPr>
              <w:t>Presenteer dit in de Burgerschap les</w:t>
            </w:r>
          </w:p>
          <w:p w:rsidR="00F6471E" w:rsidRDefault="00F6471E" w:rsidP="00F6471E">
            <w:pPr>
              <w:pStyle w:val="Lijstalinea"/>
              <w:numPr>
                <w:ilvl w:val="0"/>
                <w:numId w:val="18"/>
              </w:numPr>
            </w:pPr>
            <w:r>
              <w:t>Maak hie</w:t>
            </w:r>
            <w:r w:rsidR="00400FAE">
              <w:t>rvoor een afspraak met je docent</w:t>
            </w:r>
            <w:r>
              <w:t xml:space="preserve"> op welke datum je de presentatie gaat geven</w:t>
            </w:r>
            <w:r w:rsidR="00C26927">
              <w:t>.</w:t>
            </w:r>
          </w:p>
          <w:p w:rsidR="00F6471E" w:rsidRDefault="00F6471E" w:rsidP="00F6471E">
            <w:pPr>
              <w:pStyle w:val="Lijstalinea"/>
              <w:numPr>
                <w:ilvl w:val="0"/>
                <w:numId w:val="18"/>
              </w:numPr>
            </w:pPr>
            <w:r>
              <w:t>Je hebt 2 weken de tijd om de pr</w:t>
            </w:r>
            <w:r w:rsidR="00400FAE">
              <w:t>esentatie te maken tijdens de Burgerschap</w:t>
            </w:r>
            <w:bookmarkStart w:id="0" w:name="_GoBack"/>
            <w:bookmarkEnd w:id="0"/>
            <w:r>
              <w:t xml:space="preserve"> lessen</w:t>
            </w:r>
            <w:r w:rsidR="00C26927">
              <w:t>.</w:t>
            </w:r>
          </w:p>
          <w:p w:rsidR="00F6471E" w:rsidRPr="001F4B34" w:rsidRDefault="00F6471E" w:rsidP="001F4B34">
            <w:pPr>
              <w:pStyle w:val="Lijstalinea"/>
              <w:numPr>
                <w:ilvl w:val="0"/>
                <w:numId w:val="18"/>
              </w:numPr>
              <w:rPr>
                <w:i/>
              </w:rPr>
            </w:pPr>
            <w:r>
              <w:t>Zorg voor een goede</w:t>
            </w:r>
            <w:r w:rsidR="007B1DB7">
              <w:t>/eerlijke</w:t>
            </w:r>
            <w:r>
              <w:t xml:space="preserve"> taakverdeling.</w:t>
            </w:r>
          </w:p>
          <w:p w:rsidR="001F4B34" w:rsidRPr="001F4B34" w:rsidRDefault="001F4B34" w:rsidP="001F4B34">
            <w:pPr>
              <w:rPr>
                <w:i/>
              </w:rPr>
            </w:pPr>
          </w:p>
        </w:tc>
      </w:tr>
    </w:tbl>
    <w:p w:rsidR="00C02CC4" w:rsidRDefault="00C02CC4" w:rsidP="00C02CC4">
      <w:pPr>
        <w:spacing w:after="0"/>
        <w:rPr>
          <w:sz w:val="8"/>
          <w:szCs w:val="8"/>
        </w:rPr>
      </w:pPr>
    </w:p>
    <w:sectPr w:rsidR="00C02CC4" w:rsidSect="005A3566">
      <w:headerReference w:type="default" r:id="rId14"/>
      <w:footerReference w:type="default" r:id="rId15"/>
      <w:pgSz w:w="11906" w:h="16838"/>
      <w:pgMar w:top="1418" w:right="566" w:bottom="993" w:left="709" w:header="426"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72C" w:rsidRDefault="0097372C" w:rsidP="00644C49">
      <w:pPr>
        <w:spacing w:after="0" w:line="240" w:lineRule="auto"/>
      </w:pPr>
      <w:r>
        <w:separator/>
      </w:r>
    </w:p>
  </w:endnote>
  <w:endnote w:type="continuationSeparator" w:id="0">
    <w:p w:rsidR="0097372C" w:rsidRDefault="0097372C" w:rsidP="00644C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69425"/>
      <w:docPartObj>
        <w:docPartGallery w:val="Page Numbers (Bottom of Page)"/>
        <w:docPartUnique/>
      </w:docPartObj>
    </w:sdtPr>
    <w:sdtEndPr/>
    <w:sdtContent>
      <w:p w:rsidR="0097372C" w:rsidRDefault="00F46C23" w:rsidP="001B417D">
        <w:pPr>
          <w:pStyle w:val="Voettekst"/>
          <w:tabs>
            <w:tab w:val="clear" w:pos="4536"/>
            <w:tab w:val="clear" w:pos="9072"/>
            <w:tab w:val="left" w:pos="1701"/>
            <w:tab w:val="center" w:pos="5103"/>
            <w:tab w:val="right" w:pos="8505"/>
          </w:tabs>
        </w:pPr>
        <w:r>
          <w:rPr>
            <w:noProof/>
          </w:rPr>
          <mc:AlternateContent>
            <mc:Choice Requires="wpg">
              <w:drawing>
                <wp:anchor distT="0" distB="0" distL="114300" distR="114300" simplePos="0" relativeHeight="251660288" behindDoc="0" locked="0" layoutInCell="1" allowOverlap="1" wp14:anchorId="365ADF5B" wp14:editId="57376453">
                  <wp:simplePos x="0" y="0"/>
                  <wp:positionH relativeFrom="page">
                    <wp:posOffset>-35560</wp:posOffset>
                  </wp:positionH>
                  <wp:positionV relativeFrom="bottomMargin">
                    <wp:posOffset>172720</wp:posOffset>
                  </wp:positionV>
                  <wp:extent cx="7534910" cy="253365"/>
                  <wp:effectExtent l="0" t="0" r="21590" b="1333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34910" cy="253365"/>
                            <a:chOff x="0" y="14970"/>
                            <a:chExt cx="12255" cy="300"/>
                          </a:xfrm>
                        </wpg:grpSpPr>
                        <wps:wsp>
                          <wps:cNvPr id="4" name="Text Box 2"/>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372C" w:rsidRDefault="00995A87">
                                <w:pPr>
                                  <w:jc w:val="center"/>
                                </w:pPr>
                                <w:r>
                                  <w:fldChar w:fldCharType="begin"/>
                                </w:r>
                                <w:r w:rsidR="00E438A5">
                                  <w:instrText xml:space="preserve"> PAGE    \* MERGEFORMAT </w:instrText>
                                </w:r>
                                <w:r>
                                  <w:fldChar w:fldCharType="separate"/>
                                </w:r>
                                <w:r w:rsidR="00400FAE" w:rsidRPr="00400FAE">
                                  <w:rPr>
                                    <w:noProof/>
                                    <w:color w:val="8C8C8C" w:themeColor="background1" w:themeShade="8C"/>
                                  </w:rPr>
                                  <w:t>1</w:t>
                                </w:r>
                                <w:r>
                                  <w:rPr>
                                    <w:noProof/>
                                    <w:color w:val="8C8C8C" w:themeColor="background1" w:themeShade="8C"/>
                                  </w:rPr>
                                  <w:fldChar w:fldCharType="end"/>
                                </w:r>
                              </w:p>
                            </w:txbxContent>
                          </wps:txbx>
                          <wps:bodyPr rot="0" vert="horz" wrap="square" lIns="0" tIns="0" rIns="0" bIns="0" anchor="t" anchorCtr="0" upright="1">
                            <a:noAutofit/>
                          </wps:bodyPr>
                        </wps:wsp>
                        <wpg:grpSp>
                          <wpg:cNvPr id="5" name="Group 3"/>
                          <wpg:cNvGrpSpPr>
                            <a:grpSpLocks/>
                          </wpg:cNvGrpSpPr>
                          <wpg:grpSpPr bwMode="auto">
                            <a:xfrm flipH="1">
                              <a:off x="0" y="14970"/>
                              <a:ext cx="12255" cy="230"/>
                              <a:chOff x="-8" y="14978"/>
                              <a:chExt cx="12255" cy="230"/>
                            </a:xfrm>
                          </wpg:grpSpPr>
                          <wps:wsp>
                            <wps:cNvPr id="6" name="AutoShape 4"/>
                            <wps:cNvCnPr>
                              <a:cxnSpLocks noChangeShapeType="1"/>
                            </wps:cNvCnPr>
                            <wps:spPr bwMode="auto">
                              <a:xfrm flipV="1">
                                <a:off x="-8" y="14978"/>
                                <a:ext cx="1260" cy="230"/>
                              </a:xfrm>
                              <a:prstGeom prst="bentConnector3">
                                <a:avLst>
                                  <a:gd name="adj1" fmla="val 50000"/>
                                </a:avLst>
                              </a:prstGeom>
                              <a:noFill/>
                              <a:ln w="9525">
                                <a:solidFill>
                                  <a:schemeClr val="bg1">
                                    <a:lumMod val="65000"/>
                                    <a:lumOff val="0"/>
                                  </a:schemeClr>
                                </a:solidFill>
                                <a:miter lim="800000"/>
                                <a:headEnd/>
                                <a:tailEnd/>
                              </a:ln>
                              <a:extLst>
                                <a:ext uri="{909E8E84-426E-40DD-AFC4-6F175D3DCCD1}">
                                  <a14:hiddenFill xmlns:a14="http://schemas.microsoft.com/office/drawing/2010/main">
                                    <a:noFill/>
                                  </a14:hiddenFill>
                                </a:ext>
                              </a:extLst>
                            </wps:spPr>
                            <wps:bodyPr/>
                          </wps:wsp>
                          <wps:wsp>
                            <wps:cNvPr id="7" name="AutoShape 5"/>
                            <wps:cNvCnPr>
                              <a:cxnSpLocks noChangeShapeType="1"/>
                            </wps:cNvCnPr>
                            <wps:spPr bwMode="auto">
                              <a:xfrm rot="10800000">
                                <a:off x="1252" y="14978"/>
                                <a:ext cx="10995" cy="230"/>
                              </a:xfrm>
                              <a:prstGeom prst="bentConnector3">
                                <a:avLst>
                                  <a:gd name="adj1" fmla="val 96778"/>
                                </a:avLst>
                              </a:prstGeom>
                              <a:noFill/>
                              <a:ln w="9525">
                                <a:solidFill>
                                  <a:schemeClr val="bg1">
                                    <a:lumMod val="65000"/>
                                    <a:lumOff val="0"/>
                                  </a:schemeClr>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1" o:spid="_x0000_s1026" style="position:absolute;margin-left:-2.8pt;margin-top:13.6pt;width:593.3pt;height:19.95pt;z-index:251660288;mso-width-percent:1000;mso-position-horizontal-relative:page;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">
                  <v:shapetype id="_x0000_t202" coordsize="21600,21600" o:spt="202" path="m,l,21600r21600,l21600,xe">
                    <v:stroke joinstyle="miter"/>
                    <v:path gradientshapeok="t" o:connecttype="rect"/>
                  </v:shapetype>
                  <v:shape id="Text Box 2" o:spid="_x0000_s1027"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qtMMA&#10;AADaAAAADwAAAGRycy9kb3ducmV2LnhtbESPQWvCQBSE7wX/w/IEb3VjE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uqtMMAAADaAAAADwAAAAAAAAAAAAAAAACYAgAAZHJzL2Rv&#10;d25yZXYueG1sUEsFBgAAAAAEAAQA9QAAAIgDAAAAAA==&#10;" filled="f" stroked="f">
                    <v:textbox inset="0,0,0,0">
                      <w:txbxContent>
                        <w:p w:rsidR="0097372C" w:rsidRDefault="00995A87">
                          <w:pPr>
                            <w:jc w:val="center"/>
                          </w:pPr>
                          <w:r>
                            <w:fldChar w:fldCharType="begin"/>
                          </w:r>
                          <w:r w:rsidR="00E438A5">
                            <w:instrText xml:space="preserve"> PAGE    \* MERGEFORMAT </w:instrText>
                          </w:r>
                          <w:r>
                            <w:fldChar w:fldCharType="separate"/>
                          </w:r>
                          <w:r w:rsidR="00400FAE" w:rsidRPr="00400FAE">
                            <w:rPr>
                              <w:noProof/>
                              <w:color w:val="8C8C8C" w:themeColor="background1" w:themeShade="8C"/>
                            </w:rPr>
                            <w:t>1</w:t>
                          </w:r>
                          <w:r>
                            <w:rPr>
                              <w:noProof/>
                              <w:color w:val="8C8C8C" w:themeColor="background1" w:themeShade="8C"/>
                            </w:rPr>
                            <w:fldChar w:fldCharType="end"/>
                          </w:r>
                        </w:p>
                      </w:txbxContent>
                    </v:textbox>
                  </v:shape>
                  <v:group id="Group 3" o:spid="_x0000_s1028"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bvfyPCAAAA2gAAAA8A&#10;AAAAAAAAAAAAAAAAqgIAAGRycy9kb3ducmV2LnhtbFBLBQYAAAAABAAEAPoAAACZAw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UCxMMAAADaAAAADwAAAGRycy9kb3ducmV2LnhtbESPzWrDMBCE74W8g9hAL6GW40Ma3Cih&#10;MRTSY35MyG2xtraJtTKSartvXwUKPQ4z8w2z2U2mEwM531pWsExSEMSV1S3XCi7nj5c1CB+QNXaW&#10;ScEPedhtZ08bzLUd+UjDKdQiQtjnqKAJoc+l9FVDBn1ie+LofVlnMETpaqkdjhFuOpml6UoabDku&#10;NNhT0VB1P30bBQu9KDNbHO7nq/ssh4zcen97Vep5Pr2/gQg0hf/wX/ugFazgcSXeALn9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4FAsTDAAAA2gAAAA8AAAAAAAAAAAAA&#10;AAAAoQIAAGRycy9kb3ducmV2LnhtbFBLBQYAAAAABAAEAPkAAACRAwAAAAA=&#10;" strokecolor="#a5a5a5 [2092]"/>
                    <v:shape id="AutoShape 5"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GYcvMQAAADaAAAADwAAAGRycy9kb3ducmV2LnhtbESPQYvCMBSE78L+h/AWvGm6HlSqUURw&#10;9bAo2j3o7dE822LzUprYdv31RhD2OMzMN8x82ZlSNFS7wrKCr2EEgji1uuBMwW+yGUxBOI+ssbRM&#10;Cv7IwXLx0ZtjrG3LR2pOPhMBwi5GBbn3VSylS3My6Ia2Ig7e1dYGfZB1JnWNbYCbUo6iaCwNFhwW&#10;cqxonVN6O92NgpF+nJOf7326adr77nLJku1h/FCq/9mtZiA8df4//G7vtIIJvK6EGyAX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8Zhy8xAAAANoAAAAPAAAAAAAAAAAA&#10;AAAAAKECAABkcnMvZG93bnJldi54bWxQSwUGAAAAAAQABAD5AAAAkgMAAAAA&#10;" adj="20904" strokecolor="#a5a5a5 [2092]"/>
                  </v:group>
                  <w10:wrap anchorx="page" anchory="margin"/>
                </v:group>
              </w:pict>
            </mc:Fallback>
          </mc:AlternateContent>
        </w:r>
        <w:r w:rsidR="00995A87">
          <w:fldChar w:fldCharType="begin"/>
        </w:r>
        <w:r w:rsidR="00D14CC1">
          <w:instrText xml:space="preserve"> TIME \@ "MMMM '’'yy" </w:instrText>
        </w:r>
        <w:r w:rsidR="00995A87">
          <w:fldChar w:fldCharType="separate"/>
        </w:r>
        <w:r w:rsidR="00400FAE">
          <w:rPr>
            <w:noProof/>
          </w:rPr>
          <w:t>november ’15</w:t>
        </w:r>
        <w:r w:rsidR="00995A87">
          <w:fldChar w:fldCharType="end"/>
        </w:r>
        <w:r w:rsidR="0097372C">
          <w:tab/>
        </w:r>
        <w:r w:rsidR="00F61229">
          <w:tab/>
        </w:r>
        <w:r w:rsidR="00F6471E">
          <w:t>Opdracht</w:t>
        </w:r>
        <w:r w:rsidR="0097372C">
          <w:tab/>
        </w:r>
        <w:r w:rsidR="002B72B1">
          <w:t>CAH</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72C" w:rsidRDefault="0097372C" w:rsidP="00644C49">
      <w:pPr>
        <w:spacing w:after="0" w:line="240" w:lineRule="auto"/>
      </w:pPr>
      <w:r>
        <w:separator/>
      </w:r>
    </w:p>
  </w:footnote>
  <w:footnote w:type="continuationSeparator" w:id="0">
    <w:p w:rsidR="0097372C" w:rsidRDefault="0097372C" w:rsidP="00644C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72C" w:rsidRDefault="00D14CC1" w:rsidP="00430657">
    <w:pPr>
      <w:pStyle w:val="Koptekst"/>
      <w:tabs>
        <w:tab w:val="clear" w:pos="4536"/>
        <w:tab w:val="clear" w:pos="9072"/>
        <w:tab w:val="left" w:pos="284"/>
        <w:tab w:val="center" w:pos="4962"/>
        <w:tab w:val="right" w:pos="9923"/>
      </w:tabs>
      <w:rPr>
        <w:rFonts w:asciiTheme="majorHAnsi" w:hAnsiTheme="majorHAnsi"/>
        <w:sz w:val="56"/>
        <w:szCs w:val="56"/>
      </w:rPr>
    </w:pPr>
    <w:r w:rsidRPr="005C5593">
      <w:rPr>
        <w:rFonts w:asciiTheme="majorHAnsi" w:hAnsiTheme="majorHAnsi"/>
        <w:noProof/>
        <w:sz w:val="56"/>
        <w:szCs w:val="56"/>
      </w:rPr>
      <w:drawing>
        <wp:anchor distT="0" distB="0" distL="114300" distR="114300" simplePos="0" relativeHeight="251663360" behindDoc="1" locked="0" layoutInCell="1" allowOverlap="1" wp14:anchorId="262FACC3" wp14:editId="0E03798D">
          <wp:simplePos x="0" y="0"/>
          <wp:positionH relativeFrom="column">
            <wp:posOffset>5583393</wp:posOffset>
          </wp:positionH>
          <wp:positionV relativeFrom="paragraph">
            <wp:posOffset>-92075</wp:posOffset>
          </wp:positionV>
          <wp:extent cx="1169361" cy="544945"/>
          <wp:effectExtent l="0" t="0" r="0" b="7620"/>
          <wp:wrapNone/>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ampus Winschote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9361" cy="544945"/>
                  </a:xfrm>
                  <a:prstGeom prst="rect">
                    <a:avLst/>
                  </a:prstGeom>
                </pic:spPr>
              </pic:pic>
            </a:graphicData>
          </a:graphic>
        </wp:anchor>
      </w:drawing>
    </w:r>
    <w:r w:rsidR="007E2C66">
      <w:rPr>
        <w:rFonts w:asciiTheme="majorHAnsi" w:hAnsiTheme="majorHAnsi"/>
        <w:sz w:val="56"/>
        <w:szCs w:val="56"/>
      </w:rPr>
      <w:t>Zorg om ons heen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75991"/>
    <w:multiLevelType w:val="hybridMultilevel"/>
    <w:tmpl w:val="BCA0C55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04C58CA"/>
    <w:multiLevelType w:val="hybridMultilevel"/>
    <w:tmpl w:val="573050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2E80A02"/>
    <w:multiLevelType w:val="hybridMultilevel"/>
    <w:tmpl w:val="A84E5B7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1EC07558"/>
    <w:multiLevelType w:val="hybridMultilevel"/>
    <w:tmpl w:val="507281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235521CD"/>
    <w:multiLevelType w:val="hybridMultilevel"/>
    <w:tmpl w:val="52308E52"/>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5">
    <w:nsid w:val="2F520ABA"/>
    <w:multiLevelType w:val="hybridMultilevel"/>
    <w:tmpl w:val="7F3A561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31554B3E"/>
    <w:multiLevelType w:val="hybridMultilevel"/>
    <w:tmpl w:val="713EDD6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386F42F0"/>
    <w:multiLevelType w:val="hybridMultilevel"/>
    <w:tmpl w:val="747631F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3BDD5AE4"/>
    <w:multiLevelType w:val="hybridMultilevel"/>
    <w:tmpl w:val="6D945E5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C26401C"/>
    <w:multiLevelType w:val="hybridMultilevel"/>
    <w:tmpl w:val="F6C468D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F6662DE"/>
    <w:multiLevelType w:val="hybridMultilevel"/>
    <w:tmpl w:val="31481F8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426557F2"/>
    <w:multiLevelType w:val="hybridMultilevel"/>
    <w:tmpl w:val="9C722B1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A2F242A"/>
    <w:multiLevelType w:val="hybridMultilevel"/>
    <w:tmpl w:val="E9E0C5A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A456B44"/>
    <w:multiLevelType w:val="hybridMultilevel"/>
    <w:tmpl w:val="6388ED7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562F12B7"/>
    <w:multiLevelType w:val="hybridMultilevel"/>
    <w:tmpl w:val="52C489D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64FF69B4"/>
    <w:multiLevelType w:val="hybridMultilevel"/>
    <w:tmpl w:val="CDFE0E9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nsid w:val="733E731C"/>
    <w:multiLevelType w:val="hybridMultilevel"/>
    <w:tmpl w:val="85A8FBC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nsid w:val="734C7AA7"/>
    <w:multiLevelType w:val="hybridMultilevel"/>
    <w:tmpl w:val="6D70FA9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nsid w:val="78761536"/>
    <w:multiLevelType w:val="hybridMultilevel"/>
    <w:tmpl w:val="330247D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6"/>
  </w:num>
  <w:num w:numId="2">
    <w:abstractNumId w:val="1"/>
  </w:num>
  <w:num w:numId="3">
    <w:abstractNumId w:val="5"/>
  </w:num>
  <w:num w:numId="4">
    <w:abstractNumId w:val="11"/>
  </w:num>
  <w:num w:numId="5">
    <w:abstractNumId w:val="8"/>
  </w:num>
  <w:num w:numId="6">
    <w:abstractNumId w:val="14"/>
  </w:num>
  <w:num w:numId="7">
    <w:abstractNumId w:val="18"/>
  </w:num>
  <w:num w:numId="8">
    <w:abstractNumId w:val="9"/>
  </w:num>
  <w:num w:numId="9">
    <w:abstractNumId w:val="3"/>
  </w:num>
  <w:num w:numId="10">
    <w:abstractNumId w:val="12"/>
  </w:num>
  <w:num w:numId="11">
    <w:abstractNumId w:val="6"/>
  </w:num>
  <w:num w:numId="12">
    <w:abstractNumId w:val="0"/>
  </w:num>
  <w:num w:numId="13">
    <w:abstractNumId w:val="2"/>
  </w:num>
  <w:num w:numId="14">
    <w:abstractNumId w:val="13"/>
  </w:num>
  <w:num w:numId="15">
    <w:abstractNumId w:val="4"/>
  </w:num>
  <w:num w:numId="16">
    <w:abstractNumId w:val="17"/>
  </w:num>
  <w:num w:numId="17">
    <w:abstractNumId w:val="15"/>
  </w:num>
  <w:num w:numId="18">
    <w:abstractNumId w:val="10"/>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78B"/>
    <w:rsid w:val="00061900"/>
    <w:rsid w:val="00095F70"/>
    <w:rsid w:val="000B41D4"/>
    <w:rsid w:val="000D53DC"/>
    <w:rsid w:val="000F0615"/>
    <w:rsid w:val="00117C88"/>
    <w:rsid w:val="001B417D"/>
    <w:rsid w:val="001F407A"/>
    <w:rsid w:val="001F4B34"/>
    <w:rsid w:val="00236983"/>
    <w:rsid w:val="00237F1C"/>
    <w:rsid w:val="002B72B1"/>
    <w:rsid w:val="003A2A43"/>
    <w:rsid w:val="003D4A5D"/>
    <w:rsid w:val="00400FAE"/>
    <w:rsid w:val="00404C7D"/>
    <w:rsid w:val="00430657"/>
    <w:rsid w:val="00454A4B"/>
    <w:rsid w:val="004D44EB"/>
    <w:rsid w:val="005124AF"/>
    <w:rsid w:val="005A3566"/>
    <w:rsid w:val="005C5593"/>
    <w:rsid w:val="00644C49"/>
    <w:rsid w:val="006744DA"/>
    <w:rsid w:val="00700191"/>
    <w:rsid w:val="00704DEF"/>
    <w:rsid w:val="00712D22"/>
    <w:rsid w:val="007511D5"/>
    <w:rsid w:val="007B1DB7"/>
    <w:rsid w:val="007B5003"/>
    <w:rsid w:val="007E2511"/>
    <w:rsid w:val="007E2C66"/>
    <w:rsid w:val="008500BF"/>
    <w:rsid w:val="00913947"/>
    <w:rsid w:val="00952E06"/>
    <w:rsid w:val="0097372C"/>
    <w:rsid w:val="00995A87"/>
    <w:rsid w:val="009A4AD5"/>
    <w:rsid w:val="009B1EF5"/>
    <w:rsid w:val="009D25CC"/>
    <w:rsid w:val="00A04BEE"/>
    <w:rsid w:val="00A30EC9"/>
    <w:rsid w:val="00A63A61"/>
    <w:rsid w:val="00A752BB"/>
    <w:rsid w:val="00A80E21"/>
    <w:rsid w:val="00AF65B1"/>
    <w:rsid w:val="00BE776B"/>
    <w:rsid w:val="00C02CC4"/>
    <w:rsid w:val="00C26927"/>
    <w:rsid w:val="00C30064"/>
    <w:rsid w:val="00C53CDA"/>
    <w:rsid w:val="00CB7198"/>
    <w:rsid w:val="00CF3E5A"/>
    <w:rsid w:val="00D03999"/>
    <w:rsid w:val="00D05A3D"/>
    <w:rsid w:val="00D14CC1"/>
    <w:rsid w:val="00D3592E"/>
    <w:rsid w:val="00D93AAF"/>
    <w:rsid w:val="00DE2E5D"/>
    <w:rsid w:val="00DE778B"/>
    <w:rsid w:val="00E07103"/>
    <w:rsid w:val="00E438A5"/>
    <w:rsid w:val="00E91B7D"/>
    <w:rsid w:val="00EF1E2D"/>
    <w:rsid w:val="00F46C23"/>
    <w:rsid w:val="00F61229"/>
    <w:rsid w:val="00F6471E"/>
    <w:rsid w:val="00FE23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4C4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4C49"/>
  </w:style>
  <w:style w:type="paragraph" w:styleId="Voettekst">
    <w:name w:val="footer"/>
    <w:basedOn w:val="Standaard"/>
    <w:link w:val="VoettekstChar"/>
    <w:uiPriority w:val="99"/>
    <w:unhideWhenUsed/>
    <w:rsid w:val="00644C4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4C49"/>
  </w:style>
  <w:style w:type="paragraph" w:styleId="Ballontekst">
    <w:name w:val="Balloon Text"/>
    <w:basedOn w:val="Standaard"/>
    <w:link w:val="BallontekstChar"/>
    <w:uiPriority w:val="99"/>
    <w:semiHidden/>
    <w:unhideWhenUsed/>
    <w:rsid w:val="00644C4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44C49"/>
    <w:rPr>
      <w:rFonts w:ascii="Tahoma" w:hAnsi="Tahoma" w:cs="Tahoma"/>
      <w:sz w:val="16"/>
      <w:szCs w:val="16"/>
    </w:rPr>
  </w:style>
  <w:style w:type="table" w:styleId="Tabelraster">
    <w:name w:val="Table Grid"/>
    <w:basedOn w:val="Standaardtabel"/>
    <w:uiPriority w:val="59"/>
    <w:rsid w:val="00751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B41D4"/>
    <w:pPr>
      <w:ind w:left="720"/>
      <w:contextualSpacing/>
    </w:pPr>
  </w:style>
  <w:style w:type="table" w:customStyle="1" w:styleId="Tabelraster1">
    <w:name w:val="Tabelraster1"/>
    <w:basedOn w:val="Standaardtabel"/>
    <w:next w:val="Tabelraster"/>
    <w:uiPriority w:val="59"/>
    <w:rsid w:val="005A35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4C4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4C49"/>
  </w:style>
  <w:style w:type="paragraph" w:styleId="Voettekst">
    <w:name w:val="footer"/>
    <w:basedOn w:val="Standaard"/>
    <w:link w:val="VoettekstChar"/>
    <w:uiPriority w:val="99"/>
    <w:unhideWhenUsed/>
    <w:rsid w:val="00644C4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4C49"/>
  </w:style>
  <w:style w:type="paragraph" w:styleId="Ballontekst">
    <w:name w:val="Balloon Text"/>
    <w:basedOn w:val="Standaard"/>
    <w:link w:val="BallontekstChar"/>
    <w:uiPriority w:val="99"/>
    <w:semiHidden/>
    <w:unhideWhenUsed/>
    <w:rsid w:val="00644C4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44C49"/>
    <w:rPr>
      <w:rFonts w:ascii="Tahoma" w:hAnsi="Tahoma" w:cs="Tahoma"/>
      <w:sz w:val="16"/>
      <w:szCs w:val="16"/>
    </w:rPr>
  </w:style>
  <w:style w:type="table" w:styleId="Tabelraster">
    <w:name w:val="Table Grid"/>
    <w:basedOn w:val="Standaardtabel"/>
    <w:uiPriority w:val="59"/>
    <w:rsid w:val="00751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B41D4"/>
    <w:pPr>
      <w:ind w:left="720"/>
      <w:contextualSpacing/>
    </w:pPr>
  </w:style>
  <w:style w:type="table" w:customStyle="1" w:styleId="Tabelraster1">
    <w:name w:val="Tabelraster1"/>
    <w:basedOn w:val="Standaardtabel"/>
    <w:next w:val="Tabelraster"/>
    <w:uiPriority w:val="59"/>
    <w:rsid w:val="005A35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maximism.nl/category/view/contac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509E395B</Template>
  <TotalTime>2</TotalTime>
  <Pages>1</Pages>
  <Words>282</Words>
  <Characters>1554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Carin</dc:creator>
  <cp:lastModifiedBy>C.A. Hogenbirk</cp:lastModifiedBy>
  <cp:revision>3</cp:revision>
  <cp:lastPrinted>2014-09-14T09:02:00Z</cp:lastPrinted>
  <dcterms:created xsi:type="dcterms:W3CDTF">2014-09-15T13:53:00Z</dcterms:created>
  <dcterms:modified xsi:type="dcterms:W3CDTF">2015-11-26T06:50:00Z</dcterms:modified>
</cp:coreProperties>
</file>