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A9" w:rsidRPr="00F21C20" w:rsidRDefault="00BF543E">
      <w:pPr>
        <w:rPr>
          <w:sz w:val="28"/>
          <w:szCs w:val="28"/>
        </w:rPr>
      </w:pPr>
      <w:r w:rsidRPr="00F21C20">
        <w:rPr>
          <w:sz w:val="28"/>
          <w:szCs w:val="28"/>
        </w:rPr>
        <w:t>Ministerie van Justitie</w:t>
      </w:r>
      <w:r w:rsidRPr="00F21C20">
        <w:rPr>
          <w:sz w:val="28"/>
          <w:szCs w:val="28"/>
        </w:rPr>
        <w:br/>
        <w:t>Afdeling Vo</w:t>
      </w:r>
      <w:r w:rsidR="001B5DE6">
        <w:rPr>
          <w:sz w:val="28"/>
          <w:szCs w:val="28"/>
        </w:rPr>
        <w:t>orlichting</w:t>
      </w:r>
      <w:r w:rsidR="001B5DE6">
        <w:rPr>
          <w:sz w:val="28"/>
          <w:szCs w:val="28"/>
        </w:rPr>
        <w:br/>
        <w:t>Postbus 30132</w:t>
      </w:r>
      <w:r w:rsidR="001B5DE6">
        <w:rPr>
          <w:sz w:val="28"/>
          <w:szCs w:val="28"/>
        </w:rPr>
        <w:br/>
        <w:t xml:space="preserve">2500 </w:t>
      </w:r>
      <w:proofErr w:type="spellStart"/>
      <w:r w:rsidR="001B5DE6">
        <w:rPr>
          <w:sz w:val="28"/>
          <w:szCs w:val="28"/>
        </w:rPr>
        <w:t>gc</w:t>
      </w:r>
      <w:proofErr w:type="spellEnd"/>
      <w:r w:rsidRPr="00F21C20">
        <w:rPr>
          <w:sz w:val="28"/>
          <w:szCs w:val="28"/>
        </w:rPr>
        <w:t xml:space="preserve"> den </w:t>
      </w:r>
      <w:bookmarkStart w:id="0" w:name="_GoBack"/>
      <w:bookmarkEnd w:id="0"/>
      <w:r w:rsidRPr="00F21C20">
        <w:rPr>
          <w:sz w:val="28"/>
          <w:szCs w:val="28"/>
        </w:rPr>
        <w:t>haag</w:t>
      </w:r>
    </w:p>
    <w:p w:rsidR="00BF543E" w:rsidRPr="00F21C20" w:rsidRDefault="00BF543E">
      <w:pPr>
        <w:rPr>
          <w:sz w:val="28"/>
          <w:szCs w:val="28"/>
        </w:rPr>
      </w:pPr>
      <w:r w:rsidRPr="00F21C20">
        <w:rPr>
          <w:sz w:val="28"/>
          <w:szCs w:val="28"/>
        </w:rPr>
        <w:t>Miranda Zilverman</w:t>
      </w:r>
      <w:r w:rsidRPr="00F21C20">
        <w:rPr>
          <w:sz w:val="28"/>
          <w:szCs w:val="28"/>
        </w:rPr>
        <w:br/>
      </w:r>
      <w:proofErr w:type="spellStart"/>
      <w:r w:rsidRPr="00F21C20">
        <w:rPr>
          <w:sz w:val="28"/>
          <w:szCs w:val="28"/>
        </w:rPr>
        <w:t>mathijsenstraat</w:t>
      </w:r>
      <w:proofErr w:type="spellEnd"/>
      <w:r w:rsidRPr="00F21C20">
        <w:rPr>
          <w:sz w:val="28"/>
          <w:szCs w:val="28"/>
        </w:rPr>
        <w:t xml:space="preserve"> 1</w:t>
      </w:r>
      <w:r w:rsidRPr="00F21C20">
        <w:rPr>
          <w:sz w:val="28"/>
          <w:szCs w:val="28"/>
        </w:rPr>
        <w:br/>
        <w:t>7909 AP Hoogeveen</w:t>
      </w:r>
      <w:r w:rsidRPr="00F21C20">
        <w:rPr>
          <w:sz w:val="28"/>
          <w:szCs w:val="28"/>
        </w:rPr>
        <w:br/>
      </w:r>
      <w:r w:rsidRPr="00F21C20">
        <w:rPr>
          <w:sz w:val="28"/>
          <w:szCs w:val="28"/>
        </w:rPr>
        <w:br/>
        <w:t>05-01-2</w:t>
      </w:r>
      <w:r w:rsidR="001B5DE6">
        <w:rPr>
          <w:sz w:val="28"/>
          <w:szCs w:val="28"/>
        </w:rPr>
        <w:t>013, Hoogeveen</w:t>
      </w:r>
      <w:r w:rsidR="001B5DE6">
        <w:rPr>
          <w:sz w:val="28"/>
          <w:szCs w:val="28"/>
        </w:rPr>
        <w:br/>
      </w:r>
      <w:r w:rsidR="001B5DE6">
        <w:rPr>
          <w:sz w:val="28"/>
          <w:szCs w:val="28"/>
        </w:rPr>
        <w:br/>
        <w:t>Hallo mevr./meneer</w:t>
      </w:r>
      <w:r w:rsidRPr="00F21C20">
        <w:rPr>
          <w:sz w:val="28"/>
          <w:szCs w:val="28"/>
        </w:rPr>
        <w:t>.</w:t>
      </w:r>
      <w:r w:rsidRPr="00F21C20">
        <w:rPr>
          <w:sz w:val="28"/>
          <w:szCs w:val="28"/>
        </w:rPr>
        <w:br/>
      </w:r>
      <w:r w:rsidRPr="00F21C20">
        <w:rPr>
          <w:sz w:val="28"/>
          <w:szCs w:val="28"/>
        </w:rPr>
        <w:br/>
        <w:t>Onderwerp. Scriptie omstandigheden in gevangenissen</w:t>
      </w:r>
    </w:p>
    <w:p w:rsidR="00BF543E" w:rsidRPr="00F21C20" w:rsidRDefault="00BF543E">
      <w:pPr>
        <w:rPr>
          <w:sz w:val="28"/>
          <w:szCs w:val="28"/>
        </w:rPr>
      </w:pPr>
      <w:r w:rsidRPr="00F21C20">
        <w:rPr>
          <w:sz w:val="28"/>
          <w:szCs w:val="28"/>
        </w:rPr>
        <w:t xml:space="preserve">Samen met een medestudente schrijf ik een scriptie over de omstandigheden in gevangenissen in Nederland. Graag ontvangen wij hier meer informatie over. Wij hopen dat u ons verder kunt helpen aan informatie voor onze scriptie en zien uit naar uw reactie. Wat is de impact van de straf op een gevangene? Gebeurt het vaak dat ex-gevangenen na hun straf weer terugvallen in hun oude patroon? Wat zijn de oorzaken hiervan wanneer dat gebeurt? Vooral in dat laatste zijn wij geïnteresseerd. </w:t>
      </w:r>
    </w:p>
    <w:p w:rsidR="00BF543E" w:rsidRPr="00F21C20" w:rsidRDefault="00BF543E">
      <w:pPr>
        <w:rPr>
          <w:sz w:val="28"/>
          <w:szCs w:val="28"/>
        </w:rPr>
      </w:pPr>
    </w:p>
    <w:p w:rsidR="00BF543E" w:rsidRPr="00F21C20" w:rsidRDefault="00BF543E">
      <w:pPr>
        <w:rPr>
          <w:sz w:val="28"/>
          <w:szCs w:val="28"/>
        </w:rPr>
      </w:pPr>
      <w:r w:rsidRPr="00F21C20">
        <w:rPr>
          <w:sz w:val="28"/>
          <w:szCs w:val="28"/>
        </w:rPr>
        <w:t>Groeten,</w:t>
      </w:r>
      <w:r w:rsidRPr="00F21C20">
        <w:rPr>
          <w:sz w:val="28"/>
          <w:szCs w:val="28"/>
        </w:rPr>
        <w:br/>
      </w:r>
      <w:r w:rsidRPr="00F21C20">
        <w:rPr>
          <w:sz w:val="28"/>
          <w:szCs w:val="28"/>
        </w:rPr>
        <w:br/>
      </w:r>
      <w:r w:rsidRPr="00F21C20">
        <w:rPr>
          <w:sz w:val="28"/>
          <w:szCs w:val="28"/>
        </w:rPr>
        <w:br/>
        <w:t xml:space="preserve">Miranda Zilverman </w:t>
      </w:r>
    </w:p>
    <w:sectPr w:rsidR="00BF543E" w:rsidRPr="00F21C20" w:rsidSect="00071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3E"/>
    <w:rsid w:val="0007152C"/>
    <w:rsid w:val="001B5DE6"/>
    <w:rsid w:val="002C5A77"/>
    <w:rsid w:val="004512D0"/>
    <w:rsid w:val="00AC67AF"/>
    <w:rsid w:val="00B8370B"/>
    <w:rsid w:val="00BF543E"/>
    <w:rsid w:val="00D576B1"/>
    <w:rsid w:val="00F2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15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15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4CCC6B1B</Template>
  <TotalTime>1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Elske</dc:creator>
  <cp:lastModifiedBy>Elske Mientjes</cp:lastModifiedBy>
  <cp:revision>3</cp:revision>
  <cp:lastPrinted>2012-12-28T10:51:00Z</cp:lastPrinted>
  <dcterms:created xsi:type="dcterms:W3CDTF">2013-09-05T08:20:00Z</dcterms:created>
  <dcterms:modified xsi:type="dcterms:W3CDTF">2015-01-06T13:05:00Z</dcterms:modified>
</cp:coreProperties>
</file>