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ACA" w:rsidRPr="0088223B" w:rsidRDefault="004E7D41">
      <w:pPr>
        <w:rPr>
          <w:b/>
          <w:sz w:val="28"/>
          <w:szCs w:val="28"/>
        </w:rPr>
      </w:pPr>
      <w:r>
        <w:rPr>
          <w:b/>
          <w:sz w:val="28"/>
          <w:szCs w:val="28"/>
        </w:rPr>
        <w:t>3F w</w:t>
      </w:r>
      <w:bookmarkStart w:id="0" w:name="_GoBack"/>
      <w:bookmarkEnd w:id="0"/>
      <w:r>
        <w:rPr>
          <w:b/>
          <w:sz w:val="28"/>
          <w:szCs w:val="28"/>
        </w:rPr>
        <w:t>erkwoordspelling mix</w:t>
      </w:r>
      <w:r w:rsidR="002338DA" w:rsidRPr="0088223B">
        <w:rPr>
          <w:b/>
          <w:sz w:val="28"/>
          <w:szCs w:val="28"/>
        </w:rPr>
        <w:t>:</w:t>
      </w:r>
    </w:p>
    <w:p w:rsidR="002338DA" w:rsidRPr="0088223B" w:rsidRDefault="002338DA" w:rsidP="002338DA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88223B">
        <w:rPr>
          <w:sz w:val="28"/>
          <w:szCs w:val="28"/>
        </w:rPr>
        <w:t>Meneer Hendriksen (antwoorden) ………………………. maar niet op de vraag die ik hem gisteren per mail (stellen) ……………………. heb.</w:t>
      </w:r>
    </w:p>
    <w:p w:rsidR="002338DA" w:rsidRPr="0088223B" w:rsidRDefault="002338DA" w:rsidP="002338DA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88223B">
        <w:rPr>
          <w:sz w:val="28"/>
          <w:szCs w:val="28"/>
        </w:rPr>
        <w:t>Morgen (halen) ………………………. mijn tante het (voorschrijven) ……………………….. recept bij de apotheek.</w:t>
      </w:r>
    </w:p>
    <w:p w:rsidR="002338DA" w:rsidRPr="0088223B" w:rsidRDefault="002338DA" w:rsidP="002338DA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88223B">
        <w:rPr>
          <w:sz w:val="28"/>
          <w:szCs w:val="28"/>
        </w:rPr>
        <w:t>De presentator (vatten) …………………….. toen vervolgens kort samen wat de politicus (vertellen) ………………………. had.</w:t>
      </w:r>
    </w:p>
    <w:p w:rsidR="002338DA" w:rsidRPr="0088223B" w:rsidRDefault="002338DA" w:rsidP="002338DA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88223B">
        <w:rPr>
          <w:sz w:val="28"/>
          <w:szCs w:val="28"/>
        </w:rPr>
        <w:t>In de winter (skiën) …………………………. Peter graag in de Oostenrijkse bergen en in de zomer (zwemmen) ……………………….. hij graag in het meer.</w:t>
      </w:r>
    </w:p>
    <w:p w:rsidR="002338DA" w:rsidRPr="0088223B" w:rsidRDefault="002338DA" w:rsidP="002338DA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88223B">
        <w:rPr>
          <w:sz w:val="28"/>
          <w:szCs w:val="28"/>
        </w:rPr>
        <w:t>Natasja (timen) …………………………. haar vertrek iedere ochtend verkeerd en (missen) …………………….. daardoor nogal eens de trein.</w:t>
      </w:r>
    </w:p>
    <w:p w:rsidR="002338DA" w:rsidRPr="0088223B" w:rsidRDefault="002338DA" w:rsidP="002338DA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88223B">
        <w:rPr>
          <w:sz w:val="28"/>
          <w:szCs w:val="28"/>
        </w:rPr>
        <w:t>Die lamp (branden) …………………….. al de hele avond, dus als je hem (verwisselen) ……………………. , moet je oppassen dat je je vingers er niet aan (branden) …………………………….</w:t>
      </w:r>
    </w:p>
    <w:p w:rsidR="002338DA" w:rsidRPr="0088223B" w:rsidRDefault="002338DA" w:rsidP="002338DA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88223B">
        <w:rPr>
          <w:sz w:val="28"/>
          <w:szCs w:val="28"/>
        </w:rPr>
        <w:t>Joris heeft met Michael (wedden) …………………….. dat hij de wedstrijd (winnen) ……………………..</w:t>
      </w:r>
    </w:p>
    <w:p w:rsidR="002338DA" w:rsidRPr="0088223B" w:rsidRDefault="002338DA" w:rsidP="002338DA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88223B">
        <w:rPr>
          <w:sz w:val="28"/>
          <w:szCs w:val="28"/>
        </w:rPr>
        <w:t>In dit oude huis (tochten) ………………………. het vroeger overal, maar het is tijdens de verbouwing volledig (isoleren) ……………………………..</w:t>
      </w:r>
    </w:p>
    <w:p w:rsidR="002338DA" w:rsidRPr="0088223B" w:rsidRDefault="002338DA" w:rsidP="002338DA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88223B">
        <w:rPr>
          <w:sz w:val="28"/>
          <w:szCs w:val="28"/>
        </w:rPr>
        <w:t>Monique (reizen) …………………………. tegenwoordig drie kwartier met de trein, omdat ze pas (verhuizen) ……………………………… is.</w:t>
      </w:r>
    </w:p>
    <w:p w:rsidR="002338DA" w:rsidRPr="0088223B" w:rsidRDefault="002338DA" w:rsidP="002338DA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88223B">
        <w:rPr>
          <w:sz w:val="28"/>
          <w:szCs w:val="28"/>
        </w:rPr>
        <w:t>De meubelmaker (schaven) …………………………. de stoel straks, nadat hij er eerst nog een stuk (afzagen) ………………………...</w:t>
      </w:r>
    </w:p>
    <w:p w:rsidR="002338DA" w:rsidRPr="0088223B" w:rsidRDefault="002338DA" w:rsidP="002338DA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88223B">
        <w:rPr>
          <w:sz w:val="28"/>
          <w:szCs w:val="28"/>
        </w:rPr>
        <w:t>’In welk café hebben jullie (lunchen) ……………………..?’ (vragen) …………………… Ramon me gisteren.</w:t>
      </w:r>
    </w:p>
    <w:p w:rsidR="002338DA" w:rsidRPr="0088223B" w:rsidRDefault="002338DA" w:rsidP="002338DA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88223B">
        <w:rPr>
          <w:sz w:val="28"/>
          <w:szCs w:val="28"/>
        </w:rPr>
        <w:t>Ik heb het document net (printen) ……………………… en (uitdelen) …………………….</w:t>
      </w:r>
    </w:p>
    <w:p w:rsidR="002338DA" w:rsidRPr="0088223B" w:rsidRDefault="001D573F" w:rsidP="001D573F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88223B">
        <w:rPr>
          <w:sz w:val="28"/>
          <w:szCs w:val="28"/>
        </w:rPr>
        <w:t>De leraar (prijzen) ……………………. Natalie toen zij een tien (halen) ………………….. voor haar toets.</w:t>
      </w:r>
    </w:p>
    <w:p w:rsidR="001D573F" w:rsidRPr="0088223B" w:rsidRDefault="001D573F" w:rsidP="001D573F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88223B">
        <w:rPr>
          <w:sz w:val="28"/>
          <w:szCs w:val="28"/>
        </w:rPr>
        <w:t>Onze leraar (wandelen) ……………………….. elke dag een rondje om het gebouw als hij pauze (hebben) ………………………….</w:t>
      </w:r>
    </w:p>
    <w:p w:rsidR="001D573F" w:rsidRPr="0088223B" w:rsidRDefault="001D573F" w:rsidP="001D573F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88223B">
        <w:rPr>
          <w:sz w:val="28"/>
          <w:szCs w:val="28"/>
        </w:rPr>
        <w:t>Ik (ruiken) ……………………. een uur geleden al dat het eten (aanbranden) ………………………… is.</w:t>
      </w:r>
    </w:p>
    <w:p w:rsidR="001D573F" w:rsidRPr="0088223B" w:rsidRDefault="001D573F" w:rsidP="001D573F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88223B">
        <w:rPr>
          <w:sz w:val="28"/>
          <w:szCs w:val="28"/>
        </w:rPr>
        <w:t>Hij (vertellen) …………………………. wel vaker verhalen die naderhand (verzinnen) ……………….. blijken.</w:t>
      </w:r>
    </w:p>
    <w:p w:rsidR="001D573F" w:rsidRPr="0088223B" w:rsidRDefault="001D573F" w:rsidP="001D573F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88223B">
        <w:rPr>
          <w:sz w:val="28"/>
          <w:szCs w:val="28"/>
        </w:rPr>
        <w:t>Je (creëren) …………………. geen goodwill als je steeds illegale programma’s (downloaden) ………………… op je werkcomputer.</w:t>
      </w:r>
    </w:p>
    <w:p w:rsidR="002338DA" w:rsidRPr="0088223B" w:rsidRDefault="002338DA" w:rsidP="002338DA">
      <w:pPr>
        <w:pStyle w:val="Lijstalinea"/>
        <w:numPr>
          <w:ilvl w:val="0"/>
          <w:numId w:val="1"/>
        </w:num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28"/>
          <w:szCs w:val="28"/>
          <w:lang w:eastAsia="nl-NL"/>
        </w:rPr>
      </w:pPr>
      <w:r w:rsidRPr="0088223B">
        <w:rPr>
          <w:rFonts w:ascii="Arial" w:eastAsia="Times New Roman" w:hAnsi="Arial" w:cs="Arial"/>
          <w:vanish/>
          <w:sz w:val="28"/>
          <w:szCs w:val="28"/>
          <w:lang w:eastAsia="nl-NL"/>
        </w:rPr>
        <w:lastRenderedPageBreak/>
        <w:t>Onderkant formulier</w:t>
      </w:r>
    </w:p>
    <w:p w:rsidR="002338DA" w:rsidRPr="004E7D41" w:rsidRDefault="002338DA" w:rsidP="004E7D41">
      <w:pPr>
        <w:pBdr>
          <w:top w:val="single" w:sz="6" w:space="1" w:color="auto"/>
        </w:pBdr>
        <w:spacing w:after="0" w:line="240" w:lineRule="auto"/>
        <w:ind w:left="360"/>
        <w:rPr>
          <w:sz w:val="28"/>
          <w:szCs w:val="28"/>
        </w:rPr>
      </w:pPr>
    </w:p>
    <w:sectPr w:rsidR="002338DA" w:rsidRPr="004E7D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443E8D"/>
    <w:multiLevelType w:val="hybridMultilevel"/>
    <w:tmpl w:val="99E2F64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8DA"/>
    <w:rsid w:val="001D573F"/>
    <w:rsid w:val="00211ACA"/>
    <w:rsid w:val="002338DA"/>
    <w:rsid w:val="004E7D41"/>
    <w:rsid w:val="00882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338DA"/>
    <w:pPr>
      <w:ind w:left="720"/>
      <w:contextualSpacing/>
    </w:pPr>
  </w:style>
  <w:style w:type="paragraph" w:styleId="Bovenkantformulier">
    <w:name w:val="HTML Top of Form"/>
    <w:basedOn w:val="Standaard"/>
    <w:next w:val="Standaard"/>
    <w:link w:val="BovenkantformulierChar"/>
    <w:hidden/>
    <w:uiPriority w:val="99"/>
    <w:semiHidden/>
    <w:unhideWhenUsed/>
    <w:rsid w:val="002338DA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nl-NL"/>
    </w:rPr>
  </w:style>
  <w:style w:type="character" w:customStyle="1" w:styleId="BovenkantformulierChar">
    <w:name w:val="Bovenkant formulier Char"/>
    <w:basedOn w:val="Standaardalinea-lettertype"/>
    <w:link w:val="Bovenkantformulier"/>
    <w:uiPriority w:val="99"/>
    <w:semiHidden/>
    <w:rsid w:val="002338DA"/>
    <w:rPr>
      <w:rFonts w:ascii="Arial" w:eastAsia="Times New Roman" w:hAnsi="Arial" w:cs="Arial"/>
      <w:vanish/>
      <w:sz w:val="16"/>
      <w:szCs w:val="16"/>
      <w:lang w:eastAsia="nl-NL"/>
    </w:rPr>
  </w:style>
  <w:style w:type="character" w:customStyle="1" w:styleId="inputwwssamengesteldezinnen1">
    <w:name w:val="input_wwssamengesteldezinnen1"/>
    <w:basedOn w:val="Standaardalinea-lettertype"/>
    <w:rsid w:val="002338DA"/>
  </w:style>
  <w:style w:type="character" w:customStyle="1" w:styleId="handwriting2">
    <w:name w:val="handwriting2"/>
    <w:basedOn w:val="Standaardalinea-lettertype"/>
    <w:rsid w:val="002338DA"/>
  </w:style>
  <w:style w:type="character" w:customStyle="1" w:styleId="inputwwssamengesteldezinnen2">
    <w:name w:val="input_wwssamengesteldezinnen2"/>
    <w:basedOn w:val="Standaardalinea-lettertype"/>
    <w:rsid w:val="002338DA"/>
  </w:style>
  <w:style w:type="paragraph" w:styleId="Onderkantformulier">
    <w:name w:val="HTML Bottom of Form"/>
    <w:basedOn w:val="Standaard"/>
    <w:next w:val="Standaard"/>
    <w:link w:val="OnderkantformulierChar"/>
    <w:hidden/>
    <w:uiPriority w:val="99"/>
    <w:semiHidden/>
    <w:unhideWhenUsed/>
    <w:rsid w:val="002338DA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nl-NL"/>
    </w:rPr>
  </w:style>
  <w:style w:type="character" w:customStyle="1" w:styleId="OnderkantformulierChar">
    <w:name w:val="Onderkant formulier Char"/>
    <w:basedOn w:val="Standaardalinea-lettertype"/>
    <w:link w:val="Onderkantformulier"/>
    <w:uiPriority w:val="99"/>
    <w:semiHidden/>
    <w:rsid w:val="002338DA"/>
    <w:rPr>
      <w:rFonts w:ascii="Arial" w:eastAsia="Times New Roman" w:hAnsi="Arial" w:cs="Arial"/>
      <w:vanish/>
      <w:sz w:val="16"/>
      <w:szCs w:val="16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338DA"/>
    <w:pPr>
      <w:ind w:left="720"/>
      <w:contextualSpacing/>
    </w:pPr>
  </w:style>
  <w:style w:type="paragraph" w:styleId="Bovenkantformulier">
    <w:name w:val="HTML Top of Form"/>
    <w:basedOn w:val="Standaard"/>
    <w:next w:val="Standaard"/>
    <w:link w:val="BovenkantformulierChar"/>
    <w:hidden/>
    <w:uiPriority w:val="99"/>
    <w:semiHidden/>
    <w:unhideWhenUsed/>
    <w:rsid w:val="002338DA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nl-NL"/>
    </w:rPr>
  </w:style>
  <w:style w:type="character" w:customStyle="1" w:styleId="BovenkantformulierChar">
    <w:name w:val="Bovenkant formulier Char"/>
    <w:basedOn w:val="Standaardalinea-lettertype"/>
    <w:link w:val="Bovenkantformulier"/>
    <w:uiPriority w:val="99"/>
    <w:semiHidden/>
    <w:rsid w:val="002338DA"/>
    <w:rPr>
      <w:rFonts w:ascii="Arial" w:eastAsia="Times New Roman" w:hAnsi="Arial" w:cs="Arial"/>
      <w:vanish/>
      <w:sz w:val="16"/>
      <w:szCs w:val="16"/>
      <w:lang w:eastAsia="nl-NL"/>
    </w:rPr>
  </w:style>
  <w:style w:type="character" w:customStyle="1" w:styleId="inputwwssamengesteldezinnen1">
    <w:name w:val="input_wwssamengesteldezinnen1"/>
    <w:basedOn w:val="Standaardalinea-lettertype"/>
    <w:rsid w:val="002338DA"/>
  </w:style>
  <w:style w:type="character" w:customStyle="1" w:styleId="handwriting2">
    <w:name w:val="handwriting2"/>
    <w:basedOn w:val="Standaardalinea-lettertype"/>
    <w:rsid w:val="002338DA"/>
  </w:style>
  <w:style w:type="character" w:customStyle="1" w:styleId="inputwwssamengesteldezinnen2">
    <w:name w:val="input_wwssamengesteldezinnen2"/>
    <w:basedOn w:val="Standaardalinea-lettertype"/>
    <w:rsid w:val="002338DA"/>
  </w:style>
  <w:style w:type="paragraph" w:styleId="Onderkantformulier">
    <w:name w:val="HTML Bottom of Form"/>
    <w:basedOn w:val="Standaard"/>
    <w:next w:val="Standaard"/>
    <w:link w:val="OnderkantformulierChar"/>
    <w:hidden/>
    <w:uiPriority w:val="99"/>
    <w:semiHidden/>
    <w:unhideWhenUsed/>
    <w:rsid w:val="002338DA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nl-NL"/>
    </w:rPr>
  </w:style>
  <w:style w:type="character" w:customStyle="1" w:styleId="OnderkantformulierChar">
    <w:name w:val="Onderkant formulier Char"/>
    <w:basedOn w:val="Standaardalinea-lettertype"/>
    <w:link w:val="Onderkantformulier"/>
    <w:uiPriority w:val="99"/>
    <w:semiHidden/>
    <w:rsid w:val="002338DA"/>
    <w:rPr>
      <w:rFonts w:ascii="Arial" w:eastAsia="Times New Roman" w:hAnsi="Arial" w:cs="Arial"/>
      <w:vanish/>
      <w:sz w:val="16"/>
      <w:szCs w:val="16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952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7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752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56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578926">
                      <w:marLeft w:val="28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266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9729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5263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9035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18011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8927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32064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87439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41188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364727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113793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62440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03125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185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77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311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391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030397">
                      <w:marLeft w:val="28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5321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520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4698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8808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61252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31630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619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70307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91013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191225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02321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42685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98500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E0017883</Template>
  <TotalTime>0</TotalTime>
  <Pages>2</Pages>
  <Words>283</Words>
  <Characters>1558</Characters>
  <Application>Microsoft Office Word</Application>
  <DocSecurity>4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1838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elske mientjes</dc:creator>
  <cp:lastModifiedBy>Elske Mientjes</cp:lastModifiedBy>
  <cp:revision>2</cp:revision>
  <dcterms:created xsi:type="dcterms:W3CDTF">2015-08-20T09:53:00Z</dcterms:created>
  <dcterms:modified xsi:type="dcterms:W3CDTF">2015-08-20T09:53:00Z</dcterms:modified>
</cp:coreProperties>
</file>