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horzAnchor="margin" w:tblpXSpec="center" w:tblpY="-36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F074A" w:rsidRPr="00FB0BB4" w:rsidTr="001F074A">
        <w:tc>
          <w:tcPr>
            <w:tcW w:w="3020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Gisteren hebben we opa naar zijn laatste rustplaats gebracht.</w:t>
            </w: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Zij werkt als interieurverzorgster.</w:t>
            </w: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7B62A6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“Hoe is het met uw stoelgang?”</w:t>
            </w:r>
            <w:r w:rsidR="00FB0BB4" w:rsidRPr="00FB0BB4">
              <w:rPr>
                <w:sz w:val="28"/>
                <w:szCs w:val="28"/>
              </w:rPr>
              <w:t>, i</w:t>
            </w:r>
            <w:r w:rsidR="001F074A" w:rsidRPr="00FB0BB4">
              <w:rPr>
                <w:sz w:val="28"/>
                <w:szCs w:val="28"/>
              </w:rPr>
              <w:t>nformeerde de dokter.</w:t>
            </w:r>
          </w:p>
        </w:tc>
      </w:tr>
      <w:tr w:rsidR="004403BA" w:rsidRPr="00FB0BB4" w:rsidTr="001F074A">
        <w:tc>
          <w:tcPr>
            <w:tcW w:w="3020" w:type="dxa"/>
          </w:tcPr>
          <w:p w:rsidR="004403BA" w:rsidRPr="00FB0BB4" w:rsidRDefault="004403BA" w:rsidP="00FB0BB4">
            <w:pPr>
              <w:jc w:val="center"/>
              <w:rPr>
                <w:sz w:val="28"/>
                <w:szCs w:val="28"/>
              </w:rPr>
            </w:pPr>
          </w:p>
          <w:p w:rsidR="004403BA" w:rsidRPr="00FB0BB4" w:rsidRDefault="004403B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En jij denkt dat discriminatie op vooroordelen gebaseerd is?</w:t>
            </w:r>
          </w:p>
        </w:tc>
        <w:tc>
          <w:tcPr>
            <w:tcW w:w="3021" w:type="dxa"/>
          </w:tcPr>
          <w:p w:rsidR="004403BA" w:rsidRPr="00FB0BB4" w:rsidRDefault="004403B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“Geen mens had een voldoende voor deze toets kunnen halen”, beweerde de gezakte leerling.</w:t>
            </w:r>
          </w:p>
          <w:p w:rsidR="004403BA" w:rsidRPr="00FB0BB4" w:rsidRDefault="004403BA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4403BA" w:rsidRPr="00FB0BB4" w:rsidRDefault="004403B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De lijven van de nieuwe lading Engelse badgasten aan de Spaanse stranden waren zo wit als sneeuw.</w:t>
            </w:r>
          </w:p>
          <w:p w:rsidR="004403BA" w:rsidRPr="00FB0BB4" w:rsidRDefault="004403BA" w:rsidP="00FB0BB4">
            <w:pPr>
              <w:jc w:val="center"/>
              <w:rPr>
                <w:sz w:val="28"/>
                <w:szCs w:val="28"/>
              </w:rPr>
            </w:pPr>
          </w:p>
        </w:tc>
      </w:tr>
      <w:tr w:rsidR="004403BA" w:rsidRPr="00FB0BB4" w:rsidTr="001F074A">
        <w:tc>
          <w:tcPr>
            <w:tcW w:w="3020" w:type="dxa"/>
          </w:tcPr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4403BA" w:rsidRPr="00FB0BB4" w:rsidRDefault="004403B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“Doet het pijn?”, vroeg de voorbijganger aan de door een vrachtwagen overreden fietser.</w:t>
            </w:r>
          </w:p>
        </w:tc>
        <w:tc>
          <w:tcPr>
            <w:tcW w:w="3021" w:type="dxa"/>
          </w:tcPr>
          <w:p w:rsidR="004403BA" w:rsidRDefault="00FB0BB4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Hij dacht een auto te hebben gewonnen, maar het was zelfs geen fiets. Zijn prijs was een zakradiootje</w:t>
            </w:r>
            <w:r>
              <w:rPr>
                <w:sz w:val="28"/>
                <w:szCs w:val="28"/>
              </w:rPr>
              <w:t>.</w:t>
            </w:r>
          </w:p>
          <w:p w:rsidR="00FB0BB4" w:rsidRPr="00FB0BB4" w:rsidRDefault="00FB0BB4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4403BA" w:rsidRPr="00FB0BB4" w:rsidRDefault="0066321F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Deze afzichtelijke, harige rups verandert uiteindelijk in een prachtige vlinder.</w:t>
            </w:r>
          </w:p>
        </w:tc>
      </w:tr>
      <w:tr w:rsidR="0066321F" w:rsidRPr="00FB0BB4" w:rsidTr="001F074A">
        <w:tc>
          <w:tcPr>
            <w:tcW w:w="3020" w:type="dxa"/>
          </w:tcPr>
          <w:p w:rsidR="0066321F" w:rsidRPr="00FB0BB4" w:rsidRDefault="0066321F" w:rsidP="00FB0BB4">
            <w:pPr>
              <w:jc w:val="center"/>
              <w:rPr>
                <w:sz w:val="28"/>
                <w:szCs w:val="28"/>
              </w:rPr>
            </w:pPr>
          </w:p>
          <w:p w:rsidR="0066321F" w:rsidRPr="00FB0BB4" w:rsidRDefault="0066321F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Tijdens het hoogtepunt van zijn optreden, draaide de dj helemaal door.</w:t>
            </w:r>
          </w:p>
          <w:p w:rsidR="0066321F" w:rsidRPr="00FB0BB4" w:rsidRDefault="0066321F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861DDD" w:rsidRPr="00FB0BB4" w:rsidRDefault="00861DDD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“Het is misschien verstandig dat u enkele pondjes afvalt”, zei de arts tegen de enorm dikke man.</w:t>
            </w:r>
          </w:p>
          <w:p w:rsidR="0066321F" w:rsidRPr="00FB0BB4" w:rsidRDefault="0066321F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861DDD" w:rsidRPr="00FB0BB4" w:rsidRDefault="00861DDD" w:rsidP="00FB0BB4">
            <w:pPr>
              <w:jc w:val="center"/>
              <w:rPr>
                <w:sz w:val="28"/>
                <w:szCs w:val="28"/>
              </w:rPr>
            </w:pPr>
          </w:p>
          <w:p w:rsidR="00861DDD" w:rsidRPr="00FB0BB4" w:rsidRDefault="00861DDD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De altijd gezonde Susanne ligt nu al een week met griep op bed.</w:t>
            </w:r>
          </w:p>
          <w:p w:rsidR="0066321F" w:rsidRPr="00FB0BB4" w:rsidRDefault="0066321F" w:rsidP="00FB0BB4">
            <w:pPr>
              <w:jc w:val="center"/>
              <w:rPr>
                <w:sz w:val="28"/>
                <w:szCs w:val="28"/>
              </w:rPr>
            </w:pPr>
          </w:p>
        </w:tc>
      </w:tr>
      <w:tr w:rsidR="00861DDD" w:rsidRPr="00FB0BB4" w:rsidTr="001F074A">
        <w:tc>
          <w:tcPr>
            <w:tcW w:w="3020" w:type="dxa"/>
          </w:tcPr>
          <w:p w:rsidR="00861DDD" w:rsidRPr="00FB0BB4" w:rsidRDefault="00861DDD" w:rsidP="00FB0BB4">
            <w:pPr>
              <w:jc w:val="center"/>
              <w:rPr>
                <w:sz w:val="28"/>
                <w:szCs w:val="28"/>
              </w:rPr>
            </w:pPr>
          </w:p>
          <w:p w:rsidR="00861DDD" w:rsidRPr="00FB0BB4" w:rsidRDefault="00861DDD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De afgematte drenkeling had een enorme behoefte aan water.</w:t>
            </w:r>
          </w:p>
          <w:p w:rsidR="00861DDD" w:rsidRPr="00FB0BB4" w:rsidRDefault="00861DDD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7B62A6" w:rsidRPr="00FB0BB4" w:rsidRDefault="007B62A6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Als ik jouw werktempo zou hebben, zou ik niet eens de moeite nemen om wakker te blijven.</w:t>
            </w:r>
          </w:p>
          <w:p w:rsidR="00861DDD" w:rsidRPr="00FB0BB4" w:rsidRDefault="00861DDD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861DDD" w:rsidRPr="00FB0BB4" w:rsidRDefault="00861DDD" w:rsidP="00FB0BB4">
            <w:pPr>
              <w:jc w:val="center"/>
              <w:rPr>
                <w:sz w:val="28"/>
                <w:szCs w:val="28"/>
              </w:rPr>
            </w:pPr>
          </w:p>
        </w:tc>
      </w:tr>
      <w:tr w:rsidR="001F074A" w:rsidRPr="00FB0BB4" w:rsidTr="001F074A">
        <w:tc>
          <w:tcPr>
            <w:tcW w:w="3020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Toen zijn partij weer vier zetels had gewonnen in de peilingen re</w:t>
            </w:r>
            <w:r w:rsidR="007B62A6" w:rsidRPr="00FB0BB4">
              <w:rPr>
                <w:sz w:val="28"/>
                <w:szCs w:val="28"/>
              </w:rPr>
              <w:t>ageerde de fractieleider met:  “Niet slecht.”</w:t>
            </w:r>
          </w:p>
        </w:tc>
        <w:tc>
          <w:tcPr>
            <w:tcW w:w="3021" w:type="dxa"/>
          </w:tcPr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Ik had een twee voor het proefwerk, ik had dus wel  een paar foutjes gemaakt.</w:t>
            </w:r>
          </w:p>
        </w:tc>
        <w:tc>
          <w:tcPr>
            <w:tcW w:w="3021" w:type="dxa"/>
          </w:tcPr>
          <w:p w:rsidR="001F074A" w:rsidRPr="00FB0BB4" w:rsidRDefault="007B62A6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“Ik doe dat wel even”</w:t>
            </w:r>
            <w:r w:rsidR="001F074A" w:rsidRPr="00FB0BB4">
              <w:rPr>
                <w:sz w:val="28"/>
                <w:szCs w:val="28"/>
              </w:rPr>
              <w:t>, zei de man toen hij het brandende huis in rende om zijn kinderen te redden.</w:t>
            </w:r>
          </w:p>
        </w:tc>
      </w:tr>
      <w:tr w:rsidR="001F074A" w:rsidRPr="00FB0BB4" w:rsidTr="001F074A">
        <w:tc>
          <w:tcPr>
            <w:tcW w:w="3020" w:type="dxa"/>
          </w:tcPr>
          <w:p w:rsidR="001F074A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br/>
            </w:r>
            <w:r w:rsidR="00FB0BB4">
              <w:rPr>
                <w:sz w:val="28"/>
                <w:szCs w:val="28"/>
              </w:rPr>
              <w:br/>
            </w:r>
            <w:r w:rsidRPr="00FB0BB4">
              <w:rPr>
                <w:sz w:val="28"/>
                <w:szCs w:val="28"/>
              </w:rPr>
              <w:t>In Nederland regent het 29 van de 30 dagen.</w:t>
            </w:r>
          </w:p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FB0BB4" w:rsidRPr="00FB0BB4" w:rsidRDefault="00FB0BB4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br/>
              <w:t>Je wordt doodgegooid met informatie over de verkiezingen.</w:t>
            </w:r>
          </w:p>
        </w:tc>
        <w:tc>
          <w:tcPr>
            <w:tcW w:w="3021" w:type="dxa"/>
          </w:tcPr>
          <w:p w:rsid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br/>
            </w: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Ik heb wel een eeuw op je staan wachten.</w:t>
            </w:r>
          </w:p>
        </w:tc>
      </w:tr>
      <w:tr w:rsidR="00FB0BB4" w:rsidRPr="00FB0BB4" w:rsidTr="001F074A">
        <w:tc>
          <w:tcPr>
            <w:tcW w:w="3020" w:type="dxa"/>
          </w:tcPr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FB0BB4" w:rsidRPr="00FB0BB4" w:rsidRDefault="00FB0BB4" w:rsidP="00FB0BB4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FB0BB4" w:rsidRPr="00FB0BB4" w:rsidRDefault="00FB0BB4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FB0BB4" w:rsidRPr="00FB0BB4" w:rsidRDefault="00FB0BB4" w:rsidP="00FB0BB4">
            <w:pPr>
              <w:jc w:val="center"/>
              <w:rPr>
                <w:sz w:val="28"/>
                <w:szCs w:val="28"/>
              </w:rPr>
            </w:pPr>
          </w:p>
        </w:tc>
      </w:tr>
      <w:tr w:rsidR="001F074A" w:rsidRPr="00FB0BB4" w:rsidTr="001F074A">
        <w:tc>
          <w:tcPr>
            <w:tcW w:w="3020" w:type="dxa"/>
          </w:tcPr>
          <w:p w:rsidR="00FB0BB4" w:rsidRDefault="00FB0BB4" w:rsidP="00FB0BB4">
            <w:pPr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De hardloper lag van het begin tot het einde aan kop.</w:t>
            </w: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FB0BB4" w:rsidRP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In het  stille dal  knettert het overal.</w:t>
            </w: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Het was een prachtig feest voor groot en klein.</w:t>
            </w:r>
          </w:p>
        </w:tc>
      </w:tr>
      <w:tr w:rsidR="001F074A" w:rsidRPr="00FB0BB4" w:rsidTr="001F074A">
        <w:tc>
          <w:tcPr>
            <w:tcW w:w="3020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FB0BB4" w:rsidP="00FB0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 w:rsidR="001F074A" w:rsidRPr="00FB0BB4">
              <w:rPr>
                <w:sz w:val="28"/>
                <w:szCs w:val="28"/>
              </w:rPr>
              <w:t>Schrijven is de kunst van het  schrappen.</w:t>
            </w:r>
          </w:p>
          <w:p w:rsidR="001F074A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FB0BB4" w:rsidRPr="00FB0BB4" w:rsidRDefault="00FB0BB4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Weinig alcohol kan te veel zijn.</w:t>
            </w: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Veel rijke mensen zijn arm.</w:t>
            </w:r>
          </w:p>
        </w:tc>
      </w:tr>
      <w:tr w:rsidR="001F074A" w:rsidRPr="00FB0BB4" w:rsidTr="001F074A">
        <w:tc>
          <w:tcPr>
            <w:tcW w:w="3020" w:type="dxa"/>
          </w:tcPr>
          <w:p w:rsidR="001F074A" w:rsidRPr="00FB0BB4" w:rsidRDefault="007B62A6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“</w:t>
            </w:r>
            <w:r w:rsidR="001F074A" w:rsidRPr="00FB0BB4">
              <w:rPr>
                <w:sz w:val="28"/>
                <w:szCs w:val="28"/>
              </w:rPr>
              <w:t>Gelukkig zoek</w:t>
            </w:r>
            <w:r w:rsidRPr="00FB0BB4">
              <w:rPr>
                <w:sz w:val="28"/>
                <w:szCs w:val="28"/>
              </w:rPr>
              <w:t>t de gemeente nog vuilnismannen”</w:t>
            </w:r>
            <w:r w:rsidR="001F074A" w:rsidRPr="00FB0BB4">
              <w:rPr>
                <w:sz w:val="28"/>
                <w:szCs w:val="28"/>
              </w:rPr>
              <w:t>, zei de docent tegen de ongemotiveerde leerling.</w:t>
            </w: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7B62A6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“</w:t>
            </w:r>
            <w:r w:rsidR="00FB0BB4">
              <w:rPr>
                <w:sz w:val="28"/>
                <w:szCs w:val="28"/>
              </w:rPr>
              <w:t>Lekker weertje, hè?</w:t>
            </w:r>
            <w:r w:rsidRPr="00FB0BB4">
              <w:rPr>
                <w:sz w:val="28"/>
                <w:szCs w:val="28"/>
              </w:rPr>
              <w:t>”</w:t>
            </w:r>
            <w:r w:rsidR="001F074A" w:rsidRPr="00FB0BB4">
              <w:rPr>
                <w:sz w:val="28"/>
                <w:szCs w:val="28"/>
              </w:rPr>
              <w:t>, zei de trainer toen we in de spoelende regen liepen.</w:t>
            </w: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De gestrande treinreiziger vroeg de conducteur of de vertraging, misschien te wijten was aan de dreigende motregen.</w:t>
            </w:r>
          </w:p>
        </w:tc>
      </w:tr>
      <w:tr w:rsidR="001F074A" w:rsidRPr="00FB0BB4" w:rsidTr="001F074A">
        <w:tc>
          <w:tcPr>
            <w:tcW w:w="3020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FB0BB4" w:rsidP="00FB0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 w:rsidR="001F074A" w:rsidRPr="00FB0BB4">
              <w:rPr>
                <w:sz w:val="28"/>
                <w:szCs w:val="28"/>
              </w:rPr>
              <w:t>Wie wil er nou niet gelukkig worden?</w:t>
            </w: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FB0BB4" w:rsidP="00FB0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 w:rsidR="001F074A" w:rsidRPr="00FB0BB4">
              <w:rPr>
                <w:sz w:val="28"/>
                <w:szCs w:val="28"/>
              </w:rPr>
              <w:t>Liggen we hier niet lekker?</w:t>
            </w: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Hebben wij dat niet allemaal wel eens gewild?</w:t>
            </w:r>
          </w:p>
        </w:tc>
      </w:tr>
      <w:tr w:rsidR="001F074A" w:rsidRPr="00FB0BB4" w:rsidTr="001F074A">
        <w:tc>
          <w:tcPr>
            <w:tcW w:w="3020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7B62A6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“Laat je niet kisten”</w:t>
            </w:r>
            <w:r w:rsidR="001F074A" w:rsidRPr="00FB0BB4">
              <w:rPr>
                <w:sz w:val="28"/>
                <w:szCs w:val="28"/>
              </w:rPr>
              <w:t>, zei de begrafenisondernemer.</w:t>
            </w: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De spaarlamp werpt nieuw licht op de techniek.</w:t>
            </w: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FB0BB4" w:rsidP="00FB0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 w:rsidR="001F074A" w:rsidRPr="00FB0BB4">
              <w:rPr>
                <w:sz w:val="28"/>
                <w:szCs w:val="28"/>
              </w:rPr>
              <w:t>De psychiater wil niet gestoord worden.</w:t>
            </w:r>
          </w:p>
        </w:tc>
      </w:tr>
      <w:tr w:rsidR="001F074A" w:rsidRPr="00FB0BB4" w:rsidTr="001F074A">
        <w:tc>
          <w:tcPr>
            <w:tcW w:w="3020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Default="00FB0BB4" w:rsidP="00FB0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 w:rsidR="001F074A" w:rsidRPr="00FB0BB4">
              <w:rPr>
                <w:sz w:val="28"/>
                <w:szCs w:val="28"/>
              </w:rPr>
              <w:t>Lachen  als  een boer die kiespijn heeft.</w:t>
            </w:r>
          </w:p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FB0BB4" w:rsidRPr="00FB0BB4" w:rsidRDefault="00FB0BB4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Wat zit jij mistig te kijken.</w:t>
            </w: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FB0BB4" w:rsidRDefault="00FB0BB4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Gisteren dronk hij een  glaasje te veel.</w:t>
            </w: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</w:tc>
      </w:tr>
      <w:tr w:rsidR="001F074A" w:rsidRPr="00FB0BB4" w:rsidTr="001F074A">
        <w:tc>
          <w:tcPr>
            <w:tcW w:w="3020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Hij werd kwaad, woedend, nee, witheet toen hij dat zag.</w:t>
            </w: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Hij voldoet, neen... doet het goed, neen... uitstekend, neen... hij is de allerbeste.</w:t>
            </w: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Onze afdeling heeft contacten in de Benelux, maar ook in Frankrijk, en zelfs in Amerika.</w:t>
            </w:r>
          </w:p>
        </w:tc>
      </w:tr>
      <w:tr w:rsidR="001F074A" w:rsidRPr="00FB0BB4" w:rsidTr="001F074A">
        <w:tc>
          <w:tcPr>
            <w:tcW w:w="3020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Hij won de marathon van Eindhoven, van Londen, van New York en die van Bakel.</w:t>
            </w: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Hij is wereldberoemd, nou ja... in Nederland, in onze stad dan. Ik bedoel: ik heb van hem gehoord.</w:t>
            </w:r>
          </w:p>
        </w:tc>
        <w:tc>
          <w:tcPr>
            <w:tcW w:w="3021" w:type="dxa"/>
          </w:tcPr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</w:p>
          <w:p w:rsidR="001F074A" w:rsidRPr="00FB0BB4" w:rsidRDefault="001F074A" w:rsidP="00FB0BB4">
            <w:pPr>
              <w:jc w:val="center"/>
              <w:rPr>
                <w:sz w:val="28"/>
                <w:szCs w:val="28"/>
              </w:rPr>
            </w:pPr>
            <w:r w:rsidRPr="00FB0BB4">
              <w:rPr>
                <w:sz w:val="28"/>
                <w:szCs w:val="28"/>
              </w:rPr>
              <w:t>Het is schitterend, prachtig, mooi, eigenlijk best aardig.</w:t>
            </w:r>
          </w:p>
        </w:tc>
      </w:tr>
    </w:tbl>
    <w:p w:rsidR="00A5196A" w:rsidRPr="00FB0BB4" w:rsidRDefault="00A5196A" w:rsidP="00FB0BB4">
      <w:pPr>
        <w:jc w:val="center"/>
        <w:rPr>
          <w:sz w:val="28"/>
          <w:szCs w:val="28"/>
        </w:rPr>
      </w:pPr>
    </w:p>
    <w:p w:rsidR="00211ACA" w:rsidRPr="00FB0BB4" w:rsidRDefault="00211ACA" w:rsidP="00FB0BB4">
      <w:pPr>
        <w:jc w:val="center"/>
        <w:rPr>
          <w:sz w:val="28"/>
          <w:szCs w:val="28"/>
        </w:rPr>
      </w:pPr>
    </w:p>
    <w:sectPr w:rsidR="00211ACA" w:rsidRPr="00FB0BB4" w:rsidSect="001F07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5405E"/>
    <w:multiLevelType w:val="hybridMultilevel"/>
    <w:tmpl w:val="DD828354"/>
    <w:lvl w:ilvl="0" w:tplc="4BBCFF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61"/>
    <w:rsid w:val="001C63BC"/>
    <w:rsid w:val="001F074A"/>
    <w:rsid w:val="00211ACA"/>
    <w:rsid w:val="00313DED"/>
    <w:rsid w:val="004317F3"/>
    <w:rsid w:val="004403BA"/>
    <w:rsid w:val="0066321F"/>
    <w:rsid w:val="007B62A6"/>
    <w:rsid w:val="00861DDD"/>
    <w:rsid w:val="00A5196A"/>
    <w:rsid w:val="00A6254C"/>
    <w:rsid w:val="00A84D79"/>
    <w:rsid w:val="00B32E10"/>
    <w:rsid w:val="00EC0861"/>
    <w:rsid w:val="00FB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0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40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8B533A3F</Template>
  <TotalTime>0</TotalTime>
  <Pages>3</Pages>
  <Words>453</Words>
  <Characters>2495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elske mientjes</dc:creator>
  <cp:lastModifiedBy>Elske Mientjes</cp:lastModifiedBy>
  <cp:revision>2</cp:revision>
  <dcterms:created xsi:type="dcterms:W3CDTF">2015-01-06T13:01:00Z</dcterms:created>
  <dcterms:modified xsi:type="dcterms:W3CDTF">2015-01-06T13:01:00Z</dcterms:modified>
</cp:coreProperties>
</file>