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84" w:rsidRPr="00A71F57" w:rsidRDefault="00DF0E30">
      <w:pPr>
        <w:rPr>
          <w:b/>
          <w:sz w:val="28"/>
          <w:szCs w:val="28"/>
        </w:rPr>
      </w:pPr>
      <w:r w:rsidRPr="00093B01">
        <w:rPr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 wp14:anchorId="5AD65617" wp14:editId="6BB190F0">
            <wp:simplePos x="0" y="0"/>
            <wp:positionH relativeFrom="column">
              <wp:posOffset>5205730</wp:posOffset>
            </wp:positionH>
            <wp:positionV relativeFrom="paragraph">
              <wp:posOffset>-59690</wp:posOffset>
            </wp:positionV>
            <wp:extent cx="1762125" cy="771525"/>
            <wp:effectExtent l="0" t="0" r="9525" b="9525"/>
            <wp:wrapSquare wrapText="bothSides"/>
            <wp:docPr id="1" name="Afbeelding 1" descr="campus_fc_logo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mpus_fc_logo[2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67DD" w:rsidRPr="00093B01">
        <w:rPr>
          <w:b/>
          <w:sz w:val="28"/>
          <w:szCs w:val="28"/>
        </w:rPr>
        <w:t>F</w:t>
      </w:r>
      <w:r w:rsidR="000334A5" w:rsidRPr="00093B01">
        <w:rPr>
          <w:b/>
          <w:sz w:val="28"/>
          <w:szCs w:val="28"/>
        </w:rPr>
        <w:t>ormulier kennismakingsgesprek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29"/>
        <w:gridCol w:w="2452"/>
        <w:gridCol w:w="1774"/>
        <w:gridCol w:w="1379"/>
      </w:tblGrid>
      <w:tr w:rsidR="00F867DD" w:rsidRPr="00A05584" w:rsidTr="00A05584">
        <w:tc>
          <w:tcPr>
            <w:tcW w:w="9288" w:type="dxa"/>
            <w:gridSpan w:val="4"/>
          </w:tcPr>
          <w:p w:rsidR="00F867DD" w:rsidRPr="00A05584" w:rsidRDefault="000334A5">
            <w:pPr>
              <w:rPr>
                <w:b/>
              </w:rPr>
            </w:pPr>
            <w:bookmarkStart w:id="0" w:name="_GoBack"/>
            <w:r w:rsidRPr="00A05584">
              <w:rPr>
                <w:b/>
              </w:rPr>
              <w:t>Persoonlijke gegevens</w:t>
            </w:r>
          </w:p>
          <w:bookmarkEnd w:id="0"/>
          <w:p w:rsidR="000334A5" w:rsidRPr="00A05584" w:rsidRDefault="000334A5">
            <w:pPr>
              <w:rPr>
                <w:b/>
              </w:rPr>
            </w:pPr>
          </w:p>
        </w:tc>
      </w:tr>
      <w:tr w:rsidR="000334A5" w:rsidRPr="00A05584" w:rsidTr="00A05584">
        <w:tc>
          <w:tcPr>
            <w:tcW w:w="2629" w:type="dxa"/>
          </w:tcPr>
          <w:p w:rsidR="000334A5" w:rsidRPr="00A05584" w:rsidRDefault="000334A5">
            <w:pPr>
              <w:rPr>
                <w:b/>
              </w:rPr>
            </w:pPr>
            <w:r w:rsidRPr="00A05584">
              <w:rPr>
                <w:b/>
              </w:rPr>
              <w:t>Deelnemer</w:t>
            </w:r>
          </w:p>
          <w:p w:rsidR="000334A5" w:rsidRPr="00A05584" w:rsidRDefault="000334A5">
            <w:pPr>
              <w:rPr>
                <w:b/>
              </w:rPr>
            </w:pPr>
          </w:p>
        </w:tc>
        <w:tc>
          <w:tcPr>
            <w:tcW w:w="3008" w:type="dxa"/>
          </w:tcPr>
          <w:p w:rsidR="000334A5" w:rsidRPr="00A05584" w:rsidRDefault="000334A5">
            <w:pPr>
              <w:rPr>
                <w:b/>
              </w:rPr>
            </w:pPr>
          </w:p>
        </w:tc>
        <w:tc>
          <w:tcPr>
            <w:tcW w:w="1984" w:type="dxa"/>
          </w:tcPr>
          <w:p w:rsidR="000334A5" w:rsidRPr="00A05584" w:rsidRDefault="000334A5">
            <w:pPr>
              <w:rPr>
                <w:b/>
              </w:rPr>
            </w:pPr>
            <w:r w:rsidRPr="00A05584">
              <w:rPr>
                <w:b/>
              </w:rPr>
              <w:t>Periode gesprek</w:t>
            </w:r>
          </w:p>
        </w:tc>
        <w:tc>
          <w:tcPr>
            <w:tcW w:w="1667" w:type="dxa"/>
          </w:tcPr>
          <w:p w:rsidR="000334A5" w:rsidRPr="00A05584" w:rsidRDefault="000334A5">
            <w:pPr>
              <w:rPr>
                <w:b/>
              </w:rPr>
            </w:pPr>
          </w:p>
        </w:tc>
      </w:tr>
      <w:tr w:rsidR="000334A5" w:rsidRPr="00A05584" w:rsidTr="00A05584">
        <w:tc>
          <w:tcPr>
            <w:tcW w:w="2629" w:type="dxa"/>
          </w:tcPr>
          <w:p w:rsidR="000334A5" w:rsidRPr="00A05584" w:rsidRDefault="000334A5">
            <w:pPr>
              <w:rPr>
                <w:b/>
              </w:rPr>
            </w:pPr>
            <w:r w:rsidRPr="00A05584">
              <w:rPr>
                <w:b/>
              </w:rPr>
              <w:t>Studieloopbaanbegeleider</w:t>
            </w:r>
          </w:p>
          <w:p w:rsidR="000334A5" w:rsidRPr="00A05584" w:rsidRDefault="000334A5">
            <w:pPr>
              <w:rPr>
                <w:b/>
              </w:rPr>
            </w:pPr>
          </w:p>
        </w:tc>
        <w:tc>
          <w:tcPr>
            <w:tcW w:w="3008" w:type="dxa"/>
          </w:tcPr>
          <w:p w:rsidR="000334A5" w:rsidRPr="00A05584" w:rsidRDefault="000334A5">
            <w:pPr>
              <w:rPr>
                <w:b/>
              </w:rPr>
            </w:pPr>
          </w:p>
        </w:tc>
        <w:tc>
          <w:tcPr>
            <w:tcW w:w="1984" w:type="dxa"/>
          </w:tcPr>
          <w:p w:rsidR="000334A5" w:rsidRPr="00A05584" w:rsidRDefault="000334A5">
            <w:pPr>
              <w:rPr>
                <w:b/>
              </w:rPr>
            </w:pPr>
            <w:r w:rsidRPr="00A05584">
              <w:rPr>
                <w:b/>
              </w:rPr>
              <w:t>Datum gesprek</w:t>
            </w:r>
          </w:p>
        </w:tc>
        <w:tc>
          <w:tcPr>
            <w:tcW w:w="1667" w:type="dxa"/>
          </w:tcPr>
          <w:p w:rsidR="000334A5" w:rsidRPr="00A05584" w:rsidRDefault="000334A5">
            <w:pPr>
              <w:rPr>
                <w:b/>
              </w:rPr>
            </w:pPr>
          </w:p>
        </w:tc>
      </w:tr>
    </w:tbl>
    <w:p w:rsidR="0095248A" w:rsidRDefault="0095248A" w:rsidP="000334A5">
      <w:pPr>
        <w:jc w:val="center"/>
        <w:rPr>
          <w:b/>
        </w:rPr>
      </w:pPr>
    </w:p>
    <w:p w:rsidR="000334A5" w:rsidRPr="00A05584" w:rsidRDefault="000334A5" w:rsidP="000334A5">
      <w:pPr>
        <w:jc w:val="center"/>
        <w:rPr>
          <w:b/>
        </w:rPr>
      </w:pPr>
      <w:r w:rsidRPr="00A05584">
        <w:rPr>
          <w:b/>
        </w:rPr>
        <w:t>Gesprekspunten:</w:t>
      </w:r>
    </w:p>
    <w:tbl>
      <w:tblPr>
        <w:tblStyle w:val="Tabelraster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0334A5" w:rsidRPr="00A05584" w:rsidTr="00A71F57">
        <w:tc>
          <w:tcPr>
            <w:tcW w:w="10598" w:type="dxa"/>
          </w:tcPr>
          <w:p w:rsidR="000334A5" w:rsidRPr="00A05584" w:rsidRDefault="000334A5" w:rsidP="000334A5">
            <w:pPr>
              <w:rPr>
                <w:b/>
              </w:rPr>
            </w:pPr>
            <w:r w:rsidRPr="00A05584">
              <w:rPr>
                <w:b/>
              </w:rPr>
              <w:t>Gezinssituatie:</w:t>
            </w:r>
          </w:p>
        </w:tc>
      </w:tr>
      <w:tr w:rsidR="000334A5" w:rsidRPr="00A05584" w:rsidTr="00A71F57">
        <w:tc>
          <w:tcPr>
            <w:tcW w:w="10598" w:type="dxa"/>
          </w:tcPr>
          <w:p w:rsidR="000334A5" w:rsidRPr="00A05584" w:rsidRDefault="000334A5" w:rsidP="000334A5">
            <w:pPr>
              <w:rPr>
                <w:b/>
              </w:rPr>
            </w:pPr>
          </w:p>
          <w:p w:rsidR="000334A5" w:rsidRPr="00A05584" w:rsidRDefault="000334A5" w:rsidP="000334A5">
            <w:pPr>
              <w:rPr>
                <w:b/>
              </w:rPr>
            </w:pPr>
          </w:p>
          <w:p w:rsidR="00A05584" w:rsidRDefault="00A05584" w:rsidP="000334A5">
            <w:pPr>
              <w:rPr>
                <w:b/>
              </w:rPr>
            </w:pPr>
          </w:p>
          <w:p w:rsidR="00A05584" w:rsidRPr="00A05584" w:rsidRDefault="00A05584" w:rsidP="000334A5">
            <w:pPr>
              <w:rPr>
                <w:b/>
              </w:rPr>
            </w:pPr>
          </w:p>
          <w:p w:rsidR="000334A5" w:rsidRPr="00A05584" w:rsidRDefault="000334A5" w:rsidP="000334A5">
            <w:pPr>
              <w:rPr>
                <w:b/>
              </w:rPr>
            </w:pPr>
          </w:p>
        </w:tc>
      </w:tr>
      <w:tr w:rsidR="000334A5" w:rsidRPr="00A05584" w:rsidTr="00A71F57">
        <w:tc>
          <w:tcPr>
            <w:tcW w:w="10598" w:type="dxa"/>
          </w:tcPr>
          <w:p w:rsidR="000334A5" w:rsidRPr="00A05584" w:rsidRDefault="000334A5" w:rsidP="000334A5">
            <w:pPr>
              <w:rPr>
                <w:b/>
              </w:rPr>
            </w:pPr>
            <w:r w:rsidRPr="00A05584">
              <w:rPr>
                <w:b/>
              </w:rPr>
              <w:t>Sociale situatie:</w:t>
            </w:r>
          </w:p>
        </w:tc>
      </w:tr>
      <w:tr w:rsidR="000334A5" w:rsidRPr="00A05584" w:rsidTr="00A71F57">
        <w:tc>
          <w:tcPr>
            <w:tcW w:w="10598" w:type="dxa"/>
          </w:tcPr>
          <w:p w:rsidR="000334A5" w:rsidRPr="00A05584" w:rsidRDefault="000334A5" w:rsidP="000334A5">
            <w:pPr>
              <w:rPr>
                <w:b/>
              </w:rPr>
            </w:pPr>
          </w:p>
          <w:p w:rsidR="000334A5" w:rsidRDefault="000334A5" w:rsidP="000334A5">
            <w:pPr>
              <w:rPr>
                <w:b/>
              </w:rPr>
            </w:pPr>
          </w:p>
          <w:p w:rsidR="00A71F57" w:rsidRDefault="00A71F57" w:rsidP="000334A5">
            <w:pPr>
              <w:rPr>
                <w:b/>
              </w:rPr>
            </w:pPr>
          </w:p>
          <w:p w:rsidR="00A05584" w:rsidRPr="00A05584" w:rsidRDefault="00A05584" w:rsidP="000334A5">
            <w:pPr>
              <w:rPr>
                <w:b/>
              </w:rPr>
            </w:pPr>
          </w:p>
          <w:p w:rsidR="000334A5" w:rsidRPr="00A05584" w:rsidRDefault="000334A5" w:rsidP="000334A5">
            <w:pPr>
              <w:rPr>
                <w:b/>
              </w:rPr>
            </w:pPr>
          </w:p>
        </w:tc>
      </w:tr>
      <w:tr w:rsidR="000334A5" w:rsidRPr="00A05584" w:rsidTr="00A71F57">
        <w:tc>
          <w:tcPr>
            <w:tcW w:w="10598" w:type="dxa"/>
          </w:tcPr>
          <w:p w:rsidR="000334A5" w:rsidRPr="00A05584" w:rsidRDefault="000334A5" w:rsidP="000334A5">
            <w:pPr>
              <w:rPr>
                <w:b/>
              </w:rPr>
            </w:pPr>
            <w:r w:rsidRPr="00A05584">
              <w:rPr>
                <w:b/>
              </w:rPr>
              <w:t>Vooropleiding en schoolbeleving tot nu toe</w:t>
            </w:r>
          </w:p>
        </w:tc>
      </w:tr>
      <w:tr w:rsidR="000334A5" w:rsidRPr="00A05584" w:rsidTr="00A71F57">
        <w:tc>
          <w:tcPr>
            <w:tcW w:w="10598" w:type="dxa"/>
          </w:tcPr>
          <w:p w:rsidR="000334A5" w:rsidRPr="00A05584" w:rsidRDefault="000334A5" w:rsidP="000334A5">
            <w:pPr>
              <w:rPr>
                <w:b/>
              </w:rPr>
            </w:pPr>
          </w:p>
          <w:p w:rsidR="000334A5" w:rsidRDefault="000334A5" w:rsidP="000334A5">
            <w:pPr>
              <w:rPr>
                <w:b/>
              </w:rPr>
            </w:pPr>
          </w:p>
          <w:p w:rsidR="00A05584" w:rsidRPr="00A05584" w:rsidRDefault="00A05584" w:rsidP="000334A5">
            <w:pPr>
              <w:rPr>
                <w:b/>
              </w:rPr>
            </w:pPr>
          </w:p>
          <w:p w:rsidR="000334A5" w:rsidRPr="00A05584" w:rsidRDefault="000334A5" w:rsidP="000334A5">
            <w:pPr>
              <w:rPr>
                <w:b/>
              </w:rPr>
            </w:pPr>
          </w:p>
        </w:tc>
      </w:tr>
      <w:tr w:rsidR="000334A5" w:rsidRPr="00A05584" w:rsidTr="00A71F57">
        <w:tc>
          <w:tcPr>
            <w:tcW w:w="10598" w:type="dxa"/>
          </w:tcPr>
          <w:p w:rsidR="000334A5" w:rsidRPr="00A05584" w:rsidRDefault="000334A5" w:rsidP="000334A5">
            <w:pPr>
              <w:rPr>
                <w:b/>
              </w:rPr>
            </w:pPr>
            <w:r w:rsidRPr="00A05584">
              <w:rPr>
                <w:b/>
              </w:rPr>
              <w:t>Vrijetijdsbesteding:</w:t>
            </w:r>
          </w:p>
        </w:tc>
      </w:tr>
      <w:tr w:rsidR="000334A5" w:rsidRPr="00A05584" w:rsidTr="00A71F57">
        <w:tc>
          <w:tcPr>
            <w:tcW w:w="10598" w:type="dxa"/>
          </w:tcPr>
          <w:p w:rsidR="000334A5" w:rsidRDefault="000334A5" w:rsidP="000334A5">
            <w:pPr>
              <w:rPr>
                <w:b/>
              </w:rPr>
            </w:pPr>
          </w:p>
          <w:p w:rsidR="00A05584" w:rsidRDefault="00A05584" w:rsidP="000334A5">
            <w:pPr>
              <w:rPr>
                <w:b/>
              </w:rPr>
            </w:pPr>
          </w:p>
          <w:p w:rsidR="00A05584" w:rsidRDefault="00A05584" w:rsidP="000334A5">
            <w:pPr>
              <w:rPr>
                <w:b/>
              </w:rPr>
            </w:pPr>
          </w:p>
          <w:p w:rsidR="00A71F57" w:rsidRDefault="00A71F57" w:rsidP="000334A5">
            <w:pPr>
              <w:rPr>
                <w:b/>
              </w:rPr>
            </w:pPr>
          </w:p>
          <w:p w:rsidR="00A05584" w:rsidRPr="00A05584" w:rsidRDefault="00A05584" w:rsidP="000334A5">
            <w:pPr>
              <w:rPr>
                <w:b/>
              </w:rPr>
            </w:pPr>
          </w:p>
        </w:tc>
      </w:tr>
      <w:tr w:rsidR="000334A5" w:rsidRPr="00A05584" w:rsidTr="00A71F57">
        <w:tc>
          <w:tcPr>
            <w:tcW w:w="10598" w:type="dxa"/>
          </w:tcPr>
          <w:p w:rsidR="000334A5" w:rsidRPr="00A05584" w:rsidRDefault="000334A5" w:rsidP="000334A5">
            <w:pPr>
              <w:rPr>
                <w:b/>
              </w:rPr>
            </w:pPr>
            <w:r w:rsidRPr="00A05584">
              <w:rPr>
                <w:b/>
              </w:rPr>
              <w:t>Eventuele leerproblemen:</w:t>
            </w:r>
          </w:p>
        </w:tc>
      </w:tr>
      <w:tr w:rsidR="000334A5" w:rsidRPr="00A05584" w:rsidTr="00A71F57">
        <w:tc>
          <w:tcPr>
            <w:tcW w:w="10598" w:type="dxa"/>
          </w:tcPr>
          <w:p w:rsidR="000334A5" w:rsidRDefault="000334A5" w:rsidP="000334A5">
            <w:pPr>
              <w:rPr>
                <w:b/>
              </w:rPr>
            </w:pPr>
          </w:p>
          <w:p w:rsidR="00A05584" w:rsidRDefault="00A05584" w:rsidP="000334A5">
            <w:pPr>
              <w:rPr>
                <w:b/>
              </w:rPr>
            </w:pPr>
          </w:p>
          <w:p w:rsidR="00A05584" w:rsidRDefault="00A05584" w:rsidP="000334A5">
            <w:pPr>
              <w:rPr>
                <w:b/>
              </w:rPr>
            </w:pPr>
          </w:p>
          <w:p w:rsidR="00A05584" w:rsidRDefault="00A05584" w:rsidP="000334A5">
            <w:pPr>
              <w:rPr>
                <w:b/>
              </w:rPr>
            </w:pPr>
          </w:p>
          <w:p w:rsidR="00A05584" w:rsidRPr="00A05584" w:rsidRDefault="00A05584" w:rsidP="000334A5">
            <w:pPr>
              <w:rPr>
                <w:b/>
              </w:rPr>
            </w:pPr>
          </w:p>
        </w:tc>
      </w:tr>
      <w:tr w:rsidR="000334A5" w:rsidRPr="00A05584" w:rsidTr="00A71F57">
        <w:tc>
          <w:tcPr>
            <w:tcW w:w="10598" w:type="dxa"/>
          </w:tcPr>
          <w:p w:rsidR="000334A5" w:rsidRPr="00A05584" w:rsidRDefault="000334A5" w:rsidP="000334A5">
            <w:pPr>
              <w:rPr>
                <w:b/>
              </w:rPr>
            </w:pPr>
            <w:r w:rsidRPr="00A05584">
              <w:rPr>
                <w:b/>
              </w:rPr>
              <w:t>Opmerkingen:</w:t>
            </w:r>
          </w:p>
        </w:tc>
      </w:tr>
      <w:tr w:rsidR="00A05584" w:rsidRPr="00A05584" w:rsidTr="00A71F57">
        <w:tc>
          <w:tcPr>
            <w:tcW w:w="10598" w:type="dxa"/>
          </w:tcPr>
          <w:p w:rsidR="00A05584" w:rsidRDefault="00A05584" w:rsidP="000334A5">
            <w:pPr>
              <w:rPr>
                <w:b/>
              </w:rPr>
            </w:pPr>
          </w:p>
          <w:p w:rsidR="00A05584" w:rsidRDefault="00A05584" w:rsidP="000334A5">
            <w:pPr>
              <w:rPr>
                <w:b/>
              </w:rPr>
            </w:pPr>
          </w:p>
          <w:p w:rsidR="00A71F57" w:rsidRDefault="00A71F57" w:rsidP="000334A5">
            <w:pPr>
              <w:rPr>
                <w:b/>
              </w:rPr>
            </w:pPr>
          </w:p>
          <w:p w:rsidR="00A05584" w:rsidRDefault="00A05584" w:rsidP="000334A5">
            <w:pPr>
              <w:rPr>
                <w:b/>
              </w:rPr>
            </w:pPr>
          </w:p>
          <w:p w:rsidR="00A05584" w:rsidRPr="00A05584" w:rsidRDefault="00A05584" w:rsidP="000334A5">
            <w:pPr>
              <w:rPr>
                <w:b/>
              </w:rPr>
            </w:pPr>
          </w:p>
        </w:tc>
      </w:tr>
    </w:tbl>
    <w:p w:rsidR="00A71F57" w:rsidRDefault="00A71F57" w:rsidP="000334A5">
      <w:pPr>
        <w:rPr>
          <w:b/>
        </w:rPr>
      </w:pPr>
    </w:p>
    <w:p w:rsidR="00A05584" w:rsidRDefault="000334A5" w:rsidP="000334A5">
      <w:pPr>
        <w:rPr>
          <w:b/>
        </w:rPr>
      </w:pPr>
      <w:r w:rsidRPr="00A05584">
        <w:rPr>
          <w:b/>
        </w:rPr>
        <w:t>Plaats: ……………………………………………..</w:t>
      </w:r>
      <w:r w:rsidRPr="00A05584">
        <w:rPr>
          <w:b/>
        </w:rPr>
        <w:tab/>
      </w:r>
      <w:r w:rsidRPr="00A05584">
        <w:rPr>
          <w:b/>
        </w:rPr>
        <w:tab/>
      </w:r>
      <w:r w:rsidRPr="00A05584">
        <w:rPr>
          <w:b/>
        </w:rPr>
        <w:tab/>
        <w:t>Datum: …………………………………………</w:t>
      </w:r>
    </w:p>
    <w:p w:rsidR="0097198A" w:rsidRDefault="00A05584">
      <w:pPr>
        <w:rPr>
          <w:b/>
        </w:rPr>
      </w:pPr>
      <w:r>
        <w:rPr>
          <w:b/>
        </w:rPr>
        <w:t>Handtekening leerling: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71F57">
        <w:rPr>
          <w:b/>
        </w:rPr>
        <w:t>Handtekening studieloopbaanbegeleider:</w:t>
      </w:r>
    </w:p>
    <w:p w:rsidR="00A71F57" w:rsidRDefault="00A71F57">
      <w:pPr>
        <w:rPr>
          <w:b/>
        </w:rPr>
      </w:pPr>
    </w:p>
    <w:p w:rsidR="00A71F57" w:rsidRPr="00A05584" w:rsidRDefault="00A71F57">
      <w:pPr>
        <w:rPr>
          <w:b/>
        </w:rPr>
      </w:pPr>
      <w:r>
        <w:rPr>
          <w:b/>
        </w:rPr>
        <w:t>………………………………………………………….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………………………………………………………………..</w:t>
      </w:r>
    </w:p>
    <w:sectPr w:rsidR="00A71F57" w:rsidRPr="00A05584" w:rsidSect="00A0558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7DD" w:rsidRDefault="00F867DD" w:rsidP="00F867DD">
      <w:pPr>
        <w:spacing w:after="0" w:line="240" w:lineRule="auto"/>
      </w:pPr>
      <w:r>
        <w:separator/>
      </w:r>
    </w:p>
  </w:endnote>
  <w:endnote w:type="continuationSeparator" w:id="0">
    <w:p w:rsidR="00F867DD" w:rsidRDefault="00F867DD" w:rsidP="00F86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7DD" w:rsidRDefault="00F867DD" w:rsidP="00F867DD">
      <w:pPr>
        <w:spacing w:after="0" w:line="240" w:lineRule="auto"/>
      </w:pPr>
      <w:r>
        <w:separator/>
      </w:r>
    </w:p>
  </w:footnote>
  <w:footnote w:type="continuationSeparator" w:id="0">
    <w:p w:rsidR="00F867DD" w:rsidRDefault="00F867DD" w:rsidP="00F86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DD"/>
    <w:rsid w:val="000334A5"/>
    <w:rsid w:val="00093B01"/>
    <w:rsid w:val="00145922"/>
    <w:rsid w:val="004F0ACE"/>
    <w:rsid w:val="005915AC"/>
    <w:rsid w:val="0095248A"/>
    <w:rsid w:val="0097198A"/>
    <w:rsid w:val="00A05584"/>
    <w:rsid w:val="00A71F57"/>
    <w:rsid w:val="00C651B9"/>
    <w:rsid w:val="00DE2A9F"/>
    <w:rsid w:val="00DF0E30"/>
    <w:rsid w:val="00F8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7198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7198A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7198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8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67D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86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7198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7198A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7198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8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67D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86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147910D4</Template>
  <TotalTime>0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Kruze</dc:creator>
  <cp:lastModifiedBy>J. Kunst-Eerenstein</cp:lastModifiedBy>
  <cp:revision>3</cp:revision>
  <cp:lastPrinted>2014-09-05T07:46:00Z</cp:lastPrinted>
  <dcterms:created xsi:type="dcterms:W3CDTF">2014-09-05T12:47:00Z</dcterms:created>
  <dcterms:modified xsi:type="dcterms:W3CDTF">2014-09-05T12:48:00Z</dcterms:modified>
</cp:coreProperties>
</file>