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38" w:rsidRDefault="00B42524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Les 1 </w:t>
      </w:r>
      <w:r w:rsidR="003F1538">
        <w:rPr>
          <w:rFonts w:ascii="Verdana" w:hAnsi="Verdana"/>
          <w:b/>
        </w:rPr>
        <w:t xml:space="preserve">Opdrachten. </w:t>
      </w:r>
      <w:r>
        <w:rPr>
          <w:rFonts w:ascii="Verdana" w:hAnsi="Verdana"/>
          <w:b/>
        </w:rPr>
        <w:br/>
      </w:r>
    </w:p>
    <w:p w:rsidR="003F1538" w:rsidRDefault="003F1538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Lees het boek, protocollen </w:t>
      </w:r>
      <w:r w:rsidR="00452657">
        <w:rPr>
          <w:rFonts w:ascii="Verdana" w:hAnsi="Verdana"/>
          <w:b/>
        </w:rPr>
        <w:t xml:space="preserve">van </w:t>
      </w:r>
      <w:proofErr w:type="spellStart"/>
      <w:r w:rsidR="00452657">
        <w:rPr>
          <w:rFonts w:ascii="Verdana" w:hAnsi="Verdana"/>
          <w:b/>
        </w:rPr>
        <w:t>Vilans</w:t>
      </w:r>
      <w:proofErr w:type="spellEnd"/>
      <w:r w:rsidR="0045265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en beantwoordt deze vragen.</w:t>
      </w:r>
      <w:r w:rsidR="00B42524">
        <w:rPr>
          <w:rFonts w:ascii="Verdana" w:hAnsi="Verdana"/>
          <w:b/>
        </w:rPr>
        <w:br/>
      </w:r>
    </w:p>
    <w:p w:rsidR="00D64173" w:rsidRPr="00B030C8" w:rsidRDefault="00D64173" w:rsidP="00D64173">
      <w:pPr>
        <w:pStyle w:val="Geenafstand"/>
        <w:rPr>
          <w:rFonts w:ascii="Verdana" w:hAnsi="Verdana"/>
          <w:b/>
        </w:rPr>
      </w:pPr>
      <w:bookmarkStart w:id="0" w:name="_GoBack"/>
      <w:bookmarkEnd w:id="0"/>
      <w:r w:rsidRPr="00B030C8">
        <w:rPr>
          <w:rFonts w:ascii="Verdana" w:hAnsi="Verdana"/>
          <w:b/>
        </w:rPr>
        <w:t>Oogdruppels of –zalf toedienen.</w:t>
      </w:r>
    </w:p>
    <w:p w:rsidR="00D64173" w:rsidRPr="00B030C8" w:rsidRDefault="00D64173" w:rsidP="00D64173">
      <w:pPr>
        <w:pStyle w:val="Geenafstand"/>
        <w:rPr>
          <w:rFonts w:ascii="Verdana" w:hAnsi="Verdana"/>
        </w:rPr>
      </w:pP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Waarop moet het oog gecontroleerd worden voordat je het oog gaat druppelen?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Beschrijf kort hoe je een vies oog schoonmaakt.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is het allerbelangrijkste bij het oog druppelen?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is belangrijk na het oog druppelen en waarom?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moet je doen bij het dragen van contactlenzen en oog druppelen en waarom?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Waar in het oog druppel of zalf je?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Als de zorgvrager oogdruppels en zalf gebruik, hoe ga je dan te werk?</w:t>
      </w:r>
    </w:p>
    <w:p w:rsidR="008C0242" w:rsidRDefault="008C0242" w:rsidP="008C0242">
      <w:pPr>
        <w:pStyle w:val="Geenafstand"/>
        <w:ind w:left="720"/>
        <w:rPr>
          <w:rFonts w:ascii="Verdana" w:hAnsi="Verdana"/>
        </w:rPr>
      </w:pPr>
    </w:p>
    <w:p w:rsidR="00D64173" w:rsidRPr="00B030C8" w:rsidRDefault="0081076B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>Neusdruppels/- spray</w:t>
      </w:r>
      <w:r w:rsidR="00C87C93">
        <w:rPr>
          <w:rFonts w:ascii="Verdana" w:hAnsi="Verdana"/>
          <w:b/>
        </w:rPr>
        <w:t xml:space="preserve">/- zalf </w:t>
      </w:r>
      <w:r w:rsidR="00D64173" w:rsidRPr="00B030C8">
        <w:rPr>
          <w:rFonts w:ascii="Verdana" w:hAnsi="Verdana"/>
          <w:b/>
        </w:rPr>
        <w:t>toedienen.</w:t>
      </w:r>
    </w:p>
    <w:p w:rsidR="00D64173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Waarom heeft iedere zorgvrager zijn eigen flesje?</w:t>
      </w:r>
    </w:p>
    <w:p w:rsidR="0081076B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Beschrijf kort de toedieningswijze van neusdruppels.</w:t>
      </w:r>
    </w:p>
    <w:p w:rsidR="0081076B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Beschrijf kort de toedieningswijze van neusspray</w:t>
      </w:r>
    </w:p>
    <w:p w:rsidR="00C87C93" w:rsidRDefault="00C87C93" w:rsidP="00C87C93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Beschrijf kort hoe </w:t>
      </w:r>
      <w:proofErr w:type="spellStart"/>
      <w:r>
        <w:rPr>
          <w:rFonts w:ascii="Verdana" w:hAnsi="Verdana"/>
        </w:rPr>
        <w:t>neuszalf</w:t>
      </w:r>
      <w:proofErr w:type="spellEnd"/>
      <w:r>
        <w:rPr>
          <w:rFonts w:ascii="Verdana" w:hAnsi="Verdana"/>
        </w:rPr>
        <w:t xml:space="preserve"> moet worden aangebracht.</w:t>
      </w:r>
    </w:p>
    <w:p w:rsidR="00D64173" w:rsidRPr="00B030C8" w:rsidRDefault="00D64173" w:rsidP="00D64173">
      <w:pPr>
        <w:pStyle w:val="Geenafstand"/>
        <w:rPr>
          <w:rFonts w:ascii="Verdana" w:hAnsi="Verdana"/>
        </w:rPr>
      </w:pPr>
    </w:p>
    <w:p w:rsidR="0019057D" w:rsidRPr="00B42524" w:rsidRDefault="00281A91">
      <w:pPr>
        <w:rPr>
          <w:rFonts w:ascii="Verdana" w:hAnsi="Verdana"/>
          <w:b/>
          <w:sz w:val="28"/>
          <w:szCs w:val="28"/>
        </w:rPr>
      </w:pPr>
      <w:r w:rsidRPr="00B42524">
        <w:rPr>
          <w:rFonts w:ascii="Verdana" w:hAnsi="Verdana"/>
          <w:b/>
          <w:sz w:val="28"/>
          <w:szCs w:val="28"/>
        </w:rPr>
        <w:t>Oordruppels toedienen.</w:t>
      </w:r>
    </w:p>
    <w:p w:rsidR="00281A91" w:rsidRDefault="00281A91" w:rsidP="00281A91">
      <w:pPr>
        <w:pStyle w:val="Geenafstand"/>
        <w:numPr>
          <w:ilvl w:val="0"/>
          <w:numId w:val="1"/>
        </w:numPr>
        <w:rPr>
          <w:rFonts w:ascii="Verdana" w:hAnsi="Verdana"/>
        </w:rPr>
      </w:pPr>
      <w:r w:rsidRPr="00B030C8">
        <w:rPr>
          <w:rFonts w:ascii="Verdana" w:hAnsi="Verdana"/>
        </w:rPr>
        <w:t>Waarom maak je zo</w:t>
      </w:r>
      <w:r w:rsidR="00D64173">
        <w:rPr>
          <w:rFonts w:ascii="Verdana" w:hAnsi="Verdana"/>
        </w:rPr>
        <w:t xml:space="preserve"> </w:t>
      </w:r>
      <w:r w:rsidRPr="00B030C8">
        <w:rPr>
          <w:rFonts w:ascii="Verdana" w:hAnsi="Verdana"/>
        </w:rPr>
        <w:t>nodig de uitwendige gehoorgang van de zorgvrager schoon?</w:t>
      </w:r>
    </w:p>
    <w:p w:rsidR="00281A91" w:rsidRDefault="00C87C93" w:rsidP="00281A91">
      <w:pPr>
        <w:pStyle w:val="Geenafstand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Beschrijf kort hoe oordruppels moet worden toegediend.</w:t>
      </w:r>
    </w:p>
    <w:p w:rsidR="002B170B" w:rsidRDefault="002B170B" w:rsidP="002B170B">
      <w:pPr>
        <w:pStyle w:val="Geenafstand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Wat is vooral belangrijk bij het toediening van oordruppels?</w:t>
      </w:r>
    </w:p>
    <w:p w:rsidR="00281A91" w:rsidRPr="00B030C8" w:rsidRDefault="00281A91" w:rsidP="00281A91">
      <w:pPr>
        <w:pStyle w:val="Geenafstand"/>
        <w:rPr>
          <w:rFonts w:ascii="Verdana" w:hAnsi="Verdana"/>
        </w:rPr>
      </w:pPr>
    </w:p>
    <w:p w:rsidR="00D64173" w:rsidRPr="0081076B" w:rsidRDefault="00A223ED">
      <w:pPr>
        <w:pStyle w:val="Geenafstand"/>
        <w:rPr>
          <w:rFonts w:ascii="Verdana" w:hAnsi="Verdana"/>
          <w:b/>
        </w:rPr>
      </w:pPr>
      <w:r w:rsidRPr="0081076B">
        <w:rPr>
          <w:rFonts w:ascii="Verdana" w:hAnsi="Verdana"/>
          <w:b/>
        </w:rPr>
        <w:t>Transdermale toedieningswijze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Leg kort uit wat dit inhoud.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Benoem waar deze toedieningswijze vooral gebruikt worden.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Benoem de aandachtspunten bij deze toedieningswijze.</w:t>
      </w:r>
    </w:p>
    <w:p w:rsidR="0081076B" w:rsidRPr="00B030C8" w:rsidRDefault="0081076B" w:rsidP="00A223ED">
      <w:pPr>
        <w:pStyle w:val="Geenafstand"/>
        <w:ind w:left="720"/>
        <w:rPr>
          <w:rFonts w:ascii="Verdana" w:hAnsi="Verdana"/>
        </w:rPr>
      </w:pPr>
    </w:p>
    <w:sectPr w:rsidR="0081076B" w:rsidRPr="00B030C8" w:rsidSect="0019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FBA"/>
    <w:multiLevelType w:val="hybridMultilevel"/>
    <w:tmpl w:val="4FECA7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F12BD"/>
    <w:multiLevelType w:val="hybridMultilevel"/>
    <w:tmpl w:val="78FE45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D7EED"/>
    <w:multiLevelType w:val="hybridMultilevel"/>
    <w:tmpl w:val="B2F63D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E15F5"/>
    <w:multiLevelType w:val="hybridMultilevel"/>
    <w:tmpl w:val="A57CF8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91E86"/>
    <w:multiLevelType w:val="hybridMultilevel"/>
    <w:tmpl w:val="AF5E1A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80348"/>
    <w:multiLevelType w:val="hybridMultilevel"/>
    <w:tmpl w:val="84985EB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847D94"/>
    <w:multiLevelType w:val="hybridMultilevel"/>
    <w:tmpl w:val="5D421E02"/>
    <w:lvl w:ilvl="0" w:tplc="F57EA3A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81FBA"/>
    <w:multiLevelType w:val="hybridMultilevel"/>
    <w:tmpl w:val="B8B69E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91"/>
    <w:rsid w:val="0019057D"/>
    <w:rsid w:val="001968EB"/>
    <w:rsid w:val="001C5FBF"/>
    <w:rsid w:val="00281A91"/>
    <w:rsid w:val="002B170B"/>
    <w:rsid w:val="003060BC"/>
    <w:rsid w:val="003F1538"/>
    <w:rsid w:val="00452657"/>
    <w:rsid w:val="0081076B"/>
    <w:rsid w:val="008C0242"/>
    <w:rsid w:val="00A223ED"/>
    <w:rsid w:val="00AB63D6"/>
    <w:rsid w:val="00B030C8"/>
    <w:rsid w:val="00B42524"/>
    <w:rsid w:val="00C87C93"/>
    <w:rsid w:val="00CA66A8"/>
    <w:rsid w:val="00D64173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C5FBF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C5FBF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DD005409</Template>
  <TotalTime>75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E. Scheltens-Flink</cp:lastModifiedBy>
  <cp:revision>11</cp:revision>
  <dcterms:created xsi:type="dcterms:W3CDTF">2015-04-18T14:37:00Z</dcterms:created>
  <dcterms:modified xsi:type="dcterms:W3CDTF">2015-04-18T15:56:00Z</dcterms:modified>
</cp:coreProperties>
</file>