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72B" w:rsidRDefault="00091557" w:rsidP="00091557">
      <w:pPr>
        <w:pStyle w:val="Titel"/>
      </w:pPr>
      <w:r>
        <w:t>Opdracht les 2 ‘bloeddruk en shock’</w:t>
      </w:r>
    </w:p>
    <w:p w:rsidR="009E6237" w:rsidRPr="0082728D" w:rsidRDefault="00577722">
      <w:pPr>
        <w:rPr>
          <w:b/>
        </w:rPr>
      </w:pPr>
      <w:r w:rsidRPr="0082728D">
        <w:rPr>
          <w:b/>
        </w:rPr>
        <w:t>Maak de volgende opdrachten aan de hand van H1.5 en H8.4</w:t>
      </w:r>
    </w:p>
    <w:p w:rsidR="008B4440" w:rsidRDefault="008B4440" w:rsidP="008B4440">
      <w:pPr>
        <w:pStyle w:val="Lijstalinea"/>
        <w:numPr>
          <w:ilvl w:val="0"/>
          <w:numId w:val="2"/>
        </w:numPr>
      </w:pPr>
      <w:r>
        <w:t>Wie is de uitvinder van de bloeddruk?</w:t>
      </w:r>
    </w:p>
    <w:p w:rsidR="00EA6561" w:rsidRDefault="008B4440" w:rsidP="008B4440">
      <w:pPr>
        <w:pStyle w:val="Lijstalinea"/>
        <w:numPr>
          <w:ilvl w:val="0"/>
          <w:numId w:val="2"/>
        </w:numPr>
      </w:pPr>
      <w:r>
        <w:t xml:space="preserve">Hoe wordt de waarde van de bloeddruk uitgedrukt ? </w:t>
      </w:r>
    </w:p>
    <w:p w:rsidR="008B4440" w:rsidRDefault="008B4440" w:rsidP="008B4440">
      <w:pPr>
        <w:pStyle w:val="Lijstalinea"/>
        <w:numPr>
          <w:ilvl w:val="0"/>
          <w:numId w:val="2"/>
        </w:numPr>
      </w:pPr>
      <w:r>
        <w:t xml:space="preserve">Wat zijn de initialen van de bloeddruk? </w:t>
      </w:r>
    </w:p>
    <w:p w:rsidR="004979F5" w:rsidRDefault="008B4440" w:rsidP="008B4440">
      <w:pPr>
        <w:pStyle w:val="Lijstalinea"/>
        <w:numPr>
          <w:ilvl w:val="0"/>
          <w:numId w:val="2"/>
        </w:numPr>
      </w:pPr>
      <w:r>
        <w:t xml:space="preserve">Geef in eigen woorden weer wat de bloeddruk is. </w:t>
      </w:r>
    </w:p>
    <w:p w:rsidR="008B4440" w:rsidRDefault="008B4440" w:rsidP="008B4440">
      <w:pPr>
        <w:pStyle w:val="Lijstalinea"/>
        <w:numPr>
          <w:ilvl w:val="0"/>
          <w:numId w:val="2"/>
        </w:numPr>
      </w:pPr>
      <w:r>
        <w:t>Waar is de bloeddruk het hoogst?</w:t>
      </w:r>
    </w:p>
    <w:p w:rsidR="008B4440" w:rsidRDefault="008B4440" w:rsidP="008B4440">
      <w:pPr>
        <w:pStyle w:val="Lijstalinea"/>
        <w:numPr>
          <w:ilvl w:val="0"/>
          <w:numId w:val="2"/>
        </w:numPr>
      </w:pPr>
      <w:r>
        <w:t>In welke situaties ga je de bloeddruk meten van de zorgvrager?</w:t>
      </w:r>
    </w:p>
    <w:p w:rsidR="00EA6561" w:rsidRDefault="008B4440" w:rsidP="008B4440">
      <w:pPr>
        <w:pStyle w:val="Lijstalinea"/>
        <w:numPr>
          <w:ilvl w:val="0"/>
          <w:numId w:val="2"/>
        </w:numPr>
      </w:pPr>
      <w:r>
        <w:t xml:space="preserve">Geef de medische term voor bovendruk en onderdruk. </w:t>
      </w:r>
    </w:p>
    <w:p w:rsidR="00EA6561" w:rsidRDefault="008B4440" w:rsidP="008B4440">
      <w:pPr>
        <w:pStyle w:val="Lijstalinea"/>
        <w:numPr>
          <w:ilvl w:val="0"/>
          <w:numId w:val="2"/>
        </w:numPr>
      </w:pPr>
      <w:r>
        <w:t xml:space="preserve">Wat is een hoge bloeddruk? </w:t>
      </w:r>
    </w:p>
    <w:p w:rsidR="008B4440" w:rsidRDefault="00DE423C" w:rsidP="008B4440">
      <w:pPr>
        <w:pStyle w:val="Lijstalinea"/>
        <w:numPr>
          <w:ilvl w:val="0"/>
          <w:numId w:val="2"/>
        </w:numPr>
      </w:pPr>
      <w:r>
        <w:t>Geef de medische term voor hoge en lage bloeddruk.</w:t>
      </w:r>
    </w:p>
    <w:p w:rsidR="00DE423C" w:rsidRDefault="00DE423C" w:rsidP="008B4440">
      <w:pPr>
        <w:pStyle w:val="Lijstalinea"/>
        <w:numPr>
          <w:ilvl w:val="0"/>
          <w:numId w:val="2"/>
        </w:numPr>
      </w:pPr>
      <w:r>
        <w:t xml:space="preserve">Benoem de verschijnselen </w:t>
      </w:r>
      <w:r w:rsidR="00EA6561">
        <w:t>bij</w:t>
      </w:r>
      <w:r>
        <w:t xml:space="preserve"> een </w:t>
      </w:r>
      <w:r w:rsidR="00EA6561">
        <w:t xml:space="preserve">te </w:t>
      </w:r>
      <w:r>
        <w:t>lage bloeddruk.</w:t>
      </w:r>
    </w:p>
    <w:p w:rsidR="00EA6561" w:rsidRDefault="00EA6561" w:rsidP="008B4440">
      <w:pPr>
        <w:pStyle w:val="Lijstalinea"/>
        <w:numPr>
          <w:ilvl w:val="0"/>
          <w:numId w:val="2"/>
        </w:numPr>
      </w:pPr>
      <w:r>
        <w:t>Benoem de verschijnselen bij een te hoge bloeddruk.</w:t>
      </w:r>
    </w:p>
    <w:p w:rsidR="00E869ED" w:rsidRDefault="004979F5" w:rsidP="004979F5">
      <w:pPr>
        <w:pStyle w:val="Lijstalinea"/>
        <w:numPr>
          <w:ilvl w:val="0"/>
          <w:numId w:val="2"/>
        </w:numPr>
      </w:pPr>
      <w:r>
        <w:t>Zoek 2 filmpjes op. Een van bloeddruk meten met een manometer en een van een elektronische bloeddruk meten. En bekijk deze.</w:t>
      </w:r>
    </w:p>
    <w:p w:rsidR="004979F5" w:rsidRDefault="004979F5" w:rsidP="004979F5">
      <w:pPr>
        <w:ind w:left="360"/>
      </w:pPr>
    </w:p>
    <w:p w:rsidR="00B636C0" w:rsidRPr="0082728D" w:rsidRDefault="007830CF">
      <w:pPr>
        <w:rPr>
          <w:b/>
        </w:rPr>
      </w:pPr>
      <w:r w:rsidRPr="0082728D">
        <w:rPr>
          <w:b/>
        </w:rPr>
        <w:t>Lees het protocol en b</w:t>
      </w:r>
      <w:r w:rsidR="009E6237" w:rsidRPr="0082728D">
        <w:rPr>
          <w:b/>
        </w:rPr>
        <w:t xml:space="preserve">ekijk </w:t>
      </w:r>
      <w:r w:rsidR="00B636C0" w:rsidRPr="0082728D">
        <w:rPr>
          <w:b/>
        </w:rPr>
        <w:t>het</w:t>
      </w:r>
      <w:r w:rsidR="0082728D">
        <w:rPr>
          <w:b/>
        </w:rPr>
        <w:t xml:space="preserve"> filmpjes.</w:t>
      </w:r>
    </w:p>
    <w:p w:rsidR="007830CF" w:rsidRDefault="00D72959">
      <w:r>
        <w:t xml:space="preserve">Vergelijk het protocol met het filmpje. </w:t>
      </w:r>
      <w:r w:rsidR="0082728D">
        <w:t>Beantwoord daarna</w:t>
      </w:r>
      <w:r w:rsidR="007830CF">
        <w:t xml:space="preserve"> de volgende vragen.</w:t>
      </w:r>
    </w:p>
    <w:p w:rsidR="007830CF" w:rsidRDefault="007830CF"/>
    <w:p w:rsidR="009E6237" w:rsidRPr="0082728D" w:rsidRDefault="009E6237" w:rsidP="009E6237">
      <w:pPr>
        <w:pStyle w:val="Lijstalinea"/>
        <w:numPr>
          <w:ilvl w:val="0"/>
          <w:numId w:val="1"/>
        </w:numPr>
      </w:pPr>
      <w:r w:rsidRPr="0082728D">
        <w:t>Wat gaat goed in dit filmpje</w:t>
      </w:r>
    </w:p>
    <w:p w:rsidR="007830CF" w:rsidRPr="0082728D" w:rsidRDefault="007830CF" w:rsidP="007830CF"/>
    <w:p w:rsidR="009E6237" w:rsidRPr="0082728D" w:rsidRDefault="009E6237" w:rsidP="009E6237">
      <w:pPr>
        <w:pStyle w:val="Lijstalinea"/>
        <w:numPr>
          <w:ilvl w:val="0"/>
          <w:numId w:val="1"/>
        </w:numPr>
      </w:pPr>
      <w:r w:rsidRPr="0082728D">
        <w:t>Wat kan beter in dit filmpje?</w:t>
      </w:r>
    </w:p>
    <w:p w:rsidR="007830CF" w:rsidRDefault="007830CF" w:rsidP="009E6237">
      <w:bookmarkStart w:id="0" w:name="_GoBack"/>
      <w:bookmarkEnd w:id="0"/>
    </w:p>
    <w:p w:rsidR="007830CF" w:rsidRDefault="007830CF" w:rsidP="009E6237"/>
    <w:sectPr w:rsidR="007830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1AF"/>
    <w:multiLevelType w:val="hybridMultilevel"/>
    <w:tmpl w:val="A112D4D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771A8"/>
    <w:multiLevelType w:val="hybridMultilevel"/>
    <w:tmpl w:val="4A92556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237"/>
    <w:rsid w:val="00091557"/>
    <w:rsid w:val="004979F5"/>
    <w:rsid w:val="00577722"/>
    <w:rsid w:val="007830CF"/>
    <w:rsid w:val="0082728D"/>
    <w:rsid w:val="008B4440"/>
    <w:rsid w:val="009E6237"/>
    <w:rsid w:val="00B636C0"/>
    <w:rsid w:val="00B732BE"/>
    <w:rsid w:val="00D72959"/>
    <w:rsid w:val="00DE423C"/>
    <w:rsid w:val="00E869ED"/>
    <w:rsid w:val="00EA6561"/>
    <w:rsid w:val="00EC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E6237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qFormat/>
    <w:rsid w:val="000915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rsid w:val="000915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E6237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qFormat/>
    <w:rsid w:val="000915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rsid w:val="000915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957C69DC</Template>
  <TotalTime>46</TotalTime>
  <Pages>1</Pages>
  <Words>169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 Scheltens-Flink</dc:creator>
  <cp:lastModifiedBy>E. Scheltens-Flink</cp:lastModifiedBy>
  <cp:revision>11</cp:revision>
  <dcterms:created xsi:type="dcterms:W3CDTF">2015-02-01T13:40:00Z</dcterms:created>
  <dcterms:modified xsi:type="dcterms:W3CDTF">2015-02-06T14:57:00Z</dcterms:modified>
</cp:coreProperties>
</file>