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2C" w:rsidRPr="00A7242C" w:rsidRDefault="00A7242C" w:rsidP="00A7242C">
      <w:pPr>
        <w:autoSpaceDE/>
        <w:autoSpaceDN/>
        <w:spacing w:line="240" w:lineRule="auto"/>
        <w:ind w:left="0"/>
        <w:rPr>
          <w:rFonts w:ascii="Calibri" w:eastAsia="SimSun" w:hAnsi="Calibri" w:cs="Times New Roman"/>
          <w:b/>
          <w:bCs/>
          <w:sz w:val="24"/>
          <w:szCs w:val="24"/>
          <w:lang w:eastAsia="zh-CN"/>
        </w:rPr>
      </w:pPr>
      <w:bookmarkStart w:id="0" w:name="_GoBack"/>
      <w:bookmarkEnd w:id="0"/>
      <w:r w:rsidRPr="00A7242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>Naam:</w:t>
      </w:r>
      <w:r w:rsidRPr="00A7242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A7242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A7242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A7242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A7242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A7242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</w:r>
      <w:r w:rsidRPr="00A7242C">
        <w:rPr>
          <w:rFonts w:ascii="Calibri" w:eastAsia="SimSun" w:hAnsi="Calibri" w:cs="Times New Roman"/>
          <w:b/>
          <w:bCs/>
          <w:sz w:val="24"/>
          <w:szCs w:val="24"/>
          <w:lang w:eastAsia="zh-CN"/>
        </w:rPr>
        <w:tab/>
        <w:t>Groep:</w:t>
      </w:r>
    </w:p>
    <w:p w:rsidR="00A7242C" w:rsidRDefault="00A7242C" w:rsidP="00A7242C">
      <w:pPr>
        <w:autoSpaceDE/>
        <w:autoSpaceDN/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29"/>
        <w:gridCol w:w="871"/>
        <w:gridCol w:w="29"/>
        <w:gridCol w:w="691"/>
        <w:gridCol w:w="29"/>
        <w:gridCol w:w="691"/>
        <w:gridCol w:w="29"/>
        <w:gridCol w:w="691"/>
      </w:tblGrid>
      <w:tr w:rsidR="00A7242C" w:rsidRPr="00A7242C" w:rsidTr="001D2B01">
        <w:trPr>
          <w:cantSplit/>
          <w:trHeight w:val="820"/>
        </w:trPr>
        <w:tc>
          <w:tcPr>
            <w:tcW w:w="6689" w:type="dxa"/>
            <w:gridSpan w:val="3"/>
            <w:vMerge w:val="restart"/>
            <w:shd w:val="clear" w:color="auto" w:fill="000000"/>
          </w:tcPr>
          <w:p w:rsidR="00A7242C" w:rsidRPr="00A7242C" w:rsidRDefault="00A7242C" w:rsidP="00A7242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</w:p>
          <w:p w:rsidR="00A7242C" w:rsidRPr="00A7242C" w:rsidRDefault="00A7242C" w:rsidP="00A7242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lang w:eastAsia="zh-CN"/>
              </w:rPr>
            </w:pPr>
            <w:r w:rsidRPr="00A7242C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 xml:space="preserve">ONTVANGSTGESPREK (GASTEN ONTVANGEN </w:t>
            </w:r>
            <w:r w:rsidRPr="00A7242C">
              <w:rPr>
                <w:rFonts w:ascii="Calibri" w:eastAsia="SimSun" w:hAnsi="Calibri"/>
                <w:b/>
                <w:bCs/>
                <w:caps/>
                <w:sz w:val="24"/>
                <w:szCs w:val="24"/>
                <w:lang w:eastAsia="zh-CN"/>
              </w:rPr>
              <w:t>en omgangsvormen naleven</w:t>
            </w:r>
            <w:r w:rsidRPr="00A7242C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)</w:t>
            </w:r>
          </w:p>
        </w:tc>
        <w:tc>
          <w:tcPr>
            <w:tcW w:w="3031" w:type="dxa"/>
            <w:gridSpan w:val="7"/>
            <w:shd w:val="clear" w:color="auto" w:fill="000000"/>
          </w:tcPr>
          <w:p w:rsidR="00A7242C" w:rsidRPr="00A7242C" w:rsidRDefault="00A7242C" w:rsidP="00A7242C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2"/>
                <w:szCs w:val="22"/>
                <w:lang w:eastAsia="zh-CN"/>
              </w:rPr>
            </w:pPr>
          </w:p>
          <w:p w:rsidR="00A7242C" w:rsidRPr="00A7242C" w:rsidRDefault="00A7242C" w:rsidP="00A7242C">
            <w:pPr>
              <w:autoSpaceDE/>
              <w:autoSpaceDN/>
              <w:spacing w:line="240" w:lineRule="auto"/>
              <w:ind w:left="0"/>
              <w:jc w:val="center"/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</w:pPr>
            <w:r w:rsidRPr="00A7242C">
              <w:rPr>
                <w:rFonts w:ascii="Calibri" w:eastAsia="SimSun" w:hAnsi="Calibri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A7242C" w:rsidRPr="00A7242C" w:rsidTr="001D2B01">
        <w:tc>
          <w:tcPr>
            <w:tcW w:w="6689" w:type="dxa"/>
            <w:gridSpan w:val="3"/>
            <w:vMerge/>
            <w:shd w:val="clear" w:color="auto" w:fill="000000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900" w:type="dxa"/>
            <w:gridSpan w:val="2"/>
            <w:shd w:val="clear" w:color="auto" w:fill="000000"/>
          </w:tcPr>
          <w:p w:rsidR="00A7242C" w:rsidRPr="00A7242C" w:rsidRDefault="00A7242C" w:rsidP="00A7242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A7242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A7242C" w:rsidRPr="00A7242C" w:rsidRDefault="00A7242C" w:rsidP="00A7242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A7242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gridSpan w:val="2"/>
            <w:shd w:val="clear" w:color="auto" w:fill="000000"/>
          </w:tcPr>
          <w:p w:rsidR="00A7242C" w:rsidRPr="00A7242C" w:rsidRDefault="00A7242C" w:rsidP="00A7242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A7242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91" w:type="dxa"/>
            <w:shd w:val="clear" w:color="auto" w:fill="000000"/>
          </w:tcPr>
          <w:p w:rsidR="00A7242C" w:rsidRPr="00A7242C" w:rsidRDefault="00A7242C" w:rsidP="00A7242C">
            <w:pPr>
              <w:autoSpaceDE/>
              <w:autoSpaceDN/>
              <w:spacing w:line="240" w:lineRule="auto"/>
              <w:ind w:left="0"/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</w:pPr>
            <w:r w:rsidRPr="00A7242C">
              <w:rPr>
                <w:rFonts w:ascii="Calibri" w:eastAsia="SimSun" w:hAnsi="Calibri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A7242C" w:rsidRPr="00A7242C" w:rsidTr="001D2B01">
        <w:tc>
          <w:tcPr>
            <w:tcW w:w="900" w:type="dxa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 xml:space="preserve">Je begroet de gast met twee woorden. 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A7242C" w:rsidRPr="00A7242C" w:rsidTr="001D2B0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>Je stelt je zelf voor met je voor- en achternaam en functie.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A7242C" w:rsidRPr="00A7242C" w:rsidTr="001D2B0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>Je vraagt naar de naam en reden van het bezoek en onthoudt dit.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A7242C" w:rsidRPr="00A7242C" w:rsidTr="001D2B0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>Je vraagt of je de jas kan aannemen.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A7242C" w:rsidRPr="00A7242C" w:rsidTr="001D2B01">
        <w:tc>
          <w:tcPr>
            <w:tcW w:w="900" w:type="dxa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>Je vraagt of de gast ondertussen plaats wil nemen.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A7242C" w:rsidRPr="00A7242C" w:rsidTr="001D2B0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>Je meldt het bezoek bij …. (bv. de zorgvrager of de leidinggevende).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A7242C" w:rsidRPr="00A7242C" w:rsidTr="001D2B0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>Je vraagt of de ander het bezoek wil ontvangen.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A7242C" w:rsidRPr="00A7242C" w:rsidTr="001D2B0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>Je brengt de gast naar de ander toe.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A7242C" w:rsidRPr="00A7242C" w:rsidTr="001D2B0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>Je biedt aan nog iets te doen of vraagt of er nog iets van je wordt verlangd, bv. drinken halen.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A7242C" w:rsidRPr="00A7242C" w:rsidTr="001D2B0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 xml:space="preserve">Je trekt je terug en zegt daarbij wat je gaat doen of waar je te vinden bent.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A7242C" w:rsidRPr="00A7242C" w:rsidTr="001D2B0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 xml:space="preserve">Je klopt </w:t>
            </w:r>
            <w:proofErr w:type="spellStart"/>
            <w:r w:rsidRPr="00A7242C">
              <w:rPr>
                <w:rFonts w:ascii="Calibri" w:eastAsia="SimSun" w:hAnsi="Calibri"/>
                <w:lang w:eastAsia="zh-CN"/>
              </w:rPr>
              <w:t>zonodig</w:t>
            </w:r>
            <w:proofErr w:type="spellEnd"/>
            <w:r w:rsidRPr="00A7242C">
              <w:rPr>
                <w:rFonts w:ascii="Calibri" w:eastAsia="SimSun" w:hAnsi="Calibri"/>
                <w:lang w:eastAsia="zh-CN"/>
              </w:rPr>
              <w:t xml:space="preserve"> aan en vraagt of je nog iets kan doen.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A7242C" w:rsidRPr="00A7242C" w:rsidTr="001D2B0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>Je helpt de gast in de jas bij het weggaan.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  <w:tr w:rsidR="00A7242C" w:rsidRPr="00A7242C" w:rsidTr="001D2B01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eastAsia="SimSun"/>
                <w:sz w:val="18"/>
                <w:szCs w:val="18"/>
                <w:lang w:eastAsia="zh-CN"/>
              </w:rPr>
            </w:pPr>
            <w:r w:rsidRPr="00A7242C">
              <w:rPr>
                <w:rFonts w:eastAsia="SimSun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  <w:r w:rsidRPr="00A7242C">
              <w:rPr>
                <w:rFonts w:ascii="Calibri" w:eastAsia="SimSun" w:hAnsi="Calibri"/>
                <w:lang w:eastAsia="zh-CN"/>
              </w:rPr>
              <w:t>Je houdt de deur voor de gast open bij het weggaan.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7242C" w:rsidRPr="00A7242C" w:rsidRDefault="00A7242C" w:rsidP="00A7242C">
            <w:pPr>
              <w:autoSpaceDE/>
              <w:autoSpaceDN/>
              <w:spacing w:line="360" w:lineRule="auto"/>
              <w:ind w:left="0"/>
              <w:rPr>
                <w:rFonts w:ascii="Calibri" w:eastAsia="SimSun" w:hAnsi="Calibri"/>
                <w:lang w:eastAsia="zh-CN"/>
              </w:rPr>
            </w:pPr>
          </w:p>
        </w:tc>
      </w:tr>
    </w:tbl>
    <w:p w:rsidR="00A7242C" w:rsidRPr="00A7242C" w:rsidRDefault="00A7242C" w:rsidP="00A7242C">
      <w:pPr>
        <w:autoSpaceDE/>
        <w:autoSpaceDN/>
        <w:spacing w:line="240" w:lineRule="auto"/>
        <w:ind w:left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A7242C" w:rsidRPr="00A7242C" w:rsidRDefault="00A7242C" w:rsidP="00A7242C">
      <w:pPr>
        <w:autoSpaceDE/>
        <w:autoSpaceDN/>
        <w:spacing w:line="240" w:lineRule="auto"/>
        <w:ind w:left="0"/>
        <w:rPr>
          <w:rFonts w:ascii="Calibri" w:eastAsia="SimSun" w:hAnsi="Calibri"/>
          <w:lang w:eastAsia="zh-CN"/>
        </w:rPr>
      </w:pPr>
    </w:p>
    <w:p w:rsidR="00B95720" w:rsidRDefault="00B95720"/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42C"/>
    <w:rsid w:val="000F5087"/>
    <w:rsid w:val="003308A2"/>
    <w:rsid w:val="00465051"/>
    <w:rsid w:val="00A7242C"/>
    <w:rsid w:val="00B95720"/>
    <w:rsid w:val="00D2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20895"/>
    <w:pPr>
      <w:autoSpaceDE w:val="0"/>
      <w:autoSpaceDN w:val="0"/>
      <w:spacing w:after="0" w:line="280" w:lineRule="atLeast"/>
      <w:ind w:left="567"/>
    </w:pPr>
    <w:rPr>
      <w:rFonts w:ascii="Arial" w:hAnsi="Arial" w:cs="Arial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ind w:left="720"/>
      <w:contextualSpacing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379242F2</Template>
  <TotalTime>0</TotalTime>
  <Pages>1</Pages>
  <Words>146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2013-11-10T19:00:00Z</dcterms:created>
  <dcterms:modified xsi:type="dcterms:W3CDTF">2013-11-10T19:00:00Z</dcterms:modified>
</cp:coreProperties>
</file>