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5F8" w:rsidRDefault="008E05F8" w:rsidP="008E05F8">
      <w:pPr>
        <w:spacing w:after="0"/>
      </w:pPr>
      <w:bookmarkStart w:id="0" w:name="_GoBack"/>
      <w:bookmarkEnd w:id="0"/>
      <w:r>
        <w:t xml:space="preserve"> Lijst met product ideeën</w:t>
      </w:r>
    </w:p>
    <w:p w:rsidR="008E05F8" w:rsidRDefault="008E05F8" w:rsidP="008E05F8">
      <w:pPr>
        <w:spacing w:after="0"/>
      </w:pPr>
      <w:r>
        <w:t>Relatieverpakking</w:t>
      </w:r>
    </w:p>
    <w:p w:rsidR="008E05F8" w:rsidRDefault="008E05F8" w:rsidP="008E05F8">
      <w:pPr>
        <w:spacing w:after="0"/>
      </w:pPr>
      <w:r>
        <w:t>Velletjes zeep voor onderweg</w:t>
      </w:r>
    </w:p>
    <w:p w:rsidR="008E05F8" w:rsidRDefault="008E05F8" w:rsidP="008E05F8">
      <w:pPr>
        <w:spacing w:after="0"/>
      </w:pPr>
      <w:r>
        <w:t>Ring voor om kaarsen</w:t>
      </w:r>
    </w:p>
    <w:p w:rsidR="008E05F8" w:rsidRDefault="008E05F8" w:rsidP="008E05F8">
      <w:pPr>
        <w:spacing w:after="0"/>
      </w:pPr>
      <w:r>
        <w:t>Reclame cd's Schaakbord Cadeaublikken serie</w:t>
      </w:r>
    </w:p>
    <w:p w:rsidR="008E05F8" w:rsidRDefault="008E05F8" w:rsidP="008E05F8">
      <w:pPr>
        <w:spacing w:after="0"/>
      </w:pPr>
      <w:r>
        <w:t>Computerclip Bedrukte kaars Aardewerkpotten</w:t>
      </w:r>
    </w:p>
    <w:p w:rsidR="008E05F8" w:rsidRDefault="008E05F8" w:rsidP="008E05F8">
      <w:pPr>
        <w:spacing w:after="0"/>
      </w:pPr>
      <w:r>
        <w:t>Trendy kaarsen Olielamplont</w:t>
      </w:r>
    </w:p>
    <w:p w:rsidR="008E05F8" w:rsidRDefault="008E05F8" w:rsidP="008E05F8">
      <w:pPr>
        <w:spacing w:after="0"/>
      </w:pPr>
      <w:r>
        <w:t>Mokken met warmtesensoren Cocktailshaker met receptenboek WK-sjaal</w:t>
      </w:r>
    </w:p>
    <w:p w:rsidR="008E05F8" w:rsidRDefault="008E05F8" w:rsidP="008E05F8">
      <w:pPr>
        <w:spacing w:after="0"/>
      </w:pPr>
      <w:r>
        <w:t>Schoottafel</w:t>
      </w:r>
    </w:p>
    <w:p w:rsidR="008E05F8" w:rsidRDefault="008E05F8" w:rsidP="008E05F8">
      <w:pPr>
        <w:spacing w:after="0"/>
      </w:pPr>
      <w:r>
        <w:t>Sleutelhanger als flesopener</w:t>
      </w:r>
    </w:p>
    <w:p w:rsidR="008E05F8" w:rsidRDefault="008E05F8" w:rsidP="008E05F8">
      <w:pPr>
        <w:spacing w:after="0"/>
      </w:pPr>
      <w:r>
        <w:t>Puzzels (3D) Visitekaartje/reclamemateriaal Papieren rugzak</w:t>
      </w:r>
    </w:p>
    <w:p w:rsidR="008E05F8" w:rsidRDefault="008E05F8" w:rsidP="008E05F8">
      <w:pPr>
        <w:spacing w:after="0"/>
      </w:pPr>
      <w:r>
        <w:t>Sfeerlamp</w:t>
      </w:r>
    </w:p>
    <w:p w:rsidR="008E05F8" w:rsidRDefault="008E05F8" w:rsidP="008E05F8">
      <w:pPr>
        <w:spacing w:after="0"/>
      </w:pPr>
      <w:r>
        <w:t>Bloemendecoratie</w:t>
      </w:r>
    </w:p>
    <w:p w:rsidR="008E05F8" w:rsidRDefault="008E05F8" w:rsidP="008E05F8">
      <w:pPr>
        <w:spacing w:after="0"/>
      </w:pPr>
      <w:r>
        <w:t>Fotokaarten Fotolijstjes</w:t>
      </w:r>
    </w:p>
    <w:p w:rsidR="008E05F8" w:rsidRDefault="008E05F8" w:rsidP="008E05F8">
      <w:pPr>
        <w:spacing w:after="0"/>
      </w:pPr>
      <w:r>
        <w:t>Visitekaartje met pasfoto</w:t>
      </w:r>
    </w:p>
    <w:p w:rsidR="008E05F8" w:rsidRDefault="008E05F8" w:rsidP="008E05F8">
      <w:pPr>
        <w:spacing w:after="0"/>
      </w:pPr>
      <w:r>
        <w:t>Elektrische vliegenmepper Beschilderde wc-bril</w:t>
      </w:r>
    </w:p>
    <w:p w:rsidR="008E05F8" w:rsidRDefault="008E05F8" w:rsidP="008E05F8">
      <w:pPr>
        <w:spacing w:after="0"/>
      </w:pPr>
      <w:r>
        <w:t>Oranje plastic bekers</w:t>
      </w:r>
    </w:p>
    <w:p w:rsidR="008E05F8" w:rsidRDefault="008E05F8" w:rsidP="008E05F8">
      <w:pPr>
        <w:spacing w:after="0"/>
      </w:pPr>
      <w:r>
        <w:t>Onderzetters Sleutelhangerdrijver Collegekalender</w:t>
      </w:r>
    </w:p>
    <w:p w:rsidR="008E05F8" w:rsidRDefault="008E05F8" w:rsidP="008E05F8">
      <w:pPr>
        <w:spacing w:after="0"/>
      </w:pPr>
      <w:r>
        <w:t>Houten spel</w:t>
      </w:r>
    </w:p>
    <w:p w:rsidR="008E05F8" w:rsidRDefault="008E05F8" w:rsidP="008E05F8">
      <w:pPr>
        <w:spacing w:after="0"/>
      </w:pPr>
      <w:r>
        <w:t xml:space="preserve">Travelkit voor in de auto </w:t>
      </w:r>
    </w:p>
    <w:p w:rsidR="008E05F8" w:rsidRDefault="008E05F8" w:rsidP="008E05F8">
      <w:pPr>
        <w:spacing w:after="0"/>
      </w:pPr>
      <w:r>
        <w:t>Parkeerkaartclip</w:t>
      </w:r>
    </w:p>
    <w:p w:rsidR="008E05F8" w:rsidRDefault="008E05F8" w:rsidP="008E05F8">
      <w:pPr>
        <w:spacing w:after="0"/>
      </w:pPr>
      <w:r>
        <w:t>Post-standaard/map</w:t>
      </w:r>
    </w:p>
    <w:p w:rsidR="008E05F8" w:rsidRDefault="008E05F8" w:rsidP="008E05F8">
      <w:pPr>
        <w:spacing w:after="0"/>
      </w:pPr>
      <w:r>
        <w:t>Promotie CD Sterrenpakket/CD hoezen</w:t>
      </w:r>
    </w:p>
    <w:p w:rsidR="008E05F8" w:rsidRDefault="008E05F8" w:rsidP="008E05F8">
      <w:pPr>
        <w:spacing w:after="0"/>
      </w:pPr>
      <w:r>
        <w:t>Fotoklokje</w:t>
      </w:r>
    </w:p>
    <w:p w:rsidR="008E05F8" w:rsidRDefault="008E05F8" w:rsidP="008E05F8">
      <w:pPr>
        <w:spacing w:after="0"/>
      </w:pPr>
      <w:r>
        <w:t xml:space="preserve">Houten </w:t>
      </w:r>
      <w:proofErr w:type="spellStart"/>
      <w:r>
        <w:t>badset</w:t>
      </w:r>
      <w:proofErr w:type="spellEnd"/>
      <w:r>
        <w:t xml:space="preserve"> in etui</w:t>
      </w:r>
    </w:p>
    <w:p w:rsidR="008E05F8" w:rsidRDefault="008E05F8" w:rsidP="008E05F8">
      <w:pPr>
        <w:spacing w:after="0"/>
      </w:pPr>
      <w:r>
        <w:t>Trofee</w:t>
      </w:r>
    </w:p>
    <w:p w:rsidR="008E05F8" w:rsidRDefault="008E05F8" w:rsidP="008E05F8">
      <w:pPr>
        <w:spacing w:after="0"/>
      </w:pPr>
      <w:r>
        <w:t xml:space="preserve">Geurbranders met aroma geuren </w:t>
      </w:r>
    </w:p>
    <w:p w:rsidR="008E05F8" w:rsidRDefault="008E05F8" w:rsidP="008E05F8">
      <w:pPr>
        <w:spacing w:after="0"/>
      </w:pPr>
      <w:r>
        <w:t>Pashouder</w:t>
      </w:r>
    </w:p>
    <w:p w:rsidR="008E05F8" w:rsidRDefault="008E05F8" w:rsidP="008E05F8">
      <w:pPr>
        <w:spacing w:after="0"/>
      </w:pPr>
      <w:r>
        <w:t>Klokken</w:t>
      </w:r>
    </w:p>
    <w:p w:rsidR="008E05F8" w:rsidRDefault="008E05F8" w:rsidP="008E05F8">
      <w:pPr>
        <w:spacing w:after="0"/>
      </w:pPr>
      <w:r>
        <w:t>Huis- en tuinornamenten Versierdoos/pillendoos</w:t>
      </w:r>
    </w:p>
    <w:p w:rsidR="008E05F8" w:rsidRDefault="008E05F8" w:rsidP="008E05F8">
      <w:pPr>
        <w:spacing w:after="0"/>
      </w:pPr>
      <w:r>
        <w:t xml:space="preserve">Buidel met clip Kaarsen/kandelaars/sfeerverlichting </w:t>
      </w:r>
    </w:p>
    <w:p w:rsidR="008E05F8" w:rsidRDefault="008E05F8" w:rsidP="008E05F8">
      <w:pPr>
        <w:spacing w:after="0"/>
      </w:pPr>
      <w:r>
        <w:t xml:space="preserve">Gemakkelijk te openen enveloppen </w:t>
      </w:r>
    </w:p>
    <w:p w:rsidR="008E05F8" w:rsidRDefault="008E05F8" w:rsidP="008E05F8">
      <w:pPr>
        <w:spacing w:after="0"/>
      </w:pPr>
      <w:r>
        <w:t>Gegraveerde glazen</w:t>
      </w:r>
    </w:p>
    <w:p w:rsidR="008E05F8" w:rsidRDefault="008E05F8" w:rsidP="008E05F8">
      <w:pPr>
        <w:spacing w:after="0"/>
      </w:pPr>
      <w:r>
        <w:t xml:space="preserve">Piramide puzzel </w:t>
      </w:r>
    </w:p>
    <w:p w:rsidR="008E05F8" w:rsidRDefault="008E05F8" w:rsidP="008E05F8">
      <w:pPr>
        <w:spacing w:after="0"/>
      </w:pPr>
      <w:r>
        <w:t>Sierviltjes</w:t>
      </w:r>
    </w:p>
    <w:p w:rsidR="008E05F8" w:rsidRDefault="008E05F8" w:rsidP="008E05F8">
      <w:pPr>
        <w:spacing w:after="0"/>
      </w:pPr>
      <w:r>
        <w:t>Houten lampen Ornamenten/</w:t>
      </w:r>
    </w:p>
    <w:p w:rsidR="008E05F8" w:rsidRDefault="008E05F8" w:rsidP="008E05F8">
      <w:pPr>
        <w:spacing w:after="0"/>
      </w:pPr>
      <w:r>
        <w:t>olielampjes</w:t>
      </w:r>
    </w:p>
    <w:p w:rsidR="008E05F8" w:rsidRDefault="008E05F8" w:rsidP="008E05F8">
      <w:pPr>
        <w:spacing w:after="0"/>
      </w:pPr>
      <w:r>
        <w:t>Blikjeskoeler</w:t>
      </w:r>
    </w:p>
    <w:p w:rsidR="008E05F8" w:rsidRDefault="008E05F8" w:rsidP="008E05F8">
      <w:pPr>
        <w:spacing w:after="0"/>
      </w:pPr>
      <w:r>
        <w:t>Verlichte halsband voor dieren Droomblikje</w:t>
      </w:r>
    </w:p>
    <w:p w:rsidR="008E05F8" w:rsidRDefault="008E05F8" w:rsidP="008E05F8">
      <w:pPr>
        <w:spacing w:after="0"/>
      </w:pPr>
      <w:r>
        <w:t xml:space="preserve">Zonnewijzerklokje </w:t>
      </w:r>
    </w:p>
    <w:p w:rsidR="008E05F8" w:rsidRDefault="008E05F8" w:rsidP="008E05F8">
      <w:pPr>
        <w:spacing w:after="0"/>
      </w:pPr>
      <w:r>
        <w:t xml:space="preserve">Cultuurpakketten </w:t>
      </w:r>
    </w:p>
    <w:p w:rsidR="008E05F8" w:rsidRDefault="008E05F8" w:rsidP="008E05F8">
      <w:pPr>
        <w:spacing w:after="0"/>
      </w:pPr>
      <w:proofErr w:type="spellStart"/>
      <w:r>
        <w:t>Eco</w:t>
      </w:r>
      <w:proofErr w:type="spellEnd"/>
      <w:r>
        <w:t xml:space="preserve"> producten </w:t>
      </w:r>
    </w:p>
    <w:p w:rsidR="008E05F8" w:rsidRDefault="008E05F8" w:rsidP="008E05F8">
      <w:pPr>
        <w:spacing w:after="0"/>
      </w:pPr>
      <w:r>
        <w:t xml:space="preserve">Kruidenpakket </w:t>
      </w:r>
    </w:p>
    <w:p w:rsidR="008E05F8" w:rsidRDefault="008E05F8" w:rsidP="008E05F8">
      <w:pPr>
        <w:spacing w:after="0"/>
      </w:pPr>
      <w:r>
        <w:t>Flesopener aan riem</w:t>
      </w:r>
    </w:p>
    <w:p w:rsidR="008E05F8" w:rsidRDefault="008E05F8" w:rsidP="008E05F8">
      <w:pPr>
        <w:spacing w:after="0"/>
      </w:pPr>
      <w:r>
        <w:t>Exclusieve bloempotten</w:t>
      </w:r>
    </w:p>
    <w:p w:rsidR="008E05F8" w:rsidRDefault="008E05F8" w:rsidP="008E05F8">
      <w:pPr>
        <w:spacing w:after="0"/>
      </w:pPr>
      <w:r>
        <w:t>Sjaal met logo/applicatie</w:t>
      </w:r>
    </w:p>
    <w:p w:rsidR="008E05F8" w:rsidRDefault="008E05F8" w:rsidP="008E05F8">
      <w:pPr>
        <w:spacing w:after="0"/>
      </w:pPr>
      <w:r>
        <w:t xml:space="preserve">Foto op verschillende gelegenheden </w:t>
      </w:r>
    </w:p>
    <w:p w:rsidR="008E05F8" w:rsidRDefault="008E05F8" w:rsidP="008E05F8">
      <w:pPr>
        <w:spacing w:after="0"/>
      </w:pPr>
      <w:r>
        <w:t>Bloemsierkunst</w:t>
      </w:r>
    </w:p>
    <w:p w:rsidR="008E05F8" w:rsidRDefault="008E05F8" w:rsidP="008E05F8">
      <w:pPr>
        <w:spacing w:after="0"/>
      </w:pPr>
      <w:r>
        <w:t>Pluche kantoorartikelen</w:t>
      </w:r>
    </w:p>
    <w:p w:rsidR="008E05F8" w:rsidRDefault="008E05F8" w:rsidP="008E05F8">
      <w:pPr>
        <w:spacing w:after="0"/>
      </w:pPr>
      <w:r>
        <w:t>Magnetisch adresboekje Toverspreuken</w:t>
      </w:r>
    </w:p>
    <w:p w:rsidR="008E05F8" w:rsidRDefault="008E05F8" w:rsidP="008E05F8">
      <w:pPr>
        <w:spacing w:after="0"/>
      </w:pPr>
      <w:proofErr w:type="spellStart"/>
      <w:r>
        <w:lastRenderedPageBreak/>
        <w:t>Stralingwerend</w:t>
      </w:r>
      <w:proofErr w:type="spellEnd"/>
      <w:r>
        <w:t xml:space="preserve"> telefoonhoesje </w:t>
      </w:r>
      <w:proofErr w:type="spellStart"/>
      <w:r>
        <w:t>Giftbox</w:t>
      </w:r>
      <w:proofErr w:type="spellEnd"/>
    </w:p>
    <w:p w:rsidR="008E05F8" w:rsidRDefault="008E05F8" w:rsidP="008E05F8">
      <w:pPr>
        <w:spacing w:after="0"/>
      </w:pPr>
      <w:r>
        <w:t>Multi hanger</w:t>
      </w:r>
    </w:p>
    <w:p w:rsidR="008E05F8" w:rsidRDefault="008E05F8" w:rsidP="008E05F8">
      <w:pPr>
        <w:spacing w:after="0"/>
      </w:pPr>
      <w:r>
        <w:t>Cd-rom met bedrijfsuitjes Boodschappenlijsthouder</w:t>
      </w:r>
    </w:p>
    <w:p w:rsidR="008E05F8" w:rsidRDefault="008E05F8" w:rsidP="008E05F8">
      <w:pPr>
        <w:spacing w:after="0"/>
      </w:pPr>
      <w:r>
        <w:t>Standaard voor wijnflessen</w:t>
      </w:r>
    </w:p>
    <w:p w:rsidR="008E05F8" w:rsidRDefault="008E05F8" w:rsidP="008E05F8">
      <w:pPr>
        <w:spacing w:after="0"/>
      </w:pPr>
      <w:r>
        <w:t>3D ansichtkaarten Gedecoreerde dakpan Mappen met opdruk Vuurschalen</w:t>
      </w:r>
    </w:p>
    <w:p w:rsidR="008E05F8" w:rsidRDefault="008E05F8" w:rsidP="008E05F8">
      <w:pPr>
        <w:spacing w:after="0"/>
      </w:pPr>
      <w:r>
        <w:t>"</w:t>
      </w:r>
      <w:proofErr w:type="spellStart"/>
      <w:r>
        <w:t>Funkey</w:t>
      </w:r>
      <w:proofErr w:type="spellEnd"/>
      <w:r>
        <w:t>” sleutelhanger Fotolijstje/</w:t>
      </w:r>
      <w:proofErr w:type="spellStart"/>
      <w:r>
        <w:t>mouseclip</w:t>
      </w:r>
      <w:proofErr w:type="spellEnd"/>
      <w:r>
        <w:t xml:space="preserve"> Relatiegeschenken</w:t>
      </w:r>
    </w:p>
    <w:p w:rsidR="008E05F8" w:rsidRDefault="008E05F8" w:rsidP="008E05F8">
      <w:pPr>
        <w:spacing w:after="0"/>
      </w:pPr>
      <w:r>
        <w:t>Klip voor parkeerbonnen Verrassingsfles</w:t>
      </w:r>
    </w:p>
    <w:p w:rsidR="008E05F8" w:rsidRDefault="008E05F8" w:rsidP="008E05F8">
      <w:pPr>
        <w:spacing w:after="0"/>
      </w:pPr>
      <w:r>
        <w:t>Houten producten</w:t>
      </w:r>
    </w:p>
    <w:p w:rsidR="008E05F8" w:rsidRDefault="008E05F8" w:rsidP="008E05F8">
      <w:pPr>
        <w:spacing w:after="0"/>
      </w:pPr>
      <w:r>
        <w:t>Informatieboek / cd-rom over een stad Vogel voederhuisje</w:t>
      </w:r>
    </w:p>
    <w:p w:rsidR="008E05F8" w:rsidRDefault="008E05F8" w:rsidP="008E05F8">
      <w:pPr>
        <w:spacing w:after="0"/>
      </w:pPr>
      <w:r>
        <w:t>Laptopkoffer</w:t>
      </w:r>
    </w:p>
    <w:p w:rsidR="008E05F8" w:rsidRDefault="008E05F8" w:rsidP="008E05F8">
      <w:pPr>
        <w:spacing w:after="0"/>
      </w:pPr>
      <w:r>
        <w:t>Easy Spons</w:t>
      </w:r>
    </w:p>
    <w:p w:rsidR="008E05F8" w:rsidRDefault="008E05F8" w:rsidP="008E05F8">
      <w:pPr>
        <w:spacing w:after="0"/>
      </w:pPr>
      <w:r>
        <w:t>Glazenhouder</w:t>
      </w:r>
    </w:p>
    <w:p w:rsidR="008E05F8" w:rsidRDefault="008E05F8" w:rsidP="008E05F8">
      <w:pPr>
        <w:spacing w:after="0"/>
      </w:pPr>
      <w:proofErr w:type="spellStart"/>
      <w:r>
        <w:t>Remedy</w:t>
      </w:r>
      <w:proofErr w:type="spellEnd"/>
      <w:r>
        <w:t xml:space="preserve"> hot </w:t>
      </w:r>
      <w:proofErr w:type="spellStart"/>
      <w:r>
        <w:t>ball</w:t>
      </w:r>
      <w:proofErr w:type="spellEnd"/>
      <w:r>
        <w:t xml:space="preserve"> Cd-klok</w:t>
      </w:r>
    </w:p>
    <w:p w:rsidR="008E05F8" w:rsidRDefault="008E05F8" w:rsidP="008E05F8">
      <w:pPr>
        <w:spacing w:after="0"/>
      </w:pPr>
      <w:r>
        <w:t>Grafische producten Droomspaarpot</w:t>
      </w:r>
    </w:p>
    <w:p w:rsidR="008E05F8" w:rsidRDefault="008E05F8" w:rsidP="008E05F8">
      <w:pPr>
        <w:spacing w:after="0"/>
      </w:pPr>
      <w:r>
        <w:t>Drukwerk</w:t>
      </w:r>
    </w:p>
    <w:p w:rsidR="008E05F8" w:rsidRDefault="008E05F8" w:rsidP="008E05F8">
      <w:pPr>
        <w:spacing w:after="0"/>
      </w:pPr>
      <w:r>
        <w:t>Kunstverkoop</w:t>
      </w:r>
    </w:p>
    <w:p w:rsidR="008E05F8" w:rsidRDefault="008E05F8" w:rsidP="008E05F8">
      <w:pPr>
        <w:spacing w:after="0"/>
      </w:pPr>
      <w:r>
        <w:t>Tassenhouder</w:t>
      </w:r>
    </w:p>
    <w:p w:rsidR="008E05F8" w:rsidRDefault="008E05F8" w:rsidP="008E05F8">
      <w:pPr>
        <w:spacing w:after="0"/>
      </w:pPr>
      <w:r>
        <w:t>Decoratief doosje</w:t>
      </w:r>
    </w:p>
    <w:p w:rsidR="008E05F8" w:rsidRDefault="008E05F8" w:rsidP="008E05F8">
      <w:pPr>
        <w:spacing w:after="0"/>
      </w:pPr>
      <w:r>
        <w:t xml:space="preserve">Sticker met geldzakje </w:t>
      </w:r>
      <w:proofErr w:type="spellStart"/>
      <w:r>
        <w:t>ipv</w:t>
      </w:r>
      <w:proofErr w:type="spellEnd"/>
      <w:r>
        <w:t xml:space="preserve"> envelop Promotieartikelen Sleutelbosketting</w:t>
      </w:r>
    </w:p>
    <w:p w:rsidR="008E05F8" w:rsidRDefault="008E05F8" w:rsidP="008E05F8">
      <w:pPr>
        <w:spacing w:after="0"/>
      </w:pPr>
      <w:r>
        <w:t>Universele kaarsenstandaard Klittenbandriem</w:t>
      </w:r>
    </w:p>
    <w:p w:rsidR="008E05F8" w:rsidRDefault="008E05F8" w:rsidP="008E05F8">
      <w:pPr>
        <w:spacing w:after="0"/>
      </w:pPr>
      <w:r>
        <w:t>Promotieteam</w:t>
      </w:r>
    </w:p>
    <w:p w:rsidR="008E05F8" w:rsidRDefault="008E05F8" w:rsidP="008E05F8">
      <w:pPr>
        <w:spacing w:after="0"/>
      </w:pPr>
      <w:proofErr w:type="spellStart"/>
      <w:r>
        <w:t>Twentse</w:t>
      </w:r>
      <w:proofErr w:type="spellEnd"/>
      <w:r>
        <w:t xml:space="preserve"> sigaren</w:t>
      </w:r>
    </w:p>
    <w:p w:rsidR="008E05F8" w:rsidRDefault="008E05F8" w:rsidP="008E05F8">
      <w:pPr>
        <w:spacing w:after="0"/>
      </w:pPr>
      <w:r>
        <w:t>Pluche beest met klittenband Afvalvoorziening voor in de auto Heimwee pakket</w:t>
      </w:r>
    </w:p>
    <w:p w:rsidR="00C7087C" w:rsidRPr="00F002CC" w:rsidRDefault="00C7087C" w:rsidP="00C7087C">
      <w:pPr>
        <w:spacing w:after="0"/>
      </w:pPr>
    </w:p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5F8"/>
    <w:rsid w:val="008E05F8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2227EEC9</Template>
  <TotalTime>0</TotalTime>
  <Pages>2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Schuppert</dc:creator>
  <cp:lastModifiedBy>Johan Schuppert</cp:lastModifiedBy>
  <cp:revision>1</cp:revision>
  <dcterms:created xsi:type="dcterms:W3CDTF">2012-07-11T07:41:00Z</dcterms:created>
  <dcterms:modified xsi:type="dcterms:W3CDTF">2012-07-11T07:41:00Z</dcterms:modified>
</cp:coreProperties>
</file>