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518D8" w14:textId="77777777" w:rsidR="00A740AD" w:rsidRDefault="00A740AD" w:rsidP="00A740AD">
      <w:pPr>
        <w:spacing w:line="20" w:lineRule="exact"/>
      </w:pPr>
    </w:p>
    <w:p w14:paraId="6A5A4F59" w14:textId="77777777" w:rsidR="00977CD5" w:rsidRPr="00977CD5" w:rsidRDefault="00977CD5" w:rsidP="00977CD5">
      <w:pPr>
        <w:pStyle w:val="Titel"/>
        <w:rPr>
          <w:b/>
          <w:bCs/>
          <w:sz w:val="32"/>
          <w:szCs w:val="32"/>
        </w:rPr>
      </w:pPr>
      <w:r w:rsidRPr="00977CD5">
        <w:rPr>
          <w:b/>
          <w:bCs/>
          <w:w w:val="80"/>
          <w:sz w:val="32"/>
          <w:szCs w:val="32"/>
        </w:rPr>
        <w:t>Beoordelingsformulier</w:t>
      </w:r>
      <w:r w:rsidRPr="00977CD5">
        <w:rPr>
          <w:b/>
          <w:bCs/>
          <w:spacing w:val="34"/>
          <w:w w:val="80"/>
          <w:sz w:val="32"/>
          <w:szCs w:val="32"/>
        </w:rPr>
        <w:t xml:space="preserve"> </w:t>
      </w:r>
      <w:r w:rsidRPr="00977CD5">
        <w:rPr>
          <w:b/>
          <w:bCs/>
          <w:w w:val="80"/>
          <w:sz w:val="32"/>
          <w:szCs w:val="32"/>
        </w:rPr>
        <w:t>Kerntaken,</w:t>
      </w:r>
      <w:r w:rsidRPr="00977CD5">
        <w:rPr>
          <w:b/>
          <w:bCs/>
          <w:spacing w:val="30"/>
          <w:w w:val="80"/>
          <w:sz w:val="32"/>
          <w:szCs w:val="32"/>
        </w:rPr>
        <w:t xml:space="preserve"> </w:t>
      </w:r>
      <w:r w:rsidRPr="00977CD5">
        <w:rPr>
          <w:b/>
          <w:bCs/>
          <w:w w:val="80"/>
          <w:sz w:val="32"/>
          <w:szCs w:val="32"/>
        </w:rPr>
        <w:t>werkprocessen</w:t>
      </w:r>
      <w:r w:rsidRPr="00977CD5">
        <w:rPr>
          <w:b/>
          <w:bCs/>
          <w:spacing w:val="31"/>
          <w:w w:val="80"/>
          <w:sz w:val="32"/>
          <w:szCs w:val="32"/>
        </w:rPr>
        <w:t xml:space="preserve"> </w:t>
      </w:r>
      <w:r w:rsidRPr="00977CD5">
        <w:rPr>
          <w:b/>
          <w:bCs/>
          <w:w w:val="80"/>
          <w:sz w:val="32"/>
          <w:szCs w:val="32"/>
        </w:rPr>
        <w:t>en</w:t>
      </w:r>
      <w:r w:rsidRPr="00977CD5">
        <w:rPr>
          <w:b/>
          <w:bCs/>
          <w:spacing w:val="34"/>
          <w:w w:val="80"/>
          <w:sz w:val="32"/>
          <w:szCs w:val="32"/>
        </w:rPr>
        <w:t xml:space="preserve"> </w:t>
      </w:r>
      <w:r w:rsidRPr="00977CD5">
        <w:rPr>
          <w:b/>
          <w:bCs/>
          <w:w w:val="80"/>
          <w:sz w:val="32"/>
          <w:szCs w:val="32"/>
        </w:rPr>
        <w:t>vaardigheden</w:t>
      </w:r>
    </w:p>
    <w:p w14:paraId="279A45E6" w14:textId="77777777" w:rsidR="00977CD5" w:rsidRDefault="00977CD5" w:rsidP="00977CD5">
      <w:pPr>
        <w:pStyle w:val="Plattetekst"/>
        <w:spacing w:after="0"/>
        <w:ind w:left="676"/>
        <w:rPr>
          <w:w w:val="80"/>
        </w:rPr>
      </w:pPr>
    </w:p>
    <w:p w14:paraId="75B277FD" w14:textId="64B24F54" w:rsidR="00977CD5" w:rsidRPr="00977CD5" w:rsidRDefault="00977CD5" w:rsidP="00FE4BD9">
      <w:pPr>
        <w:pStyle w:val="Plattetekst"/>
        <w:spacing w:after="0"/>
      </w:pPr>
      <w:proofErr w:type="spellStart"/>
      <w:r>
        <w:rPr>
          <w:w w:val="80"/>
        </w:rPr>
        <w:t>Crebo</w:t>
      </w:r>
      <w:proofErr w:type="spellEnd"/>
      <w:r>
        <w:rPr>
          <w:w w:val="80"/>
        </w:rPr>
        <w:t>:</w:t>
      </w:r>
      <w:r>
        <w:rPr>
          <w:spacing w:val="10"/>
          <w:w w:val="80"/>
        </w:rPr>
        <w:t xml:space="preserve"> </w:t>
      </w:r>
      <w:r>
        <w:rPr>
          <w:w w:val="80"/>
        </w:rPr>
        <w:t>25458</w:t>
      </w:r>
      <w:r>
        <w:rPr>
          <w:spacing w:val="122"/>
        </w:rPr>
        <w:t xml:space="preserve"> </w:t>
      </w:r>
      <w:r>
        <w:rPr>
          <w:w w:val="80"/>
        </w:rPr>
        <w:t>Naam</w:t>
      </w:r>
      <w:r>
        <w:rPr>
          <w:spacing w:val="12"/>
          <w:w w:val="80"/>
        </w:rPr>
        <w:t xml:space="preserve"> </w:t>
      </w:r>
      <w:r>
        <w:rPr>
          <w:w w:val="80"/>
        </w:rPr>
        <w:t>opleiding:</w:t>
      </w:r>
      <w:r>
        <w:rPr>
          <w:spacing w:val="13"/>
          <w:w w:val="80"/>
        </w:rPr>
        <w:t xml:space="preserve"> </w:t>
      </w:r>
      <w:r>
        <w:rPr>
          <w:w w:val="80"/>
        </w:rPr>
        <w:t>Adviseur leefomgeving,</w:t>
      </w:r>
      <w:r>
        <w:rPr>
          <w:spacing w:val="10"/>
          <w:w w:val="80"/>
        </w:rPr>
        <w:t xml:space="preserve"> </w:t>
      </w:r>
      <w:r>
        <w:rPr>
          <w:w w:val="80"/>
        </w:rPr>
        <w:t>Niveau</w:t>
      </w:r>
      <w:r>
        <w:rPr>
          <w:spacing w:val="12"/>
          <w:w w:val="80"/>
        </w:rPr>
        <w:t xml:space="preserve"> </w:t>
      </w:r>
      <w:r>
        <w:rPr>
          <w:w w:val="80"/>
        </w:rPr>
        <w:t>IV,</w:t>
      </w:r>
      <w:r>
        <w:rPr>
          <w:spacing w:val="13"/>
          <w:w w:val="80"/>
        </w:rPr>
        <w:t xml:space="preserve"> </w:t>
      </w:r>
      <w:r>
        <w:rPr>
          <w:w w:val="80"/>
        </w:rPr>
        <w:t>Middenkaderopleiding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6090"/>
      </w:tblGrid>
      <w:tr w:rsidR="00977CD5" w14:paraId="3B4ED758" w14:textId="77777777" w:rsidTr="00FE4BD9">
        <w:trPr>
          <w:trHeight w:val="263"/>
        </w:trPr>
        <w:tc>
          <w:tcPr>
            <w:tcW w:w="2972" w:type="dxa"/>
          </w:tcPr>
          <w:p w14:paraId="5AB21D18" w14:textId="77777777" w:rsidR="00977CD5" w:rsidRDefault="00977CD5" w:rsidP="00795BAF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Naam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leerling</w:t>
            </w:r>
            <w:proofErr w:type="spellEnd"/>
          </w:p>
        </w:tc>
        <w:tc>
          <w:tcPr>
            <w:tcW w:w="6090" w:type="dxa"/>
          </w:tcPr>
          <w:p w14:paraId="7E13090B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77CD5" w14:paraId="580E79A5" w14:textId="77777777" w:rsidTr="00FE4BD9">
        <w:trPr>
          <w:trHeight w:val="263"/>
        </w:trPr>
        <w:tc>
          <w:tcPr>
            <w:tcW w:w="2972" w:type="dxa"/>
          </w:tcPr>
          <w:p w14:paraId="5AA8179E" w14:textId="77777777" w:rsidR="00977CD5" w:rsidRDefault="00977CD5" w:rsidP="00795BAF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Klas</w:t>
            </w:r>
            <w:proofErr w:type="spellEnd"/>
          </w:p>
        </w:tc>
        <w:tc>
          <w:tcPr>
            <w:tcW w:w="6090" w:type="dxa"/>
          </w:tcPr>
          <w:p w14:paraId="7D9F01A1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77CD5" w14:paraId="01B87701" w14:textId="77777777" w:rsidTr="00FE4BD9">
        <w:trPr>
          <w:trHeight w:val="263"/>
        </w:trPr>
        <w:tc>
          <w:tcPr>
            <w:tcW w:w="2972" w:type="dxa"/>
          </w:tcPr>
          <w:p w14:paraId="3E5D8808" w14:textId="77777777" w:rsidR="00977CD5" w:rsidRDefault="00977CD5" w:rsidP="00795BAF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Start-</w:t>
            </w:r>
            <w:r>
              <w:rPr>
                <w:b/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en</w:t>
            </w:r>
            <w:proofErr w:type="spellEnd"/>
            <w:r>
              <w:rPr>
                <w:b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einddatum</w:t>
            </w:r>
            <w:proofErr w:type="spellEnd"/>
            <w:r>
              <w:rPr>
                <w:b/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bpv</w:t>
            </w:r>
            <w:proofErr w:type="spellEnd"/>
          </w:p>
        </w:tc>
        <w:tc>
          <w:tcPr>
            <w:tcW w:w="6090" w:type="dxa"/>
          </w:tcPr>
          <w:p w14:paraId="253873A0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77CD5" w14:paraId="3657F01A" w14:textId="77777777" w:rsidTr="00FE4BD9">
        <w:trPr>
          <w:trHeight w:val="263"/>
        </w:trPr>
        <w:tc>
          <w:tcPr>
            <w:tcW w:w="2972" w:type="dxa"/>
          </w:tcPr>
          <w:p w14:paraId="1CBA057B" w14:textId="77777777" w:rsidR="00977CD5" w:rsidRDefault="00977CD5" w:rsidP="00795BAF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Bpv-bedrijf</w:t>
            </w:r>
            <w:proofErr w:type="spellEnd"/>
          </w:p>
        </w:tc>
        <w:tc>
          <w:tcPr>
            <w:tcW w:w="6090" w:type="dxa"/>
          </w:tcPr>
          <w:p w14:paraId="2771084B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77CD5" w14:paraId="58B1BE7A" w14:textId="77777777" w:rsidTr="00FE4BD9">
        <w:trPr>
          <w:trHeight w:val="263"/>
        </w:trPr>
        <w:tc>
          <w:tcPr>
            <w:tcW w:w="2972" w:type="dxa"/>
          </w:tcPr>
          <w:p w14:paraId="66A2DA87" w14:textId="77777777" w:rsidR="00977CD5" w:rsidRDefault="00977CD5" w:rsidP="00795BAF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Naam</w:t>
            </w:r>
            <w:r>
              <w:rPr>
                <w:b/>
                <w:spacing w:val="14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praktijkopleider</w:t>
            </w:r>
            <w:proofErr w:type="spellEnd"/>
          </w:p>
        </w:tc>
        <w:tc>
          <w:tcPr>
            <w:tcW w:w="6090" w:type="dxa"/>
          </w:tcPr>
          <w:p w14:paraId="10A65905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5E527DC" w14:textId="480D94DF" w:rsidR="00977CD5" w:rsidRDefault="00977CD5" w:rsidP="00977CD5">
      <w:pPr>
        <w:spacing w:before="1"/>
        <w:rPr>
          <w:b/>
          <w:sz w:val="20"/>
        </w:rPr>
      </w:pPr>
    </w:p>
    <w:tbl>
      <w:tblPr>
        <w:tblStyle w:val="TableNormal"/>
        <w:tblW w:w="10348" w:type="dxa"/>
        <w:tblInd w:w="-359" w:type="dxa"/>
        <w:tblLayout w:type="fixed"/>
        <w:tblLook w:val="01E0" w:firstRow="1" w:lastRow="1" w:firstColumn="1" w:lastColumn="1" w:noHBand="0" w:noVBand="0"/>
      </w:tblPr>
      <w:tblGrid>
        <w:gridCol w:w="1123"/>
        <w:gridCol w:w="4694"/>
        <w:gridCol w:w="845"/>
        <w:gridCol w:w="1858"/>
        <w:gridCol w:w="1828"/>
      </w:tblGrid>
      <w:tr w:rsidR="00977CD5" w14:paraId="63A0CB97" w14:textId="77777777" w:rsidTr="002D2E2B">
        <w:trPr>
          <w:trHeight w:val="1172"/>
        </w:trPr>
        <w:tc>
          <w:tcPr>
            <w:tcW w:w="10348" w:type="dxa"/>
            <w:gridSpan w:val="5"/>
          </w:tcPr>
          <w:p w14:paraId="3336FF16" w14:textId="77777777" w:rsidR="00977CD5" w:rsidRDefault="00977CD5" w:rsidP="00795BAF">
            <w:pPr>
              <w:pStyle w:val="TableParagraph"/>
              <w:spacing w:line="228" w:lineRule="exact"/>
              <w:ind w:left="538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In</w:t>
            </w:r>
            <w:r>
              <w:rPr>
                <w:i/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onderstaande</w:t>
            </w:r>
            <w:proofErr w:type="spellEnd"/>
            <w:r>
              <w:rPr>
                <w:i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tabel</w:t>
            </w:r>
            <w:proofErr w:type="spellEnd"/>
            <w:r>
              <w:rPr>
                <w:i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vind</w:t>
            </w:r>
            <w:proofErr w:type="spellEnd"/>
            <w:r>
              <w:rPr>
                <w:i/>
                <w:spacing w:val="9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je</w:t>
            </w:r>
            <w:r>
              <w:rPr>
                <w:i/>
                <w:spacing w:val="10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de</w:t>
            </w:r>
            <w:r>
              <w:rPr>
                <w:i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kerntaken</w:t>
            </w:r>
            <w:proofErr w:type="spellEnd"/>
            <w:r>
              <w:rPr>
                <w:i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en</w:t>
            </w:r>
            <w:proofErr w:type="spellEnd"/>
            <w:r>
              <w:rPr>
                <w:i/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werkprocessen</w:t>
            </w:r>
            <w:proofErr w:type="spellEnd"/>
            <w:r>
              <w:rPr>
                <w:i/>
                <w:spacing w:val="10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van</w:t>
            </w:r>
            <w:r>
              <w:rPr>
                <w:i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jouw</w:t>
            </w:r>
            <w:proofErr w:type="spellEnd"/>
            <w:r>
              <w:rPr>
                <w:i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opleiding</w:t>
            </w:r>
            <w:proofErr w:type="spellEnd"/>
            <w:r>
              <w:rPr>
                <w:i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terug</w:t>
            </w:r>
            <w:proofErr w:type="spellEnd"/>
            <w:r>
              <w:rPr>
                <w:i/>
                <w:w w:val="80"/>
                <w:sz w:val="20"/>
              </w:rPr>
              <w:t>.</w:t>
            </w:r>
          </w:p>
          <w:p w14:paraId="5FE4B280" w14:textId="77777777" w:rsidR="00977CD5" w:rsidRDefault="00977CD5" w:rsidP="00795BAF">
            <w:pPr>
              <w:pStyle w:val="TableParagraph"/>
              <w:ind w:left="538" w:right="287"/>
              <w:rPr>
                <w:i/>
                <w:sz w:val="20"/>
              </w:rPr>
            </w:pPr>
            <w:r>
              <w:rPr>
                <w:i/>
                <w:w w:val="80"/>
                <w:sz w:val="20"/>
              </w:rPr>
              <w:t>In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de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eerste</w:t>
            </w:r>
            <w:proofErr w:type="spellEnd"/>
            <w:r>
              <w:rPr>
                <w:i/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kolom</w:t>
            </w:r>
            <w:proofErr w:type="spellEnd"/>
            <w:r>
              <w:rPr>
                <w:i/>
                <w:w w:val="80"/>
                <w:sz w:val="20"/>
              </w:rPr>
              <w:t>,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‘</w:t>
            </w:r>
            <w:proofErr w:type="spellStart"/>
            <w:r>
              <w:rPr>
                <w:i/>
                <w:w w:val="80"/>
                <w:sz w:val="20"/>
              </w:rPr>
              <w:t>voorstel</w:t>
            </w:r>
            <w:proofErr w:type="spellEnd"/>
            <w:r>
              <w:rPr>
                <w:i/>
                <w:w w:val="80"/>
                <w:sz w:val="20"/>
              </w:rPr>
              <w:t>’,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kruis</w:t>
            </w:r>
            <w:proofErr w:type="spellEnd"/>
            <w:r>
              <w:rPr>
                <w:i/>
                <w:spacing w:val="6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je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tijdens</w:t>
            </w:r>
            <w:proofErr w:type="spellEnd"/>
            <w:r>
              <w:rPr>
                <w:i/>
                <w:spacing w:val="5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het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kennismakingsgesprek</w:t>
            </w:r>
            <w:proofErr w:type="spellEnd"/>
            <w:r>
              <w:rPr>
                <w:i/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samen</w:t>
            </w:r>
            <w:proofErr w:type="spellEnd"/>
            <w:r>
              <w:rPr>
                <w:i/>
                <w:spacing w:val="6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met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de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praktijkopleider</w:t>
            </w:r>
            <w:proofErr w:type="spellEnd"/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aan</w:t>
            </w:r>
            <w:proofErr w:type="spellEnd"/>
            <w:r>
              <w:rPr>
                <w:i/>
                <w:w w:val="80"/>
                <w:sz w:val="20"/>
              </w:rPr>
              <w:t>,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aan</w:t>
            </w:r>
            <w:proofErr w:type="spellEnd"/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welke</w:t>
            </w:r>
            <w:proofErr w:type="spellEnd"/>
            <w:r>
              <w:rPr>
                <w:i/>
                <w:spacing w:val="1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werkprocessen</w:t>
            </w:r>
            <w:proofErr w:type="spellEnd"/>
            <w:r>
              <w:rPr>
                <w:i/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jij</w:t>
            </w:r>
            <w:proofErr w:type="spellEnd"/>
            <w:r>
              <w:rPr>
                <w:i/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deze</w:t>
            </w:r>
            <w:proofErr w:type="spellEnd"/>
            <w:r>
              <w:rPr>
                <w:i/>
                <w:spacing w:val="10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stage</w:t>
            </w:r>
            <w:r>
              <w:rPr>
                <w:i/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gaat</w:t>
            </w:r>
            <w:proofErr w:type="spellEnd"/>
            <w:r>
              <w:rPr>
                <w:i/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werken</w:t>
            </w:r>
            <w:proofErr w:type="spellEnd"/>
            <w:r>
              <w:rPr>
                <w:i/>
                <w:w w:val="80"/>
                <w:sz w:val="20"/>
              </w:rPr>
              <w:t>.</w:t>
            </w:r>
            <w:r>
              <w:rPr>
                <w:i/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Tijdens</w:t>
            </w:r>
            <w:proofErr w:type="spellEnd"/>
            <w:r>
              <w:rPr>
                <w:i/>
                <w:spacing w:val="8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het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BPV-</w:t>
            </w:r>
            <w:proofErr w:type="spellStart"/>
            <w:r>
              <w:rPr>
                <w:i/>
                <w:w w:val="80"/>
                <w:sz w:val="20"/>
              </w:rPr>
              <w:t>bezoek</w:t>
            </w:r>
            <w:proofErr w:type="spellEnd"/>
            <w:r>
              <w:rPr>
                <w:i/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vul</w:t>
            </w:r>
            <w:proofErr w:type="spellEnd"/>
            <w:r>
              <w:rPr>
                <w:i/>
                <w:spacing w:val="7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je</w:t>
            </w:r>
            <w:r>
              <w:rPr>
                <w:i/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samen</w:t>
            </w:r>
            <w:proofErr w:type="spellEnd"/>
            <w:r>
              <w:rPr>
                <w:i/>
                <w:spacing w:val="8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met</w:t>
            </w:r>
            <w:r>
              <w:rPr>
                <w:i/>
                <w:spacing w:val="8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de</w:t>
            </w:r>
            <w:r>
              <w:rPr>
                <w:i/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praktijkopleider</w:t>
            </w:r>
            <w:proofErr w:type="spellEnd"/>
            <w:r>
              <w:rPr>
                <w:i/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en</w:t>
            </w:r>
            <w:proofErr w:type="spellEnd"/>
            <w:r>
              <w:rPr>
                <w:i/>
                <w:spacing w:val="7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de</w:t>
            </w:r>
            <w:r>
              <w:rPr>
                <w:i/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bezoekende</w:t>
            </w:r>
            <w:proofErr w:type="spellEnd"/>
            <w:r>
              <w:rPr>
                <w:i/>
                <w:spacing w:val="8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docent</w:t>
            </w:r>
            <w:r>
              <w:rPr>
                <w:i/>
                <w:spacing w:val="1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de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tussenbeoordeling</w:t>
            </w:r>
            <w:proofErr w:type="spellEnd"/>
            <w:r>
              <w:rPr>
                <w:i/>
                <w:spacing w:val="5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in.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Dit</w:t>
            </w:r>
            <w:proofErr w:type="spellEnd"/>
            <w:r>
              <w:rPr>
                <w:i/>
                <w:spacing w:val="5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doe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je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alleen</w:t>
            </w:r>
            <w:proofErr w:type="spellEnd"/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voor</w:t>
            </w:r>
            <w:proofErr w:type="spellEnd"/>
            <w:r>
              <w:rPr>
                <w:i/>
                <w:spacing w:val="6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de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onderdelen</w:t>
            </w:r>
            <w:proofErr w:type="spellEnd"/>
            <w:r>
              <w:rPr>
                <w:i/>
                <w:spacing w:val="6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die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van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toepassing</w:t>
            </w:r>
            <w:proofErr w:type="spellEnd"/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zijn</w:t>
            </w:r>
            <w:proofErr w:type="spellEnd"/>
            <w:r>
              <w:rPr>
                <w:i/>
                <w:w w:val="80"/>
                <w:sz w:val="20"/>
              </w:rPr>
              <w:t>.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In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de</w:t>
            </w:r>
            <w:r>
              <w:rPr>
                <w:i/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laatste</w:t>
            </w:r>
            <w:proofErr w:type="spellEnd"/>
            <w:r>
              <w:rPr>
                <w:i/>
                <w:spacing w:val="8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week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van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je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stage</w:t>
            </w:r>
            <w:r>
              <w:rPr>
                <w:i/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vul</w:t>
            </w:r>
            <w:proofErr w:type="spellEnd"/>
            <w:r>
              <w:rPr>
                <w:i/>
                <w:spacing w:val="8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je</w:t>
            </w:r>
            <w:r>
              <w:rPr>
                <w:i/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samen</w:t>
            </w:r>
            <w:proofErr w:type="spellEnd"/>
            <w:r>
              <w:rPr>
                <w:i/>
                <w:spacing w:val="1"/>
                <w:w w:val="80"/>
                <w:sz w:val="20"/>
              </w:rPr>
              <w:t xml:space="preserve"> </w:t>
            </w:r>
            <w:r>
              <w:rPr>
                <w:i/>
                <w:w w:val="90"/>
                <w:sz w:val="20"/>
              </w:rPr>
              <w:t>met</w:t>
            </w:r>
            <w:r>
              <w:rPr>
                <w:i/>
                <w:spacing w:val="-7"/>
                <w:w w:val="90"/>
                <w:sz w:val="20"/>
              </w:rPr>
              <w:t xml:space="preserve"> </w:t>
            </w:r>
            <w:r>
              <w:rPr>
                <w:i/>
                <w:w w:val="90"/>
                <w:sz w:val="20"/>
              </w:rPr>
              <w:t>de</w:t>
            </w:r>
            <w:r>
              <w:rPr>
                <w:i/>
                <w:spacing w:val="-7"/>
                <w:w w:val="90"/>
                <w:sz w:val="20"/>
              </w:rPr>
              <w:t xml:space="preserve"> </w:t>
            </w:r>
            <w:proofErr w:type="spellStart"/>
            <w:r>
              <w:rPr>
                <w:i/>
                <w:w w:val="90"/>
                <w:sz w:val="20"/>
              </w:rPr>
              <w:t>praktijkopleider</w:t>
            </w:r>
            <w:proofErr w:type="spellEnd"/>
            <w:r>
              <w:rPr>
                <w:i/>
                <w:spacing w:val="-6"/>
                <w:w w:val="90"/>
                <w:sz w:val="20"/>
              </w:rPr>
              <w:t xml:space="preserve"> </w:t>
            </w:r>
            <w:r>
              <w:rPr>
                <w:i/>
                <w:w w:val="90"/>
                <w:sz w:val="20"/>
              </w:rPr>
              <w:t>de</w:t>
            </w:r>
            <w:r>
              <w:rPr>
                <w:i/>
                <w:spacing w:val="-7"/>
                <w:w w:val="90"/>
                <w:sz w:val="20"/>
              </w:rPr>
              <w:t xml:space="preserve"> </w:t>
            </w:r>
            <w:proofErr w:type="spellStart"/>
            <w:r>
              <w:rPr>
                <w:i/>
                <w:w w:val="90"/>
                <w:sz w:val="20"/>
              </w:rPr>
              <w:t>eindbeoordeling</w:t>
            </w:r>
            <w:proofErr w:type="spellEnd"/>
            <w:r>
              <w:rPr>
                <w:i/>
                <w:spacing w:val="-8"/>
                <w:w w:val="90"/>
                <w:sz w:val="20"/>
              </w:rPr>
              <w:t xml:space="preserve"> </w:t>
            </w:r>
            <w:r>
              <w:rPr>
                <w:i/>
                <w:w w:val="90"/>
                <w:sz w:val="20"/>
              </w:rPr>
              <w:t>in.</w:t>
            </w:r>
          </w:p>
        </w:tc>
      </w:tr>
      <w:tr w:rsidR="00977CD5" w14:paraId="78EF16DE" w14:textId="77777777" w:rsidTr="002D2E2B">
        <w:trPr>
          <w:trHeight w:val="290"/>
        </w:trPr>
        <w:tc>
          <w:tcPr>
            <w:tcW w:w="1123" w:type="dxa"/>
          </w:tcPr>
          <w:p w14:paraId="2AAF39B2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94" w:type="dxa"/>
          </w:tcPr>
          <w:p w14:paraId="1F453357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3CCF43A2" w14:textId="77777777" w:rsidR="00977CD5" w:rsidRDefault="00977CD5" w:rsidP="00795BAF">
            <w:pPr>
              <w:pStyle w:val="TableParagraph"/>
              <w:spacing w:before="25"/>
              <w:ind w:right="13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85"/>
                <w:sz w:val="20"/>
              </w:rPr>
              <w:t>Voorstel</w:t>
            </w:r>
            <w:proofErr w:type="spellEnd"/>
          </w:p>
        </w:tc>
        <w:tc>
          <w:tcPr>
            <w:tcW w:w="1858" w:type="dxa"/>
          </w:tcPr>
          <w:p w14:paraId="76626C13" w14:textId="77777777" w:rsidR="00977CD5" w:rsidRDefault="00977CD5" w:rsidP="00795BAF">
            <w:pPr>
              <w:pStyle w:val="TableParagraph"/>
              <w:spacing w:before="25"/>
              <w:ind w:left="78" w:right="7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Tussenbeoordeling</w:t>
            </w:r>
            <w:proofErr w:type="spellEnd"/>
          </w:p>
        </w:tc>
        <w:tc>
          <w:tcPr>
            <w:tcW w:w="1828" w:type="dxa"/>
          </w:tcPr>
          <w:p w14:paraId="38D90705" w14:textId="77777777" w:rsidR="00977CD5" w:rsidRDefault="00977CD5" w:rsidP="00795BAF">
            <w:pPr>
              <w:pStyle w:val="TableParagraph"/>
              <w:spacing w:before="25"/>
              <w:ind w:left="169" w:right="16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Eindbeoordeling</w:t>
            </w:r>
            <w:proofErr w:type="spellEnd"/>
          </w:p>
        </w:tc>
      </w:tr>
      <w:tr w:rsidR="00977CD5" w14:paraId="3664410C" w14:textId="77777777" w:rsidTr="002D2E2B">
        <w:trPr>
          <w:trHeight w:val="274"/>
        </w:trPr>
        <w:tc>
          <w:tcPr>
            <w:tcW w:w="10348" w:type="dxa"/>
            <w:gridSpan w:val="5"/>
          </w:tcPr>
          <w:p w14:paraId="074D2A81" w14:textId="77777777" w:rsidR="00977CD5" w:rsidRDefault="00977CD5" w:rsidP="00795BAF">
            <w:pPr>
              <w:pStyle w:val="TableParagraph"/>
              <w:tabs>
                <w:tab w:val="left" w:pos="10355"/>
              </w:tabs>
              <w:spacing w:before="34" w:line="220" w:lineRule="exact"/>
              <w:ind w:left="4" w:right="-15"/>
              <w:rPr>
                <w:b/>
                <w:sz w:val="20"/>
              </w:rPr>
            </w:pPr>
            <w:r>
              <w:rPr>
                <w:b/>
                <w:color w:val="000000"/>
                <w:w w:val="81"/>
                <w:sz w:val="20"/>
                <w:shd w:val="clear" w:color="auto" w:fill="F1F1F1"/>
              </w:rPr>
              <w:t xml:space="preserve"> </w:t>
            </w:r>
            <w:r>
              <w:rPr>
                <w:b/>
                <w:color w:val="000000"/>
                <w:spacing w:val="7"/>
                <w:sz w:val="20"/>
                <w:shd w:val="clear" w:color="auto" w:fill="F1F1F1"/>
              </w:rPr>
              <w:t xml:space="preserve"> </w:t>
            </w:r>
            <w:r>
              <w:rPr>
                <w:b/>
                <w:color w:val="000000"/>
                <w:w w:val="80"/>
                <w:sz w:val="20"/>
                <w:shd w:val="clear" w:color="auto" w:fill="F1F1F1"/>
              </w:rPr>
              <w:t>1.</w:t>
            </w:r>
            <w:r>
              <w:rPr>
                <w:b/>
                <w:color w:val="000000"/>
                <w:spacing w:val="10"/>
                <w:w w:val="80"/>
                <w:sz w:val="20"/>
                <w:shd w:val="clear" w:color="auto" w:fill="F1F1F1"/>
              </w:rPr>
              <w:t xml:space="preserve"> </w:t>
            </w:r>
            <w:proofErr w:type="spellStart"/>
            <w:r>
              <w:rPr>
                <w:b/>
                <w:color w:val="000000"/>
                <w:w w:val="80"/>
                <w:sz w:val="20"/>
                <w:shd w:val="clear" w:color="auto" w:fill="F1F1F1"/>
              </w:rPr>
              <w:t>Beroep</w:t>
            </w:r>
            <w:proofErr w:type="spellEnd"/>
            <w:r>
              <w:rPr>
                <w:b/>
                <w:color w:val="000000"/>
                <w:spacing w:val="11"/>
                <w:w w:val="80"/>
                <w:sz w:val="20"/>
                <w:shd w:val="clear" w:color="auto" w:fill="F1F1F1"/>
              </w:rPr>
              <w:t xml:space="preserve"> </w:t>
            </w:r>
            <w:proofErr w:type="spellStart"/>
            <w:r>
              <w:rPr>
                <w:b/>
                <w:color w:val="000000"/>
                <w:w w:val="80"/>
                <w:sz w:val="20"/>
                <w:shd w:val="clear" w:color="auto" w:fill="F1F1F1"/>
              </w:rPr>
              <w:t>specifieke</w:t>
            </w:r>
            <w:proofErr w:type="spellEnd"/>
            <w:r>
              <w:rPr>
                <w:b/>
                <w:color w:val="000000"/>
                <w:spacing w:val="9"/>
                <w:w w:val="80"/>
                <w:sz w:val="20"/>
                <w:shd w:val="clear" w:color="auto" w:fill="F1F1F1"/>
              </w:rPr>
              <w:t xml:space="preserve"> </w:t>
            </w:r>
            <w:proofErr w:type="spellStart"/>
            <w:r>
              <w:rPr>
                <w:b/>
                <w:color w:val="000000"/>
                <w:w w:val="80"/>
                <w:sz w:val="20"/>
                <w:shd w:val="clear" w:color="auto" w:fill="F1F1F1"/>
              </w:rPr>
              <w:t>onderdelen</w:t>
            </w:r>
            <w:proofErr w:type="spellEnd"/>
            <w:r>
              <w:rPr>
                <w:b/>
                <w:color w:val="000000"/>
                <w:sz w:val="20"/>
                <w:shd w:val="clear" w:color="auto" w:fill="F1F1F1"/>
              </w:rPr>
              <w:tab/>
            </w:r>
          </w:p>
        </w:tc>
      </w:tr>
      <w:tr w:rsidR="00977CD5" w14:paraId="6B664326" w14:textId="77777777" w:rsidTr="002D2E2B">
        <w:trPr>
          <w:trHeight w:val="238"/>
        </w:trPr>
        <w:tc>
          <w:tcPr>
            <w:tcW w:w="1123" w:type="dxa"/>
          </w:tcPr>
          <w:p w14:paraId="3F204D50" w14:textId="77777777" w:rsidR="00977CD5" w:rsidRDefault="00977CD5" w:rsidP="00795BAF">
            <w:pPr>
              <w:pStyle w:val="TableParagraph"/>
              <w:spacing w:before="9" w:line="210" w:lineRule="exact"/>
              <w:ind w:left="112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B1-K1</w:t>
            </w:r>
          </w:p>
        </w:tc>
        <w:tc>
          <w:tcPr>
            <w:tcW w:w="5539" w:type="dxa"/>
            <w:gridSpan w:val="2"/>
          </w:tcPr>
          <w:p w14:paraId="5542DBBD" w14:textId="77777777" w:rsidR="00977CD5" w:rsidRDefault="00977CD5" w:rsidP="00795BAF">
            <w:pPr>
              <w:pStyle w:val="TableParagraph"/>
              <w:spacing w:before="9" w:line="210" w:lineRule="exact"/>
              <w:ind w:left="266"/>
              <w:rPr>
                <w:b/>
                <w:sz w:val="20"/>
              </w:rPr>
            </w:pPr>
            <w:proofErr w:type="spellStart"/>
            <w:r>
              <w:rPr>
                <w:b/>
                <w:w w:val="80"/>
                <w:sz w:val="20"/>
              </w:rPr>
              <w:t>Uitvoeren</w:t>
            </w:r>
            <w:proofErr w:type="spellEnd"/>
            <w:r>
              <w:rPr>
                <w:b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metingen</w:t>
            </w:r>
            <w:proofErr w:type="spellEnd"/>
            <w:r>
              <w:rPr>
                <w:b/>
                <w:spacing w:val="13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leefomgeving</w:t>
            </w:r>
            <w:proofErr w:type="spellEnd"/>
            <w:r>
              <w:rPr>
                <w:b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en</w:t>
            </w:r>
            <w:proofErr w:type="spellEnd"/>
            <w:r>
              <w:rPr>
                <w:b/>
                <w:spacing w:val="13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rapporteren</w:t>
            </w:r>
            <w:proofErr w:type="spellEnd"/>
            <w:r>
              <w:rPr>
                <w:b/>
                <w:spacing w:val="13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resultaten</w:t>
            </w:r>
            <w:proofErr w:type="spellEnd"/>
          </w:p>
        </w:tc>
        <w:tc>
          <w:tcPr>
            <w:tcW w:w="1858" w:type="dxa"/>
          </w:tcPr>
          <w:p w14:paraId="00F4CE29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8" w:type="dxa"/>
          </w:tcPr>
          <w:p w14:paraId="4A95AEF8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77CD5" w14:paraId="3A63DF02" w14:textId="77777777" w:rsidTr="002D2E2B">
        <w:trPr>
          <w:trHeight w:val="459"/>
        </w:trPr>
        <w:tc>
          <w:tcPr>
            <w:tcW w:w="1123" w:type="dxa"/>
          </w:tcPr>
          <w:p w14:paraId="4D2AF30D" w14:textId="77777777" w:rsidR="00977CD5" w:rsidRDefault="00977CD5" w:rsidP="00795BAF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B1-K1-W1</w:t>
            </w:r>
          </w:p>
        </w:tc>
        <w:tc>
          <w:tcPr>
            <w:tcW w:w="4694" w:type="dxa"/>
          </w:tcPr>
          <w:p w14:paraId="03BB2972" w14:textId="77777777" w:rsidR="00977CD5" w:rsidRDefault="00977CD5" w:rsidP="00795BAF">
            <w:pPr>
              <w:pStyle w:val="TableParagraph"/>
              <w:spacing w:line="230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Voert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veldmetingen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waarnemingen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uit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w w:val="80"/>
                <w:sz w:val="20"/>
              </w:rPr>
              <w:t>/of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neemt</w:t>
            </w:r>
            <w:proofErr w:type="spellEnd"/>
            <w:r>
              <w:rPr>
                <w:spacing w:val="-42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monsters</w:t>
            </w:r>
          </w:p>
        </w:tc>
        <w:tc>
          <w:tcPr>
            <w:tcW w:w="845" w:type="dxa"/>
          </w:tcPr>
          <w:p w14:paraId="3E31A739" w14:textId="77777777" w:rsidR="00977CD5" w:rsidRDefault="00977CD5" w:rsidP="00795BAF">
            <w:pPr>
              <w:pStyle w:val="TableParagraph"/>
              <w:spacing w:before="119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11E90103" w14:textId="77777777" w:rsidR="00977CD5" w:rsidRDefault="00977CD5" w:rsidP="00795BAF">
            <w:pPr>
              <w:pStyle w:val="TableParagraph"/>
              <w:spacing w:before="113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32D8989F" w14:textId="77777777" w:rsidR="00977CD5" w:rsidRDefault="00977CD5" w:rsidP="00795BAF">
            <w:pPr>
              <w:pStyle w:val="TableParagraph"/>
              <w:spacing w:before="113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3C0186B1" w14:textId="77777777" w:rsidTr="002D2E2B">
        <w:trPr>
          <w:trHeight w:val="229"/>
        </w:trPr>
        <w:tc>
          <w:tcPr>
            <w:tcW w:w="1123" w:type="dxa"/>
          </w:tcPr>
          <w:p w14:paraId="246F2200" w14:textId="77777777" w:rsidR="00977CD5" w:rsidRDefault="00977CD5" w:rsidP="00795BAF">
            <w:pPr>
              <w:pStyle w:val="TableParagraph"/>
              <w:spacing w:line="209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B1-K1-W2</w:t>
            </w:r>
          </w:p>
        </w:tc>
        <w:tc>
          <w:tcPr>
            <w:tcW w:w="4694" w:type="dxa"/>
          </w:tcPr>
          <w:p w14:paraId="56781E69" w14:textId="77777777" w:rsidR="00977CD5" w:rsidRDefault="00977CD5" w:rsidP="00795BAF">
            <w:pPr>
              <w:pStyle w:val="TableParagraph"/>
              <w:spacing w:line="209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Onderhoudt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werkplek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w w:val="80"/>
                <w:sz w:val="20"/>
              </w:rPr>
              <w:t>/of</w:t>
            </w:r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apparatuur</w:t>
            </w:r>
            <w:proofErr w:type="spellEnd"/>
          </w:p>
        </w:tc>
        <w:tc>
          <w:tcPr>
            <w:tcW w:w="845" w:type="dxa"/>
          </w:tcPr>
          <w:p w14:paraId="593375C3" w14:textId="77777777" w:rsidR="00977CD5" w:rsidRDefault="00977CD5" w:rsidP="00795BAF">
            <w:pPr>
              <w:pStyle w:val="TableParagraph"/>
              <w:spacing w:before="4" w:line="204" w:lineRule="exact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2639AEF4" w14:textId="77777777" w:rsidR="00977CD5" w:rsidRDefault="00977CD5" w:rsidP="00795BAF">
            <w:pPr>
              <w:pStyle w:val="TableParagraph"/>
              <w:spacing w:line="209" w:lineRule="exact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0DF99CD0" w14:textId="77777777" w:rsidR="00977CD5" w:rsidRDefault="00977CD5" w:rsidP="00795BAF">
            <w:pPr>
              <w:pStyle w:val="TableParagraph"/>
              <w:spacing w:line="209" w:lineRule="exact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1A703344" w14:textId="77777777" w:rsidTr="002D2E2B">
        <w:trPr>
          <w:trHeight w:val="459"/>
        </w:trPr>
        <w:tc>
          <w:tcPr>
            <w:tcW w:w="1123" w:type="dxa"/>
          </w:tcPr>
          <w:p w14:paraId="219917CF" w14:textId="77777777" w:rsidR="00977CD5" w:rsidRDefault="00977CD5" w:rsidP="00795BAF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B1-K1-W3</w:t>
            </w:r>
          </w:p>
        </w:tc>
        <w:tc>
          <w:tcPr>
            <w:tcW w:w="4694" w:type="dxa"/>
          </w:tcPr>
          <w:p w14:paraId="09331C12" w14:textId="77777777" w:rsidR="00977CD5" w:rsidRDefault="00977CD5" w:rsidP="00795BAF">
            <w:pPr>
              <w:pStyle w:val="TableParagraph"/>
              <w:spacing w:line="230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Interpreteert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rapporteert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resultaten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van</w:t>
            </w:r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metingen</w:t>
            </w:r>
            <w:proofErr w:type="spellEnd"/>
            <w:r>
              <w:rPr>
                <w:w w:val="80"/>
                <w:sz w:val="20"/>
              </w:rPr>
              <w:t>,</w:t>
            </w:r>
            <w:r>
              <w:rPr>
                <w:spacing w:val="1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waarnemingen</w:t>
            </w:r>
            <w:proofErr w:type="spellEnd"/>
            <w:r>
              <w:rPr>
                <w:spacing w:val="1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1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kaartgegevens</w:t>
            </w:r>
            <w:proofErr w:type="spellEnd"/>
          </w:p>
        </w:tc>
        <w:tc>
          <w:tcPr>
            <w:tcW w:w="845" w:type="dxa"/>
          </w:tcPr>
          <w:p w14:paraId="08C8970A" w14:textId="77777777" w:rsidR="00977CD5" w:rsidRDefault="00977CD5" w:rsidP="00795BAF">
            <w:pPr>
              <w:pStyle w:val="TableParagraph"/>
              <w:spacing w:before="119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12570C77" w14:textId="77777777" w:rsidR="00977CD5" w:rsidRDefault="00977CD5" w:rsidP="00795BAF">
            <w:pPr>
              <w:pStyle w:val="TableParagraph"/>
              <w:spacing w:before="114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3085DCB1" w14:textId="77777777" w:rsidR="00977CD5" w:rsidRDefault="00977CD5" w:rsidP="00795BAF">
            <w:pPr>
              <w:pStyle w:val="TableParagraph"/>
              <w:spacing w:before="114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428DA595" w14:textId="77777777" w:rsidTr="002D2E2B">
        <w:trPr>
          <w:trHeight w:val="229"/>
        </w:trPr>
        <w:tc>
          <w:tcPr>
            <w:tcW w:w="1123" w:type="dxa"/>
          </w:tcPr>
          <w:p w14:paraId="5D6B7DAF" w14:textId="77777777" w:rsidR="00977CD5" w:rsidRDefault="00977CD5" w:rsidP="00795BAF">
            <w:pPr>
              <w:pStyle w:val="TableParagraph"/>
              <w:spacing w:line="209" w:lineRule="exact"/>
              <w:ind w:left="112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B1-K2</w:t>
            </w:r>
          </w:p>
        </w:tc>
        <w:tc>
          <w:tcPr>
            <w:tcW w:w="7397" w:type="dxa"/>
            <w:gridSpan w:val="3"/>
          </w:tcPr>
          <w:p w14:paraId="7FC19570" w14:textId="77777777" w:rsidR="00977CD5" w:rsidRDefault="00977CD5" w:rsidP="00795BAF">
            <w:pPr>
              <w:pStyle w:val="TableParagraph"/>
              <w:spacing w:line="209" w:lineRule="exact"/>
              <w:ind w:left="2525"/>
              <w:rPr>
                <w:b/>
                <w:sz w:val="20"/>
              </w:rPr>
            </w:pPr>
            <w:proofErr w:type="spellStart"/>
            <w:r>
              <w:rPr>
                <w:b/>
                <w:w w:val="80"/>
                <w:sz w:val="20"/>
              </w:rPr>
              <w:t>Uitvoering</w:t>
            </w:r>
            <w:proofErr w:type="spellEnd"/>
            <w:r>
              <w:rPr>
                <w:b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geven</w:t>
            </w:r>
            <w:proofErr w:type="spellEnd"/>
            <w:r>
              <w:rPr>
                <w:b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aan</w:t>
            </w:r>
            <w:proofErr w:type="spellEnd"/>
            <w:r>
              <w:rPr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wet-</w:t>
            </w:r>
            <w:r>
              <w:rPr>
                <w:b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en</w:t>
            </w:r>
            <w:proofErr w:type="spellEnd"/>
            <w:r>
              <w:rPr>
                <w:b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regelgeving</w:t>
            </w:r>
            <w:proofErr w:type="spellEnd"/>
            <w:r>
              <w:rPr>
                <w:b/>
                <w:spacing w:val="11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leefomgeving</w:t>
            </w:r>
            <w:proofErr w:type="spellEnd"/>
          </w:p>
        </w:tc>
        <w:tc>
          <w:tcPr>
            <w:tcW w:w="1828" w:type="dxa"/>
          </w:tcPr>
          <w:p w14:paraId="408ED4FC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77CD5" w14:paraId="67C14390" w14:textId="77777777" w:rsidTr="002D2E2B">
        <w:trPr>
          <w:trHeight w:val="458"/>
        </w:trPr>
        <w:tc>
          <w:tcPr>
            <w:tcW w:w="1123" w:type="dxa"/>
          </w:tcPr>
          <w:p w14:paraId="4F161D65" w14:textId="77777777" w:rsidR="00977CD5" w:rsidRDefault="00977CD5" w:rsidP="00795BAF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B1-K2-W1</w:t>
            </w:r>
          </w:p>
        </w:tc>
        <w:tc>
          <w:tcPr>
            <w:tcW w:w="4694" w:type="dxa"/>
          </w:tcPr>
          <w:p w14:paraId="1E72847C" w14:textId="77777777" w:rsidR="00977CD5" w:rsidRDefault="00977CD5" w:rsidP="00795BAF">
            <w:pPr>
              <w:pStyle w:val="TableParagraph"/>
              <w:spacing w:line="230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Geeft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informatie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voorlichting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over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beschikkingen</w:t>
            </w:r>
            <w:proofErr w:type="spellEnd"/>
            <w:r>
              <w:rPr>
                <w:spacing w:val="13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1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meldingen</w:t>
            </w:r>
            <w:proofErr w:type="spellEnd"/>
            <w:r>
              <w:rPr>
                <w:spacing w:val="3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3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rapporteert</w:t>
            </w:r>
            <w:proofErr w:type="spellEnd"/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over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3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voortgang</w:t>
            </w:r>
            <w:proofErr w:type="spellEnd"/>
          </w:p>
        </w:tc>
        <w:tc>
          <w:tcPr>
            <w:tcW w:w="845" w:type="dxa"/>
          </w:tcPr>
          <w:p w14:paraId="2A5145E4" w14:textId="77777777" w:rsidR="00977CD5" w:rsidRDefault="00977CD5" w:rsidP="00795BAF">
            <w:pPr>
              <w:pStyle w:val="TableParagraph"/>
              <w:spacing w:before="119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0AF30230" w14:textId="77777777" w:rsidR="00977CD5" w:rsidRDefault="00977CD5" w:rsidP="00795BAF">
            <w:pPr>
              <w:pStyle w:val="TableParagraph"/>
              <w:spacing w:before="113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27A7B46B" w14:textId="77777777" w:rsidR="00977CD5" w:rsidRDefault="00977CD5" w:rsidP="00795BAF">
            <w:pPr>
              <w:pStyle w:val="TableParagraph"/>
              <w:spacing w:before="113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6D9999BB" w14:textId="77777777" w:rsidTr="002D2E2B">
        <w:trPr>
          <w:trHeight w:val="227"/>
        </w:trPr>
        <w:tc>
          <w:tcPr>
            <w:tcW w:w="1123" w:type="dxa"/>
          </w:tcPr>
          <w:p w14:paraId="7C49CB38" w14:textId="77777777" w:rsidR="00977CD5" w:rsidRDefault="00977CD5" w:rsidP="00795BAF">
            <w:pPr>
              <w:pStyle w:val="TableParagraph"/>
              <w:spacing w:line="208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B1-K2-W2</w:t>
            </w:r>
          </w:p>
        </w:tc>
        <w:tc>
          <w:tcPr>
            <w:tcW w:w="4694" w:type="dxa"/>
          </w:tcPr>
          <w:p w14:paraId="3606105E" w14:textId="77777777" w:rsidR="00977CD5" w:rsidRDefault="00977CD5" w:rsidP="00795BAF">
            <w:pPr>
              <w:pStyle w:val="TableParagraph"/>
              <w:spacing w:line="208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Bereidt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aanvragen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voor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</w:t>
            </w:r>
            <w:proofErr w:type="spellStart"/>
            <w:r>
              <w:rPr>
                <w:w w:val="80"/>
                <w:sz w:val="20"/>
              </w:rPr>
              <w:t>eenvoudige</w:t>
            </w:r>
            <w:proofErr w:type="spellEnd"/>
            <w:r>
              <w:rPr>
                <w:w w:val="80"/>
                <w:sz w:val="20"/>
              </w:rPr>
              <w:t>)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beschikking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voor</w:t>
            </w:r>
            <w:proofErr w:type="spellEnd"/>
          </w:p>
        </w:tc>
        <w:tc>
          <w:tcPr>
            <w:tcW w:w="845" w:type="dxa"/>
          </w:tcPr>
          <w:p w14:paraId="21AEA4B7" w14:textId="77777777" w:rsidR="00977CD5" w:rsidRDefault="00977CD5" w:rsidP="00795BAF">
            <w:pPr>
              <w:pStyle w:val="TableParagraph"/>
              <w:spacing w:before="2" w:line="205" w:lineRule="exact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43F1CDA8" w14:textId="77777777" w:rsidR="00977CD5" w:rsidRDefault="00977CD5" w:rsidP="00795BAF">
            <w:pPr>
              <w:pStyle w:val="TableParagraph"/>
              <w:spacing w:line="208" w:lineRule="exact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2E6B8352" w14:textId="77777777" w:rsidR="00977CD5" w:rsidRDefault="00977CD5" w:rsidP="00795BAF">
            <w:pPr>
              <w:pStyle w:val="TableParagraph"/>
              <w:spacing w:line="208" w:lineRule="exact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7F296587" w14:textId="77777777" w:rsidTr="002D2E2B">
        <w:trPr>
          <w:trHeight w:val="230"/>
        </w:trPr>
        <w:tc>
          <w:tcPr>
            <w:tcW w:w="1123" w:type="dxa"/>
          </w:tcPr>
          <w:p w14:paraId="38AB9CEF" w14:textId="77777777" w:rsidR="00977CD5" w:rsidRDefault="00977CD5" w:rsidP="00795BAF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B1-K2-W3</w:t>
            </w:r>
          </w:p>
        </w:tc>
        <w:tc>
          <w:tcPr>
            <w:tcW w:w="4694" w:type="dxa"/>
          </w:tcPr>
          <w:p w14:paraId="2AB05C5C" w14:textId="77777777" w:rsidR="00977CD5" w:rsidRDefault="00977CD5" w:rsidP="00795BAF">
            <w:pPr>
              <w:pStyle w:val="TableParagraph"/>
              <w:spacing w:line="210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Handelt</w:t>
            </w:r>
            <w:proofErr w:type="spellEnd"/>
            <w:r>
              <w:rPr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meldingen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af</w:t>
            </w:r>
            <w:proofErr w:type="spellEnd"/>
          </w:p>
        </w:tc>
        <w:tc>
          <w:tcPr>
            <w:tcW w:w="845" w:type="dxa"/>
          </w:tcPr>
          <w:p w14:paraId="4AD3FF9A" w14:textId="77777777" w:rsidR="00977CD5" w:rsidRDefault="00977CD5" w:rsidP="00795BAF">
            <w:pPr>
              <w:pStyle w:val="TableParagraph"/>
              <w:spacing w:before="5" w:line="205" w:lineRule="exact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42018A0A" w14:textId="77777777" w:rsidR="00977CD5" w:rsidRDefault="00977CD5" w:rsidP="00795BAF">
            <w:pPr>
              <w:pStyle w:val="TableParagraph"/>
              <w:spacing w:line="210" w:lineRule="exact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50198C54" w14:textId="77777777" w:rsidR="00977CD5" w:rsidRDefault="00977CD5" w:rsidP="00795BAF">
            <w:pPr>
              <w:pStyle w:val="TableParagraph"/>
              <w:spacing w:line="210" w:lineRule="exact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6FF69FF8" w14:textId="77777777" w:rsidTr="002D2E2B">
        <w:trPr>
          <w:trHeight w:val="229"/>
        </w:trPr>
        <w:tc>
          <w:tcPr>
            <w:tcW w:w="1123" w:type="dxa"/>
          </w:tcPr>
          <w:p w14:paraId="7228E546" w14:textId="77777777" w:rsidR="00977CD5" w:rsidRDefault="00977CD5" w:rsidP="00795BAF">
            <w:pPr>
              <w:pStyle w:val="TableParagraph"/>
              <w:spacing w:line="209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B1-K2-W4</w:t>
            </w:r>
          </w:p>
        </w:tc>
        <w:tc>
          <w:tcPr>
            <w:tcW w:w="4694" w:type="dxa"/>
          </w:tcPr>
          <w:p w14:paraId="25F0AABD" w14:textId="77777777" w:rsidR="00977CD5" w:rsidRDefault="00977CD5" w:rsidP="00795BAF">
            <w:pPr>
              <w:pStyle w:val="TableParagraph"/>
              <w:spacing w:line="209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Onderzoekt</w:t>
            </w:r>
            <w:proofErr w:type="spellEnd"/>
            <w:r>
              <w:rPr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problemen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klachten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handelt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ze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af</w:t>
            </w:r>
            <w:proofErr w:type="spellEnd"/>
          </w:p>
        </w:tc>
        <w:tc>
          <w:tcPr>
            <w:tcW w:w="845" w:type="dxa"/>
          </w:tcPr>
          <w:p w14:paraId="1CD2D553" w14:textId="77777777" w:rsidR="00977CD5" w:rsidRDefault="00977CD5" w:rsidP="00795BAF">
            <w:pPr>
              <w:pStyle w:val="TableParagraph"/>
              <w:spacing w:before="5" w:line="204" w:lineRule="exact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5F4EA1A0" w14:textId="77777777" w:rsidR="00977CD5" w:rsidRDefault="00977CD5" w:rsidP="00795BAF">
            <w:pPr>
              <w:pStyle w:val="TableParagraph"/>
              <w:spacing w:line="209" w:lineRule="exact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669B541C" w14:textId="77777777" w:rsidR="00977CD5" w:rsidRDefault="00977CD5" w:rsidP="00795BAF">
            <w:pPr>
              <w:pStyle w:val="TableParagraph"/>
              <w:spacing w:line="209" w:lineRule="exact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788AB1A1" w14:textId="77777777" w:rsidTr="002D2E2B">
        <w:trPr>
          <w:trHeight w:val="229"/>
        </w:trPr>
        <w:tc>
          <w:tcPr>
            <w:tcW w:w="1123" w:type="dxa"/>
          </w:tcPr>
          <w:p w14:paraId="6363D937" w14:textId="77777777" w:rsidR="00977CD5" w:rsidRDefault="00977CD5" w:rsidP="00795BAF"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B1-K3</w:t>
            </w:r>
          </w:p>
        </w:tc>
        <w:tc>
          <w:tcPr>
            <w:tcW w:w="7397" w:type="dxa"/>
            <w:gridSpan w:val="3"/>
          </w:tcPr>
          <w:p w14:paraId="0890F105" w14:textId="77777777" w:rsidR="00977CD5" w:rsidRDefault="00977CD5" w:rsidP="00795BAF">
            <w:pPr>
              <w:pStyle w:val="TableParagraph"/>
              <w:spacing w:line="210" w:lineRule="exact"/>
              <w:ind w:left="3013"/>
              <w:rPr>
                <w:b/>
                <w:sz w:val="20"/>
              </w:rPr>
            </w:pPr>
            <w:proofErr w:type="spellStart"/>
            <w:r>
              <w:rPr>
                <w:b/>
                <w:w w:val="80"/>
                <w:sz w:val="20"/>
              </w:rPr>
              <w:t>Ondersteunen</w:t>
            </w:r>
            <w:proofErr w:type="spellEnd"/>
            <w:r>
              <w:rPr>
                <w:b/>
                <w:spacing w:val="17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zorgsystemen</w:t>
            </w:r>
            <w:proofErr w:type="spellEnd"/>
            <w:r>
              <w:rPr>
                <w:b/>
                <w:spacing w:val="18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leefomgeving</w:t>
            </w:r>
            <w:proofErr w:type="spellEnd"/>
          </w:p>
        </w:tc>
        <w:tc>
          <w:tcPr>
            <w:tcW w:w="1828" w:type="dxa"/>
          </w:tcPr>
          <w:p w14:paraId="3B7AFEB8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77CD5" w14:paraId="33A17960" w14:textId="77777777" w:rsidTr="002D2E2B">
        <w:trPr>
          <w:trHeight w:val="229"/>
        </w:trPr>
        <w:tc>
          <w:tcPr>
            <w:tcW w:w="1123" w:type="dxa"/>
          </w:tcPr>
          <w:p w14:paraId="7BCD770E" w14:textId="77777777" w:rsidR="00977CD5" w:rsidRDefault="00977CD5" w:rsidP="00795BAF">
            <w:pPr>
              <w:pStyle w:val="TableParagraph"/>
              <w:spacing w:line="209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B1-K3-W1</w:t>
            </w:r>
          </w:p>
        </w:tc>
        <w:tc>
          <w:tcPr>
            <w:tcW w:w="4694" w:type="dxa"/>
          </w:tcPr>
          <w:p w14:paraId="145D40CF" w14:textId="77777777" w:rsidR="00977CD5" w:rsidRDefault="00977CD5" w:rsidP="00795BAF">
            <w:pPr>
              <w:pStyle w:val="TableParagraph"/>
              <w:spacing w:line="209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Geeft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informatie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over</w:t>
            </w:r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zorgsystemen</w:t>
            </w:r>
            <w:proofErr w:type="spellEnd"/>
          </w:p>
        </w:tc>
        <w:tc>
          <w:tcPr>
            <w:tcW w:w="845" w:type="dxa"/>
          </w:tcPr>
          <w:p w14:paraId="588C0E41" w14:textId="77777777" w:rsidR="00977CD5" w:rsidRDefault="00977CD5" w:rsidP="00795BAF">
            <w:pPr>
              <w:pStyle w:val="TableParagraph"/>
              <w:spacing w:before="5" w:line="204" w:lineRule="exact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100BB147" w14:textId="77777777" w:rsidR="00977CD5" w:rsidRDefault="00977CD5" w:rsidP="00795BAF">
            <w:pPr>
              <w:pStyle w:val="TableParagraph"/>
              <w:spacing w:line="209" w:lineRule="exact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2B9CA638" w14:textId="77777777" w:rsidR="00977CD5" w:rsidRDefault="00977CD5" w:rsidP="00795BAF">
            <w:pPr>
              <w:pStyle w:val="TableParagraph"/>
              <w:spacing w:line="209" w:lineRule="exact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13928212" w14:textId="77777777" w:rsidTr="002D2E2B">
        <w:trPr>
          <w:trHeight w:val="459"/>
        </w:trPr>
        <w:tc>
          <w:tcPr>
            <w:tcW w:w="1123" w:type="dxa"/>
          </w:tcPr>
          <w:p w14:paraId="54BA3935" w14:textId="77777777" w:rsidR="00977CD5" w:rsidRDefault="00977CD5" w:rsidP="00795BAF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B1-K3-W2</w:t>
            </w:r>
          </w:p>
        </w:tc>
        <w:tc>
          <w:tcPr>
            <w:tcW w:w="4694" w:type="dxa"/>
          </w:tcPr>
          <w:p w14:paraId="07317E39" w14:textId="77777777" w:rsidR="00977CD5" w:rsidRDefault="00977CD5" w:rsidP="00795BAF">
            <w:pPr>
              <w:pStyle w:val="TableParagraph"/>
              <w:spacing w:line="230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Voert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scans</w:t>
            </w:r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nulinventarisaties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uit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onderhoudt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het</w:t>
            </w:r>
            <w:r>
              <w:rPr>
                <w:spacing w:val="1"/>
                <w:w w:val="8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zorgsysteem</w:t>
            </w:r>
            <w:proofErr w:type="spellEnd"/>
          </w:p>
        </w:tc>
        <w:tc>
          <w:tcPr>
            <w:tcW w:w="845" w:type="dxa"/>
          </w:tcPr>
          <w:p w14:paraId="10C40DA0" w14:textId="77777777" w:rsidR="00977CD5" w:rsidRDefault="00977CD5" w:rsidP="00795BAF">
            <w:pPr>
              <w:pStyle w:val="TableParagraph"/>
              <w:spacing w:before="119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4C4B8073" w14:textId="77777777" w:rsidR="00977CD5" w:rsidRDefault="00977CD5" w:rsidP="00795BAF">
            <w:pPr>
              <w:pStyle w:val="TableParagraph"/>
              <w:spacing w:before="114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078BA701" w14:textId="77777777" w:rsidR="00977CD5" w:rsidRDefault="00977CD5" w:rsidP="00795BAF">
            <w:pPr>
              <w:pStyle w:val="TableParagraph"/>
              <w:spacing w:before="114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2EC3EB87" w14:textId="77777777" w:rsidTr="002D2E2B">
        <w:trPr>
          <w:trHeight w:val="369"/>
        </w:trPr>
        <w:tc>
          <w:tcPr>
            <w:tcW w:w="1123" w:type="dxa"/>
          </w:tcPr>
          <w:p w14:paraId="7694A28F" w14:textId="77777777" w:rsidR="00977CD5" w:rsidRDefault="00977CD5" w:rsidP="00795BAF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B1-K3-W3</w:t>
            </w:r>
          </w:p>
        </w:tc>
        <w:tc>
          <w:tcPr>
            <w:tcW w:w="4694" w:type="dxa"/>
          </w:tcPr>
          <w:p w14:paraId="3F2D46BA" w14:textId="77777777" w:rsidR="00977CD5" w:rsidRDefault="00977CD5" w:rsidP="00795BAF">
            <w:pPr>
              <w:pStyle w:val="TableParagraph"/>
              <w:spacing w:line="229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Stelt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eenvoudig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verbeterplan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op</w:t>
            </w:r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voert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het</w:t>
            </w:r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uit</w:t>
            </w:r>
            <w:proofErr w:type="spellEnd"/>
          </w:p>
        </w:tc>
        <w:tc>
          <w:tcPr>
            <w:tcW w:w="845" w:type="dxa"/>
          </w:tcPr>
          <w:p w14:paraId="46FF344C" w14:textId="77777777" w:rsidR="00977CD5" w:rsidRDefault="00977CD5" w:rsidP="00795BAF">
            <w:pPr>
              <w:pStyle w:val="TableParagraph"/>
              <w:spacing w:before="5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47862292" w14:textId="77777777" w:rsidR="00977CD5" w:rsidRDefault="00977CD5" w:rsidP="00795BAF">
            <w:pPr>
              <w:pStyle w:val="TableParagraph"/>
              <w:spacing w:line="229" w:lineRule="exact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7FE92881" w14:textId="77777777" w:rsidR="00977CD5" w:rsidRDefault="00977CD5" w:rsidP="00795BAF">
            <w:pPr>
              <w:pStyle w:val="TableParagraph"/>
              <w:spacing w:line="229" w:lineRule="exact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0F97811F" w14:textId="77777777" w:rsidTr="002D2E2B">
        <w:trPr>
          <w:trHeight w:val="369"/>
        </w:trPr>
        <w:tc>
          <w:tcPr>
            <w:tcW w:w="10348" w:type="dxa"/>
            <w:gridSpan w:val="5"/>
          </w:tcPr>
          <w:p w14:paraId="2D2F6DE4" w14:textId="77777777" w:rsidR="00977CD5" w:rsidRDefault="00977CD5" w:rsidP="00795BAF">
            <w:pPr>
              <w:pStyle w:val="TableParagraph"/>
              <w:tabs>
                <w:tab w:val="left" w:pos="10355"/>
              </w:tabs>
              <w:spacing w:before="139" w:line="211" w:lineRule="exact"/>
              <w:ind w:left="4" w:right="-15"/>
              <w:rPr>
                <w:b/>
                <w:sz w:val="20"/>
              </w:rPr>
            </w:pPr>
            <w:r>
              <w:rPr>
                <w:b/>
                <w:color w:val="000000"/>
                <w:w w:val="81"/>
                <w:sz w:val="20"/>
                <w:shd w:val="clear" w:color="auto" w:fill="F1F1F1"/>
              </w:rPr>
              <w:t xml:space="preserve"> </w:t>
            </w:r>
            <w:r>
              <w:rPr>
                <w:b/>
                <w:color w:val="000000"/>
                <w:spacing w:val="7"/>
                <w:sz w:val="20"/>
                <w:shd w:val="clear" w:color="auto" w:fill="F1F1F1"/>
              </w:rPr>
              <w:t xml:space="preserve"> </w:t>
            </w:r>
            <w:r>
              <w:rPr>
                <w:b/>
                <w:color w:val="000000"/>
                <w:w w:val="80"/>
                <w:sz w:val="20"/>
                <w:shd w:val="clear" w:color="auto" w:fill="F1F1F1"/>
              </w:rPr>
              <w:t>P2:</w:t>
            </w:r>
            <w:r>
              <w:rPr>
                <w:b/>
                <w:color w:val="000000"/>
                <w:spacing w:val="15"/>
                <w:w w:val="80"/>
                <w:sz w:val="20"/>
                <w:shd w:val="clear" w:color="auto" w:fill="F1F1F1"/>
              </w:rPr>
              <w:t xml:space="preserve"> </w:t>
            </w:r>
            <w:r>
              <w:rPr>
                <w:b/>
                <w:color w:val="000000"/>
                <w:w w:val="80"/>
                <w:sz w:val="20"/>
                <w:shd w:val="clear" w:color="auto" w:fill="F1F1F1"/>
              </w:rPr>
              <w:t>Milieu-</w:t>
            </w:r>
            <w:proofErr w:type="spellStart"/>
            <w:r>
              <w:rPr>
                <w:b/>
                <w:color w:val="000000"/>
                <w:w w:val="80"/>
                <w:sz w:val="20"/>
                <w:shd w:val="clear" w:color="auto" w:fill="F1F1F1"/>
              </w:rPr>
              <w:t>inspecteur</w:t>
            </w:r>
            <w:proofErr w:type="spellEnd"/>
            <w:r>
              <w:rPr>
                <w:b/>
                <w:color w:val="000000"/>
                <w:sz w:val="20"/>
                <w:shd w:val="clear" w:color="auto" w:fill="F1F1F1"/>
              </w:rPr>
              <w:tab/>
            </w:r>
          </w:p>
        </w:tc>
      </w:tr>
      <w:tr w:rsidR="00977CD5" w14:paraId="61B16318" w14:textId="77777777" w:rsidTr="002D2E2B">
        <w:trPr>
          <w:trHeight w:val="229"/>
        </w:trPr>
        <w:tc>
          <w:tcPr>
            <w:tcW w:w="1123" w:type="dxa"/>
          </w:tcPr>
          <w:p w14:paraId="42414C11" w14:textId="77777777" w:rsidR="00977CD5" w:rsidRDefault="00977CD5" w:rsidP="00795BAF">
            <w:pPr>
              <w:pStyle w:val="TableParagraph"/>
              <w:spacing w:line="209" w:lineRule="exact"/>
              <w:ind w:left="112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P2-K1</w:t>
            </w:r>
          </w:p>
        </w:tc>
        <w:tc>
          <w:tcPr>
            <w:tcW w:w="4694" w:type="dxa"/>
          </w:tcPr>
          <w:p w14:paraId="5E0FFECB" w14:textId="77777777" w:rsidR="00977CD5" w:rsidRDefault="00977CD5" w:rsidP="00795BAF">
            <w:pPr>
              <w:pStyle w:val="TableParagraph"/>
              <w:spacing w:line="209" w:lineRule="exact"/>
              <w:ind w:left="266"/>
              <w:rPr>
                <w:b/>
                <w:sz w:val="20"/>
              </w:rPr>
            </w:pPr>
            <w:proofErr w:type="spellStart"/>
            <w:r>
              <w:rPr>
                <w:b/>
                <w:w w:val="80"/>
                <w:sz w:val="20"/>
              </w:rPr>
              <w:t>Uitvoeren</w:t>
            </w:r>
            <w:proofErr w:type="spellEnd"/>
            <w:r>
              <w:rPr>
                <w:b/>
                <w:spacing w:val="13"/>
                <w:w w:val="80"/>
                <w:sz w:val="20"/>
              </w:rPr>
              <w:t xml:space="preserve"> </w:t>
            </w:r>
            <w:proofErr w:type="spellStart"/>
            <w:r>
              <w:rPr>
                <w:b/>
                <w:w w:val="80"/>
                <w:sz w:val="20"/>
              </w:rPr>
              <w:t>inspectie</w:t>
            </w:r>
            <w:proofErr w:type="spellEnd"/>
          </w:p>
        </w:tc>
        <w:tc>
          <w:tcPr>
            <w:tcW w:w="845" w:type="dxa"/>
          </w:tcPr>
          <w:p w14:paraId="26AE8AB0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58" w:type="dxa"/>
          </w:tcPr>
          <w:p w14:paraId="110B4CB8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8" w:type="dxa"/>
          </w:tcPr>
          <w:p w14:paraId="798AECF5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77CD5" w14:paraId="10BD0183" w14:textId="77777777" w:rsidTr="002D2E2B">
        <w:trPr>
          <w:trHeight w:val="459"/>
        </w:trPr>
        <w:tc>
          <w:tcPr>
            <w:tcW w:w="1123" w:type="dxa"/>
          </w:tcPr>
          <w:p w14:paraId="6D3385BA" w14:textId="77777777" w:rsidR="00977CD5" w:rsidRDefault="00977CD5" w:rsidP="00795BAF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P2-K1-W1</w:t>
            </w:r>
          </w:p>
        </w:tc>
        <w:tc>
          <w:tcPr>
            <w:tcW w:w="4694" w:type="dxa"/>
          </w:tcPr>
          <w:p w14:paraId="6C9E33FE" w14:textId="77777777" w:rsidR="00977CD5" w:rsidRDefault="00977CD5" w:rsidP="00795BAF">
            <w:pPr>
              <w:pStyle w:val="TableParagraph"/>
              <w:spacing w:line="230" w:lineRule="exact"/>
              <w:ind w:left="266" w:right="72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Inspecteert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naleving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regelgeving</w:t>
            </w:r>
            <w:proofErr w:type="spellEnd"/>
            <w:r>
              <w:rPr>
                <w:spacing w:val="13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licht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werkzaamheden</w:t>
            </w:r>
            <w:proofErr w:type="spellEnd"/>
            <w:r>
              <w:rPr>
                <w:spacing w:val="1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toe</w:t>
            </w:r>
          </w:p>
        </w:tc>
        <w:tc>
          <w:tcPr>
            <w:tcW w:w="845" w:type="dxa"/>
          </w:tcPr>
          <w:p w14:paraId="0C3D8832" w14:textId="77777777" w:rsidR="00977CD5" w:rsidRDefault="00977CD5" w:rsidP="00795BAF">
            <w:pPr>
              <w:pStyle w:val="TableParagraph"/>
              <w:spacing w:before="1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2F9E8F73" w14:textId="77777777" w:rsidR="00977CD5" w:rsidRDefault="00977CD5" w:rsidP="00795BAF">
            <w:pPr>
              <w:pStyle w:val="TableParagraph"/>
              <w:spacing w:before="113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70F20BD6" w14:textId="77777777" w:rsidR="00977CD5" w:rsidRDefault="00977CD5" w:rsidP="00795BAF">
            <w:pPr>
              <w:pStyle w:val="TableParagraph"/>
              <w:spacing w:before="113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4F81B2B5" w14:textId="77777777" w:rsidTr="002D2E2B">
        <w:trPr>
          <w:trHeight w:val="458"/>
        </w:trPr>
        <w:tc>
          <w:tcPr>
            <w:tcW w:w="1123" w:type="dxa"/>
          </w:tcPr>
          <w:p w14:paraId="3DEFC04D" w14:textId="77777777" w:rsidR="00977CD5" w:rsidRDefault="00977CD5" w:rsidP="00795BAF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P2-K1-W2</w:t>
            </w:r>
          </w:p>
        </w:tc>
        <w:tc>
          <w:tcPr>
            <w:tcW w:w="4694" w:type="dxa"/>
          </w:tcPr>
          <w:p w14:paraId="31B12F47" w14:textId="77777777" w:rsidR="00977CD5" w:rsidRDefault="00977CD5" w:rsidP="00795BAF">
            <w:pPr>
              <w:pStyle w:val="TableParagraph"/>
              <w:spacing w:line="228" w:lineRule="exact"/>
              <w:ind w:left="266" w:right="327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Ondersteunt</w:t>
            </w:r>
            <w:proofErr w:type="spellEnd"/>
            <w:r>
              <w:rPr>
                <w:spacing w:val="11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afhandeling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van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overtredingen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van</w:t>
            </w:r>
            <w:r>
              <w:rPr>
                <w:spacing w:val="1"/>
                <w:w w:val="80"/>
                <w:sz w:val="20"/>
              </w:rPr>
              <w:t xml:space="preserve"> </w:t>
            </w:r>
            <w:proofErr w:type="spellStart"/>
            <w:r>
              <w:rPr>
                <w:w w:val="85"/>
                <w:sz w:val="20"/>
              </w:rPr>
              <w:t>wettelijke</w:t>
            </w:r>
            <w:proofErr w:type="spellEnd"/>
            <w:r>
              <w:rPr>
                <w:spacing w:val="-5"/>
                <w:w w:val="85"/>
                <w:sz w:val="20"/>
              </w:rPr>
              <w:t xml:space="preserve"> </w:t>
            </w:r>
            <w:proofErr w:type="spellStart"/>
            <w:r>
              <w:rPr>
                <w:w w:val="85"/>
                <w:sz w:val="20"/>
              </w:rPr>
              <w:t>voorschriften</w:t>
            </w:r>
            <w:proofErr w:type="spellEnd"/>
          </w:p>
        </w:tc>
        <w:tc>
          <w:tcPr>
            <w:tcW w:w="845" w:type="dxa"/>
          </w:tcPr>
          <w:p w14:paraId="756F8072" w14:textId="77777777" w:rsidR="00977CD5" w:rsidRDefault="00977CD5" w:rsidP="00795BAF">
            <w:pPr>
              <w:pStyle w:val="TableParagraph"/>
              <w:spacing w:before="117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</w:tcPr>
          <w:p w14:paraId="519F8475" w14:textId="77777777" w:rsidR="00977CD5" w:rsidRDefault="00977CD5" w:rsidP="00795BAF">
            <w:pPr>
              <w:pStyle w:val="TableParagraph"/>
              <w:spacing w:before="112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</w:tcPr>
          <w:p w14:paraId="6FA95DD5" w14:textId="77777777" w:rsidR="00977CD5" w:rsidRDefault="00977CD5" w:rsidP="00795BAF">
            <w:pPr>
              <w:pStyle w:val="TableParagraph"/>
              <w:spacing w:before="112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6B657CD2" w14:textId="77777777" w:rsidTr="002D2E2B">
        <w:trPr>
          <w:trHeight w:val="691"/>
        </w:trPr>
        <w:tc>
          <w:tcPr>
            <w:tcW w:w="1123" w:type="dxa"/>
            <w:tcBorders>
              <w:bottom w:val="single" w:sz="4" w:space="0" w:color="000000"/>
            </w:tcBorders>
          </w:tcPr>
          <w:p w14:paraId="3DB1AD2F" w14:textId="77777777" w:rsidR="00977CD5" w:rsidRDefault="00977CD5" w:rsidP="00795BAF">
            <w:pPr>
              <w:pStyle w:val="TableParagraph"/>
              <w:spacing w:line="230" w:lineRule="exact"/>
              <w:ind w:left="112"/>
              <w:rPr>
                <w:sz w:val="20"/>
              </w:rPr>
            </w:pPr>
            <w:r>
              <w:rPr>
                <w:w w:val="90"/>
                <w:sz w:val="20"/>
              </w:rPr>
              <w:t>P2-K1-W3</w:t>
            </w:r>
          </w:p>
        </w:tc>
        <w:tc>
          <w:tcPr>
            <w:tcW w:w="4694" w:type="dxa"/>
            <w:tcBorders>
              <w:bottom w:val="single" w:sz="4" w:space="0" w:color="000000"/>
            </w:tcBorders>
          </w:tcPr>
          <w:p w14:paraId="644DBF56" w14:textId="77777777" w:rsidR="00977CD5" w:rsidRDefault="00977CD5" w:rsidP="00795BAF">
            <w:pPr>
              <w:pStyle w:val="TableParagraph"/>
              <w:spacing w:line="230" w:lineRule="exact"/>
              <w:ind w:left="26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Rapporteert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resultaten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van</w:t>
            </w:r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controle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adviseert</w:t>
            </w:r>
            <w:proofErr w:type="spellEnd"/>
          </w:p>
        </w:tc>
        <w:tc>
          <w:tcPr>
            <w:tcW w:w="845" w:type="dxa"/>
            <w:tcBorders>
              <w:bottom w:val="single" w:sz="4" w:space="0" w:color="000000"/>
            </w:tcBorders>
          </w:tcPr>
          <w:p w14:paraId="15B2293A" w14:textId="77777777" w:rsidR="00977CD5" w:rsidRDefault="00977CD5" w:rsidP="00795BAF">
            <w:pPr>
              <w:pStyle w:val="TableParagraph"/>
              <w:ind w:right="133"/>
              <w:jc w:val="center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w w:val="99"/>
                <w:sz w:val="20"/>
              </w:rPr>
              <w:t></w:t>
            </w:r>
          </w:p>
        </w:tc>
        <w:tc>
          <w:tcPr>
            <w:tcW w:w="1858" w:type="dxa"/>
            <w:tcBorders>
              <w:bottom w:val="single" w:sz="4" w:space="0" w:color="000000"/>
            </w:tcBorders>
          </w:tcPr>
          <w:p w14:paraId="6EE44785" w14:textId="77777777" w:rsidR="00977CD5" w:rsidRDefault="00977CD5" w:rsidP="00795BAF">
            <w:pPr>
              <w:pStyle w:val="TableParagraph"/>
              <w:spacing w:line="230" w:lineRule="exact"/>
              <w:ind w:left="77" w:right="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28" w:type="dxa"/>
            <w:tcBorders>
              <w:bottom w:val="single" w:sz="4" w:space="0" w:color="000000"/>
            </w:tcBorders>
          </w:tcPr>
          <w:p w14:paraId="4698B506" w14:textId="77777777" w:rsidR="00977CD5" w:rsidRDefault="00977CD5" w:rsidP="00795BAF">
            <w:pPr>
              <w:pStyle w:val="TableParagraph"/>
              <w:spacing w:line="230" w:lineRule="exact"/>
              <w:ind w:left="169" w:right="16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7BB41046" w14:textId="77777777" w:rsidTr="002D2E2B">
        <w:trPr>
          <w:trHeight w:val="907"/>
        </w:trPr>
        <w:tc>
          <w:tcPr>
            <w:tcW w:w="5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275BB" w14:textId="77777777" w:rsidR="00977CD5" w:rsidRDefault="00977CD5" w:rsidP="00795BA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Opmerkingen</w:t>
            </w:r>
            <w:proofErr w:type="spellEnd"/>
            <w:r>
              <w:rPr>
                <w:w w:val="80"/>
                <w:sz w:val="20"/>
              </w:rPr>
              <w:t>/</w:t>
            </w:r>
            <w:proofErr w:type="spellStart"/>
            <w:r>
              <w:rPr>
                <w:w w:val="80"/>
                <w:sz w:val="20"/>
              </w:rPr>
              <w:t>toelichting</w:t>
            </w:r>
            <w:proofErr w:type="spellEnd"/>
            <w:r>
              <w:rPr>
                <w:spacing w:val="11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voorstel</w:t>
            </w:r>
            <w:proofErr w:type="spellEnd"/>
            <w:r>
              <w:rPr>
                <w:w w:val="80"/>
                <w:sz w:val="20"/>
              </w:rPr>
              <w:t>: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</w:tcBorders>
          </w:tcPr>
          <w:p w14:paraId="551B6112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bottom w:val="single" w:sz="4" w:space="0" w:color="000000"/>
            </w:tcBorders>
          </w:tcPr>
          <w:p w14:paraId="1667DD16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5DE6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7CD5" w14:paraId="11855816" w14:textId="77777777" w:rsidTr="002D2E2B">
        <w:trPr>
          <w:trHeight w:val="918"/>
        </w:trPr>
        <w:tc>
          <w:tcPr>
            <w:tcW w:w="5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157D2" w14:textId="77777777" w:rsidR="00977CD5" w:rsidRDefault="00977CD5" w:rsidP="00795BA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Opmerkingen</w:t>
            </w:r>
            <w:proofErr w:type="spellEnd"/>
            <w:r>
              <w:rPr>
                <w:w w:val="80"/>
                <w:sz w:val="20"/>
              </w:rPr>
              <w:t>/</w:t>
            </w:r>
            <w:proofErr w:type="spellStart"/>
            <w:r>
              <w:rPr>
                <w:w w:val="80"/>
                <w:sz w:val="20"/>
              </w:rPr>
              <w:t>toelichting</w:t>
            </w:r>
            <w:proofErr w:type="spellEnd"/>
            <w:r>
              <w:rPr>
                <w:spacing w:val="1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tussenbeoordeling</w:t>
            </w:r>
            <w:proofErr w:type="spellEnd"/>
            <w:r>
              <w:rPr>
                <w:w w:val="80"/>
                <w:sz w:val="20"/>
              </w:rPr>
              <w:t>: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</w:tcBorders>
          </w:tcPr>
          <w:p w14:paraId="70F30002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bottom w:val="single" w:sz="4" w:space="0" w:color="000000"/>
            </w:tcBorders>
          </w:tcPr>
          <w:p w14:paraId="35543C12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5561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7CD5" w14:paraId="5D3C2247" w14:textId="77777777" w:rsidTr="002D2E2B">
        <w:trPr>
          <w:trHeight w:val="1146"/>
        </w:trPr>
        <w:tc>
          <w:tcPr>
            <w:tcW w:w="5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1028F" w14:textId="77777777" w:rsidR="00977CD5" w:rsidRDefault="00977CD5" w:rsidP="00795BA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Opmerkingen</w:t>
            </w:r>
            <w:proofErr w:type="spellEnd"/>
            <w:r>
              <w:rPr>
                <w:w w:val="80"/>
                <w:sz w:val="20"/>
              </w:rPr>
              <w:t>/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toelichting</w:t>
            </w:r>
            <w:proofErr w:type="spellEnd"/>
            <w:r>
              <w:rPr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eindbeoordeling</w:t>
            </w:r>
            <w:proofErr w:type="spellEnd"/>
            <w:r>
              <w:rPr>
                <w:w w:val="80"/>
                <w:sz w:val="20"/>
              </w:rPr>
              <w:t>: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</w:tcBorders>
          </w:tcPr>
          <w:p w14:paraId="2D1BF520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8" w:type="dxa"/>
            <w:tcBorders>
              <w:top w:val="single" w:sz="4" w:space="0" w:color="000000"/>
              <w:bottom w:val="single" w:sz="4" w:space="0" w:color="000000"/>
            </w:tcBorders>
          </w:tcPr>
          <w:p w14:paraId="2497A9EA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2EF3" w14:textId="77777777" w:rsidR="00977CD5" w:rsidRDefault="00977CD5" w:rsidP="00795BA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99E7811" w14:textId="77777777" w:rsidR="00087F10" w:rsidRDefault="00087F10" w:rsidP="00507BD7"/>
    <w:p w14:paraId="678952E5" w14:textId="77777777" w:rsidR="00977CD5" w:rsidRDefault="00A33593" w:rsidP="00507BD7">
      <w:r>
        <w:lastRenderedPageBreak/>
        <w:t xml:space="preserve"> </w:t>
      </w:r>
    </w:p>
    <w:tbl>
      <w:tblPr>
        <w:tblStyle w:val="TableNormal"/>
        <w:tblW w:w="9782" w:type="dxa"/>
        <w:tblLayout w:type="fixed"/>
        <w:tblLook w:val="01E0" w:firstRow="1" w:lastRow="1" w:firstColumn="1" w:lastColumn="1" w:noHBand="0" w:noVBand="0"/>
      </w:tblPr>
      <w:tblGrid>
        <w:gridCol w:w="1378"/>
        <w:gridCol w:w="2247"/>
        <w:gridCol w:w="2315"/>
        <w:gridCol w:w="1275"/>
        <w:gridCol w:w="283"/>
        <w:gridCol w:w="388"/>
        <w:gridCol w:w="1896"/>
      </w:tblGrid>
      <w:tr w:rsidR="00977CD5" w14:paraId="3012EA60" w14:textId="77777777" w:rsidTr="00977CD5">
        <w:trPr>
          <w:trHeight w:val="399"/>
        </w:trPr>
        <w:tc>
          <w:tcPr>
            <w:tcW w:w="1378" w:type="dxa"/>
          </w:tcPr>
          <w:p w14:paraId="0884712B" w14:textId="77777777" w:rsidR="00977CD5" w:rsidRPr="00977CD5" w:rsidRDefault="00977CD5" w:rsidP="00795BAF">
            <w:pPr>
              <w:pStyle w:val="TableParagraph"/>
              <w:spacing w:line="229" w:lineRule="exact"/>
              <w:ind w:left="112"/>
              <w:rPr>
                <w:b/>
                <w:sz w:val="20"/>
                <w:szCs w:val="20"/>
              </w:rPr>
            </w:pPr>
            <w:r w:rsidRPr="00977CD5">
              <w:rPr>
                <w:b/>
                <w:w w:val="80"/>
                <w:sz w:val="20"/>
                <w:szCs w:val="20"/>
              </w:rPr>
              <w:t>2.</w:t>
            </w:r>
            <w:r w:rsidRPr="00977CD5">
              <w:rPr>
                <w:b/>
                <w:spacing w:val="7"/>
                <w:w w:val="80"/>
                <w:sz w:val="20"/>
                <w:szCs w:val="20"/>
              </w:rPr>
              <w:t xml:space="preserve"> </w:t>
            </w:r>
            <w:proofErr w:type="spellStart"/>
            <w:r w:rsidRPr="00977CD5">
              <w:rPr>
                <w:b/>
                <w:w w:val="80"/>
                <w:sz w:val="20"/>
                <w:szCs w:val="20"/>
              </w:rPr>
              <w:t>Vaardigheden</w:t>
            </w:r>
            <w:proofErr w:type="spellEnd"/>
          </w:p>
        </w:tc>
        <w:tc>
          <w:tcPr>
            <w:tcW w:w="2247" w:type="dxa"/>
          </w:tcPr>
          <w:p w14:paraId="5BF62BA7" w14:textId="77777777" w:rsidR="00977CD5" w:rsidRPr="00977CD5" w:rsidRDefault="00977CD5" w:rsidP="00795BA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14:paraId="0DF585E1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gridSpan w:val="3"/>
          </w:tcPr>
          <w:p w14:paraId="1F1DC4E8" w14:textId="77777777" w:rsidR="00977CD5" w:rsidRDefault="00977CD5" w:rsidP="00795BAF">
            <w:pPr>
              <w:pStyle w:val="TableParagraph"/>
              <w:spacing w:before="111"/>
              <w:ind w:left="245"/>
              <w:rPr>
                <w:b/>
                <w:sz w:val="20"/>
              </w:rPr>
            </w:pPr>
            <w:proofErr w:type="spellStart"/>
            <w:r>
              <w:rPr>
                <w:b/>
                <w:w w:val="85"/>
                <w:sz w:val="20"/>
              </w:rPr>
              <w:t>Tussenbeoordeling</w:t>
            </w:r>
            <w:proofErr w:type="spellEnd"/>
          </w:p>
        </w:tc>
        <w:tc>
          <w:tcPr>
            <w:tcW w:w="1896" w:type="dxa"/>
          </w:tcPr>
          <w:p w14:paraId="5417CCA6" w14:textId="77777777" w:rsidR="00977CD5" w:rsidRDefault="00977CD5" w:rsidP="00795BAF">
            <w:pPr>
              <w:pStyle w:val="TableParagraph"/>
              <w:spacing w:before="111"/>
              <w:ind w:left="184" w:right="21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Eindbeoordeling</w:t>
            </w:r>
            <w:proofErr w:type="spellEnd"/>
          </w:p>
        </w:tc>
      </w:tr>
      <w:tr w:rsidR="00977CD5" w14:paraId="020FF200" w14:textId="77777777" w:rsidTr="00977CD5">
        <w:trPr>
          <w:trHeight w:val="286"/>
        </w:trPr>
        <w:tc>
          <w:tcPr>
            <w:tcW w:w="1378" w:type="dxa"/>
          </w:tcPr>
          <w:p w14:paraId="60B63832" w14:textId="77777777" w:rsidR="00977CD5" w:rsidRDefault="00977CD5" w:rsidP="00795BAF">
            <w:pPr>
              <w:pStyle w:val="TableParagraph"/>
              <w:spacing w:before="57" w:line="210" w:lineRule="exact"/>
              <w:ind w:left="112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Individueel</w:t>
            </w:r>
            <w:proofErr w:type="spellEnd"/>
          </w:p>
        </w:tc>
        <w:tc>
          <w:tcPr>
            <w:tcW w:w="4562" w:type="dxa"/>
            <w:gridSpan w:val="2"/>
          </w:tcPr>
          <w:p w14:paraId="4996AF67" w14:textId="77777777" w:rsidR="00977CD5" w:rsidRDefault="00977CD5" w:rsidP="00795BAF">
            <w:pPr>
              <w:pStyle w:val="TableParagraph"/>
              <w:spacing w:before="57" w:line="210" w:lineRule="exact"/>
              <w:ind w:left="9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Verantwoordelijkheidsgevoel</w:t>
            </w:r>
            <w:proofErr w:type="spellEnd"/>
            <w:r>
              <w:rPr>
                <w:w w:val="80"/>
                <w:sz w:val="20"/>
              </w:rPr>
              <w:t>/</w:t>
            </w:r>
            <w:r>
              <w:rPr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nakomen</w:t>
            </w:r>
            <w:proofErr w:type="spellEnd"/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van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afspraken</w:t>
            </w:r>
            <w:proofErr w:type="spellEnd"/>
          </w:p>
        </w:tc>
        <w:tc>
          <w:tcPr>
            <w:tcW w:w="1946" w:type="dxa"/>
            <w:gridSpan w:val="3"/>
          </w:tcPr>
          <w:p w14:paraId="34D3E912" w14:textId="77777777" w:rsidR="00977CD5" w:rsidRDefault="00977CD5" w:rsidP="00795BAF">
            <w:pPr>
              <w:pStyle w:val="TableParagraph"/>
              <w:spacing w:before="57" w:line="210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40A12B89" w14:textId="77777777" w:rsidR="00977CD5" w:rsidRDefault="00977CD5" w:rsidP="00795BAF">
            <w:pPr>
              <w:pStyle w:val="TableParagraph"/>
              <w:spacing w:before="57" w:line="210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34A3A79C" w14:textId="77777777" w:rsidTr="00977CD5">
        <w:trPr>
          <w:trHeight w:val="229"/>
        </w:trPr>
        <w:tc>
          <w:tcPr>
            <w:tcW w:w="1378" w:type="dxa"/>
          </w:tcPr>
          <w:p w14:paraId="38C3AB90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7" w:type="dxa"/>
          </w:tcPr>
          <w:p w14:paraId="45998AAE" w14:textId="77777777" w:rsidR="00977CD5" w:rsidRDefault="00977CD5" w:rsidP="00795BAF">
            <w:pPr>
              <w:pStyle w:val="TableParagraph"/>
              <w:spacing w:line="209" w:lineRule="exact"/>
              <w:ind w:left="9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Werktempo</w:t>
            </w:r>
            <w:proofErr w:type="spellEnd"/>
          </w:p>
        </w:tc>
        <w:tc>
          <w:tcPr>
            <w:tcW w:w="2315" w:type="dxa"/>
          </w:tcPr>
          <w:p w14:paraId="2E6A1E1D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6" w:type="dxa"/>
            <w:gridSpan w:val="3"/>
          </w:tcPr>
          <w:p w14:paraId="3811FD67" w14:textId="77777777" w:rsidR="00977CD5" w:rsidRDefault="00977CD5" w:rsidP="00795BAF">
            <w:pPr>
              <w:pStyle w:val="TableParagraph"/>
              <w:spacing w:line="209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25331B1B" w14:textId="77777777" w:rsidR="00977CD5" w:rsidRDefault="00977CD5" w:rsidP="00795BAF">
            <w:pPr>
              <w:pStyle w:val="TableParagraph"/>
              <w:spacing w:line="209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4CB9F195" w14:textId="77777777" w:rsidTr="00977CD5">
        <w:trPr>
          <w:trHeight w:val="230"/>
        </w:trPr>
        <w:tc>
          <w:tcPr>
            <w:tcW w:w="1378" w:type="dxa"/>
          </w:tcPr>
          <w:p w14:paraId="0561EC7C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7" w:type="dxa"/>
          </w:tcPr>
          <w:p w14:paraId="18B9F83D" w14:textId="77777777" w:rsidR="00977CD5" w:rsidRDefault="00977CD5" w:rsidP="00795BAF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Zelfstandig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werken</w:t>
            </w:r>
            <w:proofErr w:type="spellEnd"/>
          </w:p>
        </w:tc>
        <w:tc>
          <w:tcPr>
            <w:tcW w:w="2315" w:type="dxa"/>
          </w:tcPr>
          <w:p w14:paraId="3174EF90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6" w:type="dxa"/>
            <w:gridSpan w:val="3"/>
          </w:tcPr>
          <w:p w14:paraId="6E173203" w14:textId="77777777" w:rsidR="00977CD5" w:rsidRDefault="00977CD5" w:rsidP="00795BAF">
            <w:pPr>
              <w:pStyle w:val="TableParagraph"/>
              <w:spacing w:line="210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0AE6A0F8" w14:textId="77777777" w:rsidR="00977CD5" w:rsidRDefault="00977CD5" w:rsidP="00795BAF">
            <w:pPr>
              <w:pStyle w:val="TableParagraph"/>
              <w:spacing w:line="210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27153325" w14:textId="77777777" w:rsidTr="00977CD5">
        <w:trPr>
          <w:trHeight w:val="229"/>
        </w:trPr>
        <w:tc>
          <w:tcPr>
            <w:tcW w:w="1378" w:type="dxa"/>
          </w:tcPr>
          <w:p w14:paraId="1475B068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62" w:type="dxa"/>
            <w:gridSpan w:val="2"/>
          </w:tcPr>
          <w:p w14:paraId="01FD4001" w14:textId="77777777" w:rsidR="00977CD5" w:rsidRDefault="00977CD5" w:rsidP="00795BAF">
            <w:pPr>
              <w:pStyle w:val="TableParagraph"/>
              <w:spacing w:line="209" w:lineRule="exact"/>
              <w:ind w:left="9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Kennis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inzicht</w:t>
            </w:r>
            <w:proofErr w:type="spellEnd"/>
            <w:r>
              <w:rPr>
                <w:spacing w:val="14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bij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werkzaamheden</w:t>
            </w:r>
            <w:proofErr w:type="spellEnd"/>
          </w:p>
        </w:tc>
        <w:tc>
          <w:tcPr>
            <w:tcW w:w="1946" w:type="dxa"/>
            <w:gridSpan w:val="3"/>
          </w:tcPr>
          <w:p w14:paraId="6B8D1F02" w14:textId="77777777" w:rsidR="00977CD5" w:rsidRDefault="00977CD5" w:rsidP="00795BAF">
            <w:pPr>
              <w:pStyle w:val="TableParagraph"/>
              <w:spacing w:line="209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1FEB75DC" w14:textId="77777777" w:rsidR="00977CD5" w:rsidRDefault="00977CD5" w:rsidP="00795BAF">
            <w:pPr>
              <w:pStyle w:val="TableParagraph"/>
              <w:spacing w:line="209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0E1EE6E8" w14:textId="77777777" w:rsidTr="00977CD5">
        <w:trPr>
          <w:trHeight w:val="229"/>
        </w:trPr>
        <w:tc>
          <w:tcPr>
            <w:tcW w:w="1378" w:type="dxa"/>
          </w:tcPr>
          <w:p w14:paraId="7357CB16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62" w:type="dxa"/>
            <w:gridSpan w:val="2"/>
          </w:tcPr>
          <w:p w14:paraId="0A16F120" w14:textId="77777777" w:rsidR="00977CD5" w:rsidRDefault="00977CD5" w:rsidP="00795BAF">
            <w:pPr>
              <w:pStyle w:val="TableParagraph"/>
              <w:spacing w:line="209" w:lineRule="exact"/>
              <w:ind w:left="9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Omgaan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met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conflicten</w:t>
            </w:r>
            <w:proofErr w:type="spellEnd"/>
            <w:r>
              <w:rPr>
                <w:w w:val="80"/>
                <w:sz w:val="20"/>
              </w:rPr>
              <w:t>,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problemen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of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kritiek</w:t>
            </w:r>
            <w:proofErr w:type="spellEnd"/>
          </w:p>
        </w:tc>
        <w:tc>
          <w:tcPr>
            <w:tcW w:w="1946" w:type="dxa"/>
            <w:gridSpan w:val="3"/>
          </w:tcPr>
          <w:p w14:paraId="2D2CFBEB" w14:textId="77777777" w:rsidR="00977CD5" w:rsidRDefault="00977CD5" w:rsidP="00795BAF">
            <w:pPr>
              <w:pStyle w:val="TableParagraph"/>
              <w:spacing w:line="209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31C92F0D" w14:textId="77777777" w:rsidR="00977CD5" w:rsidRDefault="00977CD5" w:rsidP="00795BAF">
            <w:pPr>
              <w:pStyle w:val="TableParagraph"/>
              <w:spacing w:line="209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263D8373" w14:textId="77777777" w:rsidTr="00977CD5">
        <w:trPr>
          <w:trHeight w:val="230"/>
        </w:trPr>
        <w:tc>
          <w:tcPr>
            <w:tcW w:w="1378" w:type="dxa"/>
          </w:tcPr>
          <w:p w14:paraId="528D1C4F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7" w:type="dxa"/>
          </w:tcPr>
          <w:p w14:paraId="0A83EE3A" w14:textId="77777777" w:rsidR="00977CD5" w:rsidRDefault="00977CD5" w:rsidP="00795BAF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Durft</w:t>
            </w:r>
            <w:proofErr w:type="spellEnd"/>
            <w:r>
              <w:rPr>
                <w:spacing w:val="4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initiatief</w:t>
            </w:r>
            <w:proofErr w:type="spellEnd"/>
            <w:r>
              <w:rPr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te</w:t>
            </w:r>
            <w:proofErr w:type="spellEnd"/>
            <w:r>
              <w:rPr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tonen</w:t>
            </w:r>
            <w:proofErr w:type="spellEnd"/>
          </w:p>
        </w:tc>
        <w:tc>
          <w:tcPr>
            <w:tcW w:w="2315" w:type="dxa"/>
          </w:tcPr>
          <w:p w14:paraId="0256CD4A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6" w:type="dxa"/>
            <w:gridSpan w:val="3"/>
          </w:tcPr>
          <w:p w14:paraId="570E356C" w14:textId="77777777" w:rsidR="00977CD5" w:rsidRDefault="00977CD5" w:rsidP="00795BAF">
            <w:pPr>
              <w:pStyle w:val="TableParagraph"/>
              <w:spacing w:line="210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57244A26" w14:textId="77777777" w:rsidR="00977CD5" w:rsidRDefault="00977CD5" w:rsidP="00795BAF">
            <w:pPr>
              <w:pStyle w:val="TableParagraph"/>
              <w:spacing w:line="210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2C3DFA0C" w14:textId="77777777" w:rsidTr="00977CD5">
        <w:trPr>
          <w:trHeight w:val="229"/>
        </w:trPr>
        <w:tc>
          <w:tcPr>
            <w:tcW w:w="1378" w:type="dxa"/>
          </w:tcPr>
          <w:p w14:paraId="20E89EFB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7" w:type="dxa"/>
          </w:tcPr>
          <w:p w14:paraId="1727D29C" w14:textId="77777777" w:rsidR="00977CD5" w:rsidRDefault="00977CD5" w:rsidP="00795BAF">
            <w:pPr>
              <w:pStyle w:val="TableParagraph"/>
              <w:spacing w:line="209" w:lineRule="exact"/>
              <w:ind w:left="9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Leergierig</w:t>
            </w:r>
            <w:proofErr w:type="spellEnd"/>
          </w:p>
        </w:tc>
        <w:tc>
          <w:tcPr>
            <w:tcW w:w="2315" w:type="dxa"/>
          </w:tcPr>
          <w:p w14:paraId="6DC772D3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6" w:type="dxa"/>
            <w:gridSpan w:val="3"/>
          </w:tcPr>
          <w:p w14:paraId="178D05C9" w14:textId="77777777" w:rsidR="00977CD5" w:rsidRDefault="00977CD5" w:rsidP="00795BAF">
            <w:pPr>
              <w:pStyle w:val="TableParagraph"/>
              <w:spacing w:line="209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1823B0AF" w14:textId="77777777" w:rsidR="00977CD5" w:rsidRDefault="00977CD5" w:rsidP="00795BAF">
            <w:pPr>
              <w:pStyle w:val="TableParagraph"/>
              <w:spacing w:line="209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3F644AD5" w14:textId="77777777" w:rsidTr="00977CD5">
        <w:trPr>
          <w:trHeight w:val="229"/>
        </w:trPr>
        <w:tc>
          <w:tcPr>
            <w:tcW w:w="1378" w:type="dxa"/>
          </w:tcPr>
          <w:p w14:paraId="60AE7B58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62" w:type="dxa"/>
            <w:gridSpan w:val="2"/>
          </w:tcPr>
          <w:p w14:paraId="20BEC8C5" w14:textId="77777777" w:rsidR="00977CD5" w:rsidRDefault="00977CD5" w:rsidP="00795BAF">
            <w:pPr>
              <w:pStyle w:val="TableParagraph"/>
              <w:spacing w:line="209" w:lineRule="exact"/>
              <w:ind w:left="9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Reflecteren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op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eigen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werk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en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houding</w:t>
            </w:r>
            <w:proofErr w:type="spellEnd"/>
          </w:p>
        </w:tc>
        <w:tc>
          <w:tcPr>
            <w:tcW w:w="1946" w:type="dxa"/>
            <w:gridSpan w:val="3"/>
          </w:tcPr>
          <w:p w14:paraId="5228F353" w14:textId="77777777" w:rsidR="00977CD5" w:rsidRDefault="00977CD5" w:rsidP="00795BAF">
            <w:pPr>
              <w:pStyle w:val="TableParagraph"/>
              <w:spacing w:line="209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080B951E" w14:textId="77777777" w:rsidR="00977CD5" w:rsidRDefault="00977CD5" w:rsidP="00795BAF">
            <w:pPr>
              <w:pStyle w:val="TableParagraph"/>
              <w:spacing w:line="209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082DD98D" w14:textId="77777777" w:rsidTr="00977CD5">
        <w:trPr>
          <w:trHeight w:val="458"/>
        </w:trPr>
        <w:tc>
          <w:tcPr>
            <w:tcW w:w="1378" w:type="dxa"/>
          </w:tcPr>
          <w:p w14:paraId="0597AA4B" w14:textId="77777777" w:rsidR="00977CD5" w:rsidRDefault="00977CD5" w:rsidP="00795BAF">
            <w:pPr>
              <w:pStyle w:val="TableParagraph"/>
              <w:spacing w:line="230" w:lineRule="exact"/>
              <w:ind w:left="112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Sociaal</w:t>
            </w:r>
            <w:proofErr w:type="spellEnd"/>
          </w:p>
        </w:tc>
        <w:tc>
          <w:tcPr>
            <w:tcW w:w="4562" w:type="dxa"/>
            <w:gridSpan w:val="2"/>
          </w:tcPr>
          <w:p w14:paraId="266CBBB7" w14:textId="77777777" w:rsidR="00977CD5" w:rsidRDefault="00977CD5" w:rsidP="00795BAF">
            <w:pPr>
              <w:pStyle w:val="TableParagraph"/>
              <w:spacing w:line="228" w:lineRule="exact"/>
              <w:ind w:left="9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Positief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omgaan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met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leiding</w:t>
            </w:r>
            <w:proofErr w:type="spellEnd"/>
            <w:r>
              <w:rPr>
                <w:w w:val="80"/>
                <w:sz w:val="20"/>
              </w:rPr>
              <w:t>,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medewerkers</w:t>
            </w:r>
            <w:proofErr w:type="spellEnd"/>
            <w:r>
              <w:rPr>
                <w:w w:val="80"/>
                <w:sz w:val="20"/>
              </w:rPr>
              <w:t>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klanten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van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het</w:t>
            </w:r>
            <w:r>
              <w:rPr>
                <w:spacing w:val="1"/>
                <w:w w:val="80"/>
                <w:sz w:val="20"/>
              </w:rPr>
              <w:t xml:space="preserve"> </w:t>
            </w:r>
            <w:proofErr w:type="spellStart"/>
            <w:r>
              <w:rPr>
                <w:w w:val="85"/>
                <w:sz w:val="20"/>
              </w:rPr>
              <w:t>bedrijf</w:t>
            </w:r>
            <w:proofErr w:type="spellEnd"/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/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proofErr w:type="spellStart"/>
            <w:r>
              <w:rPr>
                <w:w w:val="85"/>
                <w:sz w:val="20"/>
              </w:rPr>
              <w:t>samenwerken</w:t>
            </w:r>
            <w:proofErr w:type="spellEnd"/>
          </w:p>
        </w:tc>
        <w:tc>
          <w:tcPr>
            <w:tcW w:w="1946" w:type="dxa"/>
            <w:gridSpan w:val="3"/>
          </w:tcPr>
          <w:p w14:paraId="346A255C" w14:textId="77777777" w:rsidR="00977CD5" w:rsidRDefault="00977CD5" w:rsidP="00795BAF">
            <w:pPr>
              <w:pStyle w:val="TableParagraph"/>
              <w:spacing w:line="230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67281801" w14:textId="77777777" w:rsidR="00977CD5" w:rsidRDefault="00977CD5" w:rsidP="00795BAF">
            <w:pPr>
              <w:pStyle w:val="TableParagraph"/>
              <w:spacing w:line="230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440FFA83" w14:textId="77777777" w:rsidTr="00977CD5">
        <w:trPr>
          <w:trHeight w:val="230"/>
        </w:trPr>
        <w:tc>
          <w:tcPr>
            <w:tcW w:w="1378" w:type="dxa"/>
          </w:tcPr>
          <w:p w14:paraId="61FF9B03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62" w:type="dxa"/>
            <w:gridSpan w:val="2"/>
          </w:tcPr>
          <w:p w14:paraId="25EAA30D" w14:textId="77777777" w:rsidR="00977CD5" w:rsidRDefault="00977CD5" w:rsidP="00795BAF"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Gemakkelijk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aanpassen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aan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cultuur</w:t>
            </w:r>
            <w:proofErr w:type="spellEnd"/>
            <w:r>
              <w:rPr>
                <w:spacing w:val="13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binnen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het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BPV-</w:t>
            </w:r>
            <w:proofErr w:type="spellStart"/>
            <w:r>
              <w:rPr>
                <w:w w:val="80"/>
                <w:sz w:val="20"/>
              </w:rPr>
              <w:t>bedrijf</w:t>
            </w:r>
            <w:proofErr w:type="spellEnd"/>
          </w:p>
        </w:tc>
        <w:tc>
          <w:tcPr>
            <w:tcW w:w="1946" w:type="dxa"/>
            <w:gridSpan w:val="3"/>
          </w:tcPr>
          <w:p w14:paraId="357DDED9" w14:textId="77777777" w:rsidR="00977CD5" w:rsidRDefault="00977CD5" w:rsidP="00795BAF">
            <w:pPr>
              <w:pStyle w:val="TableParagraph"/>
              <w:spacing w:line="210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</w:tcPr>
          <w:p w14:paraId="38DAFC5B" w14:textId="77777777" w:rsidR="00977CD5" w:rsidRDefault="00977CD5" w:rsidP="00795BAF">
            <w:pPr>
              <w:pStyle w:val="TableParagraph"/>
              <w:spacing w:line="210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708CA90C" w14:textId="77777777" w:rsidTr="00977CD5">
        <w:trPr>
          <w:trHeight w:val="460"/>
        </w:trPr>
        <w:tc>
          <w:tcPr>
            <w:tcW w:w="1378" w:type="dxa"/>
            <w:tcBorders>
              <w:bottom w:val="single" w:sz="4" w:space="0" w:color="000000"/>
            </w:tcBorders>
          </w:tcPr>
          <w:p w14:paraId="340A4A0F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7" w:type="dxa"/>
            <w:tcBorders>
              <w:bottom w:val="single" w:sz="4" w:space="0" w:color="000000"/>
            </w:tcBorders>
          </w:tcPr>
          <w:p w14:paraId="09C7EC75" w14:textId="77777777" w:rsidR="00977CD5" w:rsidRDefault="00977CD5" w:rsidP="00795BAF">
            <w:pPr>
              <w:pStyle w:val="TableParagraph"/>
              <w:spacing w:line="230" w:lineRule="exact"/>
              <w:ind w:left="9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Durft</w:t>
            </w:r>
            <w:proofErr w:type="spellEnd"/>
            <w:r>
              <w:rPr>
                <w:spacing w:val="4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vragen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te</w:t>
            </w:r>
            <w:proofErr w:type="spellEnd"/>
            <w:r>
              <w:rPr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stellen</w:t>
            </w:r>
            <w:proofErr w:type="spellEnd"/>
          </w:p>
        </w:tc>
        <w:tc>
          <w:tcPr>
            <w:tcW w:w="2315" w:type="dxa"/>
            <w:tcBorders>
              <w:bottom w:val="single" w:sz="4" w:space="0" w:color="000000"/>
            </w:tcBorders>
          </w:tcPr>
          <w:p w14:paraId="55C6F129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gridSpan w:val="3"/>
            <w:tcBorders>
              <w:bottom w:val="single" w:sz="4" w:space="0" w:color="000000"/>
            </w:tcBorders>
          </w:tcPr>
          <w:p w14:paraId="4C1E95A0" w14:textId="77777777" w:rsidR="00977CD5" w:rsidRDefault="00977CD5" w:rsidP="00795BAF">
            <w:pPr>
              <w:pStyle w:val="TableParagraph"/>
              <w:spacing w:line="230" w:lineRule="exact"/>
              <w:ind w:left="272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  <w:tc>
          <w:tcPr>
            <w:tcW w:w="1896" w:type="dxa"/>
            <w:tcBorders>
              <w:bottom w:val="single" w:sz="4" w:space="0" w:color="000000"/>
            </w:tcBorders>
          </w:tcPr>
          <w:p w14:paraId="4C5EEBE6" w14:textId="77777777" w:rsidR="00977CD5" w:rsidRDefault="00977CD5" w:rsidP="00795BAF">
            <w:pPr>
              <w:pStyle w:val="TableParagraph"/>
              <w:spacing w:line="230" w:lineRule="exact"/>
              <w:ind w:left="184" w:right="22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O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RV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</w:t>
            </w:r>
          </w:p>
        </w:tc>
      </w:tr>
      <w:tr w:rsidR="00977CD5" w14:paraId="6FEC13E3" w14:textId="77777777" w:rsidTr="00977CD5">
        <w:trPr>
          <w:trHeight w:val="1836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3109" w14:textId="77777777" w:rsidR="00977CD5" w:rsidRDefault="00977CD5" w:rsidP="00795BA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Opmerkingen</w:t>
            </w:r>
            <w:proofErr w:type="spellEnd"/>
            <w:r>
              <w:rPr>
                <w:w w:val="80"/>
                <w:sz w:val="20"/>
              </w:rPr>
              <w:t>/</w:t>
            </w:r>
            <w:proofErr w:type="spellStart"/>
            <w:r>
              <w:rPr>
                <w:w w:val="80"/>
                <w:sz w:val="20"/>
              </w:rPr>
              <w:t>toelichting</w:t>
            </w:r>
            <w:proofErr w:type="spellEnd"/>
            <w:r>
              <w:rPr>
                <w:spacing w:val="13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tussenbeoordeling</w:t>
            </w:r>
            <w:proofErr w:type="spellEnd"/>
            <w:r>
              <w:rPr>
                <w:spacing w:val="17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(incl.</w:t>
            </w:r>
            <w:r>
              <w:rPr>
                <w:i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sterke</w:t>
            </w:r>
            <w:proofErr w:type="spellEnd"/>
            <w:r>
              <w:rPr>
                <w:i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en</w:t>
            </w:r>
            <w:proofErr w:type="spellEnd"/>
            <w:r>
              <w:rPr>
                <w:i/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verbeterpunten</w:t>
            </w:r>
            <w:proofErr w:type="spellEnd"/>
            <w:r>
              <w:rPr>
                <w:i/>
                <w:w w:val="80"/>
                <w:sz w:val="20"/>
              </w:rPr>
              <w:t>)</w:t>
            </w:r>
            <w:r>
              <w:rPr>
                <w:w w:val="80"/>
                <w:sz w:val="20"/>
              </w:rPr>
              <w:t>:</w:t>
            </w:r>
          </w:p>
        </w:tc>
      </w:tr>
      <w:tr w:rsidR="00977CD5" w14:paraId="33AB916B" w14:textId="77777777" w:rsidTr="00977CD5">
        <w:trPr>
          <w:trHeight w:val="456"/>
        </w:trPr>
        <w:tc>
          <w:tcPr>
            <w:tcW w:w="9782" w:type="dxa"/>
            <w:gridSpan w:val="7"/>
            <w:tcBorders>
              <w:top w:val="single" w:sz="4" w:space="0" w:color="000000"/>
            </w:tcBorders>
          </w:tcPr>
          <w:p w14:paraId="4EC3E1B3" w14:textId="77777777" w:rsidR="00977CD5" w:rsidRDefault="00977CD5" w:rsidP="00795BAF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BB68225" w14:textId="77777777" w:rsidR="00977CD5" w:rsidRDefault="00977CD5" w:rsidP="00795BAF">
            <w:pPr>
              <w:pStyle w:val="TableParagraph"/>
              <w:spacing w:before="1" w:line="210" w:lineRule="exact"/>
              <w:ind w:left="112"/>
              <w:rPr>
                <w:b/>
                <w:sz w:val="20"/>
              </w:rPr>
            </w:pPr>
            <w:proofErr w:type="spellStart"/>
            <w:r>
              <w:rPr>
                <w:b/>
                <w:w w:val="80"/>
                <w:sz w:val="20"/>
              </w:rPr>
              <w:t>Tussenbeoordeling</w:t>
            </w:r>
            <w:proofErr w:type="spellEnd"/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van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de</w:t>
            </w:r>
            <w:r>
              <w:rPr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BPV</w:t>
            </w:r>
          </w:p>
        </w:tc>
      </w:tr>
      <w:tr w:rsidR="00977CD5" w14:paraId="3844A01C" w14:textId="77777777" w:rsidTr="00977CD5">
        <w:trPr>
          <w:trHeight w:val="461"/>
        </w:trPr>
        <w:tc>
          <w:tcPr>
            <w:tcW w:w="1378" w:type="dxa"/>
          </w:tcPr>
          <w:p w14:paraId="57F696C1" w14:textId="77777777" w:rsidR="00977CD5" w:rsidRDefault="00977CD5" w:rsidP="00795BAF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Ondertekening</w:t>
            </w:r>
            <w:proofErr w:type="spellEnd"/>
          </w:p>
        </w:tc>
        <w:tc>
          <w:tcPr>
            <w:tcW w:w="2247" w:type="dxa"/>
          </w:tcPr>
          <w:p w14:paraId="2A023EA2" w14:textId="77777777" w:rsidR="00977CD5" w:rsidRDefault="00977CD5" w:rsidP="00795BAF">
            <w:pPr>
              <w:pStyle w:val="TableParagraph"/>
              <w:spacing w:line="228" w:lineRule="exact"/>
              <w:ind w:left="716" w:right="95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Datum</w:t>
            </w:r>
          </w:p>
        </w:tc>
        <w:tc>
          <w:tcPr>
            <w:tcW w:w="2315" w:type="dxa"/>
            <w:tcBorders>
              <w:bottom w:val="single" w:sz="4" w:space="0" w:color="000000"/>
            </w:tcBorders>
          </w:tcPr>
          <w:p w14:paraId="3329A27F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5F4BAD37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</w:tcPr>
          <w:p w14:paraId="7540F0F7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8" w:type="dxa"/>
          </w:tcPr>
          <w:p w14:paraId="576939B3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6" w:type="dxa"/>
          </w:tcPr>
          <w:p w14:paraId="7AD77F89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77CD5" w14:paraId="228E942F" w14:textId="77777777" w:rsidTr="00977CD5">
        <w:trPr>
          <w:trHeight w:val="1843"/>
        </w:trPr>
        <w:tc>
          <w:tcPr>
            <w:tcW w:w="1378" w:type="dxa"/>
          </w:tcPr>
          <w:p w14:paraId="3BBF1708" w14:textId="5706F1D3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7" w:type="dxa"/>
          </w:tcPr>
          <w:p w14:paraId="2CE364F9" w14:textId="70DA21F2" w:rsidR="00977CD5" w:rsidRDefault="00977CD5" w:rsidP="00795BAF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AA580D8" w14:textId="40781D52" w:rsidR="00977CD5" w:rsidRDefault="00977CD5" w:rsidP="00795BAF">
            <w:pPr>
              <w:pStyle w:val="TableParagraph"/>
              <w:spacing w:before="1"/>
              <w:ind w:left="760"/>
              <w:rPr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B1D010" wp14:editId="6F6A43C4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1028065</wp:posOffset>
                      </wp:positionV>
                      <wp:extent cx="1196340" cy="6350"/>
                      <wp:effectExtent l="0" t="0" r="22860" b="31750"/>
                      <wp:wrapNone/>
                      <wp:docPr id="11" name="Rechte verbindingslij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96340" cy="63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64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3088B2" id="Rechte verbindingslijn 1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pt,80.95pt" to="128.2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" strokecolor="#000644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>
              <w:rPr>
                <w:w w:val="80"/>
                <w:sz w:val="20"/>
              </w:rPr>
              <w:t>Akkoord</w:t>
            </w:r>
            <w:proofErr w:type="spellEnd"/>
            <w:r>
              <w:rPr>
                <w:spacing w:val="5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leerling</w:t>
            </w:r>
            <w:proofErr w:type="spellEnd"/>
          </w:p>
        </w:tc>
        <w:tc>
          <w:tcPr>
            <w:tcW w:w="3590" w:type="dxa"/>
            <w:gridSpan w:val="2"/>
          </w:tcPr>
          <w:p w14:paraId="2A4CB6E3" w14:textId="77777777" w:rsidR="00977CD5" w:rsidRDefault="00977CD5" w:rsidP="00795BAF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5C10E2D4" w14:textId="77BAD6BE" w:rsidR="00977CD5" w:rsidRDefault="00977CD5" w:rsidP="00795BAF">
            <w:pPr>
              <w:pStyle w:val="TableParagraph"/>
              <w:spacing w:before="1"/>
              <w:ind w:left="1077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Akkoord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praktijkopleider</w:t>
            </w:r>
            <w:proofErr w:type="spellEnd"/>
          </w:p>
        </w:tc>
        <w:tc>
          <w:tcPr>
            <w:tcW w:w="2567" w:type="dxa"/>
            <w:gridSpan w:val="3"/>
          </w:tcPr>
          <w:p w14:paraId="0EDAB9FB" w14:textId="77777777" w:rsidR="00977CD5" w:rsidRDefault="00977CD5" w:rsidP="00795BAF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781D994A" w14:textId="77777777" w:rsidR="00977CD5" w:rsidRDefault="00977CD5" w:rsidP="00795BAF">
            <w:pPr>
              <w:pStyle w:val="TableParagraph"/>
              <w:spacing w:before="1"/>
              <w:ind w:left="396" w:right="131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Akkoord</w:t>
            </w:r>
            <w:proofErr w:type="spellEnd"/>
            <w:r>
              <w:rPr>
                <w:spacing w:val="1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bezoekende</w:t>
            </w:r>
            <w:proofErr w:type="spellEnd"/>
            <w:r>
              <w:rPr>
                <w:spacing w:val="-42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docent</w:t>
            </w:r>
          </w:p>
        </w:tc>
      </w:tr>
      <w:tr w:rsidR="00977CD5" w14:paraId="77580E37" w14:textId="77777777" w:rsidTr="00977CD5">
        <w:trPr>
          <w:trHeight w:val="235"/>
        </w:trPr>
        <w:tc>
          <w:tcPr>
            <w:tcW w:w="1378" w:type="dxa"/>
            <w:tcBorders>
              <w:bottom w:val="single" w:sz="4" w:space="0" w:color="000000"/>
            </w:tcBorders>
          </w:tcPr>
          <w:p w14:paraId="52D7A2EB" w14:textId="77777777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7" w:type="dxa"/>
            <w:tcBorders>
              <w:bottom w:val="single" w:sz="4" w:space="0" w:color="000000"/>
            </w:tcBorders>
          </w:tcPr>
          <w:p w14:paraId="3591F507" w14:textId="3A736D79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90" w:type="dxa"/>
            <w:gridSpan w:val="2"/>
            <w:tcBorders>
              <w:bottom w:val="single" w:sz="4" w:space="0" w:color="000000"/>
            </w:tcBorders>
          </w:tcPr>
          <w:p w14:paraId="3B71D759" w14:textId="388AE79F" w:rsidR="00977CD5" w:rsidRDefault="00977CD5" w:rsidP="00795BAF">
            <w:pPr>
              <w:pStyle w:val="TableParagraph"/>
              <w:spacing w:line="20" w:lineRule="exact"/>
              <w:ind w:left="969" w:right="-7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A3E0B70" wp14:editId="65A65154">
                      <wp:extent cx="1667510" cy="6350"/>
                      <wp:effectExtent l="0" t="0" r="0" b="3175"/>
                      <wp:docPr id="6" name="Groe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67510" cy="6350"/>
                                <a:chOff x="0" y="0"/>
                                <a:chExt cx="2626" cy="10"/>
                              </a:xfrm>
                            </wpg:grpSpPr>
                            <wps:wsp>
                              <wps:cNvPr id="7" name="docshape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626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EE9235" id="Groep 6" o:spid="_x0000_s1026" style="width:131.3pt;height:.5pt;mso-position-horizontal-relative:char;mso-position-vertical-relative:line" coordsize="262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">
                      <v:rect id="docshape5" o:spid="_x0000_s1027" style="position:absolute;width:262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67" w:type="dxa"/>
            <w:gridSpan w:val="3"/>
            <w:tcBorders>
              <w:bottom w:val="single" w:sz="4" w:space="0" w:color="000000"/>
            </w:tcBorders>
          </w:tcPr>
          <w:p w14:paraId="195F47F4" w14:textId="5A0D87E0" w:rsidR="00977CD5" w:rsidRDefault="00977CD5" w:rsidP="00795BAF">
            <w:pPr>
              <w:pStyle w:val="TableParagraph"/>
              <w:spacing w:line="20" w:lineRule="exact"/>
              <w:ind w:left="288" w:right="-7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9497EE9" wp14:editId="2D48B9D2">
                      <wp:extent cx="1449705" cy="6350"/>
                      <wp:effectExtent l="0" t="0" r="0" b="3175"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9705" cy="6350"/>
                                <a:chOff x="0" y="0"/>
                                <a:chExt cx="2283" cy="10"/>
                              </a:xfrm>
                            </wpg:grpSpPr>
                            <wps:wsp>
                              <wps:cNvPr id="5" name="docshape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283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87F67E" id="Groep 4" o:spid="_x0000_s1026" style="width:114.15pt;height:.5pt;mso-position-horizontal-relative:char;mso-position-vertical-relative:line" coordsize="228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">
                      <v:rect id="docshape7" o:spid="_x0000_s1027" style="position:absolute;width:228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" fillcolor="black" stroked="f"/>
                      <w10:anchorlock/>
                    </v:group>
                  </w:pict>
                </mc:Fallback>
              </mc:AlternateContent>
            </w:r>
          </w:p>
        </w:tc>
      </w:tr>
      <w:tr w:rsidR="00977CD5" w14:paraId="3F369AE4" w14:textId="77777777" w:rsidTr="00977CD5">
        <w:trPr>
          <w:trHeight w:val="1835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64520" w14:textId="77777777" w:rsidR="00977CD5" w:rsidRDefault="00977CD5" w:rsidP="00795BA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Opmerkingen</w:t>
            </w:r>
            <w:proofErr w:type="spellEnd"/>
            <w:r>
              <w:rPr>
                <w:w w:val="80"/>
                <w:sz w:val="20"/>
              </w:rPr>
              <w:t>/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toelichting</w:t>
            </w:r>
            <w:proofErr w:type="spellEnd"/>
            <w:r>
              <w:rPr>
                <w:spacing w:val="11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eindbeoordeling</w:t>
            </w:r>
            <w:proofErr w:type="spellEnd"/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i/>
                <w:w w:val="80"/>
                <w:sz w:val="20"/>
              </w:rPr>
              <w:t>(incl.</w:t>
            </w:r>
            <w:r>
              <w:rPr>
                <w:i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sterke</w:t>
            </w:r>
            <w:proofErr w:type="spellEnd"/>
            <w:r>
              <w:rPr>
                <w:i/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en</w:t>
            </w:r>
            <w:proofErr w:type="spellEnd"/>
            <w:r>
              <w:rPr>
                <w:i/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i/>
                <w:w w:val="80"/>
                <w:sz w:val="20"/>
              </w:rPr>
              <w:t>verbeterpunten</w:t>
            </w:r>
            <w:proofErr w:type="spellEnd"/>
            <w:r>
              <w:rPr>
                <w:i/>
                <w:w w:val="80"/>
                <w:sz w:val="20"/>
              </w:rPr>
              <w:t>)</w:t>
            </w:r>
            <w:r>
              <w:rPr>
                <w:w w:val="80"/>
                <w:sz w:val="20"/>
              </w:rPr>
              <w:t>:</w:t>
            </w:r>
          </w:p>
        </w:tc>
      </w:tr>
      <w:tr w:rsidR="00977CD5" w14:paraId="4D10738B" w14:textId="77777777" w:rsidTr="00977CD5">
        <w:trPr>
          <w:trHeight w:val="230"/>
        </w:trPr>
        <w:tc>
          <w:tcPr>
            <w:tcW w:w="9782" w:type="dxa"/>
            <w:gridSpan w:val="7"/>
            <w:tcBorders>
              <w:top w:val="single" w:sz="4" w:space="0" w:color="000000"/>
            </w:tcBorders>
          </w:tcPr>
          <w:p w14:paraId="2CE0F47F" w14:textId="66DF9932" w:rsidR="00977CD5" w:rsidRDefault="00977CD5" w:rsidP="00795BA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77CD5" w14:paraId="39E4179A" w14:textId="77777777" w:rsidTr="00977CD5">
        <w:trPr>
          <w:trHeight w:val="441"/>
        </w:trPr>
        <w:tc>
          <w:tcPr>
            <w:tcW w:w="3625" w:type="dxa"/>
            <w:gridSpan w:val="2"/>
            <w:tcBorders>
              <w:right w:val="single" w:sz="4" w:space="0" w:color="000000"/>
            </w:tcBorders>
          </w:tcPr>
          <w:p w14:paraId="1CC4B96A" w14:textId="77777777" w:rsidR="00977CD5" w:rsidRDefault="00977CD5" w:rsidP="00795BAF">
            <w:pPr>
              <w:pStyle w:val="TableParagraph"/>
              <w:spacing w:before="102"/>
              <w:ind w:left="112"/>
              <w:rPr>
                <w:b/>
                <w:w w:val="80"/>
                <w:sz w:val="20"/>
              </w:rPr>
            </w:pPr>
          </w:p>
          <w:p w14:paraId="0B2D794F" w14:textId="4209DEB1" w:rsidR="00977CD5" w:rsidRDefault="00977CD5" w:rsidP="00977CD5">
            <w:pPr>
              <w:pStyle w:val="TableParagraph"/>
              <w:spacing w:before="102"/>
              <w:rPr>
                <w:b/>
                <w:sz w:val="20"/>
              </w:rPr>
            </w:pPr>
            <w:proofErr w:type="spellStart"/>
            <w:r>
              <w:rPr>
                <w:b/>
                <w:w w:val="80"/>
                <w:sz w:val="20"/>
              </w:rPr>
              <w:t>Eindbeoordeling</w:t>
            </w:r>
            <w:proofErr w:type="spellEnd"/>
            <w:r>
              <w:rPr>
                <w:b/>
                <w:spacing w:val="9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van</w:t>
            </w:r>
            <w:r>
              <w:rPr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de</w:t>
            </w:r>
            <w:r>
              <w:rPr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BPV</w:t>
            </w:r>
          </w:p>
        </w:tc>
        <w:tc>
          <w:tcPr>
            <w:tcW w:w="6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8F0F" w14:textId="77777777" w:rsidR="00977CD5" w:rsidRDefault="00977CD5" w:rsidP="00795BAF">
            <w:pPr>
              <w:pStyle w:val="TableParagraph"/>
              <w:spacing w:before="102"/>
              <w:ind w:left="1835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Onvoldoende</w:t>
            </w:r>
            <w:proofErr w:type="spellEnd"/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–</w:t>
            </w:r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Voldoende</w:t>
            </w:r>
            <w:proofErr w:type="spellEnd"/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Goed</w:t>
            </w:r>
            <w:proofErr w:type="spellEnd"/>
          </w:p>
        </w:tc>
      </w:tr>
      <w:tr w:rsidR="00977CD5" w14:paraId="5B5A7A6F" w14:textId="77777777" w:rsidTr="00977CD5">
        <w:trPr>
          <w:trHeight w:val="816"/>
        </w:trPr>
        <w:tc>
          <w:tcPr>
            <w:tcW w:w="1378" w:type="dxa"/>
          </w:tcPr>
          <w:p w14:paraId="7E6A5106" w14:textId="77777777" w:rsidR="00977CD5" w:rsidRDefault="00977CD5" w:rsidP="00795BAF">
            <w:pPr>
              <w:pStyle w:val="TableParagraph"/>
              <w:rPr>
                <w:b/>
              </w:rPr>
            </w:pPr>
          </w:p>
          <w:p w14:paraId="4FB34A77" w14:textId="77777777" w:rsidR="00977CD5" w:rsidRDefault="00977CD5" w:rsidP="00795BAF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2C3C97AA" w14:textId="583530D6" w:rsidR="00977CD5" w:rsidRDefault="00977CD5" w:rsidP="00795BAF">
            <w:pPr>
              <w:pStyle w:val="TableParagraph"/>
              <w:spacing w:line="218" w:lineRule="exact"/>
              <w:ind w:left="112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Ondertekening</w:t>
            </w:r>
            <w:proofErr w:type="spellEnd"/>
          </w:p>
        </w:tc>
        <w:tc>
          <w:tcPr>
            <w:tcW w:w="2247" w:type="dxa"/>
          </w:tcPr>
          <w:p w14:paraId="2B9325D5" w14:textId="77777777" w:rsidR="00977CD5" w:rsidRDefault="00977CD5" w:rsidP="00795BAF">
            <w:pPr>
              <w:pStyle w:val="TableParagraph"/>
              <w:rPr>
                <w:b/>
              </w:rPr>
            </w:pPr>
          </w:p>
          <w:p w14:paraId="471F2463" w14:textId="77777777" w:rsidR="00977CD5" w:rsidRDefault="00977CD5" w:rsidP="00795BAF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10C3B2CC" w14:textId="27836311" w:rsidR="00977CD5" w:rsidRDefault="00977CD5" w:rsidP="00795BAF">
            <w:pPr>
              <w:pStyle w:val="TableParagraph"/>
              <w:spacing w:line="218" w:lineRule="exact"/>
              <w:ind w:left="486"/>
              <w:rPr>
                <w:sz w:val="20"/>
              </w:rPr>
            </w:pPr>
            <w:r>
              <w:rPr>
                <w:w w:val="90"/>
                <w:sz w:val="20"/>
              </w:rPr>
              <w:t>Datum</w:t>
            </w:r>
          </w:p>
        </w:tc>
        <w:tc>
          <w:tcPr>
            <w:tcW w:w="6157" w:type="dxa"/>
            <w:gridSpan w:val="5"/>
            <w:tcBorders>
              <w:top w:val="single" w:sz="4" w:space="0" w:color="000000"/>
            </w:tcBorders>
          </w:tcPr>
          <w:p w14:paraId="3EAF04DD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77CD5" w14:paraId="109CF4E0" w14:textId="77777777" w:rsidTr="00977CD5">
        <w:trPr>
          <w:trHeight w:val="472"/>
        </w:trPr>
        <w:tc>
          <w:tcPr>
            <w:tcW w:w="1378" w:type="dxa"/>
          </w:tcPr>
          <w:p w14:paraId="3917E099" w14:textId="77777777" w:rsidR="00977CD5" w:rsidRDefault="00977CD5" w:rsidP="00795B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7" w:type="dxa"/>
          </w:tcPr>
          <w:p w14:paraId="6410131D" w14:textId="7A66E1DC" w:rsidR="00977CD5" w:rsidRDefault="00977CD5" w:rsidP="00795BAF">
            <w:pPr>
              <w:pStyle w:val="TableParagraph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F3AEE7" wp14:editId="3370001F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59690</wp:posOffset>
                      </wp:positionV>
                      <wp:extent cx="4535805" cy="30480"/>
                      <wp:effectExtent l="0" t="0" r="36195" b="26670"/>
                      <wp:wrapNone/>
                      <wp:docPr id="9" name="Rechte verbindingslij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35805" cy="30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00735A" id="Rechte verbindingslijn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4pt,4.7pt" to="420.5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" strokecolor="#000644 [3213]" strokeweight=".5pt">
                      <v:stroke joinstyle="miter"/>
                    </v:line>
                  </w:pict>
                </mc:Fallback>
              </mc:AlternateContent>
            </w:r>
          </w:p>
          <w:p w14:paraId="1D5EF603" w14:textId="77777777" w:rsidR="00977CD5" w:rsidRDefault="00977CD5" w:rsidP="00795BAF">
            <w:pPr>
              <w:pStyle w:val="TableParagraph"/>
              <w:spacing w:line="223" w:lineRule="exact"/>
              <w:ind w:left="486"/>
              <w:rPr>
                <w:w w:val="80"/>
                <w:sz w:val="20"/>
              </w:rPr>
            </w:pPr>
          </w:p>
          <w:p w14:paraId="57BA2EF4" w14:textId="7D0E0190" w:rsidR="00977CD5" w:rsidRDefault="00977CD5" w:rsidP="00795BAF">
            <w:pPr>
              <w:pStyle w:val="TableParagraph"/>
              <w:spacing w:line="223" w:lineRule="exact"/>
              <w:ind w:left="486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Handtekening</w:t>
            </w:r>
            <w:proofErr w:type="spellEnd"/>
            <w:r>
              <w:rPr>
                <w:spacing w:val="1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praktijkop</w:t>
            </w:r>
            <w:proofErr w:type="spellEnd"/>
          </w:p>
        </w:tc>
        <w:tc>
          <w:tcPr>
            <w:tcW w:w="6157" w:type="dxa"/>
            <w:gridSpan w:val="5"/>
          </w:tcPr>
          <w:p w14:paraId="1CA8244E" w14:textId="77777777" w:rsidR="00977CD5" w:rsidRDefault="00977CD5" w:rsidP="00795BAF">
            <w:pPr>
              <w:pStyle w:val="TableParagraph"/>
              <w:rPr>
                <w:b/>
                <w:sz w:val="20"/>
              </w:rPr>
            </w:pPr>
          </w:p>
          <w:p w14:paraId="1BAE52D4" w14:textId="77777777" w:rsidR="00977CD5" w:rsidRDefault="00977CD5" w:rsidP="00795BAF">
            <w:pPr>
              <w:pStyle w:val="TableParagraph"/>
              <w:spacing w:line="223" w:lineRule="exact"/>
              <w:ind w:left="-5"/>
              <w:rPr>
                <w:w w:val="90"/>
                <w:sz w:val="20"/>
              </w:rPr>
            </w:pPr>
          </w:p>
          <w:p w14:paraId="798579C2" w14:textId="5F109EF0" w:rsidR="00977CD5" w:rsidRDefault="00977CD5" w:rsidP="00795BAF">
            <w:pPr>
              <w:pStyle w:val="TableParagraph"/>
              <w:spacing w:line="223" w:lineRule="exact"/>
              <w:ind w:left="-5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leider</w:t>
            </w:r>
            <w:proofErr w:type="spellEnd"/>
          </w:p>
        </w:tc>
      </w:tr>
    </w:tbl>
    <w:p w14:paraId="706AF057" w14:textId="77777777" w:rsidR="00977CD5" w:rsidRDefault="00977CD5" w:rsidP="00977CD5"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337EF" wp14:editId="17D5AF42">
                <wp:simplePos x="0" y="0"/>
                <wp:positionH relativeFrom="column">
                  <wp:posOffset>5588000</wp:posOffset>
                </wp:positionH>
                <wp:positionV relativeFrom="paragraph">
                  <wp:posOffset>1223645</wp:posOffset>
                </wp:positionV>
                <wp:extent cx="1440180" cy="365760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5B1DA3" w14:textId="43E48C03" w:rsidR="00977CD5" w:rsidRDefault="00977CD5" w:rsidP="00977CD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9337EF" id="_x0000_t202" coordsize="21600,21600" o:spt="202" path="m,l,21600r21600,l21600,xe">
                <v:stroke joinstyle="miter"/>
                <v:path gradientshapeok="t" o:connecttype="rect"/>
              </v:shapetype>
              <v:shape id="Tekstvak 16" o:spid="_x0000_s1026" type="#_x0000_t202" style="position:absolute;margin-left:440pt;margin-top:96.35pt;width:113.4pt;height:28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" filled="f" stroked="f" strokeweight=".5pt">
                <v:textbox style="mso-fit-shape-to-text:t">
                  <w:txbxContent>
                    <w:p w14:paraId="1D5B1DA3" w14:textId="43E48C03" w:rsidR="00977CD5" w:rsidRDefault="00977CD5" w:rsidP="00977CD5"/>
                  </w:txbxContent>
                </v:textbox>
              </v:shape>
            </w:pict>
          </mc:Fallback>
        </mc:AlternateContent>
      </w:r>
    </w:p>
    <w:p w14:paraId="3F70DB79" w14:textId="77AF6B8C" w:rsidR="00A33593" w:rsidRDefault="00977CD5" w:rsidP="00507BD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DD86A" wp14:editId="73D8F6CF">
                <wp:simplePos x="0" y="0"/>
                <wp:positionH relativeFrom="column">
                  <wp:posOffset>1687830</wp:posOffset>
                </wp:positionH>
                <wp:positionV relativeFrom="paragraph">
                  <wp:posOffset>94615</wp:posOffset>
                </wp:positionV>
                <wp:extent cx="4610100" cy="0"/>
                <wp:effectExtent l="0" t="0" r="0" b="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BBC4C" id="Rechte verbindingslijn 10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9pt,7.45pt" to="495.9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" strokecolor="#000644 [3213]" strokeweight=".5pt">
                <v:stroke joinstyle="miter"/>
              </v:line>
            </w:pict>
          </mc:Fallback>
        </mc:AlternateContent>
      </w:r>
    </w:p>
    <w:sectPr w:rsidR="00A33593" w:rsidSect="00A740AD">
      <w:footerReference w:type="default" r:id="rId11"/>
      <w:headerReference w:type="first" r:id="rId12"/>
      <w:footerReference w:type="first" r:id="rId13"/>
      <w:pgSz w:w="11906" w:h="16838" w:code="9"/>
      <w:pgMar w:top="1077" w:right="1361" w:bottom="1928" w:left="1134" w:header="53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8DDC" w14:textId="77777777" w:rsidR="00F47452" w:rsidRDefault="00F47452" w:rsidP="003B595D">
      <w:r>
        <w:separator/>
      </w:r>
    </w:p>
  </w:endnote>
  <w:endnote w:type="continuationSeparator" w:id="0">
    <w:p w14:paraId="5C73133D" w14:textId="77777777" w:rsidR="00F47452" w:rsidRDefault="00F47452" w:rsidP="003B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C66F9" w14:textId="77777777" w:rsidR="00883A85" w:rsidRDefault="00ED1722" w:rsidP="008E1246">
    <w:pPr>
      <w:spacing w:line="14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72426936" wp14:editId="78CB41D7">
              <wp:simplePos x="0" y="9572625"/>
              <wp:positionH relativeFrom="page">
                <wp:align>left</wp:align>
              </wp:positionH>
              <wp:positionV relativeFrom="page">
                <wp:align>bottom</wp:align>
              </wp:positionV>
              <wp:extent cx="7200000" cy="1116000"/>
              <wp:effectExtent l="0" t="0" r="1270" b="0"/>
              <wp:wrapNone/>
              <wp:docPr id="2" name="Notitie volgpagina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1116000"/>
                        <a:chOff x="0" y="0"/>
                        <a:chExt cx="7199163" cy="1115695"/>
                      </a:xfrm>
                    </wpg:grpSpPr>
                    <pic:pic xmlns:pic="http://schemas.openxmlformats.org/drawingml/2006/picture">
                      <pic:nvPicPr>
                        <pic:cNvPr id="170" name="Huisstijlvorme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6040" cy="111569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179" name="Logo"/>
                      <wpg:cNvGrpSpPr/>
                      <wpg:grpSpPr>
                        <a:xfrm>
                          <a:off x="5895975" y="514350"/>
                          <a:ext cx="1303188" cy="266523"/>
                          <a:chOff x="0" y="0"/>
                          <a:chExt cx="1302555" cy="267872"/>
                        </a:xfrm>
                        <a:solidFill>
                          <a:schemeClr val="tx2"/>
                        </a:solidFill>
                      </wpg:grpSpPr>
                      <wps:wsp>
                        <wps:cNvPr id="172" name="Vrije vorm: vorm 10"/>
                        <wps:cNvSpPr/>
                        <wps:spPr>
                          <a:xfrm>
                            <a:off x="224287" y="77637"/>
                            <a:ext cx="167644" cy="190235"/>
                          </a:xfrm>
                          <a:custGeom>
                            <a:avLst/>
                            <a:gdLst>
                              <a:gd name="connsiteX0" fmla="*/ 215100 w 313512"/>
                              <a:gd name="connsiteY0" fmla="*/ 347095 h 357739"/>
                              <a:gd name="connsiteX1" fmla="*/ 215100 w 313512"/>
                              <a:gd name="connsiteY1" fmla="*/ 317990 h 357739"/>
                              <a:gd name="connsiteX2" fmla="*/ 119499 w 313512"/>
                              <a:gd name="connsiteY2" fmla="*/ 357739 h 357739"/>
                              <a:gd name="connsiteX3" fmla="*/ 0 w 313512"/>
                              <a:gd name="connsiteY3" fmla="*/ 220032 h 357739"/>
                              <a:gd name="connsiteX4" fmla="*/ 0 w 313512"/>
                              <a:gd name="connsiteY4" fmla="*/ 0 h 357739"/>
                              <a:gd name="connsiteX5" fmla="*/ 98413 w 313512"/>
                              <a:gd name="connsiteY5" fmla="*/ 0 h 357739"/>
                              <a:gd name="connsiteX6" fmla="*/ 98413 w 313512"/>
                              <a:gd name="connsiteY6" fmla="*/ 202290 h 357739"/>
                              <a:gd name="connsiteX7" fmla="*/ 152543 w 313512"/>
                              <a:gd name="connsiteY7" fmla="*/ 269011 h 357739"/>
                              <a:gd name="connsiteX8" fmla="*/ 215100 w 313512"/>
                              <a:gd name="connsiteY8" fmla="*/ 189519 h 357739"/>
                              <a:gd name="connsiteX9" fmla="*/ 215100 w 313512"/>
                              <a:gd name="connsiteY9" fmla="*/ 0 h 357739"/>
                              <a:gd name="connsiteX10" fmla="*/ 313513 w 313512"/>
                              <a:gd name="connsiteY10" fmla="*/ 0 h 357739"/>
                              <a:gd name="connsiteX11" fmla="*/ 313513 w 313512"/>
                              <a:gd name="connsiteY11" fmla="*/ 347095 h 357739"/>
                              <a:gd name="connsiteX12" fmla="*/ 215100 w 313512"/>
                              <a:gd name="connsiteY12" fmla="*/ 347095 h 357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13512" h="357739">
                                <a:moveTo>
                                  <a:pt x="215100" y="347095"/>
                                </a:moveTo>
                                <a:lnTo>
                                  <a:pt x="215100" y="317990"/>
                                </a:lnTo>
                                <a:cubicBezTo>
                                  <a:pt x="192606" y="342129"/>
                                  <a:pt x="160269" y="357739"/>
                                  <a:pt x="119499" y="357739"/>
                                </a:cubicBezTo>
                                <a:cubicBezTo>
                                  <a:pt x="44288" y="357739"/>
                                  <a:pt x="0" y="304507"/>
                                  <a:pt x="0" y="220032"/>
                                </a:cubicBezTo>
                                <a:lnTo>
                                  <a:pt x="0" y="0"/>
                                </a:lnTo>
                                <a:lnTo>
                                  <a:pt x="98413" y="0"/>
                                </a:lnTo>
                                <a:lnTo>
                                  <a:pt x="98413" y="202290"/>
                                </a:lnTo>
                                <a:cubicBezTo>
                                  <a:pt x="98413" y="246303"/>
                                  <a:pt x="115986" y="269011"/>
                                  <a:pt x="152543" y="269011"/>
                                </a:cubicBezTo>
                                <a:cubicBezTo>
                                  <a:pt x="190496" y="269011"/>
                                  <a:pt x="215100" y="239912"/>
                                  <a:pt x="215100" y="189519"/>
                                </a:cubicBezTo>
                                <a:lnTo>
                                  <a:pt x="215100" y="0"/>
                                </a:lnTo>
                                <a:lnTo>
                                  <a:pt x="313513" y="0"/>
                                </a:lnTo>
                                <a:lnTo>
                                  <a:pt x="313513" y="347095"/>
                                </a:lnTo>
                                <a:lnTo>
                                  <a:pt x="215100" y="34709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73" name="Vrije vorm: vorm 11"/>
                        <wps:cNvSpPr/>
                        <wps:spPr>
                          <a:xfrm>
                            <a:off x="405442" y="77637"/>
                            <a:ext cx="202228" cy="184577"/>
                          </a:xfrm>
                          <a:custGeom>
                            <a:avLst/>
                            <a:gdLst>
                              <a:gd name="connsiteX0" fmla="*/ 189093 w 378186"/>
                              <a:gd name="connsiteY0" fmla="*/ 219331 h 347100"/>
                              <a:gd name="connsiteX1" fmla="*/ 276261 w 378186"/>
                              <a:gd name="connsiteY1" fmla="*/ 0 h 347100"/>
                              <a:gd name="connsiteX2" fmla="*/ 378186 w 378186"/>
                              <a:gd name="connsiteY2" fmla="*/ 0 h 347100"/>
                              <a:gd name="connsiteX3" fmla="*/ 239710 w 378186"/>
                              <a:gd name="connsiteY3" fmla="*/ 347101 h 347100"/>
                              <a:gd name="connsiteX4" fmla="*/ 137780 w 378186"/>
                              <a:gd name="connsiteY4" fmla="*/ 347101 h 347100"/>
                              <a:gd name="connsiteX5" fmla="*/ 0 w 378186"/>
                              <a:gd name="connsiteY5" fmla="*/ 0 h 347100"/>
                              <a:gd name="connsiteX6" fmla="*/ 101931 w 378186"/>
                              <a:gd name="connsiteY6" fmla="*/ 0 h 347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8186" h="347100">
                                <a:moveTo>
                                  <a:pt x="189093" y="219331"/>
                                </a:moveTo>
                                <a:lnTo>
                                  <a:pt x="276261" y="0"/>
                                </a:lnTo>
                                <a:lnTo>
                                  <a:pt x="378186" y="0"/>
                                </a:lnTo>
                                <a:lnTo>
                                  <a:pt x="239710" y="347101"/>
                                </a:lnTo>
                                <a:lnTo>
                                  <a:pt x="137780" y="347101"/>
                                </a:lnTo>
                                <a:lnTo>
                                  <a:pt x="0" y="0"/>
                                </a:lnTo>
                                <a:lnTo>
                                  <a:pt x="10193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74" name="Vrije vorm: vorm 12"/>
                        <wps:cNvSpPr/>
                        <wps:spPr>
                          <a:xfrm>
                            <a:off x="810883" y="69011"/>
                            <a:ext cx="152240" cy="190235"/>
                          </a:xfrm>
                          <a:custGeom>
                            <a:avLst/>
                            <a:gdLst>
                              <a:gd name="connsiteX0" fmla="*/ 184874 w 284703"/>
                              <a:gd name="connsiteY0" fmla="*/ 0 h 357739"/>
                              <a:gd name="connsiteX1" fmla="*/ 98412 w 284703"/>
                              <a:gd name="connsiteY1" fmla="*/ 39743 h 357739"/>
                              <a:gd name="connsiteX2" fmla="*/ 98412 w 284703"/>
                              <a:gd name="connsiteY2" fmla="*/ 10639 h 357739"/>
                              <a:gd name="connsiteX3" fmla="*/ 0 w 284703"/>
                              <a:gd name="connsiteY3" fmla="*/ 10639 h 357739"/>
                              <a:gd name="connsiteX4" fmla="*/ 0 w 284703"/>
                              <a:gd name="connsiteY4" fmla="*/ 357739 h 357739"/>
                              <a:gd name="connsiteX5" fmla="*/ 98412 w 284703"/>
                              <a:gd name="connsiteY5" fmla="*/ 357739 h 357739"/>
                              <a:gd name="connsiteX6" fmla="*/ 98412 w 284703"/>
                              <a:gd name="connsiteY6" fmla="*/ 172473 h 357739"/>
                              <a:gd name="connsiteX7" fmla="*/ 148317 w 284703"/>
                              <a:gd name="connsiteY7" fmla="*/ 90849 h 357739"/>
                              <a:gd name="connsiteX8" fmla="*/ 188341 w 284703"/>
                              <a:gd name="connsiteY8" fmla="*/ 143380 h 357739"/>
                              <a:gd name="connsiteX9" fmla="*/ 284694 w 284703"/>
                              <a:gd name="connsiteY9" fmla="*/ 143380 h 357739"/>
                              <a:gd name="connsiteX10" fmla="*/ 184874 w 284703"/>
                              <a:gd name="connsiteY10" fmla="*/ 0 h 357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84703" h="357739">
                                <a:moveTo>
                                  <a:pt x="184874" y="0"/>
                                </a:moveTo>
                                <a:cubicBezTo>
                                  <a:pt x="146915" y="0"/>
                                  <a:pt x="118091" y="14903"/>
                                  <a:pt x="98412" y="39743"/>
                                </a:cubicBezTo>
                                <a:lnTo>
                                  <a:pt x="98412" y="10639"/>
                                </a:lnTo>
                                <a:lnTo>
                                  <a:pt x="0" y="10639"/>
                                </a:lnTo>
                                <a:lnTo>
                                  <a:pt x="0" y="357739"/>
                                </a:lnTo>
                                <a:lnTo>
                                  <a:pt x="98412" y="357739"/>
                                </a:lnTo>
                                <a:lnTo>
                                  <a:pt x="98412" y="172473"/>
                                </a:lnTo>
                                <a:cubicBezTo>
                                  <a:pt x="98412" y="114988"/>
                                  <a:pt x="120200" y="90849"/>
                                  <a:pt x="148317" y="90849"/>
                                </a:cubicBezTo>
                                <a:cubicBezTo>
                                  <a:pt x="174499" y="90849"/>
                                  <a:pt x="187819" y="107951"/>
                                  <a:pt x="188341" y="143380"/>
                                </a:cubicBezTo>
                                <a:lnTo>
                                  <a:pt x="284694" y="143380"/>
                                </a:lnTo>
                                <a:cubicBezTo>
                                  <a:pt x="285396" y="39036"/>
                                  <a:pt x="246028" y="0"/>
                                  <a:pt x="184874" y="0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75" name="Vrije vorm: vorm 13"/>
                        <wps:cNvSpPr/>
                        <wps:spPr>
                          <a:xfrm>
                            <a:off x="1147314" y="69011"/>
                            <a:ext cx="155241" cy="195898"/>
                          </a:xfrm>
                          <a:custGeom>
                            <a:avLst/>
                            <a:gdLst>
                              <a:gd name="connsiteX0" fmla="*/ 198233 w 290316"/>
                              <a:gd name="connsiteY0" fmla="*/ 217199 h 368388"/>
                              <a:gd name="connsiteX1" fmla="*/ 134969 w 290316"/>
                              <a:gd name="connsiteY1" fmla="*/ 286047 h 368388"/>
                              <a:gd name="connsiteX2" fmla="*/ 92785 w 290316"/>
                              <a:gd name="connsiteY2" fmla="*/ 252683 h 368388"/>
                              <a:gd name="connsiteX3" fmla="*/ 144810 w 290316"/>
                              <a:gd name="connsiteY3" fmla="*/ 211520 h 368388"/>
                              <a:gd name="connsiteX4" fmla="*/ 198233 w 290316"/>
                              <a:gd name="connsiteY4" fmla="*/ 201589 h 368388"/>
                              <a:gd name="connsiteX5" fmla="*/ 198233 w 290316"/>
                              <a:gd name="connsiteY5" fmla="*/ 217199 h 368388"/>
                              <a:gd name="connsiteX6" fmla="*/ 143402 w 290316"/>
                              <a:gd name="connsiteY6" fmla="*/ 0 h 368388"/>
                              <a:gd name="connsiteX7" fmla="*/ 1403 w 290316"/>
                              <a:gd name="connsiteY7" fmla="*/ 132017 h 368388"/>
                              <a:gd name="connsiteX8" fmla="*/ 89435 w 290316"/>
                              <a:gd name="connsiteY8" fmla="*/ 132017 h 368388"/>
                              <a:gd name="connsiteX9" fmla="*/ 145506 w 290316"/>
                              <a:gd name="connsiteY9" fmla="*/ 80199 h 368388"/>
                              <a:gd name="connsiteX10" fmla="*/ 198233 w 290316"/>
                              <a:gd name="connsiteY10" fmla="*/ 122793 h 368388"/>
                              <a:gd name="connsiteX11" fmla="*/ 198233 w 290316"/>
                              <a:gd name="connsiteY11" fmla="*/ 134856 h 368388"/>
                              <a:gd name="connsiteX12" fmla="*/ 132152 w 290316"/>
                              <a:gd name="connsiteY12" fmla="*/ 146926 h 368388"/>
                              <a:gd name="connsiteX13" fmla="*/ 0 w 290316"/>
                              <a:gd name="connsiteY13" fmla="*/ 264758 h 368388"/>
                              <a:gd name="connsiteX14" fmla="*/ 115986 w 290316"/>
                              <a:gd name="connsiteY14" fmla="*/ 368389 h 368388"/>
                              <a:gd name="connsiteX15" fmla="*/ 198935 w 290316"/>
                              <a:gd name="connsiteY15" fmla="*/ 323669 h 368388"/>
                              <a:gd name="connsiteX16" fmla="*/ 198935 w 290316"/>
                              <a:gd name="connsiteY16" fmla="*/ 357739 h 368388"/>
                              <a:gd name="connsiteX17" fmla="*/ 290317 w 290316"/>
                              <a:gd name="connsiteY17" fmla="*/ 357739 h 368388"/>
                              <a:gd name="connsiteX18" fmla="*/ 290317 w 290316"/>
                              <a:gd name="connsiteY18" fmla="*/ 125632 h 368388"/>
                              <a:gd name="connsiteX19" fmla="*/ 143402 w 290316"/>
                              <a:gd name="connsiteY19" fmla="*/ 0 h 3683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0316" h="368388">
                                <a:moveTo>
                                  <a:pt x="198233" y="217199"/>
                                </a:moveTo>
                                <a:cubicBezTo>
                                  <a:pt x="198233" y="259787"/>
                                  <a:pt x="172221" y="286047"/>
                                  <a:pt x="134969" y="286047"/>
                                </a:cubicBezTo>
                                <a:cubicBezTo>
                                  <a:pt x="109657" y="286047"/>
                                  <a:pt x="92785" y="272563"/>
                                  <a:pt x="92785" y="252683"/>
                                </a:cubicBezTo>
                                <a:cubicBezTo>
                                  <a:pt x="92785" y="226423"/>
                                  <a:pt x="116688" y="217199"/>
                                  <a:pt x="144810" y="211520"/>
                                </a:cubicBezTo>
                                <a:lnTo>
                                  <a:pt x="198233" y="201589"/>
                                </a:lnTo>
                                <a:lnTo>
                                  <a:pt x="198233" y="217199"/>
                                </a:lnTo>
                                <a:close/>
                                <a:moveTo>
                                  <a:pt x="143402" y="0"/>
                                </a:moveTo>
                                <a:cubicBezTo>
                                  <a:pt x="65375" y="0"/>
                                  <a:pt x="-2811" y="45427"/>
                                  <a:pt x="1403" y="132017"/>
                                </a:cubicBezTo>
                                <a:lnTo>
                                  <a:pt x="89435" y="132017"/>
                                </a:lnTo>
                                <a:cubicBezTo>
                                  <a:pt x="91460" y="100388"/>
                                  <a:pt x="110830" y="80199"/>
                                  <a:pt x="145506" y="80199"/>
                                </a:cubicBezTo>
                                <a:cubicBezTo>
                                  <a:pt x="179953" y="80199"/>
                                  <a:pt x="198233" y="99366"/>
                                  <a:pt x="198233" y="122793"/>
                                </a:cubicBezTo>
                                <a:lnTo>
                                  <a:pt x="198233" y="134856"/>
                                </a:lnTo>
                                <a:lnTo>
                                  <a:pt x="132152" y="146926"/>
                                </a:lnTo>
                                <a:cubicBezTo>
                                  <a:pt x="46392" y="161834"/>
                                  <a:pt x="0" y="196617"/>
                                  <a:pt x="0" y="264758"/>
                                </a:cubicBezTo>
                                <a:cubicBezTo>
                                  <a:pt x="0" y="314444"/>
                                  <a:pt x="38660" y="368389"/>
                                  <a:pt x="115986" y="368389"/>
                                </a:cubicBezTo>
                                <a:cubicBezTo>
                                  <a:pt x="159568" y="368389"/>
                                  <a:pt x="186983" y="344963"/>
                                  <a:pt x="198935" y="323669"/>
                                </a:cubicBezTo>
                                <a:lnTo>
                                  <a:pt x="198935" y="357739"/>
                                </a:lnTo>
                                <a:lnTo>
                                  <a:pt x="290317" y="357739"/>
                                </a:lnTo>
                                <a:lnTo>
                                  <a:pt x="290317" y="125632"/>
                                </a:lnTo>
                                <a:cubicBezTo>
                                  <a:pt x="290317" y="51100"/>
                                  <a:pt x="239705" y="0"/>
                                  <a:pt x="143402" y="0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76" name="Vrije vorm: vorm 14"/>
                        <wps:cNvSpPr/>
                        <wps:spPr>
                          <a:xfrm>
                            <a:off x="603850" y="69011"/>
                            <a:ext cx="179673" cy="195522"/>
                          </a:xfrm>
                          <a:custGeom>
                            <a:avLst/>
                            <a:gdLst>
                              <a:gd name="connsiteX0" fmla="*/ 172226 w 336007"/>
                              <a:gd name="connsiteY0" fmla="*/ 81624 h 367681"/>
                              <a:gd name="connsiteX1" fmla="*/ 243919 w 336007"/>
                              <a:gd name="connsiteY1" fmla="*/ 140546 h 367681"/>
                              <a:gd name="connsiteX2" fmla="*/ 92089 w 336007"/>
                              <a:gd name="connsiteY2" fmla="*/ 140546 h 367681"/>
                              <a:gd name="connsiteX3" fmla="*/ 172226 w 336007"/>
                              <a:gd name="connsiteY3" fmla="*/ 81624 h 367681"/>
                              <a:gd name="connsiteX4" fmla="*/ 177142 w 336007"/>
                              <a:gd name="connsiteY4" fmla="*/ 283213 h 367681"/>
                              <a:gd name="connsiteX5" fmla="*/ 89979 w 336007"/>
                              <a:gd name="connsiteY5" fmla="*/ 208681 h 367681"/>
                              <a:gd name="connsiteX6" fmla="*/ 211807 w 336007"/>
                              <a:gd name="connsiteY6" fmla="*/ 208681 h 367681"/>
                              <a:gd name="connsiteX7" fmla="*/ 328977 w 336007"/>
                              <a:gd name="connsiteY7" fmla="*/ 208681 h 367681"/>
                              <a:gd name="connsiteX8" fmla="*/ 328977 w 336007"/>
                              <a:gd name="connsiteY8" fmla="*/ 170352 h 367681"/>
                              <a:gd name="connsiteX9" fmla="*/ 172226 w 336007"/>
                              <a:gd name="connsiteY9" fmla="*/ 0 h 367681"/>
                              <a:gd name="connsiteX10" fmla="*/ 0 w 336007"/>
                              <a:gd name="connsiteY10" fmla="*/ 184548 h 367681"/>
                              <a:gd name="connsiteX11" fmla="*/ 175739 w 336007"/>
                              <a:gd name="connsiteY11" fmla="*/ 367682 h 367681"/>
                              <a:gd name="connsiteX12" fmla="*/ 336008 w 336007"/>
                              <a:gd name="connsiteY12" fmla="*/ 242752 h 367681"/>
                              <a:gd name="connsiteX13" fmla="*/ 242477 w 336007"/>
                              <a:gd name="connsiteY13" fmla="*/ 242752 h 367681"/>
                              <a:gd name="connsiteX14" fmla="*/ 177142 w 336007"/>
                              <a:gd name="connsiteY14" fmla="*/ 283213 h 367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36007" h="367681">
                                <a:moveTo>
                                  <a:pt x="172226" y="81624"/>
                                </a:moveTo>
                                <a:cubicBezTo>
                                  <a:pt x="215100" y="81624"/>
                                  <a:pt x="242516" y="109315"/>
                                  <a:pt x="243919" y="140546"/>
                                </a:cubicBezTo>
                                <a:lnTo>
                                  <a:pt x="92089" y="140546"/>
                                </a:lnTo>
                                <a:cubicBezTo>
                                  <a:pt x="104035" y="103631"/>
                                  <a:pt x="133560" y="81624"/>
                                  <a:pt x="172226" y="81624"/>
                                </a:cubicBezTo>
                                <a:moveTo>
                                  <a:pt x="177142" y="283213"/>
                                </a:moveTo>
                                <a:cubicBezTo>
                                  <a:pt x="132158" y="283213"/>
                                  <a:pt x="99815" y="256241"/>
                                  <a:pt x="89979" y="208681"/>
                                </a:cubicBezTo>
                                <a:lnTo>
                                  <a:pt x="211807" y="208681"/>
                                </a:lnTo>
                                <a:lnTo>
                                  <a:pt x="328977" y="208681"/>
                                </a:lnTo>
                                <a:lnTo>
                                  <a:pt x="328977" y="170352"/>
                                </a:lnTo>
                                <a:cubicBezTo>
                                  <a:pt x="328977" y="70267"/>
                                  <a:pt x="267822" y="0"/>
                                  <a:pt x="172226" y="0"/>
                                </a:cubicBezTo>
                                <a:cubicBezTo>
                                  <a:pt x="68186" y="0"/>
                                  <a:pt x="0" y="80210"/>
                                  <a:pt x="0" y="184548"/>
                                </a:cubicBezTo>
                                <a:cubicBezTo>
                                  <a:pt x="0" y="288891"/>
                                  <a:pt x="69594" y="367682"/>
                                  <a:pt x="175739" y="367682"/>
                                </a:cubicBezTo>
                                <a:cubicBezTo>
                                  <a:pt x="256577" y="367682"/>
                                  <a:pt x="324062" y="317283"/>
                                  <a:pt x="336008" y="242752"/>
                                </a:cubicBezTo>
                                <a:lnTo>
                                  <a:pt x="242477" y="242752"/>
                                </a:lnTo>
                                <a:cubicBezTo>
                                  <a:pt x="230890" y="268091"/>
                                  <a:pt x="207413" y="283213"/>
                                  <a:pt x="177142" y="283213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77" name="Vrije vorm: vorm 15"/>
                        <wps:cNvSpPr/>
                        <wps:spPr>
                          <a:xfrm>
                            <a:off x="983412" y="25879"/>
                            <a:ext cx="145586" cy="241950"/>
                          </a:xfrm>
                          <a:custGeom>
                            <a:avLst/>
                            <a:gdLst>
                              <a:gd name="connsiteX0" fmla="*/ 272041 w 272261"/>
                              <a:gd name="connsiteY0" fmla="*/ 315157 h 454990"/>
                              <a:gd name="connsiteX1" fmla="*/ 179251 w 272261"/>
                              <a:gd name="connsiteY1" fmla="*/ 315157 h 454990"/>
                              <a:gd name="connsiteX2" fmla="*/ 138481 w 272261"/>
                              <a:gd name="connsiteY2" fmla="*/ 366268 h 454990"/>
                              <a:gd name="connsiteX3" fmla="*/ 98413 w 272261"/>
                              <a:gd name="connsiteY3" fmla="*/ 324381 h 454990"/>
                              <a:gd name="connsiteX4" fmla="*/ 98413 w 272261"/>
                              <a:gd name="connsiteY4" fmla="*/ 182421 h 454990"/>
                              <a:gd name="connsiteX5" fmla="*/ 225632 w 272261"/>
                              <a:gd name="connsiteY5" fmla="*/ 182421 h 454990"/>
                              <a:gd name="connsiteX6" fmla="*/ 225632 w 272261"/>
                              <a:gd name="connsiteY6" fmla="*/ 97245 h 454990"/>
                              <a:gd name="connsiteX7" fmla="*/ 98413 w 272261"/>
                              <a:gd name="connsiteY7" fmla="*/ 97245 h 454990"/>
                              <a:gd name="connsiteX8" fmla="*/ 98413 w 272261"/>
                              <a:gd name="connsiteY8" fmla="*/ 0 h 454990"/>
                              <a:gd name="connsiteX9" fmla="*/ 0 w 272261"/>
                              <a:gd name="connsiteY9" fmla="*/ 0 h 454990"/>
                              <a:gd name="connsiteX10" fmla="*/ 0 w 272261"/>
                              <a:gd name="connsiteY10" fmla="*/ 97245 h 454990"/>
                              <a:gd name="connsiteX11" fmla="*/ 0 w 272261"/>
                              <a:gd name="connsiteY11" fmla="*/ 182421 h 454990"/>
                              <a:gd name="connsiteX12" fmla="*/ 0 w 272261"/>
                              <a:gd name="connsiteY12" fmla="*/ 320128 h 454990"/>
                              <a:gd name="connsiteX13" fmla="*/ 143402 w 272261"/>
                              <a:gd name="connsiteY13" fmla="*/ 454990 h 454990"/>
                              <a:gd name="connsiteX14" fmla="*/ 272041 w 272261"/>
                              <a:gd name="connsiteY14" fmla="*/ 315157 h 454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2261" h="454990">
                                <a:moveTo>
                                  <a:pt x="272041" y="315157"/>
                                </a:moveTo>
                                <a:lnTo>
                                  <a:pt x="179251" y="315157"/>
                                </a:lnTo>
                                <a:cubicBezTo>
                                  <a:pt x="179251" y="348515"/>
                                  <a:pt x="163086" y="366268"/>
                                  <a:pt x="138481" y="366268"/>
                                </a:cubicBezTo>
                                <a:cubicBezTo>
                                  <a:pt x="114578" y="366268"/>
                                  <a:pt x="98413" y="351359"/>
                                  <a:pt x="98413" y="324381"/>
                                </a:cubicBezTo>
                                <a:lnTo>
                                  <a:pt x="98413" y="182421"/>
                                </a:lnTo>
                                <a:lnTo>
                                  <a:pt x="225632" y="182421"/>
                                </a:lnTo>
                                <a:lnTo>
                                  <a:pt x="225632" y="97245"/>
                                </a:lnTo>
                                <a:lnTo>
                                  <a:pt x="98413" y="97245"/>
                                </a:lnTo>
                                <a:lnTo>
                                  <a:pt x="984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245"/>
                                </a:lnTo>
                                <a:lnTo>
                                  <a:pt x="0" y="182421"/>
                                </a:lnTo>
                                <a:lnTo>
                                  <a:pt x="0" y="320128"/>
                                </a:lnTo>
                                <a:cubicBezTo>
                                  <a:pt x="0" y="403172"/>
                                  <a:pt x="52722" y="454990"/>
                                  <a:pt x="143402" y="454990"/>
                                </a:cubicBezTo>
                                <a:cubicBezTo>
                                  <a:pt x="219320" y="454990"/>
                                  <a:pt x="276255" y="401752"/>
                                  <a:pt x="272041" y="315157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78" name="Vrije vorm: vorm 16"/>
                        <wps:cNvSpPr/>
                        <wps:spPr>
                          <a:xfrm>
                            <a:off x="0" y="0"/>
                            <a:ext cx="246723" cy="264374"/>
                          </a:xfrm>
                          <a:custGeom>
                            <a:avLst/>
                            <a:gdLst>
                              <a:gd name="connsiteX0" fmla="*/ 230699 w 461398"/>
                              <a:gd name="connsiteY0" fmla="*/ 197442 h 497157"/>
                              <a:gd name="connsiteX1" fmla="*/ 348863 w 461398"/>
                              <a:gd name="connsiteY1" fmla="*/ 0 h 497157"/>
                              <a:gd name="connsiteX2" fmla="*/ 461398 w 461398"/>
                              <a:gd name="connsiteY2" fmla="*/ 0 h 497157"/>
                              <a:gd name="connsiteX3" fmla="*/ 279931 w 461398"/>
                              <a:gd name="connsiteY3" fmla="*/ 300422 h 497157"/>
                              <a:gd name="connsiteX4" fmla="*/ 279931 w 461398"/>
                              <a:gd name="connsiteY4" fmla="*/ 497157 h 497157"/>
                              <a:gd name="connsiteX5" fmla="*/ 181462 w 461398"/>
                              <a:gd name="connsiteY5" fmla="*/ 497157 h 497157"/>
                              <a:gd name="connsiteX6" fmla="*/ 181462 w 461398"/>
                              <a:gd name="connsiteY6" fmla="*/ 300422 h 497157"/>
                              <a:gd name="connsiteX7" fmla="*/ 0 w 461398"/>
                              <a:gd name="connsiteY7" fmla="*/ 0 h 497157"/>
                              <a:gd name="connsiteX8" fmla="*/ 110426 w 461398"/>
                              <a:gd name="connsiteY8" fmla="*/ 0 h 497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1398" h="497157">
                                <a:moveTo>
                                  <a:pt x="230699" y="197442"/>
                                </a:moveTo>
                                <a:lnTo>
                                  <a:pt x="348863" y="0"/>
                                </a:lnTo>
                                <a:lnTo>
                                  <a:pt x="461398" y="0"/>
                                </a:lnTo>
                                <a:lnTo>
                                  <a:pt x="279931" y="300422"/>
                                </a:lnTo>
                                <a:lnTo>
                                  <a:pt x="279931" y="497157"/>
                                </a:lnTo>
                                <a:lnTo>
                                  <a:pt x="181462" y="497157"/>
                                </a:lnTo>
                                <a:lnTo>
                                  <a:pt x="181462" y="300422"/>
                                </a:lnTo>
                                <a:lnTo>
                                  <a:pt x="0" y="0"/>
                                </a:lnTo>
                                <a:lnTo>
                                  <a:pt x="11042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45118A" id="Notitie volgpaginas" o:spid="_x0000_s1026" style="position:absolute;margin-left:0;margin-top:0;width:566.95pt;height:87.85pt;z-index:-251645952;mso-position-horizontal:left;mso-position-horizontal-relative:page;mso-position-vertical:bottom;mso-position-vertical-relative:page;mso-width-relative:margin;mso-height-relative:margin" coordsize="71991,1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Huisstijlvormen" o:spid="_x0000_s1027" type="#_x0000_t75" style="position:absolute;width:26060;height:11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">
                <v:imagedata r:id="rId3" o:title=""/>
              </v:shape>
              <v:group id="Logo" o:spid="_x0000_s1028" style="position:absolute;left:58959;top:5143;width:13032;height:2665" coordsize="13025,2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<v:shape id="Vrije vorm: vorm 10" o:spid="_x0000_s1029" style="position:absolute;left:2242;top:776;width:1677;height:1902;visibility:visible;mso-wrap-style:square;v-text-anchor:middle" coordsize="313512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" path="m215100,347095r,-29105c192606,342129,160269,357739,119499,357739,44288,357739,,304507,,220032l,,98413,r,202290c98413,246303,115986,269011,152543,269011v37953,,62557,-29099,62557,-79492l215100,r98413,l313513,347095r-98413,xe" filled="f" stroked="f" strokeweight=".15581mm">
                  <v:stroke joinstyle="miter"/>
                  <v:path arrowok="t" o:connecttype="custom" o:connectlocs="115020,184575;115020,169098;63900,190235;0,117006;0,0;52624,0;52624,107572;81569,143052;115020,100781;115020,0;167645,0;167645,184575;115020,184575" o:connectangles="0,0,0,0,0,0,0,0,0,0,0,0,0"/>
                </v:shape>
                <v:shape id="Vrije vorm: vorm 11" o:spid="_x0000_s1030" style="position:absolute;left:4054;top:776;width:2022;height:1846;visibility:visible;mso-wrap-style:square;v-text-anchor:middle" coordsize="378186,34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" path="m189093,219331l276261,,378186,,239710,347101r-101930,l,,101931,r87162,219331xe" filled="f" stroked="f" strokeweight=".15581mm">
                  <v:stroke joinstyle="miter"/>
                  <v:path arrowok="t" o:connecttype="custom" o:connectlocs="101114,116633;147725,0;202228,0;128181,184578;73675,184578;0,0;54506,0" o:connectangles="0,0,0,0,0,0,0"/>
                </v:shape>
                <v:shape id="Vrije vorm: vorm 12" o:spid="_x0000_s1031" style="position:absolute;left:8108;top:690;width:1523;height:1902;visibility:visible;mso-wrap-style:square;v-text-anchor:middle" coordsize="284703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" path="m184874,c146915,,118091,14903,98412,39743r,-29104l,10639,,357739r98412,l98412,172473v,-57485,21788,-81624,49905,-81624c174499,90849,187819,107951,188341,143380r96353,c285396,39036,246028,,184874,e" filled="f" stroked="f" strokeweight=".15581mm">
                  <v:stroke joinstyle="miter"/>
                  <v:path arrowok="t" o:connecttype="custom" o:connectlocs="98858,0;52624,21134;52624,5658;0,5658;0,190235;52624,190235;52624,91716;79310,48311;100712,76245;152235,76245;98858,0" o:connectangles="0,0,0,0,0,0,0,0,0,0,0"/>
                </v:shape>
                <v:shape id="Vrije vorm: vorm 13" o:spid="_x0000_s1032" style="position:absolute;left:11473;top:690;width:1552;height:1959;visibility:visible;mso-wrap-style:square;v-text-anchor:middle" coordsize="290316,36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" path="m198233,217199v,42588,-26012,68848,-63264,68848c109657,286047,92785,272563,92785,252683v,-26260,23903,-35484,52025,-41163l198233,201589r,15610xm143402,c65375,,-2811,45427,1403,132017r88032,c91460,100388,110830,80199,145506,80199v34447,,52727,19167,52727,42594l198233,134856r-66081,12070c46392,161834,,196617,,264758v,49686,38660,103631,115986,103631c159568,368389,186983,344963,198935,323669r,34070l290317,357739r,-232107c290317,51100,239705,,143402,e" filled="f" stroked="f" strokeweight=".15581mm">
                  <v:stroke joinstyle="miter"/>
                  <v:path arrowok="t" o:connecttype="custom" o:connectlocs="106001,115500;72172,152111;49615,134369;77434,112480;106001,107199;106001,115500;76682,0;750,70203;47824,70203;77807,42647;106001,65298;106001,71712;70666,78131;0,140791;62021,195899;106377,172118;106377,190235;155242,190235;155242,66807;76682,0" o:connectangles="0,0,0,0,0,0,0,0,0,0,0,0,0,0,0,0,0,0,0,0"/>
                </v:shape>
                <v:shape id="Vrije vorm: vorm 14" o:spid="_x0000_s1033" style="position:absolute;left:6038;top:690;width:1797;height:1955;visibility:visible;mso-wrap-style:square;v-text-anchor:middle" coordsize="336007,36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" path="m172226,81624v42874,,70290,27691,71693,58922l92089,140546v11946,-36915,41471,-58922,80137,-58922m177142,283213v-44984,,-77327,-26972,-87163,-74532l211807,208681r117170,l328977,170352c328977,70267,267822,,172226,,68186,,,80210,,184548,,288891,69594,367682,175739,367682v80838,,148323,-50399,160269,-124930l242477,242752v-11587,25339,-35064,40461,-65335,40461e" filled="f" stroked="f" strokeweight=".15581mm">
                  <v:stroke joinstyle="miter"/>
                  <v:path arrowok="t" o:connecttype="custom" o:connectlocs="92094,43405;130431,74738;49243,74738;92094,43405;94723,150604;48114,110970;113260,110970;175914,110970;175914,90588;92094,0;0,98137;93973,195523;179674,129088;129660,129088;94723,150604" o:connectangles="0,0,0,0,0,0,0,0,0,0,0,0,0,0,0"/>
                </v:shape>
                <v:shape id="Vrije vorm: vorm 15" o:spid="_x0000_s1034" style="position:absolute;left:9834;top:258;width:1455;height:2420;visibility:visible;mso-wrap-style:square;v-text-anchor:middle" coordsize="272261,45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" path="m272041,315157r-92790,c179251,348515,163086,366268,138481,366268v-23903,,-40068,-14909,-40068,-41887l98413,182421r127219,l225632,97245r-127219,l98413,,,,,97245r,85176l,320128v,83044,52722,134862,143402,134862c219320,454990,276255,401752,272041,315157e" filled="f" stroked="f" strokeweight=".15581mm">
                  <v:stroke joinstyle="miter"/>
                  <v:path arrowok="t" o:connecttype="custom" o:connectlocs="145468,167591;95851,167591;74050,194770;52624,172496;52624,97006;120652,97006;120652,51712;52624,51712;52624,0;0,0;0,51712;0,97006;0,170234;76681,241950;145468,167591" o:connectangles="0,0,0,0,0,0,0,0,0,0,0,0,0,0,0"/>
                </v:shape>
                <v:shape id="Vrije vorm: vorm 16" o:spid="_x0000_s1035" style="position:absolute;width:2467;height:2643;visibility:visible;mso-wrap-style:square;v-text-anchor:middle" coordsize="461398,497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" path="m230699,197442l348863,,461398,,279931,300422r,196735l181462,497157r,-196735l,,110426,,230699,197442xe" filled="f" stroked="f" strokeweight=".15581mm">
                  <v:stroke joinstyle="miter"/>
                  <v:path arrowok="t" o:connecttype="custom" o:connectlocs="123361,104994;186547,0;246723,0;149687,159756;149687,264374;97033,264374;97033,159756;0,0;59048,0" o:connectangles="0,0,0,0,0,0,0,0,0"/>
                </v:shape>
              </v:group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17C3D" w14:textId="77777777" w:rsidR="00FE3468" w:rsidRDefault="00FE3468" w:rsidP="00FE3468">
    <w:pPr>
      <w:pStyle w:val="Voetteks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Style w:val="Tabelraster"/>
        <w:tblW w:w="0" w:type="auto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</w:tblGrid>
      <w:tr w:rsidR="00F47452" w14:paraId="5C035613" w14:textId="77777777" w:rsidTr="004233FB">
        <w:trPr>
          <w:cantSplit/>
          <w:trHeight w:hRule="exact" w:val="280"/>
        </w:trPr>
        <w:tc>
          <w:tcPr>
            <w:tcW w:w="709" w:type="dxa"/>
            <w:tcBorders>
              <w:top w:val="nil"/>
              <w:left w:val="nil"/>
              <w:bottom w:val="single" w:sz="18" w:space="0" w:color="B8A1FF" w:themeColor="accent1"/>
              <w:right w:val="nil"/>
            </w:tcBorders>
          </w:tcPr>
          <w:p w14:paraId="32D2CCB0" w14:textId="77777777" w:rsidR="00F47452" w:rsidRDefault="00F47452" w:rsidP="004233FB">
            <w:pPr>
              <w:spacing w:before="280"/>
            </w:pPr>
          </w:p>
        </w:tc>
      </w:tr>
    </w:tbl>
    <w:p w14:paraId="070A0474" w14:textId="77777777" w:rsidR="00F47452" w:rsidRDefault="00F47452" w:rsidP="0032501C">
      <w:pPr>
        <w:spacing w:line="160" w:lineRule="exact"/>
      </w:pPr>
    </w:p>
  </w:footnote>
  <w:footnote w:type="continuationSeparator" w:id="0">
    <w:p w14:paraId="5177A14C" w14:textId="77777777" w:rsidR="00F47452" w:rsidRDefault="00F47452" w:rsidP="003B5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23B1" w14:textId="77777777" w:rsidR="00883A85" w:rsidRDefault="00ED1722" w:rsidP="003C4159">
    <w:pPr>
      <w:pStyle w:val="Koptekst"/>
      <w:tabs>
        <w:tab w:val="clear" w:pos="4536"/>
        <w:tab w:val="clear" w:pos="9072"/>
        <w:tab w:val="left" w:pos="7269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28A9C460" wp14:editId="13DF66AD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000" cy="10692000"/>
              <wp:effectExtent l="0" t="0" r="0" b="0"/>
              <wp:wrapNone/>
              <wp:docPr id="3" name="Notitie voorpagin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000" cy="10692000"/>
                        <a:chOff x="0" y="0"/>
                        <a:chExt cx="7561580" cy="10692000"/>
                      </a:xfrm>
                    </wpg:grpSpPr>
                    <wps:wsp>
                      <wps:cNvPr id="147" name="Achtergrond"/>
                      <wps:cNvSpPr/>
                      <wps:spPr>
                        <a:xfrm>
                          <a:off x="0" y="0"/>
                          <a:ext cx="7557330" cy="106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774000" tIns="1206000" rIns="77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" name="Huisstijlvorme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53075" y="0"/>
                          <a:ext cx="2008505" cy="246951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12" name="Logo"/>
                      <wpg:cNvGrpSpPr>
                        <a:grpSpLocks noChangeAspect="1"/>
                      </wpg:cNvGrpSpPr>
                      <wpg:grpSpPr>
                        <a:xfrm>
                          <a:off x="5895975" y="10086975"/>
                          <a:ext cx="1299196" cy="270013"/>
                          <a:chOff x="0" y="0"/>
                          <a:chExt cx="2429592" cy="507739"/>
                        </a:xfrm>
                        <a:solidFill>
                          <a:schemeClr val="tx1"/>
                        </a:solidFill>
                      </wpg:grpSpPr>
                      <wps:wsp>
                        <wps:cNvPr id="13" name="Vrije vorm: vorm 10"/>
                        <wps:cNvSpPr/>
                        <wps:spPr>
                          <a:xfrm>
                            <a:off x="410848" y="150000"/>
                            <a:ext cx="313512" cy="357739"/>
                          </a:xfrm>
                          <a:custGeom>
                            <a:avLst/>
                            <a:gdLst>
                              <a:gd name="connsiteX0" fmla="*/ 215100 w 313512"/>
                              <a:gd name="connsiteY0" fmla="*/ 347095 h 357739"/>
                              <a:gd name="connsiteX1" fmla="*/ 215100 w 313512"/>
                              <a:gd name="connsiteY1" fmla="*/ 317990 h 357739"/>
                              <a:gd name="connsiteX2" fmla="*/ 119499 w 313512"/>
                              <a:gd name="connsiteY2" fmla="*/ 357739 h 357739"/>
                              <a:gd name="connsiteX3" fmla="*/ 0 w 313512"/>
                              <a:gd name="connsiteY3" fmla="*/ 220032 h 357739"/>
                              <a:gd name="connsiteX4" fmla="*/ 0 w 313512"/>
                              <a:gd name="connsiteY4" fmla="*/ 0 h 357739"/>
                              <a:gd name="connsiteX5" fmla="*/ 98413 w 313512"/>
                              <a:gd name="connsiteY5" fmla="*/ 0 h 357739"/>
                              <a:gd name="connsiteX6" fmla="*/ 98413 w 313512"/>
                              <a:gd name="connsiteY6" fmla="*/ 202290 h 357739"/>
                              <a:gd name="connsiteX7" fmla="*/ 152543 w 313512"/>
                              <a:gd name="connsiteY7" fmla="*/ 269011 h 357739"/>
                              <a:gd name="connsiteX8" fmla="*/ 215100 w 313512"/>
                              <a:gd name="connsiteY8" fmla="*/ 189519 h 357739"/>
                              <a:gd name="connsiteX9" fmla="*/ 215100 w 313512"/>
                              <a:gd name="connsiteY9" fmla="*/ 0 h 357739"/>
                              <a:gd name="connsiteX10" fmla="*/ 313513 w 313512"/>
                              <a:gd name="connsiteY10" fmla="*/ 0 h 357739"/>
                              <a:gd name="connsiteX11" fmla="*/ 313513 w 313512"/>
                              <a:gd name="connsiteY11" fmla="*/ 347095 h 357739"/>
                              <a:gd name="connsiteX12" fmla="*/ 215100 w 313512"/>
                              <a:gd name="connsiteY12" fmla="*/ 347095 h 357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13512" h="357739">
                                <a:moveTo>
                                  <a:pt x="215100" y="347095"/>
                                </a:moveTo>
                                <a:lnTo>
                                  <a:pt x="215100" y="317990"/>
                                </a:lnTo>
                                <a:cubicBezTo>
                                  <a:pt x="192606" y="342129"/>
                                  <a:pt x="160269" y="357739"/>
                                  <a:pt x="119499" y="357739"/>
                                </a:cubicBezTo>
                                <a:cubicBezTo>
                                  <a:pt x="44288" y="357739"/>
                                  <a:pt x="0" y="304507"/>
                                  <a:pt x="0" y="220032"/>
                                </a:cubicBezTo>
                                <a:lnTo>
                                  <a:pt x="0" y="0"/>
                                </a:lnTo>
                                <a:lnTo>
                                  <a:pt x="98413" y="0"/>
                                </a:lnTo>
                                <a:lnTo>
                                  <a:pt x="98413" y="202290"/>
                                </a:lnTo>
                                <a:cubicBezTo>
                                  <a:pt x="98413" y="246303"/>
                                  <a:pt x="115986" y="269011"/>
                                  <a:pt x="152543" y="269011"/>
                                </a:cubicBezTo>
                                <a:cubicBezTo>
                                  <a:pt x="190496" y="269011"/>
                                  <a:pt x="215100" y="239912"/>
                                  <a:pt x="215100" y="189519"/>
                                </a:cubicBezTo>
                                <a:lnTo>
                                  <a:pt x="215100" y="0"/>
                                </a:lnTo>
                                <a:lnTo>
                                  <a:pt x="313513" y="0"/>
                                </a:lnTo>
                                <a:lnTo>
                                  <a:pt x="313513" y="347095"/>
                                </a:lnTo>
                                <a:lnTo>
                                  <a:pt x="215100" y="34709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4" name="Vrije vorm: vorm 11"/>
                        <wps:cNvSpPr/>
                        <wps:spPr>
                          <a:xfrm>
                            <a:off x="757112" y="150056"/>
                            <a:ext cx="378186" cy="347100"/>
                          </a:xfrm>
                          <a:custGeom>
                            <a:avLst/>
                            <a:gdLst>
                              <a:gd name="connsiteX0" fmla="*/ 189093 w 378186"/>
                              <a:gd name="connsiteY0" fmla="*/ 219331 h 347100"/>
                              <a:gd name="connsiteX1" fmla="*/ 276261 w 378186"/>
                              <a:gd name="connsiteY1" fmla="*/ 0 h 347100"/>
                              <a:gd name="connsiteX2" fmla="*/ 378186 w 378186"/>
                              <a:gd name="connsiteY2" fmla="*/ 0 h 347100"/>
                              <a:gd name="connsiteX3" fmla="*/ 239710 w 378186"/>
                              <a:gd name="connsiteY3" fmla="*/ 347101 h 347100"/>
                              <a:gd name="connsiteX4" fmla="*/ 137780 w 378186"/>
                              <a:gd name="connsiteY4" fmla="*/ 347101 h 347100"/>
                              <a:gd name="connsiteX5" fmla="*/ 0 w 378186"/>
                              <a:gd name="connsiteY5" fmla="*/ 0 h 347100"/>
                              <a:gd name="connsiteX6" fmla="*/ 101931 w 378186"/>
                              <a:gd name="connsiteY6" fmla="*/ 0 h 347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8186" h="347100">
                                <a:moveTo>
                                  <a:pt x="189093" y="219331"/>
                                </a:moveTo>
                                <a:lnTo>
                                  <a:pt x="276261" y="0"/>
                                </a:lnTo>
                                <a:lnTo>
                                  <a:pt x="378186" y="0"/>
                                </a:lnTo>
                                <a:lnTo>
                                  <a:pt x="239710" y="347101"/>
                                </a:lnTo>
                                <a:lnTo>
                                  <a:pt x="137780" y="347101"/>
                                </a:lnTo>
                                <a:lnTo>
                                  <a:pt x="0" y="0"/>
                                </a:lnTo>
                                <a:lnTo>
                                  <a:pt x="10193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5" name="Vrije vorm: vorm 12"/>
                        <wps:cNvSpPr/>
                        <wps:spPr>
                          <a:xfrm>
                            <a:off x="1505640" y="139059"/>
                            <a:ext cx="284703" cy="357739"/>
                          </a:xfrm>
                          <a:custGeom>
                            <a:avLst/>
                            <a:gdLst>
                              <a:gd name="connsiteX0" fmla="*/ 184874 w 284703"/>
                              <a:gd name="connsiteY0" fmla="*/ 0 h 357739"/>
                              <a:gd name="connsiteX1" fmla="*/ 98412 w 284703"/>
                              <a:gd name="connsiteY1" fmla="*/ 39743 h 357739"/>
                              <a:gd name="connsiteX2" fmla="*/ 98412 w 284703"/>
                              <a:gd name="connsiteY2" fmla="*/ 10639 h 357739"/>
                              <a:gd name="connsiteX3" fmla="*/ 0 w 284703"/>
                              <a:gd name="connsiteY3" fmla="*/ 10639 h 357739"/>
                              <a:gd name="connsiteX4" fmla="*/ 0 w 284703"/>
                              <a:gd name="connsiteY4" fmla="*/ 357739 h 357739"/>
                              <a:gd name="connsiteX5" fmla="*/ 98412 w 284703"/>
                              <a:gd name="connsiteY5" fmla="*/ 357739 h 357739"/>
                              <a:gd name="connsiteX6" fmla="*/ 98412 w 284703"/>
                              <a:gd name="connsiteY6" fmla="*/ 172473 h 357739"/>
                              <a:gd name="connsiteX7" fmla="*/ 148317 w 284703"/>
                              <a:gd name="connsiteY7" fmla="*/ 90849 h 357739"/>
                              <a:gd name="connsiteX8" fmla="*/ 188341 w 284703"/>
                              <a:gd name="connsiteY8" fmla="*/ 143380 h 357739"/>
                              <a:gd name="connsiteX9" fmla="*/ 284694 w 284703"/>
                              <a:gd name="connsiteY9" fmla="*/ 143380 h 357739"/>
                              <a:gd name="connsiteX10" fmla="*/ 184874 w 284703"/>
                              <a:gd name="connsiteY10" fmla="*/ 0 h 357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84703" h="357739">
                                <a:moveTo>
                                  <a:pt x="184874" y="0"/>
                                </a:moveTo>
                                <a:cubicBezTo>
                                  <a:pt x="146915" y="0"/>
                                  <a:pt x="118091" y="14903"/>
                                  <a:pt x="98412" y="39743"/>
                                </a:cubicBezTo>
                                <a:lnTo>
                                  <a:pt x="98412" y="10639"/>
                                </a:lnTo>
                                <a:lnTo>
                                  <a:pt x="0" y="10639"/>
                                </a:lnTo>
                                <a:lnTo>
                                  <a:pt x="0" y="357739"/>
                                </a:lnTo>
                                <a:lnTo>
                                  <a:pt x="98412" y="357739"/>
                                </a:lnTo>
                                <a:lnTo>
                                  <a:pt x="98412" y="172473"/>
                                </a:lnTo>
                                <a:cubicBezTo>
                                  <a:pt x="98412" y="114988"/>
                                  <a:pt x="120200" y="90849"/>
                                  <a:pt x="148317" y="90849"/>
                                </a:cubicBezTo>
                                <a:cubicBezTo>
                                  <a:pt x="174499" y="90849"/>
                                  <a:pt x="187819" y="107951"/>
                                  <a:pt x="188341" y="143380"/>
                                </a:cubicBezTo>
                                <a:lnTo>
                                  <a:pt x="284694" y="143380"/>
                                </a:lnTo>
                                <a:cubicBezTo>
                                  <a:pt x="285396" y="39036"/>
                                  <a:pt x="246028" y="0"/>
                                  <a:pt x="184874" y="0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6" name="Vrije vorm: vorm 13"/>
                        <wps:cNvSpPr/>
                        <wps:spPr>
                          <a:xfrm>
                            <a:off x="2139276" y="139059"/>
                            <a:ext cx="290316" cy="368388"/>
                          </a:xfrm>
                          <a:custGeom>
                            <a:avLst/>
                            <a:gdLst>
                              <a:gd name="connsiteX0" fmla="*/ 198233 w 290316"/>
                              <a:gd name="connsiteY0" fmla="*/ 217199 h 368388"/>
                              <a:gd name="connsiteX1" fmla="*/ 134969 w 290316"/>
                              <a:gd name="connsiteY1" fmla="*/ 286047 h 368388"/>
                              <a:gd name="connsiteX2" fmla="*/ 92785 w 290316"/>
                              <a:gd name="connsiteY2" fmla="*/ 252683 h 368388"/>
                              <a:gd name="connsiteX3" fmla="*/ 144810 w 290316"/>
                              <a:gd name="connsiteY3" fmla="*/ 211520 h 368388"/>
                              <a:gd name="connsiteX4" fmla="*/ 198233 w 290316"/>
                              <a:gd name="connsiteY4" fmla="*/ 201589 h 368388"/>
                              <a:gd name="connsiteX5" fmla="*/ 198233 w 290316"/>
                              <a:gd name="connsiteY5" fmla="*/ 217199 h 368388"/>
                              <a:gd name="connsiteX6" fmla="*/ 143402 w 290316"/>
                              <a:gd name="connsiteY6" fmla="*/ 0 h 368388"/>
                              <a:gd name="connsiteX7" fmla="*/ 1403 w 290316"/>
                              <a:gd name="connsiteY7" fmla="*/ 132017 h 368388"/>
                              <a:gd name="connsiteX8" fmla="*/ 89435 w 290316"/>
                              <a:gd name="connsiteY8" fmla="*/ 132017 h 368388"/>
                              <a:gd name="connsiteX9" fmla="*/ 145506 w 290316"/>
                              <a:gd name="connsiteY9" fmla="*/ 80199 h 368388"/>
                              <a:gd name="connsiteX10" fmla="*/ 198233 w 290316"/>
                              <a:gd name="connsiteY10" fmla="*/ 122793 h 368388"/>
                              <a:gd name="connsiteX11" fmla="*/ 198233 w 290316"/>
                              <a:gd name="connsiteY11" fmla="*/ 134856 h 368388"/>
                              <a:gd name="connsiteX12" fmla="*/ 132152 w 290316"/>
                              <a:gd name="connsiteY12" fmla="*/ 146926 h 368388"/>
                              <a:gd name="connsiteX13" fmla="*/ 0 w 290316"/>
                              <a:gd name="connsiteY13" fmla="*/ 264758 h 368388"/>
                              <a:gd name="connsiteX14" fmla="*/ 115986 w 290316"/>
                              <a:gd name="connsiteY14" fmla="*/ 368389 h 368388"/>
                              <a:gd name="connsiteX15" fmla="*/ 198935 w 290316"/>
                              <a:gd name="connsiteY15" fmla="*/ 323669 h 368388"/>
                              <a:gd name="connsiteX16" fmla="*/ 198935 w 290316"/>
                              <a:gd name="connsiteY16" fmla="*/ 357739 h 368388"/>
                              <a:gd name="connsiteX17" fmla="*/ 290317 w 290316"/>
                              <a:gd name="connsiteY17" fmla="*/ 357739 h 368388"/>
                              <a:gd name="connsiteX18" fmla="*/ 290317 w 290316"/>
                              <a:gd name="connsiteY18" fmla="*/ 125632 h 368388"/>
                              <a:gd name="connsiteX19" fmla="*/ 143402 w 290316"/>
                              <a:gd name="connsiteY19" fmla="*/ 0 h 3683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90316" h="368388">
                                <a:moveTo>
                                  <a:pt x="198233" y="217199"/>
                                </a:moveTo>
                                <a:cubicBezTo>
                                  <a:pt x="198233" y="259787"/>
                                  <a:pt x="172221" y="286047"/>
                                  <a:pt x="134969" y="286047"/>
                                </a:cubicBezTo>
                                <a:cubicBezTo>
                                  <a:pt x="109657" y="286047"/>
                                  <a:pt x="92785" y="272563"/>
                                  <a:pt x="92785" y="252683"/>
                                </a:cubicBezTo>
                                <a:cubicBezTo>
                                  <a:pt x="92785" y="226423"/>
                                  <a:pt x="116688" y="217199"/>
                                  <a:pt x="144810" y="211520"/>
                                </a:cubicBezTo>
                                <a:lnTo>
                                  <a:pt x="198233" y="201589"/>
                                </a:lnTo>
                                <a:lnTo>
                                  <a:pt x="198233" y="217199"/>
                                </a:lnTo>
                                <a:close/>
                                <a:moveTo>
                                  <a:pt x="143402" y="0"/>
                                </a:moveTo>
                                <a:cubicBezTo>
                                  <a:pt x="65375" y="0"/>
                                  <a:pt x="-2811" y="45427"/>
                                  <a:pt x="1403" y="132017"/>
                                </a:cubicBezTo>
                                <a:lnTo>
                                  <a:pt x="89435" y="132017"/>
                                </a:lnTo>
                                <a:cubicBezTo>
                                  <a:pt x="91460" y="100388"/>
                                  <a:pt x="110830" y="80199"/>
                                  <a:pt x="145506" y="80199"/>
                                </a:cubicBezTo>
                                <a:cubicBezTo>
                                  <a:pt x="179953" y="80199"/>
                                  <a:pt x="198233" y="99366"/>
                                  <a:pt x="198233" y="122793"/>
                                </a:cubicBezTo>
                                <a:lnTo>
                                  <a:pt x="198233" y="134856"/>
                                </a:lnTo>
                                <a:lnTo>
                                  <a:pt x="132152" y="146926"/>
                                </a:lnTo>
                                <a:cubicBezTo>
                                  <a:pt x="46392" y="161834"/>
                                  <a:pt x="0" y="196617"/>
                                  <a:pt x="0" y="264758"/>
                                </a:cubicBezTo>
                                <a:cubicBezTo>
                                  <a:pt x="0" y="314444"/>
                                  <a:pt x="38660" y="368389"/>
                                  <a:pt x="115986" y="368389"/>
                                </a:cubicBezTo>
                                <a:cubicBezTo>
                                  <a:pt x="159568" y="368389"/>
                                  <a:pt x="186983" y="344963"/>
                                  <a:pt x="198935" y="323669"/>
                                </a:cubicBezTo>
                                <a:lnTo>
                                  <a:pt x="198935" y="357739"/>
                                </a:lnTo>
                                <a:lnTo>
                                  <a:pt x="290317" y="357739"/>
                                </a:lnTo>
                                <a:lnTo>
                                  <a:pt x="290317" y="125632"/>
                                </a:lnTo>
                                <a:cubicBezTo>
                                  <a:pt x="290317" y="51100"/>
                                  <a:pt x="239705" y="0"/>
                                  <a:pt x="143402" y="0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7" name="Vrije vorm: vorm 14"/>
                        <wps:cNvSpPr/>
                        <wps:spPr>
                          <a:xfrm>
                            <a:off x="1125743" y="139766"/>
                            <a:ext cx="336007" cy="367681"/>
                          </a:xfrm>
                          <a:custGeom>
                            <a:avLst/>
                            <a:gdLst>
                              <a:gd name="connsiteX0" fmla="*/ 172226 w 336007"/>
                              <a:gd name="connsiteY0" fmla="*/ 81624 h 367681"/>
                              <a:gd name="connsiteX1" fmla="*/ 243919 w 336007"/>
                              <a:gd name="connsiteY1" fmla="*/ 140546 h 367681"/>
                              <a:gd name="connsiteX2" fmla="*/ 92089 w 336007"/>
                              <a:gd name="connsiteY2" fmla="*/ 140546 h 367681"/>
                              <a:gd name="connsiteX3" fmla="*/ 172226 w 336007"/>
                              <a:gd name="connsiteY3" fmla="*/ 81624 h 367681"/>
                              <a:gd name="connsiteX4" fmla="*/ 177142 w 336007"/>
                              <a:gd name="connsiteY4" fmla="*/ 283213 h 367681"/>
                              <a:gd name="connsiteX5" fmla="*/ 89979 w 336007"/>
                              <a:gd name="connsiteY5" fmla="*/ 208681 h 367681"/>
                              <a:gd name="connsiteX6" fmla="*/ 211807 w 336007"/>
                              <a:gd name="connsiteY6" fmla="*/ 208681 h 367681"/>
                              <a:gd name="connsiteX7" fmla="*/ 328977 w 336007"/>
                              <a:gd name="connsiteY7" fmla="*/ 208681 h 367681"/>
                              <a:gd name="connsiteX8" fmla="*/ 328977 w 336007"/>
                              <a:gd name="connsiteY8" fmla="*/ 170352 h 367681"/>
                              <a:gd name="connsiteX9" fmla="*/ 172226 w 336007"/>
                              <a:gd name="connsiteY9" fmla="*/ 0 h 367681"/>
                              <a:gd name="connsiteX10" fmla="*/ 0 w 336007"/>
                              <a:gd name="connsiteY10" fmla="*/ 184548 h 367681"/>
                              <a:gd name="connsiteX11" fmla="*/ 175739 w 336007"/>
                              <a:gd name="connsiteY11" fmla="*/ 367682 h 367681"/>
                              <a:gd name="connsiteX12" fmla="*/ 336008 w 336007"/>
                              <a:gd name="connsiteY12" fmla="*/ 242752 h 367681"/>
                              <a:gd name="connsiteX13" fmla="*/ 242477 w 336007"/>
                              <a:gd name="connsiteY13" fmla="*/ 242752 h 367681"/>
                              <a:gd name="connsiteX14" fmla="*/ 177142 w 336007"/>
                              <a:gd name="connsiteY14" fmla="*/ 283213 h 3676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36007" h="367681">
                                <a:moveTo>
                                  <a:pt x="172226" y="81624"/>
                                </a:moveTo>
                                <a:cubicBezTo>
                                  <a:pt x="215100" y="81624"/>
                                  <a:pt x="242516" y="109315"/>
                                  <a:pt x="243919" y="140546"/>
                                </a:cubicBezTo>
                                <a:lnTo>
                                  <a:pt x="92089" y="140546"/>
                                </a:lnTo>
                                <a:cubicBezTo>
                                  <a:pt x="104035" y="103631"/>
                                  <a:pt x="133560" y="81624"/>
                                  <a:pt x="172226" y="81624"/>
                                </a:cubicBezTo>
                                <a:moveTo>
                                  <a:pt x="177142" y="283213"/>
                                </a:moveTo>
                                <a:cubicBezTo>
                                  <a:pt x="132158" y="283213"/>
                                  <a:pt x="99815" y="256241"/>
                                  <a:pt x="89979" y="208681"/>
                                </a:cubicBezTo>
                                <a:lnTo>
                                  <a:pt x="211807" y="208681"/>
                                </a:lnTo>
                                <a:lnTo>
                                  <a:pt x="328977" y="208681"/>
                                </a:lnTo>
                                <a:lnTo>
                                  <a:pt x="328977" y="170352"/>
                                </a:lnTo>
                                <a:cubicBezTo>
                                  <a:pt x="328977" y="70267"/>
                                  <a:pt x="267822" y="0"/>
                                  <a:pt x="172226" y="0"/>
                                </a:cubicBezTo>
                                <a:cubicBezTo>
                                  <a:pt x="68186" y="0"/>
                                  <a:pt x="0" y="80210"/>
                                  <a:pt x="0" y="184548"/>
                                </a:cubicBezTo>
                                <a:cubicBezTo>
                                  <a:pt x="0" y="288891"/>
                                  <a:pt x="69594" y="367682"/>
                                  <a:pt x="175739" y="367682"/>
                                </a:cubicBezTo>
                                <a:cubicBezTo>
                                  <a:pt x="256577" y="367682"/>
                                  <a:pt x="324062" y="317283"/>
                                  <a:pt x="336008" y="242752"/>
                                </a:cubicBezTo>
                                <a:lnTo>
                                  <a:pt x="242477" y="242752"/>
                                </a:lnTo>
                                <a:cubicBezTo>
                                  <a:pt x="230890" y="268091"/>
                                  <a:pt x="207413" y="283213"/>
                                  <a:pt x="177142" y="283213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8" name="Vrije vorm: vorm 15"/>
                        <wps:cNvSpPr/>
                        <wps:spPr>
                          <a:xfrm>
                            <a:off x="1833327" y="52457"/>
                            <a:ext cx="272261" cy="454990"/>
                          </a:xfrm>
                          <a:custGeom>
                            <a:avLst/>
                            <a:gdLst>
                              <a:gd name="connsiteX0" fmla="*/ 272041 w 272261"/>
                              <a:gd name="connsiteY0" fmla="*/ 315157 h 454990"/>
                              <a:gd name="connsiteX1" fmla="*/ 179251 w 272261"/>
                              <a:gd name="connsiteY1" fmla="*/ 315157 h 454990"/>
                              <a:gd name="connsiteX2" fmla="*/ 138481 w 272261"/>
                              <a:gd name="connsiteY2" fmla="*/ 366268 h 454990"/>
                              <a:gd name="connsiteX3" fmla="*/ 98413 w 272261"/>
                              <a:gd name="connsiteY3" fmla="*/ 324381 h 454990"/>
                              <a:gd name="connsiteX4" fmla="*/ 98413 w 272261"/>
                              <a:gd name="connsiteY4" fmla="*/ 182421 h 454990"/>
                              <a:gd name="connsiteX5" fmla="*/ 225632 w 272261"/>
                              <a:gd name="connsiteY5" fmla="*/ 182421 h 454990"/>
                              <a:gd name="connsiteX6" fmla="*/ 225632 w 272261"/>
                              <a:gd name="connsiteY6" fmla="*/ 97245 h 454990"/>
                              <a:gd name="connsiteX7" fmla="*/ 98413 w 272261"/>
                              <a:gd name="connsiteY7" fmla="*/ 97245 h 454990"/>
                              <a:gd name="connsiteX8" fmla="*/ 98413 w 272261"/>
                              <a:gd name="connsiteY8" fmla="*/ 0 h 454990"/>
                              <a:gd name="connsiteX9" fmla="*/ 0 w 272261"/>
                              <a:gd name="connsiteY9" fmla="*/ 0 h 454990"/>
                              <a:gd name="connsiteX10" fmla="*/ 0 w 272261"/>
                              <a:gd name="connsiteY10" fmla="*/ 97245 h 454990"/>
                              <a:gd name="connsiteX11" fmla="*/ 0 w 272261"/>
                              <a:gd name="connsiteY11" fmla="*/ 182421 h 454990"/>
                              <a:gd name="connsiteX12" fmla="*/ 0 w 272261"/>
                              <a:gd name="connsiteY12" fmla="*/ 320128 h 454990"/>
                              <a:gd name="connsiteX13" fmla="*/ 143402 w 272261"/>
                              <a:gd name="connsiteY13" fmla="*/ 454990 h 454990"/>
                              <a:gd name="connsiteX14" fmla="*/ 272041 w 272261"/>
                              <a:gd name="connsiteY14" fmla="*/ 315157 h 454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2261" h="454990">
                                <a:moveTo>
                                  <a:pt x="272041" y="315157"/>
                                </a:moveTo>
                                <a:lnTo>
                                  <a:pt x="179251" y="315157"/>
                                </a:lnTo>
                                <a:cubicBezTo>
                                  <a:pt x="179251" y="348515"/>
                                  <a:pt x="163086" y="366268"/>
                                  <a:pt x="138481" y="366268"/>
                                </a:cubicBezTo>
                                <a:cubicBezTo>
                                  <a:pt x="114578" y="366268"/>
                                  <a:pt x="98413" y="351359"/>
                                  <a:pt x="98413" y="324381"/>
                                </a:cubicBezTo>
                                <a:lnTo>
                                  <a:pt x="98413" y="182421"/>
                                </a:lnTo>
                                <a:lnTo>
                                  <a:pt x="225632" y="182421"/>
                                </a:lnTo>
                                <a:lnTo>
                                  <a:pt x="225632" y="97245"/>
                                </a:lnTo>
                                <a:lnTo>
                                  <a:pt x="98413" y="97245"/>
                                </a:lnTo>
                                <a:lnTo>
                                  <a:pt x="984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245"/>
                                </a:lnTo>
                                <a:lnTo>
                                  <a:pt x="0" y="182421"/>
                                </a:lnTo>
                                <a:lnTo>
                                  <a:pt x="0" y="320128"/>
                                </a:lnTo>
                                <a:cubicBezTo>
                                  <a:pt x="0" y="403172"/>
                                  <a:pt x="52722" y="454990"/>
                                  <a:pt x="143402" y="454990"/>
                                </a:cubicBezTo>
                                <a:cubicBezTo>
                                  <a:pt x="219320" y="454990"/>
                                  <a:pt x="276255" y="401752"/>
                                  <a:pt x="272041" y="315157"/>
                                </a:cubicBezTo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9" name="Vrije vorm: vorm 16"/>
                        <wps:cNvSpPr/>
                        <wps:spPr>
                          <a:xfrm>
                            <a:off x="0" y="0"/>
                            <a:ext cx="461398" cy="497157"/>
                          </a:xfrm>
                          <a:custGeom>
                            <a:avLst/>
                            <a:gdLst>
                              <a:gd name="connsiteX0" fmla="*/ 230699 w 461398"/>
                              <a:gd name="connsiteY0" fmla="*/ 197442 h 497157"/>
                              <a:gd name="connsiteX1" fmla="*/ 348863 w 461398"/>
                              <a:gd name="connsiteY1" fmla="*/ 0 h 497157"/>
                              <a:gd name="connsiteX2" fmla="*/ 461398 w 461398"/>
                              <a:gd name="connsiteY2" fmla="*/ 0 h 497157"/>
                              <a:gd name="connsiteX3" fmla="*/ 279931 w 461398"/>
                              <a:gd name="connsiteY3" fmla="*/ 300422 h 497157"/>
                              <a:gd name="connsiteX4" fmla="*/ 279931 w 461398"/>
                              <a:gd name="connsiteY4" fmla="*/ 497157 h 497157"/>
                              <a:gd name="connsiteX5" fmla="*/ 181462 w 461398"/>
                              <a:gd name="connsiteY5" fmla="*/ 497157 h 497157"/>
                              <a:gd name="connsiteX6" fmla="*/ 181462 w 461398"/>
                              <a:gd name="connsiteY6" fmla="*/ 300422 h 497157"/>
                              <a:gd name="connsiteX7" fmla="*/ 0 w 461398"/>
                              <a:gd name="connsiteY7" fmla="*/ 0 h 497157"/>
                              <a:gd name="connsiteX8" fmla="*/ 110426 w 461398"/>
                              <a:gd name="connsiteY8" fmla="*/ 0 h 497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61398" h="497157">
                                <a:moveTo>
                                  <a:pt x="230699" y="197442"/>
                                </a:moveTo>
                                <a:lnTo>
                                  <a:pt x="348863" y="0"/>
                                </a:lnTo>
                                <a:lnTo>
                                  <a:pt x="461398" y="0"/>
                                </a:lnTo>
                                <a:lnTo>
                                  <a:pt x="279931" y="300422"/>
                                </a:lnTo>
                                <a:lnTo>
                                  <a:pt x="279931" y="497157"/>
                                </a:lnTo>
                                <a:lnTo>
                                  <a:pt x="181462" y="497157"/>
                                </a:lnTo>
                                <a:lnTo>
                                  <a:pt x="181462" y="300422"/>
                                </a:lnTo>
                                <a:lnTo>
                                  <a:pt x="0" y="0"/>
                                </a:lnTo>
                                <a:lnTo>
                                  <a:pt x="11042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5609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129EA0E" id="Notitie voorpagina" o:spid="_x0000_s1026" style="position:absolute;margin-left:0;margin-top:0;width:595.3pt;height:841.9pt;z-index:-251659264;mso-position-horizontal:left;mso-position-horizontal-relative:page;mso-position-vertical:top;mso-position-vertical-relative:page;mso-width-relative:margin;mso-height-relative:margin" coordsize="75615,106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">
              <v:rect id="Achtergrond" o:spid="_x0000_s1027" style="position:absolute;width:75573;height:106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" filled="f" stroked="f" strokeweight="1pt">
                <v:textbox inset="21.5mm,33.5mm,21.5mm,0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Huisstijlvormen" o:spid="_x0000_s1028" type="#_x0000_t75" style="position:absolute;left:55530;width:20085;height:24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">
                <v:imagedata r:id="rId3" o:title=""/>
              </v:shape>
              <v:group id="Logo" o:spid="_x0000_s1029" style="position:absolute;left:58959;top:100869;width:12992;height:2700" coordsize="24295,5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o:lock v:ext="edit" aspectratio="t"/>
                <v:shape id="Vrije vorm: vorm 10" o:spid="_x0000_s1030" style="position:absolute;left:4108;top:1500;width:3135;height:3577;visibility:visible;mso-wrap-style:square;v-text-anchor:middle" coordsize="313512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" path="m215100,347095r,-29105c192606,342129,160269,357739,119499,357739,44288,357739,,304507,,220032l,,98413,r,202290c98413,246303,115986,269011,152543,269011v37953,,62557,-29099,62557,-79492l215100,r98413,l313513,347095r-98413,xe" filled="f" stroked="f" strokeweight=".15581mm">
                  <v:stroke joinstyle="miter"/>
                  <v:path arrowok="t" o:connecttype="custom" o:connectlocs="215100,347095;215100,317990;119499,357739;0,220032;0,0;98413,0;98413,202290;152543,269011;215100,189519;215100,0;313513,0;313513,347095;215100,347095" o:connectangles="0,0,0,0,0,0,0,0,0,0,0,0,0"/>
                </v:shape>
                <v:shape id="Vrije vorm: vorm 11" o:spid="_x0000_s1031" style="position:absolute;left:7571;top:1500;width:3781;height:3471;visibility:visible;mso-wrap-style:square;v-text-anchor:middle" coordsize="378186,34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" path="m189093,219331l276261,,378186,,239710,347101r-101930,l,,101931,r87162,219331xe" filled="f" stroked="f" strokeweight=".15581mm">
                  <v:stroke joinstyle="miter"/>
                  <v:path arrowok="t" o:connecttype="custom" o:connectlocs="189093,219331;276261,0;378186,0;239710,347101;137780,347101;0,0;101931,0" o:connectangles="0,0,0,0,0,0,0"/>
                </v:shape>
                <v:shape id="Vrije vorm: vorm 12" o:spid="_x0000_s1032" style="position:absolute;left:15056;top:1390;width:2847;height:3577;visibility:visible;mso-wrap-style:square;v-text-anchor:middle" coordsize="284703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" path="m184874,c146915,,118091,14903,98412,39743r,-29104l,10639,,357739r98412,l98412,172473v,-57485,21788,-81624,49905,-81624c174499,90849,187819,107951,188341,143380r96353,c285396,39036,246028,,184874,e" filled="f" stroked="f" strokeweight=".15581mm">
                  <v:stroke joinstyle="miter"/>
                  <v:path arrowok="t" o:connecttype="custom" o:connectlocs="184874,0;98412,39743;98412,10639;0,10639;0,357739;98412,357739;98412,172473;148317,90849;188341,143380;284694,143380;184874,0" o:connectangles="0,0,0,0,0,0,0,0,0,0,0"/>
                </v:shape>
                <v:shape id="Vrije vorm: vorm 13" o:spid="_x0000_s1033" style="position:absolute;left:21392;top:1390;width:2903;height:3684;visibility:visible;mso-wrap-style:square;v-text-anchor:middle" coordsize="290316,36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" path="m198233,217199v,42588,-26012,68848,-63264,68848c109657,286047,92785,272563,92785,252683v,-26260,23903,-35484,52025,-41163l198233,201589r,15610xm143402,c65375,,-2811,45427,1403,132017r88032,c91460,100388,110830,80199,145506,80199v34447,,52727,19167,52727,42594l198233,134856r-66081,12070c46392,161834,,196617,,264758v,49686,38660,103631,115986,103631c159568,368389,186983,344963,198935,323669r,34070l290317,357739r,-232107c290317,51100,239705,,143402,e" filled="f" stroked="f" strokeweight=".15581mm">
                  <v:stroke joinstyle="miter"/>
                  <v:path arrowok="t" o:connecttype="custom" o:connectlocs="198233,217199;134969,286047;92785,252683;144810,211520;198233,201589;198233,217199;143402,0;1403,132017;89435,132017;145506,80199;198233,122793;198233,134856;132152,146926;0,264758;115986,368389;198935,323669;198935,357739;290317,357739;290317,125632;143402,0" o:connectangles="0,0,0,0,0,0,0,0,0,0,0,0,0,0,0,0,0,0,0,0"/>
                </v:shape>
                <v:shape id="Vrije vorm: vorm 14" o:spid="_x0000_s1034" style="position:absolute;left:11257;top:1397;width:3360;height:3677;visibility:visible;mso-wrap-style:square;v-text-anchor:middle" coordsize="336007,36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" path="m172226,81624v42874,,70290,27691,71693,58922l92089,140546v11946,-36915,41471,-58922,80137,-58922m177142,283213v-44984,,-77327,-26972,-87163,-74532l211807,208681r117170,l328977,170352c328977,70267,267822,,172226,,68186,,,80210,,184548,,288891,69594,367682,175739,367682v80838,,148323,-50399,160269,-124930l242477,242752v-11587,25339,-35064,40461,-65335,40461e" filled="f" stroked="f" strokeweight=".15581mm">
                  <v:stroke joinstyle="miter"/>
                  <v:path arrowok="t" o:connecttype="custom" o:connectlocs="172226,81624;243919,140546;92089,140546;172226,81624;177142,283213;89979,208681;211807,208681;328977,208681;328977,170352;172226,0;0,184548;175739,367682;336008,242752;242477,242752;177142,283213" o:connectangles="0,0,0,0,0,0,0,0,0,0,0,0,0,0,0"/>
                </v:shape>
                <v:shape id="Vrije vorm: vorm 15" o:spid="_x0000_s1035" style="position:absolute;left:18333;top:524;width:2722;height:4550;visibility:visible;mso-wrap-style:square;v-text-anchor:middle" coordsize="272261,45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" path="m272041,315157r-92790,c179251,348515,163086,366268,138481,366268v-23903,,-40068,-14909,-40068,-41887l98413,182421r127219,l225632,97245r-127219,l98413,,,,,97245r,85176l,320128v,83044,52722,134862,143402,134862c219320,454990,276255,401752,272041,315157e" filled="f" stroked="f" strokeweight=".15581mm">
                  <v:stroke joinstyle="miter"/>
                  <v:path arrowok="t" o:connecttype="custom" o:connectlocs="272041,315157;179251,315157;138481,366268;98413,324381;98413,182421;225632,182421;225632,97245;98413,97245;98413,0;0,0;0,97245;0,182421;0,320128;143402,454990;272041,315157" o:connectangles="0,0,0,0,0,0,0,0,0,0,0,0,0,0,0"/>
                </v:shape>
                <v:shape id="Vrije vorm: vorm 16" o:spid="_x0000_s1036" style="position:absolute;width:4613;height:4971;visibility:visible;mso-wrap-style:square;v-text-anchor:middle" coordsize="461398,497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" path="m230699,197442l348863,,461398,,279931,300422r,196735l181462,497157r,-196735l,,110426,,230699,197442xe" filled="f" stroked="f" strokeweight=".15581mm">
                  <v:stroke joinstyle="miter"/>
                  <v:path arrowok="t" o:connecttype="custom" o:connectlocs="230699,197442;348863,0;461398,0;279931,300422;279931,497157;181462,497157;181462,300422;0,0;110426,0" o:connectangles="0,0,0,0,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5093EC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E45C54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78600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46A7E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640DFC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46C60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F40C2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C60BA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FC2934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AAAED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2108F"/>
    <w:multiLevelType w:val="multilevel"/>
    <w:tmpl w:val="F838191C"/>
    <w:styleLink w:val="Koppenlijst"/>
    <w:lvl w:ilvl="0">
      <w:start w:val="1"/>
      <w:numFmt w:val="decimal"/>
      <w:pStyle w:val="Kop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pStyle w:val="Bijlage"/>
      <w:lvlText w:val="Bijlage %4"/>
      <w:lvlJc w:val="left"/>
      <w:pPr>
        <w:ind w:left="1247" w:hanging="1247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1CD09C6"/>
    <w:multiLevelType w:val="multilevel"/>
    <w:tmpl w:val="F838191C"/>
    <w:numStyleLink w:val="Koppenlijst"/>
  </w:abstractNum>
  <w:abstractNum w:abstractNumId="12" w15:restartNumberingAfterBreak="0">
    <w:nsid w:val="17A84A3B"/>
    <w:multiLevelType w:val="multilevel"/>
    <w:tmpl w:val="F838191C"/>
    <w:numStyleLink w:val="Koppenlijst"/>
  </w:abstractNum>
  <w:abstractNum w:abstractNumId="13" w15:restartNumberingAfterBreak="0">
    <w:nsid w:val="18551DE8"/>
    <w:multiLevelType w:val="multilevel"/>
    <w:tmpl w:val="9C1A11E0"/>
    <w:numStyleLink w:val="Bulletlijst"/>
  </w:abstractNum>
  <w:abstractNum w:abstractNumId="14" w15:restartNumberingAfterBreak="0">
    <w:nsid w:val="221409A0"/>
    <w:multiLevelType w:val="multilevel"/>
    <w:tmpl w:val="F838191C"/>
    <w:numStyleLink w:val="Koppenlijst"/>
  </w:abstractNum>
  <w:abstractNum w:abstractNumId="15" w15:restartNumberingAfterBreak="0">
    <w:nsid w:val="232161E8"/>
    <w:multiLevelType w:val="multilevel"/>
    <w:tmpl w:val="9C1A11E0"/>
    <w:numStyleLink w:val="Bulletlijst"/>
  </w:abstractNum>
  <w:abstractNum w:abstractNumId="16" w15:restartNumberingAfterBreak="0">
    <w:nsid w:val="28DB0B9D"/>
    <w:multiLevelType w:val="multilevel"/>
    <w:tmpl w:val="9C1A11E0"/>
    <w:numStyleLink w:val="Bulletlijst"/>
  </w:abstractNum>
  <w:abstractNum w:abstractNumId="17" w15:restartNumberingAfterBreak="0">
    <w:nsid w:val="33B13DF6"/>
    <w:multiLevelType w:val="multilevel"/>
    <w:tmpl w:val="F838191C"/>
    <w:numStyleLink w:val="Koppenlijst"/>
  </w:abstractNum>
  <w:abstractNum w:abstractNumId="18" w15:restartNumberingAfterBreak="0">
    <w:nsid w:val="38763AD0"/>
    <w:multiLevelType w:val="multilevel"/>
    <w:tmpl w:val="F838191C"/>
    <w:numStyleLink w:val="Koppenlijst"/>
  </w:abstractNum>
  <w:abstractNum w:abstractNumId="19" w15:restartNumberingAfterBreak="0">
    <w:nsid w:val="3D407D1D"/>
    <w:multiLevelType w:val="multilevel"/>
    <w:tmpl w:val="9C1A11E0"/>
    <w:numStyleLink w:val="Bulletlijst"/>
  </w:abstractNum>
  <w:abstractNum w:abstractNumId="20" w15:restartNumberingAfterBreak="0">
    <w:nsid w:val="423415FD"/>
    <w:multiLevelType w:val="multilevel"/>
    <w:tmpl w:val="585C46FE"/>
    <w:styleLink w:val="Cijferslijst"/>
    <w:lvl w:ilvl="0">
      <w:start w:val="1"/>
      <w:numFmt w:val="decimal"/>
      <w:pStyle w:val="Cijfers"/>
      <w:lvlText w:val="%1."/>
      <w:lvlJc w:val="left"/>
      <w:pPr>
        <w:ind w:left="397" w:hanging="397"/>
      </w:pPr>
      <w:rPr>
        <w:rFonts w:hint="default"/>
        <w:color w:val="000644" w:themeColor="text2"/>
      </w:rPr>
    </w:lvl>
    <w:lvl w:ilvl="1">
      <w:start w:val="1"/>
      <w:numFmt w:val="lowerLetter"/>
      <w:lvlText w:val="%2."/>
      <w:lvlJc w:val="left"/>
      <w:pPr>
        <w:ind w:left="794" w:hanging="397"/>
      </w:pPr>
      <w:rPr>
        <w:rFonts w:hint="default"/>
        <w:color w:val="000644" w:themeColor="text2"/>
      </w:rPr>
    </w:lvl>
    <w:lvl w:ilvl="2">
      <w:start w:val="1"/>
      <w:numFmt w:val="lowerRoman"/>
      <w:lvlText w:val="%3."/>
      <w:lvlJc w:val="left"/>
      <w:pPr>
        <w:ind w:left="1191" w:hanging="397"/>
      </w:pPr>
      <w:rPr>
        <w:rFonts w:hint="default"/>
        <w:color w:val="000644" w:themeColor="text2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  <w:color w:val="000644" w:themeColor="text2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  <w:color w:val="000644" w:themeColor="text2"/>
      </w:rPr>
    </w:lvl>
    <w:lvl w:ilvl="5">
      <w:start w:val="1"/>
      <w:numFmt w:val="lowerRoman"/>
      <w:lvlText w:val="%6."/>
      <w:lvlJc w:val="left"/>
      <w:pPr>
        <w:ind w:left="2382" w:hanging="397"/>
      </w:pPr>
      <w:rPr>
        <w:rFonts w:hint="default"/>
        <w:color w:val="000644" w:themeColor="text2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  <w:color w:val="000644" w:themeColor="text2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  <w:color w:val="000644" w:themeColor="text2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  <w:color w:val="000644" w:themeColor="text2"/>
      </w:rPr>
    </w:lvl>
  </w:abstractNum>
  <w:abstractNum w:abstractNumId="21" w15:restartNumberingAfterBreak="0">
    <w:nsid w:val="4B596BFB"/>
    <w:multiLevelType w:val="multilevel"/>
    <w:tmpl w:val="9C1A11E0"/>
    <w:styleLink w:val="Bulletlijst"/>
    <w:lvl w:ilvl="0">
      <w:start w:val="1"/>
      <w:numFmt w:val="bullet"/>
      <w:pStyle w:val="Bullets"/>
      <w:lvlText w:val="•"/>
      <w:lvlJc w:val="left"/>
      <w:pPr>
        <w:ind w:left="397" w:hanging="397"/>
      </w:pPr>
      <w:rPr>
        <w:rFonts w:ascii="Calibri" w:hAnsi="Calibri" w:hint="default"/>
        <w:color w:val="000644" w:themeColor="text2"/>
      </w:rPr>
    </w:lvl>
    <w:lvl w:ilvl="1">
      <w:start w:val="1"/>
      <w:numFmt w:val="bullet"/>
      <w:lvlText w:val="-"/>
      <w:lvlJc w:val="left"/>
      <w:pPr>
        <w:ind w:left="794" w:hanging="397"/>
      </w:pPr>
      <w:rPr>
        <w:rFonts w:ascii="Arial" w:hAnsi="Arial" w:hint="default"/>
        <w:color w:val="000644" w:themeColor="text2"/>
      </w:rPr>
    </w:lvl>
    <w:lvl w:ilvl="2">
      <w:start w:val="1"/>
      <w:numFmt w:val="bullet"/>
      <w:lvlText w:val="•"/>
      <w:lvlJc w:val="left"/>
      <w:pPr>
        <w:ind w:left="1191" w:hanging="397"/>
      </w:pPr>
      <w:rPr>
        <w:rFonts w:ascii="Calibri" w:hAnsi="Calibri" w:hint="default"/>
        <w:color w:val="000644" w:themeColor="text2"/>
      </w:rPr>
    </w:lvl>
    <w:lvl w:ilvl="3">
      <w:start w:val="1"/>
      <w:numFmt w:val="bullet"/>
      <w:lvlText w:val="-"/>
      <w:lvlJc w:val="left"/>
      <w:pPr>
        <w:ind w:left="1588" w:hanging="397"/>
      </w:pPr>
      <w:rPr>
        <w:rFonts w:ascii="Arial" w:hAnsi="Arial" w:hint="default"/>
        <w:color w:val="000644" w:themeColor="text2"/>
      </w:rPr>
    </w:lvl>
    <w:lvl w:ilvl="4">
      <w:start w:val="1"/>
      <w:numFmt w:val="bullet"/>
      <w:lvlText w:val="•"/>
      <w:lvlJc w:val="left"/>
      <w:pPr>
        <w:ind w:left="1985" w:hanging="397"/>
      </w:pPr>
      <w:rPr>
        <w:rFonts w:ascii="Calibri" w:hAnsi="Calibri" w:hint="default"/>
        <w:color w:val="000644" w:themeColor="text2"/>
      </w:rPr>
    </w:lvl>
    <w:lvl w:ilvl="5">
      <w:start w:val="1"/>
      <w:numFmt w:val="bullet"/>
      <w:lvlText w:val="-"/>
      <w:lvlJc w:val="left"/>
      <w:pPr>
        <w:ind w:left="2382" w:hanging="397"/>
      </w:pPr>
      <w:rPr>
        <w:rFonts w:ascii="Arial" w:hAnsi="Arial" w:hint="default"/>
        <w:color w:val="000644" w:themeColor="text2"/>
      </w:rPr>
    </w:lvl>
    <w:lvl w:ilvl="6">
      <w:start w:val="1"/>
      <w:numFmt w:val="bullet"/>
      <w:lvlText w:val="•"/>
      <w:lvlJc w:val="left"/>
      <w:pPr>
        <w:ind w:left="2779" w:hanging="397"/>
      </w:pPr>
      <w:rPr>
        <w:rFonts w:ascii="Calibri" w:hAnsi="Calibri" w:hint="default"/>
        <w:color w:val="000644" w:themeColor="text2"/>
      </w:rPr>
    </w:lvl>
    <w:lvl w:ilvl="7">
      <w:start w:val="1"/>
      <w:numFmt w:val="bullet"/>
      <w:lvlText w:val="-"/>
      <w:lvlJc w:val="left"/>
      <w:pPr>
        <w:ind w:left="3176" w:hanging="397"/>
      </w:pPr>
      <w:rPr>
        <w:rFonts w:ascii="Arial" w:hAnsi="Arial" w:hint="default"/>
        <w:color w:val="000644" w:themeColor="text2"/>
      </w:rPr>
    </w:lvl>
    <w:lvl w:ilvl="8">
      <w:start w:val="1"/>
      <w:numFmt w:val="bullet"/>
      <w:lvlText w:val="•"/>
      <w:lvlJc w:val="left"/>
      <w:pPr>
        <w:ind w:left="3573" w:hanging="397"/>
      </w:pPr>
      <w:rPr>
        <w:rFonts w:ascii="Calibri" w:hAnsi="Calibri" w:hint="default"/>
        <w:color w:val="000644" w:themeColor="text2"/>
      </w:rPr>
    </w:lvl>
  </w:abstractNum>
  <w:abstractNum w:abstractNumId="22" w15:restartNumberingAfterBreak="0">
    <w:nsid w:val="4DBB31A0"/>
    <w:multiLevelType w:val="multilevel"/>
    <w:tmpl w:val="9C1A11E0"/>
    <w:numStyleLink w:val="Bulletlijst"/>
  </w:abstractNum>
  <w:abstractNum w:abstractNumId="23" w15:restartNumberingAfterBreak="0">
    <w:nsid w:val="4F2334C1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361880"/>
    <w:multiLevelType w:val="multilevel"/>
    <w:tmpl w:val="F838191C"/>
    <w:numStyleLink w:val="Koppenlijst"/>
  </w:abstractNum>
  <w:abstractNum w:abstractNumId="25" w15:restartNumberingAfterBreak="0">
    <w:nsid w:val="5E07752A"/>
    <w:multiLevelType w:val="multilevel"/>
    <w:tmpl w:val="9C1A11E0"/>
    <w:numStyleLink w:val="Bulletlijst"/>
  </w:abstractNum>
  <w:abstractNum w:abstractNumId="26" w15:restartNumberingAfterBreak="0">
    <w:nsid w:val="5E43750F"/>
    <w:multiLevelType w:val="multilevel"/>
    <w:tmpl w:val="0413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639D4871"/>
    <w:multiLevelType w:val="multilevel"/>
    <w:tmpl w:val="F838191C"/>
    <w:numStyleLink w:val="Koppenlijst"/>
  </w:abstractNum>
  <w:abstractNum w:abstractNumId="28" w15:restartNumberingAfterBreak="0">
    <w:nsid w:val="682532EC"/>
    <w:multiLevelType w:val="multilevel"/>
    <w:tmpl w:val="F838191C"/>
    <w:numStyleLink w:val="Koppenlijst"/>
  </w:abstractNum>
  <w:abstractNum w:abstractNumId="29" w15:restartNumberingAfterBreak="0">
    <w:nsid w:val="69966F43"/>
    <w:multiLevelType w:val="multilevel"/>
    <w:tmpl w:val="9C1A11E0"/>
    <w:numStyleLink w:val="Bulletlijst"/>
  </w:abstractNum>
  <w:abstractNum w:abstractNumId="30" w15:restartNumberingAfterBreak="0">
    <w:nsid w:val="79AF0C9B"/>
    <w:multiLevelType w:val="multilevel"/>
    <w:tmpl w:val="B23C4F12"/>
    <w:lvl w:ilvl="0">
      <w:start w:val="1"/>
      <w:numFmt w:val="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●"/>
      <w:lvlJc w:val="left"/>
      <w:pPr>
        <w:tabs>
          <w:tab w:val="num" w:pos="1985"/>
        </w:tabs>
        <w:ind w:left="1985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382"/>
        </w:tabs>
        <w:ind w:left="2382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●"/>
      <w:lvlJc w:val="left"/>
      <w:pPr>
        <w:tabs>
          <w:tab w:val="num" w:pos="2779"/>
        </w:tabs>
        <w:ind w:left="2779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3176"/>
        </w:tabs>
        <w:ind w:left="3176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●"/>
      <w:lvlJc w:val="left"/>
      <w:pPr>
        <w:tabs>
          <w:tab w:val="num" w:pos="3573"/>
        </w:tabs>
        <w:ind w:left="3573" w:hanging="397"/>
      </w:pPr>
      <w:rPr>
        <w:rFonts w:ascii="Arial" w:hAnsi="Arial" w:hint="default"/>
        <w:color w:val="auto"/>
      </w:rPr>
    </w:lvl>
  </w:abstractNum>
  <w:abstractNum w:abstractNumId="31" w15:restartNumberingAfterBreak="0">
    <w:nsid w:val="7B763217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314437"/>
    <w:multiLevelType w:val="multilevel"/>
    <w:tmpl w:val="F838191C"/>
    <w:numStyleLink w:val="Koppenlijst"/>
  </w:abstractNum>
  <w:num w:numId="1">
    <w:abstractNumId w:val="23"/>
  </w:num>
  <w:num w:numId="2">
    <w:abstractNumId w:val="31"/>
  </w:num>
  <w:num w:numId="3">
    <w:abstractNumId w:val="2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30"/>
  </w:num>
  <w:num w:numId="15">
    <w:abstractNumId w:val="21"/>
  </w:num>
  <w:num w:numId="16">
    <w:abstractNumId w:val="22"/>
  </w:num>
  <w:num w:numId="17">
    <w:abstractNumId w:val="16"/>
  </w:num>
  <w:num w:numId="18">
    <w:abstractNumId w:val="29"/>
  </w:num>
  <w:num w:numId="19">
    <w:abstractNumId w:val="13"/>
  </w:num>
  <w:num w:numId="20">
    <w:abstractNumId w:val="20"/>
  </w:num>
  <w:num w:numId="21">
    <w:abstractNumId w:val="10"/>
  </w:num>
  <w:num w:numId="22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454" w:hanging="454"/>
        </w:pPr>
        <w:rPr>
          <w:rFonts w:hint="default"/>
        </w:rPr>
      </w:lvl>
    </w:lvlOverride>
  </w:num>
  <w:num w:numId="23">
    <w:abstractNumId w:val="28"/>
  </w:num>
  <w:num w:numId="24">
    <w:abstractNumId w:val="17"/>
  </w:num>
  <w:num w:numId="25">
    <w:abstractNumId w:val="32"/>
  </w:num>
  <w:num w:numId="26">
    <w:abstractNumId w:val="14"/>
  </w:num>
  <w:num w:numId="27">
    <w:abstractNumId w:val="11"/>
  </w:num>
  <w:num w:numId="28">
    <w:abstractNumId w:val="12"/>
  </w:num>
  <w:num w:numId="29">
    <w:abstractNumId w:val="24"/>
  </w:num>
  <w:num w:numId="30">
    <w:abstractNumId w:val="27"/>
  </w:num>
  <w:num w:numId="31">
    <w:abstractNumId w:val="19"/>
  </w:num>
  <w:num w:numId="32">
    <w:abstractNumId w:val="25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28C"/>
    <w:rsid w:val="0000622E"/>
    <w:rsid w:val="00010C1F"/>
    <w:rsid w:val="00012304"/>
    <w:rsid w:val="00020575"/>
    <w:rsid w:val="000430B6"/>
    <w:rsid w:val="000439B3"/>
    <w:rsid w:val="00057A7F"/>
    <w:rsid w:val="00087F10"/>
    <w:rsid w:val="00097795"/>
    <w:rsid w:val="000B6F73"/>
    <w:rsid w:val="000D1E2E"/>
    <w:rsid w:val="000E0C17"/>
    <w:rsid w:val="000E4A5F"/>
    <w:rsid w:val="000F02D5"/>
    <w:rsid w:val="001037CC"/>
    <w:rsid w:val="00104AF8"/>
    <w:rsid w:val="001050BF"/>
    <w:rsid w:val="001058D9"/>
    <w:rsid w:val="00106287"/>
    <w:rsid w:val="00106EBC"/>
    <w:rsid w:val="001156B7"/>
    <w:rsid w:val="001219C1"/>
    <w:rsid w:val="00127973"/>
    <w:rsid w:val="00147CFF"/>
    <w:rsid w:val="0016104E"/>
    <w:rsid w:val="00164686"/>
    <w:rsid w:val="001667F0"/>
    <w:rsid w:val="001703D4"/>
    <w:rsid w:val="0017257F"/>
    <w:rsid w:val="00174C8A"/>
    <w:rsid w:val="00180A78"/>
    <w:rsid w:val="001A1EA9"/>
    <w:rsid w:val="001A60FA"/>
    <w:rsid w:val="001A6E43"/>
    <w:rsid w:val="001B197D"/>
    <w:rsid w:val="001B3065"/>
    <w:rsid w:val="001B75CA"/>
    <w:rsid w:val="001C2671"/>
    <w:rsid w:val="001D36A5"/>
    <w:rsid w:val="001D3E5E"/>
    <w:rsid w:val="001E18F2"/>
    <w:rsid w:val="001E516C"/>
    <w:rsid w:val="00200AA9"/>
    <w:rsid w:val="0020355A"/>
    <w:rsid w:val="002038D9"/>
    <w:rsid w:val="00226D6B"/>
    <w:rsid w:val="00241AA1"/>
    <w:rsid w:val="00244340"/>
    <w:rsid w:val="00252FF5"/>
    <w:rsid w:val="00270ADD"/>
    <w:rsid w:val="00270C5A"/>
    <w:rsid w:val="00286C0F"/>
    <w:rsid w:val="002909F0"/>
    <w:rsid w:val="00292DC2"/>
    <w:rsid w:val="002A33DE"/>
    <w:rsid w:val="002D2E2B"/>
    <w:rsid w:val="002F7DE4"/>
    <w:rsid w:val="0032501C"/>
    <w:rsid w:val="003348BB"/>
    <w:rsid w:val="00335D3E"/>
    <w:rsid w:val="00361400"/>
    <w:rsid w:val="0039432C"/>
    <w:rsid w:val="003B595D"/>
    <w:rsid w:val="003C4159"/>
    <w:rsid w:val="003C797D"/>
    <w:rsid w:val="003D15FA"/>
    <w:rsid w:val="003F2120"/>
    <w:rsid w:val="003F588C"/>
    <w:rsid w:val="00401BCC"/>
    <w:rsid w:val="00410BC9"/>
    <w:rsid w:val="004210F5"/>
    <w:rsid w:val="004233FB"/>
    <w:rsid w:val="00424E20"/>
    <w:rsid w:val="0042611E"/>
    <w:rsid w:val="0043223D"/>
    <w:rsid w:val="0044037B"/>
    <w:rsid w:val="004506C4"/>
    <w:rsid w:val="00461EF1"/>
    <w:rsid w:val="00466586"/>
    <w:rsid w:val="004675F4"/>
    <w:rsid w:val="00480E4D"/>
    <w:rsid w:val="00491539"/>
    <w:rsid w:val="00491F1F"/>
    <w:rsid w:val="004A22CB"/>
    <w:rsid w:val="004C04A8"/>
    <w:rsid w:val="004D0579"/>
    <w:rsid w:val="004E711B"/>
    <w:rsid w:val="004F75C3"/>
    <w:rsid w:val="005027CD"/>
    <w:rsid w:val="00507BD7"/>
    <w:rsid w:val="00520D2F"/>
    <w:rsid w:val="005315BA"/>
    <w:rsid w:val="00537556"/>
    <w:rsid w:val="00543909"/>
    <w:rsid w:val="005614DB"/>
    <w:rsid w:val="00571EC2"/>
    <w:rsid w:val="00581262"/>
    <w:rsid w:val="00586ACF"/>
    <w:rsid w:val="0058721C"/>
    <w:rsid w:val="0058798F"/>
    <w:rsid w:val="005B28E9"/>
    <w:rsid w:val="005B2C2D"/>
    <w:rsid w:val="005B39B6"/>
    <w:rsid w:val="005D738D"/>
    <w:rsid w:val="005F0AB5"/>
    <w:rsid w:val="006253EA"/>
    <w:rsid w:val="00631AA2"/>
    <w:rsid w:val="00634647"/>
    <w:rsid w:val="00651F4F"/>
    <w:rsid w:val="00653505"/>
    <w:rsid w:val="0066312F"/>
    <w:rsid w:val="00665CDB"/>
    <w:rsid w:val="0067258F"/>
    <w:rsid w:val="006A1D48"/>
    <w:rsid w:val="006A240F"/>
    <w:rsid w:val="006A2EE7"/>
    <w:rsid w:val="006A7F4A"/>
    <w:rsid w:val="006D75FA"/>
    <w:rsid w:val="006D77BB"/>
    <w:rsid w:val="006F0214"/>
    <w:rsid w:val="00700C38"/>
    <w:rsid w:val="00753840"/>
    <w:rsid w:val="00760D12"/>
    <w:rsid w:val="00781BAD"/>
    <w:rsid w:val="00782D16"/>
    <w:rsid w:val="007905E8"/>
    <w:rsid w:val="007926A5"/>
    <w:rsid w:val="007D075E"/>
    <w:rsid w:val="00805A2A"/>
    <w:rsid w:val="00817D56"/>
    <w:rsid w:val="008307FF"/>
    <w:rsid w:val="00834D47"/>
    <w:rsid w:val="00843FD7"/>
    <w:rsid w:val="008471F5"/>
    <w:rsid w:val="00855E2A"/>
    <w:rsid w:val="008616CE"/>
    <w:rsid w:val="008637CB"/>
    <w:rsid w:val="008749D7"/>
    <w:rsid w:val="00883A85"/>
    <w:rsid w:val="008C4254"/>
    <w:rsid w:val="008C63D8"/>
    <w:rsid w:val="008D55EA"/>
    <w:rsid w:val="008D58D0"/>
    <w:rsid w:val="008E1246"/>
    <w:rsid w:val="008E42E5"/>
    <w:rsid w:val="008F2619"/>
    <w:rsid w:val="00903198"/>
    <w:rsid w:val="00913874"/>
    <w:rsid w:val="009175DB"/>
    <w:rsid w:val="00922A94"/>
    <w:rsid w:val="00926804"/>
    <w:rsid w:val="009367B9"/>
    <w:rsid w:val="00962ED2"/>
    <w:rsid w:val="00977CD5"/>
    <w:rsid w:val="00981BEF"/>
    <w:rsid w:val="009823C1"/>
    <w:rsid w:val="0098488A"/>
    <w:rsid w:val="00987340"/>
    <w:rsid w:val="009B28E7"/>
    <w:rsid w:val="009D42F9"/>
    <w:rsid w:val="00A12CA0"/>
    <w:rsid w:val="00A150EB"/>
    <w:rsid w:val="00A152B1"/>
    <w:rsid w:val="00A31FA7"/>
    <w:rsid w:val="00A33593"/>
    <w:rsid w:val="00A43E3E"/>
    <w:rsid w:val="00A462ED"/>
    <w:rsid w:val="00A46BA9"/>
    <w:rsid w:val="00A632D8"/>
    <w:rsid w:val="00A64F68"/>
    <w:rsid w:val="00A6507D"/>
    <w:rsid w:val="00A665F3"/>
    <w:rsid w:val="00A740AD"/>
    <w:rsid w:val="00A77FF3"/>
    <w:rsid w:val="00A95F1B"/>
    <w:rsid w:val="00A9731D"/>
    <w:rsid w:val="00AA01C3"/>
    <w:rsid w:val="00AA0363"/>
    <w:rsid w:val="00AA03DD"/>
    <w:rsid w:val="00AA148C"/>
    <w:rsid w:val="00AA746D"/>
    <w:rsid w:val="00AA7D17"/>
    <w:rsid w:val="00AB0216"/>
    <w:rsid w:val="00AE244F"/>
    <w:rsid w:val="00AE36CA"/>
    <w:rsid w:val="00AF1325"/>
    <w:rsid w:val="00B26BEB"/>
    <w:rsid w:val="00B347E3"/>
    <w:rsid w:val="00B674DC"/>
    <w:rsid w:val="00B67DF1"/>
    <w:rsid w:val="00B74822"/>
    <w:rsid w:val="00B77AC1"/>
    <w:rsid w:val="00B9692A"/>
    <w:rsid w:val="00BA20CE"/>
    <w:rsid w:val="00BA49C5"/>
    <w:rsid w:val="00BB3964"/>
    <w:rsid w:val="00BC377D"/>
    <w:rsid w:val="00BC78B0"/>
    <w:rsid w:val="00BF0019"/>
    <w:rsid w:val="00BF787D"/>
    <w:rsid w:val="00C35D95"/>
    <w:rsid w:val="00C3794B"/>
    <w:rsid w:val="00C52D9D"/>
    <w:rsid w:val="00C74A5A"/>
    <w:rsid w:val="00CA39D7"/>
    <w:rsid w:val="00CC2592"/>
    <w:rsid w:val="00CD7DF8"/>
    <w:rsid w:val="00D041F9"/>
    <w:rsid w:val="00D14EE8"/>
    <w:rsid w:val="00D24A39"/>
    <w:rsid w:val="00D35D38"/>
    <w:rsid w:val="00D45EE8"/>
    <w:rsid w:val="00D72B2B"/>
    <w:rsid w:val="00D73965"/>
    <w:rsid w:val="00D75647"/>
    <w:rsid w:val="00D912D8"/>
    <w:rsid w:val="00D91A68"/>
    <w:rsid w:val="00DA3B87"/>
    <w:rsid w:val="00DB3F8F"/>
    <w:rsid w:val="00DC2A94"/>
    <w:rsid w:val="00DD0E19"/>
    <w:rsid w:val="00DE069E"/>
    <w:rsid w:val="00DE4671"/>
    <w:rsid w:val="00E013CF"/>
    <w:rsid w:val="00E22599"/>
    <w:rsid w:val="00E47732"/>
    <w:rsid w:val="00E506BE"/>
    <w:rsid w:val="00E57608"/>
    <w:rsid w:val="00E60044"/>
    <w:rsid w:val="00E60F4F"/>
    <w:rsid w:val="00E67A47"/>
    <w:rsid w:val="00E912F5"/>
    <w:rsid w:val="00E94BC1"/>
    <w:rsid w:val="00EA2A74"/>
    <w:rsid w:val="00EA728C"/>
    <w:rsid w:val="00EA7ABE"/>
    <w:rsid w:val="00EC216A"/>
    <w:rsid w:val="00ED1722"/>
    <w:rsid w:val="00EE7B86"/>
    <w:rsid w:val="00EE7ED9"/>
    <w:rsid w:val="00EF1AA7"/>
    <w:rsid w:val="00F06608"/>
    <w:rsid w:val="00F079D6"/>
    <w:rsid w:val="00F151A6"/>
    <w:rsid w:val="00F17183"/>
    <w:rsid w:val="00F17910"/>
    <w:rsid w:val="00F249D3"/>
    <w:rsid w:val="00F36575"/>
    <w:rsid w:val="00F40EC6"/>
    <w:rsid w:val="00F47452"/>
    <w:rsid w:val="00F52C53"/>
    <w:rsid w:val="00F622C0"/>
    <w:rsid w:val="00F63B2E"/>
    <w:rsid w:val="00F718C7"/>
    <w:rsid w:val="00F870C8"/>
    <w:rsid w:val="00F91883"/>
    <w:rsid w:val="00FB1AFF"/>
    <w:rsid w:val="00FB7162"/>
    <w:rsid w:val="00FE3468"/>
    <w:rsid w:val="00FE4BD9"/>
    <w:rsid w:val="00FE50E8"/>
    <w:rsid w:val="00FE65F5"/>
    <w:rsid w:val="00FF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8BA35"/>
  <w15:chartTrackingRefBased/>
  <w15:docId w15:val="{204805E7-66CE-435B-8073-AC224308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77CD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Kop1">
    <w:name w:val="heading 1"/>
    <w:aliases w:val="Hoofdstuk"/>
    <w:basedOn w:val="Standaard"/>
    <w:next w:val="Standaard"/>
    <w:link w:val="Kop1Char"/>
    <w:uiPriority w:val="2"/>
    <w:qFormat/>
    <w:rsid w:val="00A12CA0"/>
    <w:pPr>
      <w:keepNext/>
      <w:keepLines/>
      <w:numPr>
        <w:numId w:val="30"/>
      </w:numPr>
      <w:spacing w:after="240"/>
      <w:outlineLvl w:val="0"/>
    </w:pPr>
    <w:rPr>
      <w:rFonts w:asciiTheme="majorHAnsi" w:eastAsiaTheme="majorEastAsia" w:hAnsiTheme="majorHAnsi" w:cstheme="majorBidi"/>
      <w:b/>
      <w:color w:val="000644" w:themeColor="text1"/>
      <w:sz w:val="30"/>
      <w:szCs w:val="32"/>
    </w:rPr>
  </w:style>
  <w:style w:type="paragraph" w:styleId="Kop2">
    <w:name w:val="heading 2"/>
    <w:aliases w:val="Paragraaf"/>
    <w:basedOn w:val="Standaard"/>
    <w:next w:val="Standaard"/>
    <w:link w:val="Kop2Char"/>
    <w:uiPriority w:val="2"/>
    <w:qFormat/>
    <w:rsid w:val="00A12CA0"/>
    <w:pPr>
      <w:keepNext/>
      <w:keepLines/>
      <w:numPr>
        <w:ilvl w:val="1"/>
        <w:numId w:val="30"/>
      </w:numPr>
      <w:spacing w:before="280"/>
      <w:outlineLvl w:val="1"/>
    </w:pPr>
    <w:rPr>
      <w:rFonts w:asciiTheme="majorHAnsi" w:eastAsiaTheme="majorEastAsia" w:hAnsiTheme="majorHAnsi" w:cstheme="majorBidi"/>
      <w:b/>
      <w:color w:val="000644" w:themeColor="text1"/>
      <w:szCs w:val="26"/>
    </w:rPr>
  </w:style>
  <w:style w:type="paragraph" w:styleId="Kop3">
    <w:name w:val="heading 3"/>
    <w:aliases w:val="Sub Paragraaf"/>
    <w:basedOn w:val="Standaard"/>
    <w:next w:val="Standaard"/>
    <w:link w:val="Kop3Char"/>
    <w:uiPriority w:val="2"/>
    <w:qFormat/>
    <w:rsid w:val="00A12CA0"/>
    <w:pPr>
      <w:keepNext/>
      <w:keepLines/>
      <w:numPr>
        <w:ilvl w:val="2"/>
        <w:numId w:val="30"/>
      </w:numPr>
      <w:ind w:left="907" w:hanging="907"/>
      <w:outlineLvl w:val="2"/>
    </w:pPr>
    <w:rPr>
      <w:rFonts w:asciiTheme="majorHAnsi" w:eastAsiaTheme="majorEastAsia" w:hAnsiTheme="majorHAnsi" w:cstheme="majorBidi"/>
      <w:b/>
      <w:color w:val="000644" w:themeColor="text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1646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838FF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16468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6838FF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rsid w:val="0016468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3200CF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rsid w:val="0016468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3200CF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rsid w:val="0016468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000B8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rsid w:val="0016468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00B8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styleId="111111">
    <w:name w:val="Outline List 2"/>
    <w:basedOn w:val="Geenlijst"/>
    <w:uiPriority w:val="99"/>
    <w:semiHidden/>
    <w:unhideWhenUsed/>
    <w:rsid w:val="00164686"/>
    <w:pPr>
      <w:numPr>
        <w:numId w:val="1"/>
      </w:numPr>
    </w:pPr>
  </w:style>
  <w:style w:type="numbering" w:styleId="1ai">
    <w:name w:val="Outline List 1"/>
    <w:basedOn w:val="Geenlijst"/>
    <w:uiPriority w:val="99"/>
    <w:semiHidden/>
    <w:unhideWhenUsed/>
    <w:rsid w:val="00164686"/>
    <w:pPr>
      <w:numPr>
        <w:numId w:val="2"/>
      </w:numPr>
    </w:pPr>
  </w:style>
  <w:style w:type="character" w:customStyle="1" w:styleId="Kop1Char">
    <w:name w:val="Kop 1 Char"/>
    <w:aliases w:val="Hoofdstuk Char"/>
    <w:basedOn w:val="Standaardalinea-lettertype"/>
    <w:link w:val="Kop1"/>
    <w:uiPriority w:val="2"/>
    <w:rsid w:val="00A12CA0"/>
    <w:rPr>
      <w:rFonts w:asciiTheme="majorHAnsi" w:eastAsiaTheme="majorEastAsia" w:hAnsiTheme="majorHAnsi" w:cstheme="majorBidi"/>
      <w:b/>
      <w:color w:val="000644" w:themeColor="text1"/>
      <w:sz w:val="30"/>
      <w:szCs w:val="32"/>
    </w:rPr>
  </w:style>
  <w:style w:type="character" w:customStyle="1" w:styleId="Kop2Char">
    <w:name w:val="Kop 2 Char"/>
    <w:aliases w:val="Paragraaf Char"/>
    <w:basedOn w:val="Standaardalinea-lettertype"/>
    <w:link w:val="Kop2"/>
    <w:uiPriority w:val="2"/>
    <w:rsid w:val="00A12CA0"/>
    <w:rPr>
      <w:rFonts w:asciiTheme="majorHAnsi" w:eastAsiaTheme="majorEastAsia" w:hAnsiTheme="majorHAnsi" w:cstheme="majorBidi"/>
      <w:b/>
      <w:color w:val="000644" w:themeColor="text1"/>
      <w:szCs w:val="26"/>
    </w:rPr>
  </w:style>
  <w:style w:type="character" w:customStyle="1" w:styleId="Kop3Char">
    <w:name w:val="Kop 3 Char"/>
    <w:aliases w:val="Sub Paragraaf Char"/>
    <w:basedOn w:val="Standaardalinea-lettertype"/>
    <w:link w:val="Kop3"/>
    <w:uiPriority w:val="2"/>
    <w:rsid w:val="00A12CA0"/>
    <w:rPr>
      <w:rFonts w:asciiTheme="majorHAnsi" w:eastAsiaTheme="majorEastAsia" w:hAnsiTheme="majorHAnsi" w:cstheme="majorBidi"/>
      <w:b/>
      <w:color w:val="000644" w:themeColor="text1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64686"/>
    <w:rPr>
      <w:rFonts w:asciiTheme="majorHAnsi" w:eastAsiaTheme="majorEastAsia" w:hAnsiTheme="majorHAnsi" w:cstheme="majorBidi"/>
      <w:i/>
      <w:iCs/>
      <w:color w:val="6838FF" w:themeColor="accent1" w:themeShade="BF"/>
      <w:sz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64686"/>
    <w:rPr>
      <w:rFonts w:asciiTheme="majorHAnsi" w:eastAsiaTheme="majorEastAsia" w:hAnsiTheme="majorHAnsi" w:cstheme="majorBidi"/>
      <w:color w:val="6838FF" w:themeColor="accent1" w:themeShade="BF"/>
      <w:sz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64686"/>
    <w:rPr>
      <w:rFonts w:asciiTheme="majorHAnsi" w:eastAsiaTheme="majorEastAsia" w:hAnsiTheme="majorHAnsi" w:cstheme="majorBidi"/>
      <w:color w:val="3200CF" w:themeColor="accent1" w:themeShade="7F"/>
      <w:sz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64686"/>
    <w:rPr>
      <w:rFonts w:asciiTheme="majorHAnsi" w:eastAsiaTheme="majorEastAsia" w:hAnsiTheme="majorHAnsi" w:cstheme="majorBidi"/>
      <w:i/>
      <w:iCs/>
      <w:color w:val="3200CF" w:themeColor="accent1" w:themeShade="7F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64686"/>
    <w:rPr>
      <w:rFonts w:asciiTheme="majorHAnsi" w:eastAsiaTheme="majorEastAsia" w:hAnsiTheme="majorHAnsi" w:cstheme="majorBidi"/>
      <w:color w:val="000B8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64686"/>
    <w:rPr>
      <w:rFonts w:asciiTheme="majorHAnsi" w:eastAsiaTheme="majorEastAsia" w:hAnsiTheme="majorHAnsi" w:cstheme="majorBidi"/>
      <w:i/>
      <w:iCs/>
      <w:color w:val="000B87" w:themeColor="text1" w:themeTint="D8"/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6468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4686"/>
    <w:rPr>
      <w:rFonts w:ascii="Segoe UI" w:hAnsi="Segoe UI" w:cs="Segoe UI"/>
      <w:sz w:val="18"/>
      <w:szCs w:val="18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164686"/>
  </w:style>
  <w:style w:type="paragraph" w:styleId="Bloktekst">
    <w:name w:val="Block Text"/>
    <w:basedOn w:val="Standaard"/>
    <w:uiPriority w:val="99"/>
    <w:semiHidden/>
    <w:unhideWhenUsed/>
    <w:rsid w:val="00164686"/>
    <w:pPr>
      <w:pBdr>
        <w:top w:val="single" w:sz="2" w:space="10" w:color="B8A1FF" w:themeColor="accent1"/>
        <w:left w:val="single" w:sz="2" w:space="10" w:color="B8A1FF" w:themeColor="accent1"/>
        <w:bottom w:val="single" w:sz="2" w:space="10" w:color="B8A1FF" w:themeColor="accent1"/>
        <w:right w:val="single" w:sz="2" w:space="10" w:color="B8A1FF" w:themeColor="accent1"/>
      </w:pBdr>
      <w:ind w:left="1152" w:right="1152"/>
    </w:pPr>
    <w:rPr>
      <w:rFonts w:eastAsiaTheme="minorEastAsia" w:cstheme="minorBidi"/>
      <w:i/>
      <w:iCs/>
      <w:color w:val="B8A1FF" w:themeColor="accent1"/>
    </w:rPr>
  </w:style>
  <w:style w:type="paragraph" w:styleId="Plattetekst">
    <w:name w:val="Body Text"/>
    <w:basedOn w:val="Standaard"/>
    <w:link w:val="PlattetekstChar"/>
    <w:uiPriority w:val="1"/>
    <w:unhideWhenUsed/>
    <w:qFormat/>
    <w:rsid w:val="0016468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164686"/>
    <w:rPr>
      <w:rFonts w:ascii="Arial" w:hAnsi="Arial" w:cs="Arial"/>
      <w:sz w:val="20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164686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164686"/>
    <w:rPr>
      <w:rFonts w:ascii="Arial" w:hAnsi="Arial" w:cs="Arial"/>
      <w:sz w:val="2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164686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164686"/>
    <w:rPr>
      <w:rFonts w:ascii="Arial" w:hAnsi="Arial" w:cs="Arial"/>
      <w:sz w:val="16"/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164686"/>
    <w:pPr>
      <w:spacing w:after="16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164686"/>
    <w:rPr>
      <w:rFonts w:ascii="Arial" w:hAnsi="Arial" w:cs="Arial"/>
      <w:sz w:val="20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164686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164686"/>
    <w:rPr>
      <w:rFonts w:ascii="Arial" w:hAnsi="Arial" w:cs="Arial"/>
      <w:sz w:val="20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164686"/>
    <w:pPr>
      <w:spacing w:after="16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164686"/>
    <w:rPr>
      <w:rFonts w:ascii="Arial" w:hAnsi="Arial" w:cs="Arial"/>
      <w:sz w:val="20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164686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164686"/>
    <w:rPr>
      <w:rFonts w:ascii="Arial" w:hAnsi="Arial" w:cs="Arial"/>
      <w:sz w:val="20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164686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164686"/>
    <w:rPr>
      <w:rFonts w:ascii="Arial" w:hAnsi="Arial" w:cs="Arial"/>
      <w:sz w:val="16"/>
      <w:szCs w:val="16"/>
    </w:rPr>
  </w:style>
  <w:style w:type="character" w:styleId="Titelvanboek">
    <w:name w:val="Book Title"/>
    <w:basedOn w:val="Standaardalinea-lettertype"/>
    <w:uiPriority w:val="33"/>
    <w:rsid w:val="00164686"/>
    <w:rPr>
      <w:b/>
      <w:bCs/>
      <w:i/>
      <w:iCs/>
      <w:spacing w:val="5"/>
    </w:rPr>
  </w:style>
  <w:style w:type="paragraph" w:styleId="Bijschrift">
    <w:name w:val="caption"/>
    <w:basedOn w:val="Standaard"/>
    <w:next w:val="Standaard"/>
    <w:uiPriority w:val="8"/>
    <w:qFormat/>
    <w:rsid w:val="0042611E"/>
    <w:pPr>
      <w:spacing w:before="200" w:after="200"/>
    </w:pPr>
    <w:rPr>
      <w:i/>
      <w:iCs/>
      <w:color w:val="000644" w:themeColor="text2"/>
      <w:sz w:val="18"/>
      <w:szCs w:val="18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164686"/>
    <w:pPr>
      <w:ind w:left="4252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164686"/>
    <w:rPr>
      <w:rFonts w:ascii="Arial" w:hAnsi="Arial" w:cs="Arial"/>
      <w:sz w:val="20"/>
    </w:rPr>
  </w:style>
  <w:style w:type="table" w:styleId="Kleurrijkraster">
    <w:name w:val="Colorful Grid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6ADFF" w:themeFill="text1" w:themeFillTint="33"/>
    </w:tcPr>
    <w:tblStylePr w:type="firstRow">
      <w:rPr>
        <w:b/>
        <w:bCs/>
      </w:rPr>
      <w:tblPr/>
      <w:tcPr>
        <w:shd w:val="clear" w:color="auto" w:fill="4E5DFF" w:themeFill="text1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4E5DFF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432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432" w:themeFill="text1" w:themeFillShade="BF"/>
      </w:tcPr>
    </w:tblStylePr>
    <w:tblStylePr w:type="band1Vert">
      <w:tblPr/>
      <w:tcPr>
        <w:shd w:val="clear" w:color="auto" w:fill="2235FF" w:themeFill="text1" w:themeFillTint="7F"/>
      </w:tcPr>
    </w:tblStylePr>
    <w:tblStylePr w:type="band1Horz">
      <w:tblPr/>
      <w:tcPr>
        <w:shd w:val="clear" w:color="auto" w:fill="2235FF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CFF" w:themeFill="accent1" w:themeFillTint="33"/>
    </w:tcPr>
    <w:tblStylePr w:type="firstRow">
      <w:rPr>
        <w:b/>
        <w:bCs/>
      </w:rPr>
      <w:tblPr/>
      <w:tcPr>
        <w:shd w:val="clear" w:color="auto" w:fill="E2D9FF" w:themeFill="accent1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E2D9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838F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838FF" w:themeFill="accent1" w:themeFillShade="BF"/>
      </w:tcPr>
    </w:tblStylePr>
    <w:tblStylePr w:type="band1Vert">
      <w:tblPr/>
      <w:tcPr>
        <w:shd w:val="clear" w:color="auto" w:fill="DBD0FF" w:themeFill="accent1" w:themeFillTint="7F"/>
      </w:tcPr>
    </w:tblStylePr>
    <w:tblStylePr w:type="band1Horz">
      <w:tblPr/>
      <w:tcPr>
        <w:shd w:val="clear" w:color="auto" w:fill="DBD0FF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6ADFF" w:themeFill="accent2" w:themeFillTint="33"/>
    </w:tcPr>
    <w:tblStylePr w:type="firstRow">
      <w:rPr>
        <w:b/>
        <w:bCs/>
      </w:rPr>
      <w:tblPr/>
      <w:tcPr>
        <w:shd w:val="clear" w:color="auto" w:fill="4E5DFF" w:themeFill="accent2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4E5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043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0432" w:themeFill="accent2" w:themeFillShade="BF"/>
      </w:tcPr>
    </w:tblStylePr>
    <w:tblStylePr w:type="band1Vert">
      <w:tblPr/>
      <w:tcPr>
        <w:shd w:val="clear" w:color="auto" w:fill="2235FF" w:themeFill="accent2" w:themeFillTint="7F"/>
      </w:tcPr>
    </w:tblStylePr>
    <w:tblStylePr w:type="band1Horz">
      <w:tblPr/>
      <w:tcPr>
        <w:shd w:val="clear" w:color="auto" w:fill="2235FF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0F0" w:themeFill="accent3" w:themeFillTint="33"/>
    </w:tcPr>
    <w:tblStylePr w:type="firstRow">
      <w:rPr>
        <w:b/>
        <w:bCs/>
      </w:rPr>
      <w:tblPr/>
      <w:tcPr>
        <w:shd w:val="clear" w:color="auto" w:fill="DFE2E2" w:themeFill="accent3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DFE2E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18C8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18C8C" w:themeFill="accent3" w:themeFillShade="BF"/>
      </w:tcPr>
    </w:tblStylePr>
    <w:tblStylePr w:type="band1Vert">
      <w:tblPr/>
      <w:tcPr>
        <w:shd w:val="clear" w:color="auto" w:fill="D8DBDB" w:themeFill="accent3" w:themeFillTint="7F"/>
      </w:tcPr>
    </w:tblStylePr>
    <w:tblStylePr w:type="band1Horz">
      <w:tblPr/>
      <w:tcPr>
        <w:shd w:val="clear" w:color="auto" w:fill="D8DBDB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FCC" w:themeFill="accent4" w:themeFillTint="33"/>
    </w:tcPr>
    <w:tblStylePr w:type="firstRow">
      <w:rPr>
        <w:b/>
        <w:bCs/>
      </w:rPr>
      <w:tblPr/>
      <w:tcPr>
        <w:shd w:val="clear" w:color="auto" w:fill="DBFF99" w:themeFill="accent4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DBFF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DB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DBF00" w:themeFill="accent4" w:themeFillShade="BF"/>
      </w:tcPr>
    </w:tblStylePr>
    <w:tblStylePr w:type="band1Vert">
      <w:tblPr/>
      <w:tcPr>
        <w:shd w:val="clear" w:color="auto" w:fill="D3FF80" w:themeFill="accent4" w:themeFillTint="7F"/>
      </w:tcPr>
    </w:tblStylePr>
    <w:tblStylePr w:type="band1Horz">
      <w:tblPr/>
      <w:tcPr>
        <w:shd w:val="clear" w:color="auto" w:fill="D3FF8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5CC" w:themeFill="accent5" w:themeFillTint="33"/>
    </w:tcPr>
    <w:tblStylePr w:type="firstRow">
      <w:rPr>
        <w:b/>
        <w:bCs/>
      </w:rPr>
      <w:tblPr/>
      <w:tcPr>
        <w:shd w:val="clear" w:color="auto" w:fill="FFAB99" w:themeFill="accent5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FFAB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23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2300" w:themeFill="accent5" w:themeFillShade="BF"/>
      </w:tc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shd w:val="clear" w:color="auto" w:fill="FF9780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FF" w:themeFill="accent6" w:themeFillTint="33"/>
    </w:tcPr>
    <w:tblStylePr w:type="firstRow">
      <w:rPr>
        <w:b/>
        <w:bCs/>
      </w:rPr>
      <w:tblPr/>
      <w:tcPr>
        <w:shd w:val="clear" w:color="auto" w:fill="CAE9FF" w:themeFill="accent6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CAE9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CA4F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CA4FF" w:themeFill="accent6" w:themeFillShade="BF"/>
      </w:tc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shd w:val="clear" w:color="auto" w:fill="BDE4FF" w:themeFill="accent6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D3D7F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0436" w:themeFill="accent2" w:themeFillShade="CC"/>
      </w:tcPr>
    </w:tblStylePr>
    <w:tblStylePr w:type="lastRow">
      <w:rPr>
        <w:b/>
        <w:bCs/>
        <w:color w:val="000436" w:themeColor="accent2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9BFF" w:themeFill="text1" w:themeFillTint="3F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7F5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0436" w:themeFill="accent2" w:themeFillShade="CC"/>
      </w:tcPr>
    </w:tblStylePr>
    <w:tblStylePr w:type="lastRow">
      <w:rPr>
        <w:b/>
        <w:bCs/>
        <w:color w:val="000436" w:themeColor="accent2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7FF" w:themeFill="accent1" w:themeFillTint="3F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D3D7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0436" w:themeFill="accent2" w:themeFillShade="CC"/>
      </w:tcPr>
    </w:tblStylePr>
    <w:tblStylePr w:type="lastRow">
      <w:rPr>
        <w:b/>
        <w:bCs/>
        <w:color w:val="000436" w:themeColor="accent2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9BFF" w:themeFill="accent2" w:themeFillTint="3F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7F8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5CC00" w:themeFill="accent4" w:themeFillShade="CC"/>
      </w:tcPr>
    </w:tblStylePr>
    <w:tblStylePr w:type="lastRow">
      <w:rPr>
        <w:b/>
        <w:bCs/>
        <w:color w:val="85CC00" w:themeColor="accent4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DED" w:themeFill="accent3" w:themeFillTint="3F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6FF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B9595" w:themeFill="accent3" w:themeFillShade="CC"/>
      </w:tcPr>
    </w:tblStylePr>
    <w:tblStylePr w:type="lastRow">
      <w:rPr>
        <w:b/>
        <w:bCs/>
        <w:color w:val="8B9595" w:themeColor="accent3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FC0" w:themeFill="accent4" w:themeFillTint="3F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FEA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ACFF" w:themeFill="accent6" w:themeFillShade="CC"/>
      </w:tcPr>
    </w:tblStylePr>
    <w:tblStylePr w:type="lastRow">
      <w:rPr>
        <w:b/>
        <w:bCs/>
        <w:color w:val="30ACFF" w:themeColor="accent6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2F9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2500" w:themeFill="accent5" w:themeFillShade="CC"/>
      </w:tcPr>
    </w:tblStylePr>
    <w:tblStylePr w:type="lastRow">
      <w:rPr>
        <w:b/>
        <w:bCs/>
        <w:color w:val="CC2500" w:themeColor="accent5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000644" w:themeColor="accent2"/>
        <w:left w:val="single" w:sz="4" w:space="0" w:color="000644" w:themeColor="text1"/>
        <w:bottom w:val="single" w:sz="4" w:space="0" w:color="000644" w:themeColor="text1"/>
        <w:right w:val="single" w:sz="4" w:space="0" w:color="000644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D7F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064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328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328" w:themeColor="text1" w:themeShade="99"/>
          <w:insideV w:val="nil"/>
        </w:tcBorders>
        <w:shd w:val="clear" w:color="auto" w:fill="000328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text1" w:themeFillShade="BF"/>
      </w:tcPr>
    </w:tblStylePr>
    <w:tblStylePr w:type="band1Vert">
      <w:tblPr/>
      <w:tcPr>
        <w:shd w:val="clear" w:color="auto" w:fill="4E5DFF" w:themeFill="text1" w:themeFillTint="66"/>
      </w:tcPr>
    </w:tblStylePr>
    <w:tblStylePr w:type="band1Horz">
      <w:tblPr/>
      <w:tcPr>
        <w:shd w:val="clear" w:color="auto" w:fill="2235FF" w:themeFill="text1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000644" w:themeColor="accent2"/>
        <w:left w:val="single" w:sz="4" w:space="0" w:color="B8A1FF" w:themeColor="accent1"/>
        <w:bottom w:val="single" w:sz="4" w:space="0" w:color="B8A1FF" w:themeColor="accent1"/>
        <w:right w:val="single" w:sz="4" w:space="0" w:color="B8A1F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5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064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C00F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C00F9" w:themeColor="accent1" w:themeShade="99"/>
          <w:insideV w:val="nil"/>
        </w:tcBorders>
        <w:shd w:val="clear" w:color="auto" w:fill="3C00F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00F9" w:themeFill="accent1" w:themeFillShade="99"/>
      </w:tcPr>
    </w:tblStylePr>
    <w:tblStylePr w:type="band1Vert">
      <w:tblPr/>
      <w:tcPr>
        <w:shd w:val="clear" w:color="auto" w:fill="E2D9FF" w:themeFill="accent1" w:themeFillTint="66"/>
      </w:tcPr>
    </w:tblStylePr>
    <w:tblStylePr w:type="band1Horz">
      <w:tblPr/>
      <w:tcPr>
        <w:shd w:val="clear" w:color="auto" w:fill="DBD0FF" w:themeFill="accent1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000644" w:themeColor="accent2"/>
        <w:left w:val="single" w:sz="4" w:space="0" w:color="000644" w:themeColor="accent2"/>
        <w:bottom w:val="single" w:sz="4" w:space="0" w:color="000644" w:themeColor="accent2"/>
        <w:right w:val="single" w:sz="4" w:space="0" w:color="000644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D7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064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32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328" w:themeColor="accent2" w:themeShade="99"/>
          <w:insideV w:val="nil"/>
        </w:tcBorders>
        <w:shd w:val="clear" w:color="auto" w:fill="00032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328" w:themeFill="accent2" w:themeFillShade="99"/>
      </w:tcPr>
    </w:tblStylePr>
    <w:tblStylePr w:type="band1Vert">
      <w:tblPr/>
      <w:tcPr>
        <w:shd w:val="clear" w:color="auto" w:fill="4E5DFF" w:themeFill="accent2" w:themeFillTint="66"/>
      </w:tcPr>
    </w:tblStylePr>
    <w:tblStylePr w:type="band1Horz">
      <w:tblPr/>
      <w:tcPr>
        <w:shd w:val="clear" w:color="auto" w:fill="2235FF" w:themeFill="accent2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A7FF00" w:themeColor="accent4"/>
        <w:left w:val="single" w:sz="4" w:space="0" w:color="B1B8B8" w:themeColor="accent3"/>
        <w:bottom w:val="single" w:sz="4" w:space="0" w:color="B1B8B8" w:themeColor="accent3"/>
        <w:right w:val="single" w:sz="4" w:space="0" w:color="B1B8B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8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7FF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7717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77171" w:themeColor="accent3" w:themeShade="99"/>
          <w:insideV w:val="nil"/>
        </w:tcBorders>
        <w:shd w:val="clear" w:color="auto" w:fill="67717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7171" w:themeFill="accent3" w:themeFillShade="99"/>
      </w:tcPr>
    </w:tblStylePr>
    <w:tblStylePr w:type="band1Vert">
      <w:tblPr/>
      <w:tcPr>
        <w:shd w:val="clear" w:color="auto" w:fill="DFE2E2" w:themeFill="accent3" w:themeFillTint="66"/>
      </w:tcPr>
    </w:tblStylePr>
    <w:tblStylePr w:type="band1Horz">
      <w:tblPr/>
      <w:tcPr>
        <w:shd w:val="clear" w:color="auto" w:fill="D8DBDB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B1B8B8" w:themeColor="accent3"/>
        <w:left w:val="single" w:sz="4" w:space="0" w:color="A7FF00" w:themeColor="accent4"/>
        <w:bottom w:val="single" w:sz="4" w:space="0" w:color="A7FF00" w:themeColor="accent4"/>
        <w:right w:val="single" w:sz="4" w:space="0" w:color="A7FF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F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B8B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499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49900" w:themeColor="accent4" w:themeShade="99"/>
          <w:insideV w:val="nil"/>
        </w:tcBorders>
        <w:shd w:val="clear" w:color="auto" w:fill="6499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9900" w:themeFill="accent4" w:themeFillShade="99"/>
      </w:tcPr>
    </w:tblStylePr>
    <w:tblStylePr w:type="band1Vert">
      <w:tblPr/>
      <w:tcPr>
        <w:shd w:val="clear" w:color="auto" w:fill="DBFF99" w:themeFill="accent4" w:themeFillTint="66"/>
      </w:tcPr>
    </w:tblStylePr>
    <w:tblStylePr w:type="band1Horz">
      <w:tblPr/>
      <w:tcPr>
        <w:shd w:val="clear" w:color="auto" w:fill="D3FF80" w:themeFill="accent4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7CCBFF" w:themeColor="accent6"/>
        <w:left w:val="single" w:sz="4" w:space="0" w:color="FF2F00" w:themeColor="accent5"/>
        <w:bottom w:val="single" w:sz="4" w:space="0" w:color="FF2F00" w:themeColor="accent5"/>
        <w:right w:val="single" w:sz="4" w:space="0" w:color="FF2F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A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CCB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1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1C00" w:themeColor="accent5" w:themeShade="99"/>
          <w:insideV w:val="nil"/>
        </w:tcBorders>
        <w:shd w:val="clear" w:color="auto" w:fill="991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C00" w:themeFill="accent5" w:themeFillShade="99"/>
      </w:tcPr>
    </w:tblStylePr>
    <w:tblStylePr w:type="band1Vert">
      <w:tblPr/>
      <w:tcPr>
        <w:shd w:val="clear" w:color="auto" w:fill="FFAB99" w:themeFill="accent5" w:themeFillTint="66"/>
      </w:tcPr>
    </w:tblStylePr>
    <w:tblStylePr w:type="band1Horz">
      <w:tblPr/>
      <w:tcPr>
        <w:shd w:val="clear" w:color="auto" w:fill="FF9780" w:themeFill="accent5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FF2F00" w:themeColor="accent5"/>
        <w:left w:val="single" w:sz="4" w:space="0" w:color="7CCBFF" w:themeColor="accent6"/>
        <w:bottom w:val="single" w:sz="4" w:space="0" w:color="7CCBFF" w:themeColor="accent6"/>
        <w:right w:val="single" w:sz="4" w:space="0" w:color="7CCB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9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2F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88E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88E3" w:themeColor="accent6" w:themeShade="99"/>
          <w:insideV w:val="nil"/>
        </w:tcBorders>
        <w:shd w:val="clear" w:color="auto" w:fill="0088E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8E3" w:themeFill="accent6" w:themeFillShade="99"/>
      </w:tcPr>
    </w:tblStylePr>
    <w:tblStylePr w:type="band1Vert">
      <w:tblPr/>
      <w:tcPr>
        <w:shd w:val="clear" w:color="auto" w:fill="CAE9FF" w:themeFill="accent6" w:themeFillTint="66"/>
      </w:tcPr>
    </w:tblStylePr>
    <w:tblStylePr w:type="band1Horz">
      <w:tblPr/>
      <w:tcPr>
        <w:shd w:val="clear" w:color="auto" w:fill="BDE4FF" w:themeFill="accent6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16468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64686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64686"/>
    <w:rPr>
      <w:rFonts w:ascii="Arial" w:hAnsi="Arial" w:cs="Arial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6468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64686"/>
    <w:rPr>
      <w:rFonts w:ascii="Arial" w:hAnsi="Arial" w:cs="Arial"/>
      <w:b/>
      <w:bCs/>
      <w:sz w:val="20"/>
      <w:szCs w:val="20"/>
    </w:rPr>
  </w:style>
  <w:style w:type="table" w:styleId="Donkerelijst">
    <w:name w:val="Dark List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644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221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432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432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8A1F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200C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38F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38F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8F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8FF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644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22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43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43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1B8B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E5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18C8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18C8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8C8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8C8C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FF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37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DB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DB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B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BF00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2F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17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23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CCB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71B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CA4F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164686"/>
  </w:style>
  <w:style w:type="character" w:customStyle="1" w:styleId="DatumChar">
    <w:name w:val="Datum Char"/>
    <w:basedOn w:val="Standaardalinea-lettertype"/>
    <w:link w:val="Datum"/>
    <w:uiPriority w:val="99"/>
    <w:semiHidden/>
    <w:rsid w:val="00164686"/>
    <w:rPr>
      <w:rFonts w:ascii="Arial" w:hAnsi="Arial" w:cs="Arial"/>
      <w:sz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164686"/>
    <w:rPr>
      <w:rFonts w:ascii="Segoe UI" w:hAnsi="Segoe UI" w:cs="Segoe UI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164686"/>
    <w:rPr>
      <w:rFonts w:ascii="Segoe UI" w:hAnsi="Segoe UI" w:cs="Segoe UI"/>
      <w:sz w:val="16"/>
      <w:szCs w:val="16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164686"/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164686"/>
    <w:rPr>
      <w:rFonts w:ascii="Arial" w:hAnsi="Arial" w:cs="Arial"/>
      <w:sz w:val="20"/>
    </w:rPr>
  </w:style>
  <w:style w:type="character" w:styleId="Nadruk">
    <w:name w:val="Emphasis"/>
    <w:basedOn w:val="Standaardalinea-lettertype"/>
    <w:uiPriority w:val="20"/>
    <w:rsid w:val="00164686"/>
    <w:rPr>
      <w:i/>
      <w:iCs/>
    </w:rPr>
  </w:style>
  <w:style w:type="character" w:styleId="Eindnootmarkering">
    <w:name w:val="endnote reference"/>
    <w:basedOn w:val="Standaardalinea-lettertype"/>
    <w:uiPriority w:val="99"/>
    <w:semiHidden/>
    <w:unhideWhenUsed/>
    <w:rsid w:val="00164686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164686"/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164686"/>
    <w:rPr>
      <w:rFonts w:ascii="Arial" w:hAnsi="Arial" w:cs="Arial"/>
      <w:sz w:val="20"/>
      <w:szCs w:val="20"/>
    </w:rPr>
  </w:style>
  <w:style w:type="paragraph" w:styleId="Adresenvelop">
    <w:name w:val="envelope address"/>
    <w:basedOn w:val="Standaard"/>
    <w:uiPriority w:val="99"/>
    <w:semiHidden/>
    <w:unhideWhenUsed/>
    <w:rsid w:val="0016468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semiHidden/>
    <w:unhideWhenUsed/>
    <w:rsid w:val="00164686"/>
    <w:rPr>
      <w:rFonts w:asciiTheme="majorHAnsi" w:eastAsiaTheme="majorEastAsia" w:hAnsiTheme="majorHAnsi" w:cstheme="majorBidi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64686"/>
    <w:rPr>
      <w:color w:val="B1B8B8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010C1F"/>
    <w:pPr>
      <w:tabs>
        <w:tab w:val="center" w:pos="4536"/>
        <w:tab w:val="right" w:pos="9072"/>
      </w:tabs>
    </w:pPr>
    <w:rPr>
      <w:sz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010C1F"/>
    <w:rPr>
      <w:rFonts w:cs="Arial"/>
      <w:sz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64686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2501C"/>
    <w:rPr>
      <w:sz w:val="16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2501C"/>
    <w:rPr>
      <w:rFonts w:cs="Arial"/>
      <w:sz w:val="16"/>
      <w:szCs w:val="20"/>
    </w:rPr>
  </w:style>
  <w:style w:type="table" w:styleId="Rastertabel1licht">
    <w:name w:val="Grid Table 1 Light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4E5DFF" w:themeColor="text1" w:themeTint="66"/>
        <w:left w:val="single" w:sz="4" w:space="0" w:color="4E5DFF" w:themeColor="text1" w:themeTint="66"/>
        <w:bottom w:val="single" w:sz="4" w:space="0" w:color="4E5DFF" w:themeColor="text1" w:themeTint="66"/>
        <w:right w:val="single" w:sz="4" w:space="0" w:color="4E5DFF" w:themeColor="text1" w:themeTint="66"/>
        <w:insideH w:val="single" w:sz="4" w:space="0" w:color="4E5DFF" w:themeColor="text1" w:themeTint="66"/>
        <w:insideV w:val="single" w:sz="4" w:space="0" w:color="4E5D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15F4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15F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E2D9FF" w:themeColor="accent1" w:themeTint="66"/>
        <w:left w:val="single" w:sz="4" w:space="0" w:color="E2D9FF" w:themeColor="accent1" w:themeTint="66"/>
        <w:bottom w:val="single" w:sz="4" w:space="0" w:color="E2D9FF" w:themeColor="accent1" w:themeTint="66"/>
        <w:right w:val="single" w:sz="4" w:space="0" w:color="E2D9FF" w:themeColor="accent1" w:themeTint="66"/>
        <w:insideH w:val="single" w:sz="4" w:space="0" w:color="E2D9FF" w:themeColor="accent1" w:themeTint="66"/>
        <w:insideV w:val="single" w:sz="4" w:space="0" w:color="E2D9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4C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4C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4E5DFF" w:themeColor="accent2" w:themeTint="66"/>
        <w:left w:val="single" w:sz="4" w:space="0" w:color="4E5DFF" w:themeColor="accent2" w:themeTint="66"/>
        <w:bottom w:val="single" w:sz="4" w:space="0" w:color="4E5DFF" w:themeColor="accent2" w:themeTint="66"/>
        <w:right w:val="single" w:sz="4" w:space="0" w:color="4E5DFF" w:themeColor="accent2" w:themeTint="66"/>
        <w:insideH w:val="single" w:sz="4" w:space="0" w:color="4E5DFF" w:themeColor="accent2" w:themeTint="66"/>
        <w:insideV w:val="single" w:sz="4" w:space="0" w:color="4E5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15F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15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FE2E2" w:themeColor="accent3" w:themeTint="66"/>
        <w:left w:val="single" w:sz="4" w:space="0" w:color="DFE2E2" w:themeColor="accent3" w:themeTint="66"/>
        <w:bottom w:val="single" w:sz="4" w:space="0" w:color="DFE2E2" w:themeColor="accent3" w:themeTint="66"/>
        <w:right w:val="single" w:sz="4" w:space="0" w:color="DFE2E2" w:themeColor="accent3" w:themeTint="66"/>
        <w:insideH w:val="single" w:sz="4" w:space="0" w:color="DFE2E2" w:themeColor="accent3" w:themeTint="66"/>
        <w:insideV w:val="single" w:sz="4" w:space="0" w:color="DFE2E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0D4D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4D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BFF99" w:themeColor="accent4" w:themeTint="66"/>
        <w:left w:val="single" w:sz="4" w:space="0" w:color="DBFF99" w:themeColor="accent4" w:themeTint="66"/>
        <w:bottom w:val="single" w:sz="4" w:space="0" w:color="DBFF99" w:themeColor="accent4" w:themeTint="66"/>
        <w:right w:val="single" w:sz="4" w:space="0" w:color="DBFF99" w:themeColor="accent4" w:themeTint="66"/>
        <w:insideH w:val="single" w:sz="4" w:space="0" w:color="DBFF99" w:themeColor="accent4" w:themeTint="66"/>
        <w:insideV w:val="single" w:sz="4" w:space="0" w:color="DBFF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AFF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FF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AB99" w:themeColor="accent5" w:themeTint="66"/>
        <w:left w:val="single" w:sz="4" w:space="0" w:color="FFAB99" w:themeColor="accent5" w:themeTint="66"/>
        <w:bottom w:val="single" w:sz="4" w:space="0" w:color="FFAB99" w:themeColor="accent5" w:themeTint="66"/>
        <w:right w:val="single" w:sz="4" w:space="0" w:color="FFAB99" w:themeColor="accent5" w:themeTint="66"/>
        <w:insideH w:val="single" w:sz="4" w:space="0" w:color="FFAB99" w:themeColor="accent5" w:themeTint="66"/>
        <w:insideV w:val="single" w:sz="4" w:space="0" w:color="FFAB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E9FF" w:themeColor="accent6" w:themeTint="66"/>
        <w:left w:val="single" w:sz="4" w:space="0" w:color="CAE9FF" w:themeColor="accent6" w:themeTint="66"/>
        <w:bottom w:val="single" w:sz="4" w:space="0" w:color="CAE9FF" w:themeColor="accent6" w:themeTint="66"/>
        <w:right w:val="single" w:sz="4" w:space="0" w:color="CAE9FF" w:themeColor="accent6" w:themeTint="66"/>
        <w:insideH w:val="single" w:sz="4" w:space="0" w:color="CAE9FF" w:themeColor="accent6" w:themeTint="66"/>
        <w:insideV w:val="single" w:sz="4" w:space="0" w:color="CAE9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0015F4" w:themeColor="text1" w:themeTint="99"/>
        <w:bottom w:val="single" w:sz="2" w:space="0" w:color="0015F4" w:themeColor="text1" w:themeTint="99"/>
        <w:insideH w:val="single" w:sz="2" w:space="0" w:color="0015F4" w:themeColor="text1" w:themeTint="99"/>
        <w:insideV w:val="single" w:sz="2" w:space="0" w:color="0015F4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15F4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15F4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D4C6FF" w:themeColor="accent1" w:themeTint="99"/>
        <w:bottom w:val="single" w:sz="2" w:space="0" w:color="D4C6FF" w:themeColor="accent1" w:themeTint="99"/>
        <w:insideH w:val="single" w:sz="2" w:space="0" w:color="D4C6FF" w:themeColor="accent1" w:themeTint="99"/>
        <w:insideV w:val="single" w:sz="2" w:space="0" w:color="D4C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4C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4C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0015F4" w:themeColor="accent2" w:themeTint="99"/>
        <w:bottom w:val="single" w:sz="2" w:space="0" w:color="0015F4" w:themeColor="accent2" w:themeTint="99"/>
        <w:insideH w:val="single" w:sz="2" w:space="0" w:color="0015F4" w:themeColor="accent2" w:themeTint="99"/>
        <w:insideV w:val="single" w:sz="2" w:space="0" w:color="0015F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15F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15F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D0D4D4" w:themeColor="accent3" w:themeTint="99"/>
        <w:bottom w:val="single" w:sz="2" w:space="0" w:color="D0D4D4" w:themeColor="accent3" w:themeTint="99"/>
        <w:insideH w:val="single" w:sz="2" w:space="0" w:color="D0D4D4" w:themeColor="accent3" w:themeTint="99"/>
        <w:insideV w:val="single" w:sz="2" w:space="0" w:color="D0D4D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4D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4D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CAFF66" w:themeColor="accent4" w:themeTint="99"/>
        <w:bottom w:val="single" w:sz="2" w:space="0" w:color="CAFF66" w:themeColor="accent4" w:themeTint="99"/>
        <w:insideH w:val="single" w:sz="2" w:space="0" w:color="CAFF66" w:themeColor="accent4" w:themeTint="99"/>
        <w:insideV w:val="single" w:sz="2" w:space="0" w:color="CAFF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FF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FF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FF8266" w:themeColor="accent5" w:themeTint="99"/>
        <w:bottom w:val="single" w:sz="2" w:space="0" w:color="FF8266" w:themeColor="accent5" w:themeTint="99"/>
        <w:insideH w:val="single" w:sz="2" w:space="0" w:color="FF8266" w:themeColor="accent5" w:themeTint="99"/>
        <w:insideV w:val="single" w:sz="2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82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82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B0DFFF" w:themeColor="accent6" w:themeTint="99"/>
        <w:bottom w:val="single" w:sz="2" w:space="0" w:color="B0DFFF" w:themeColor="accent6" w:themeTint="99"/>
        <w:insideH w:val="single" w:sz="2" w:space="0" w:color="B0DFFF" w:themeColor="accent6" w:themeTint="99"/>
        <w:insideV w:val="single" w:sz="2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0D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0D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3">
    <w:name w:val="Grid Table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  <w:insideV w:val="single" w:sz="4" w:space="0" w:color="0015F4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  <w:tblStylePr w:type="neCell">
      <w:tblPr/>
      <w:tcPr>
        <w:tcBorders>
          <w:bottom w:val="single" w:sz="4" w:space="0" w:color="0015F4" w:themeColor="text1" w:themeTint="99"/>
        </w:tcBorders>
      </w:tcPr>
    </w:tblStylePr>
    <w:tblStylePr w:type="nwCell">
      <w:tblPr/>
      <w:tcPr>
        <w:tcBorders>
          <w:bottom w:val="single" w:sz="4" w:space="0" w:color="0015F4" w:themeColor="text1" w:themeTint="99"/>
        </w:tcBorders>
      </w:tcPr>
    </w:tblStylePr>
    <w:tblStylePr w:type="seCell">
      <w:tblPr/>
      <w:tcPr>
        <w:tcBorders>
          <w:top w:val="single" w:sz="4" w:space="0" w:color="0015F4" w:themeColor="text1" w:themeTint="99"/>
        </w:tcBorders>
      </w:tcPr>
    </w:tblStylePr>
    <w:tblStylePr w:type="swCell">
      <w:tblPr/>
      <w:tcPr>
        <w:tcBorders>
          <w:top w:val="single" w:sz="4" w:space="0" w:color="0015F4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  <w:insideV w:val="single" w:sz="4" w:space="0" w:color="D4C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  <w:tblStylePr w:type="neCell">
      <w:tblPr/>
      <w:tcPr>
        <w:tcBorders>
          <w:bottom w:val="single" w:sz="4" w:space="0" w:color="D4C6FF" w:themeColor="accent1" w:themeTint="99"/>
        </w:tcBorders>
      </w:tcPr>
    </w:tblStylePr>
    <w:tblStylePr w:type="nwCell">
      <w:tblPr/>
      <w:tcPr>
        <w:tcBorders>
          <w:bottom w:val="single" w:sz="4" w:space="0" w:color="D4C6FF" w:themeColor="accent1" w:themeTint="99"/>
        </w:tcBorders>
      </w:tcPr>
    </w:tblStylePr>
    <w:tblStylePr w:type="seCell">
      <w:tblPr/>
      <w:tcPr>
        <w:tcBorders>
          <w:top w:val="single" w:sz="4" w:space="0" w:color="D4C6FF" w:themeColor="accent1" w:themeTint="99"/>
        </w:tcBorders>
      </w:tcPr>
    </w:tblStylePr>
    <w:tblStylePr w:type="swCell">
      <w:tblPr/>
      <w:tcPr>
        <w:tcBorders>
          <w:top w:val="single" w:sz="4" w:space="0" w:color="D4C6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  <w:insideV w:val="single" w:sz="4" w:space="0" w:color="0015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  <w:tblStylePr w:type="neCell">
      <w:tblPr/>
      <w:tcPr>
        <w:tcBorders>
          <w:bottom w:val="single" w:sz="4" w:space="0" w:color="0015F4" w:themeColor="accent2" w:themeTint="99"/>
        </w:tcBorders>
      </w:tcPr>
    </w:tblStylePr>
    <w:tblStylePr w:type="nwCell">
      <w:tblPr/>
      <w:tcPr>
        <w:tcBorders>
          <w:bottom w:val="single" w:sz="4" w:space="0" w:color="0015F4" w:themeColor="accent2" w:themeTint="99"/>
        </w:tcBorders>
      </w:tcPr>
    </w:tblStylePr>
    <w:tblStylePr w:type="seCell">
      <w:tblPr/>
      <w:tcPr>
        <w:tcBorders>
          <w:top w:val="single" w:sz="4" w:space="0" w:color="0015F4" w:themeColor="accent2" w:themeTint="99"/>
        </w:tcBorders>
      </w:tcPr>
    </w:tblStylePr>
    <w:tblStylePr w:type="swCell">
      <w:tblPr/>
      <w:tcPr>
        <w:tcBorders>
          <w:top w:val="single" w:sz="4" w:space="0" w:color="0015F4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  <w:insideV w:val="single" w:sz="4" w:space="0" w:color="D0D4D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  <w:tblStylePr w:type="neCell">
      <w:tblPr/>
      <w:tcPr>
        <w:tcBorders>
          <w:bottom w:val="single" w:sz="4" w:space="0" w:color="D0D4D4" w:themeColor="accent3" w:themeTint="99"/>
        </w:tcBorders>
      </w:tcPr>
    </w:tblStylePr>
    <w:tblStylePr w:type="nwCell">
      <w:tblPr/>
      <w:tcPr>
        <w:tcBorders>
          <w:bottom w:val="single" w:sz="4" w:space="0" w:color="D0D4D4" w:themeColor="accent3" w:themeTint="99"/>
        </w:tcBorders>
      </w:tcPr>
    </w:tblStylePr>
    <w:tblStylePr w:type="seCell">
      <w:tblPr/>
      <w:tcPr>
        <w:tcBorders>
          <w:top w:val="single" w:sz="4" w:space="0" w:color="D0D4D4" w:themeColor="accent3" w:themeTint="99"/>
        </w:tcBorders>
      </w:tcPr>
    </w:tblStylePr>
    <w:tblStylePr w:type="swCell">
      <w:tblPr/>
      <w:tcPr>
        <w:tcBorders>
          <w:top w:val="single" w:sz="4" w:space="0" w:color="D0D4D4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  <w:insideV w:val="single" w:sz="4" w:space="0" w:color="CAFF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  <w:tblStylePr w:type="neCell">
      <w:tblPr/>
      <w:tcPr>
        <w:tcBorders>
          <w:bottom w:val="single" w:sz="4" w:space="0" w:color="CAFF66" w:themeColor="accent4" w:themeTint="99"/>
        </w:tcBorders>
      </w:tcPr>
    </w:tblStylePr>
    <w:tblStylePr w:type="nwCell">
      <w:tblPr/>
      <w:tcPr>
        <w:tcBorders>
          <w:bottom w:val="single" w:sz="4" w:space="0" w:color="CAFF66" w:themeColor="accent4" w:themeTint="99"/>
        </w:tcBorders>
      </w:tcPr>
    </w:tblStylePr>
    <w:tblStylePr w:type="seCell">
      <w:tblPr/>
      <w:tcPr>
        <w:tcBorders>
          <w:top w:val="single" w:sz="4" w:space="0" w:color="CAFF66" w:themeColor="accent4" w:themeTint="99"/>
        </w:tcBorders>
      </w:tcPr>
    </w:tblStylePr>
    <w:tblStylePr w:type="swCell">
      <w:tblPr/>
      <w:tcPr>
        <w:tcBorders>
          <w:top w:val="single" w:sz="4" w:space="0" w:color="CAFF6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bottom w:val="single" w:sz="4" w:space="0" w:color="FF8266" w:themeColor="accent5" w:themeTint="99"/>
        </w:tcBorders>
      </w:tcPr>
    </w:tblStylePr>
    <w:tblStylePr w:type="nwCell">
      <w:tblPr/>
      <w:tcPr>
        <w:tcBorders>
          <w:bottom w:val="single" w:sz="4" w:space="0" w:color="FF8266" w:themeColor="accent5" w:themeTint="99"/>
        </w:tcBorders>
      </w:tcPr>
    </w:tblStylePr>
    <w:tblStylePr w:type="seCell">
      <w:tblPr/>
      <w:tcPr>
        <w:tcBorders>
          <w:top w:val="single" w:sz="4" w:space="0" w:color="FF8266" w:themeColor="accent5" w:themeTint="99"/>
        </w:tcBorders>
      </w:tcPr>
    </w:tblStylePr>
    <w:tblStylePr w:type="swCell">
      <w:tblPr/>
      <w:tcPr>
        <w:tcBorders>
          <w:top w:val="single" w:sz="4" w:space="0" w:color="FF8266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bottom w:val="single" w:sz="4" w:space="0" w:color="B0DFFF" w:themeColor="accent6" w:themeTint="99"/>
        </w:tcBorders>
      </w:tcPr>
    </w:tblStylePr>
    <w:tblStylePr w:type="nwCell">
      <w:tblPr/>
      <w:tcPr>
        <w:tcBorders>
          <w:bottom w:val="single" w:sz="4" w:space="0" w:color="B0DFFF" w:themeColor="accent6" w:themeTint="99"/>
        </w:tcBorders>
      </w:tcPr>
    </w:tblStylePr>
    <w:tblStylePr w:type="seCell">
      <w:tblPr/>
      <w:tcPr>
        <w:tcBorders>
          <w:top w:val="single" w:sz="4" w:space="0" w:color="B0DFFF" w:themeColor="accent6" w:themeTint="99"/>
        </w:tcBorders>
      </w:tcPr>
    </w:tblStylePr>
    <w:tblStylePr w:type="swCell">
      <w:tblPr/>
      <w:tcPr>
        <w:tcBorders>
          <w:top w:val="single" w:sz="4" w:space="0" w:color="B0DFFF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  <w:insideV w:val="single" w:sz="4" w:space="0" w:color="0015F4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644" w:themeColor="text1"/>
          <w:left w:val="single" w:sz="4" w:space="0" w:color="000644" w:themeColor="text1"/>
          <w:bottom w:val="single" w:sz="4" w:space="0" w:color="000644" w:themeColor="text1"/>
          <w:right w:val="single" w:sz="4" w:space="0" w:color="000644" w:themeColor="text1"/>
          <w:insideH w:val="nil"/>
          <w:insideV w:val="nil"/>
        </w:tcBorders>
        <w:shd w:val="clear" w:color="auto" w:fill="000644" w:themeFill="text1"/>
      </w:tcPr>
    </w:tblStylePr>
    <w:tblStylePr w:type="lastRow">
      <w:rPr>
        <w:b/>
        <w:bCs/>
      </w:rPr>
      <w:tblPr/>
      <w:tcPr>
        <w:tcBorders>
          <w:top w:val="double" w:sz="4" w:space="0" w:color="000644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  <w:insideV w:val="single" w:sz="4" w:space="0" w:color="D4C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1FF" w:themeColor="accent1"/>
          <w:left w:val="single" w:sz="4" w:space="0" w:color="B8A1FF" w:themeColor="accent1"/>
          <w:bottom w:val="single" w:sz="4" w:space="0" w:color="B8A1FF" w:themeColor="accent1"/>
          <w:right w:val="single" w:sz="4" w:space="0" w:color="B8A1FF" w:themeColor="accent1"/>
          <w:insideH w:val="nil"/>
          <w:insideV w:val="nil"/>
        </w:tcBorders>
        <w:shd w:val="clear" w:color="auto" w:fill="B8A1FF" w:themeFill="accent1"/>
      </w:tcPr>
    </w:tblStylePr>
    <w:tblStylePr w:type="lastRow">
      <w:rPr>
        <w:b/>
        <w:bCs/>
      </w:rPr>
      <w:tblPr/>
      <w:tcPr>
        <w:tcBorders>
          <w:top w:val="double" w:sz="4" w:space="0" w:color="B8A1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  <w:insideV w:val="single" w:sz="4" w:space="0" w:color="0015F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644" w:themeColor="accent2"/>
          <w:left w:val="single" w:sz="4" w:space="0" w:color="000644" w:themeColor="accent2"/>
          <w:bottom w:val="single" w:sz="4" w:space="0" w:color="000644" w:themeColor="accent2"/>
          <w:right w:val="single" w:sz="4" w:space="0" w:color="000644" w:themeColor="accent2"/>
          <w:insideH w:val="nil"/>
          <w:insideV w:val="nil"/>
        </w:tcBorders>
        <w:shd w:val="clear" w:color="auto" w:fill="000644" w:themeFill="accent2"/>
      </w:tcPr>
    </w:tblStylePr>
    <w:tblStylePr w:type="lastRow">
      <w:rPr>
        <w:b/>
        <w:bCs/>
      </w:rPr>
      <w:tblPr/>
      <w:tcPr>
        <w:tcBorders>
          <w:top w:val="double" w:sz="4" w:space="0" w:color="00064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  <w:insideV w:val="single" w:sz="4" w:space="0" w:color="D0D4D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B8B8" w:themeColor="accent3"/>
          <w:left w:val="single" w:sz="4" w:space="0" w:color="B1B8B8" w:themeColor="accent3"/>
          <w:bottom w:val="single" w:sz="4" w:space="0" w:color="B1B8B8" w:themeColor="accent3"/>
          <w:right w:val="single" w:sz="4" w:space="0" w:color="B1B8B8" w:themeColor="accent3"/>
          <w:insideH w:val="nil"/>
          <w:insideV w:val="nil"/>
        </w:tcBorders>
        <w:shd w:val="clear" w:color="auto" w:fill="B1B8B8" w:themeFill="accent3"/>
      </w:tcPr>
    </w:tblStylePr>
    <w:tblStylePr w:type="lastRow">
      <w:rPr>
        <w:b/>
        <w:bCs/>
      </w:rPr>
      <w:tblPr/>
      <w:tcPr>
        <w:tcBorders>
          <w:top w:val="double" w:sz="4" w:space="0" w:color="B1B8B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  <w:insideV w:val="single" w:sz="4" w:space="0" w:color="CAFF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FF00" w:themeColor="accent4"/>
          <w:left w:val="single" w:sz="4" w:space="0" w:color="A7FF00" w:themeColor="accent4"/>
          <w:bottom w:val="single" w:sz="4" w:space="0" w:color="A7FF00" w:themeColor="accent4"/>
          <w:right w:val="single" w:sz="4" w:space="0" w:color="A7FF00" w:themeColor="accent4"/>
          <w:insideH w:val="nil"/>
          <w:insideV w:val="nil"/>
        </w:tcBorders>
        <w:shd w:val="clear" w:color="auto" w:fill="A7FF00" w:themeFill="accent4"/>
      </w:tcPr>
    </w:tblStylePr>
    <w:tblStylePr w:type="lastRow">
      <w:rPr>
        <w:b/>
        <w:bCs/>
      </w:rPr>
      <w:tblPr/>
      <w:tcPr>
        <w:tcBorders>
          <w:top w:val="double" w:sz="4" w:space="0" w:color="A7FF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2F00" w:themeColor="accent5"/>
          <w:left w:val="single" w:sz="4" w:space="0" w:color="FF2F00" w:themeColor="accent5"/>
          <w:bottom w:val="single" w:sz="4" w:space="0" w:color="FF2F00" w:themeColor="accent5"/>
          <w:right w:val="single" w:sz="4" w:space="0" w:color="FF2F00" w:themeColor="accent5"/>
          <w:insideH w:val="nil"/>
          <w:insideV w:val="nil"/>
        </w:tcBorders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BFF" w:themeColor="accent6"/>
          <w:left w:val="single" w:sz="4" w:space="0" w:color="7CCBFF" w:themeColor="accent6"/>
          <w:bottom w:val="single" w:sz="4" w:space="0" w:color="7CCBFF" w:themeColor="accent6"/>
          <w:right w:val="single" w:sz="4" w:space="0" w:color="7CCBFF" w:themeColor="accent6"/>
          <w:insideH w:val="nil"/>
          <w:insideV w:val="nil"/>
        </w:tcBorders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6ADF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644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644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644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644" w:themeFill="text1"/>
      </w:tcPr>
    </w:tblStylePr>
    <w:tblStylePr w:type="band1Vert">
      <w:tblPr/>
      <w:tcPr>
        <w:shd w:val="clear" w:color="auto" w:fill="4E5DFF" w:themeFill="text1" w:themeFillTint="66"/>
      </w:tcPr>
    </w:tblStylePr>
    <w:tblStylePr w:type="band1Horz">
      <w:tblPr/>
      <w:tcPr>
        <w:shd w:val="clear" w:color="auto" w:fill="4E5DFF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C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1F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1F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8A1F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8A1FF" w:themeFill="accent1"/>
      </w:tcPr>
    </w:tblStylePr>
    <w:tblStylePr w:type="band1Vert">
      <w:tblPr/>
      <w:tcPr>
        <w:shd w:val="clear" w:color="auto" w:fill="E2D9FF" w:themeFill="accent1" w:themeFillTint="66"/>
      </w:tcPr>
    </w:tblStylePr>
    <w:tblStylePr w:type="band1Horz">
      <w:tblPr/>
      <w:tcPr>
        <w:shd w:val="clear" w:color="auto" w:fill="E2D9FF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6AD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644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644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644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644" w:themeFill="accent2"/>
      </w:tcPr>
    </w:tblStylePr>
    <w:tblStylePr w:type="band1Vert">
      <w:tblPr/>
      <w:tcPr>
        <w:shd w:val="clear" w:color="auto" w:fill="4E5DFF" w:themeFill="accent2" w:themeFillTint="66"/>
      </w:tcPr>
    </w:tblStylePr>
    <w:tblStylePr w:type="band1Horz">
      <w:tblPr/>
      <w:tcPr>
        <w:shd w:val="clear" w:color="auto" w:fill="4E5DFF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0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B8B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B8B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B8B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B8B8" w:themeFill="accent3"/>
      </w:tcPr>
    </w:tblStylePr>
    <w:tblStylePr w:type="band1Vert">
      <w:tblPr/>
      <w:tcPr>
        <w:shd w:val="clear" w:color="auto" w:fill="DFE2E2" w:themeFill="accent3" w:themeFillTint="66"/>
      </w:tcPr>
    </w:tblStylePr>
    <w:tblStylePr w:type="band1Horz">
      <w:tblPr/>
      <w:tcPr>
        <w:shd w:val="clear" w:color="auto" w:fill="DFE2E2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F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FF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FF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FF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FF00" w:themeFill="accent4"/>
      </w:tcPr>
    </w:tblStylePr>
    <w:tblStylePr w:type="band1Vert">
      <w:tblPr/>
      <w:tcPr>
        <w:shd w:val="clear" w:color="auto" w:fill="DBFF99" w:themeFill="accent4" w:themeFillTint="66"/>
      </w:tcPr>
    </w:tblStylePr>
    <w:tblStylePr w:type="band1Horz">
      <w:tblPr/>
      <w:tcPr>
        <w:shd w:val="clear" w:color="auto" w:fill="DBFF99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5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2F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2F00" w:themeFill="accent5"/>
      </w:tcPr>
    </w:tblStylePr>
    <w:tblStylePr w:type="band1Vert">
      <w:tblPr/>
      <w:tcPr>
        <w:shd w:val="clear" w:color="auto" w:fill="FFAB99" w:themeFill="accent5" w:themeFillTint="66"/>
      </w:tcPr>
    </w:tblStylePr>
    <w:tblStylePr w:type="band1Horz">
      <w:tblPr/>
      <w:tcPr>
        <w:shd w:val="clear" w:color="auto" w:fill="FFAB99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4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CCB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CCBFF" w:themeFill="accent6"/>
      </w:tcPr>
    </w:tblStylePr>
    <w:tblStylePr w:type="band1Vert">
      <w:tblPr/>
      <w:tcPr>
        <w:shd w:val="clear" w:color="auto" w:fill="CAE9FF" w:themeFill="accent6" w:themeFillTint="66"/>
      </w:tcPr>
    </w:tblStylePr>
    <w:tblStylePr w:type="band1Horz">
      <w:tblPr/>
      <w:tcPr>
        <w:shd w:val="clear" w:color="auto" w:fill="CAE9FF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  <w:insideV w:val="single" w:sz="4" w:space="0" w:color="0015F4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15F4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15F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  <w:insideV w:val="single" w:sz="4" w:space="0" w:color="D4C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4C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4C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  <w:insideV w:val="single" w:sz="4" w:space="0" w:color="0015F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15F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15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  <w:insideV w:val="single" w:sz="4" w:space="0" w:color="D0D4D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D0D4D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4D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  <w:insideV w:val="single" w:sz="4" w:space="0" w:color="CAFF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AFF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FF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  <w:insideV w:val="single" w:sz="4" w:space="0" w:color="0015F4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  <w:tblStylePr w:type="neCell">
      <w:tblPr/>
      <w:tcPr>
        <w:tcBorders>
          <w:bottom w:val="single" w:sz="4" w:space="0" w:color="0015F4" w:themeColor="text1" w:themeTint="99"/>
        </w:tcBorders>
      </w:tcPr>
    </w:tblStylePr>
    <w:tblStylePr w:type="nwCell">
      <w:tblPr/>
      <w:tcPr>
        <w:tcBorders>
          <w:bottom w:val="single" w:sz="4" w:space="0" w:color="0015F4" w:themeColor="text1" w:themeTint="99"/>
        </w:tcBorders>
      </w:tcPr>
    </w:tblStylePr>
    <w:tblStylePr w:type="seCell">
      <w:tblPr/>
      <w:tcPr>
        <w:tcBorders>
          <w:top w:val="single" w:sz="4" w:space="0" w:color="0015F4" w:themeColor="text1" w:themeTint="99"/>
        </w:tcBorders>
      </w:tcPr>
    </w:tblStylePr>
    <w:tblStylePr w:type="swCell">
      <w:tblPr/>
      <w:tcPr>
        <w:tcBorders>
          <w:top w:val="single" w:sz="4" w:space="0" w:color="0015F4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  <w:insideV w:val="single" w:sz="4" w:space="0" w:color="D4C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  <w:tblStylePr w:type="neCell">
      <w:tblPr/>
      <w:tcPr>
        <w:tcBorders>
          <w:bottom w:val="single" w:sz="4" w:space="0" w:color="D4C6FF" w:themeColor="accent1" w:themeTint="99"/>
        </w:tcBorders>
      </w:tcPr>
    </w:tblStylePr>
    <w:tblStylePr w:type="nwCell">
      <w:tblPr/>
      <w:tcPr>
        <w:tcBorders>
          <w:bottom w:val="single" w:sz="4" w:space="0" w:color="D4C6FF" w:themeColor="accent1" w:themeTint="99"/>
        </w:tcBorders>
      </w:tcPr>
    </w:tblStylePr>
    <w:tblStylePr w:type="seCell">
      <w:tblPr/>
      <w:tcPr>
        <w:tcBorders>
          <w:top w:val="single" w:sz="4" w:space="0" w:color="D4C6FF" w:themeColor="accent1" w:themeTint="99"/>
        </w:tcBorders>
      </w:tcPr>
    </w:tblStylePr>
    <w:tblStylePr w:type="swCell">
      <w:tblPr/>
      <w:tcPr>
        <w:tcBorders>
          <w:top w:val="single" w:sz="4" w:space="0" w:color="D4C6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  <w:insideV w:val="single" w:sz="4" w:space="0" w:color="0015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  <w:tblStylePr w:type="neCell">
      <w:tblPr/>
      <w:tcPr>
        <w:tcBorders>
          <w:bottom w:val="single" w:sz="4" w:space="0" w:color="0015F4" w:themeColor="accent2" w:themeTint="99"/>
        </w:tcBorders>
      </w:tcPr>
    </w:tblStylePr>
    <w:tblStylePr w:type="nwCell">
      <w:tblPr/>
      <w:tcPr>
        <w:tcBorders>
          <w:bottom w:val="single" w:sz="4" w:space="0" w:color="0015F4" w:themeColor="accent2" w:themeTint="99"/>
        </w:tcBorders>
      </w:tcPr>
    </w:tblStylePr>
    <w:tblStylePr w:type="seCell">
      <w:tblPr/>
      <w:tcPr>
        <w:tcBorders>
          <w:top w:val="single" w:sz="4" w:space="0" w:color="0015F4" w:themeColor="accent2" w:themeTint="99"/>
        </w:tcBorders>
      </w:tcPr>
    </w:tblStylePr>
    <w:tblStylePr w:type="swCell">
      <w:tblPr/>
      <w:tcPr>
        <w:tcBorders>
          <w:top w:val="single" w:sz="4" w:space="0" w:color="0015F4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  <w:insideV w:val="single" w:sz="4" w:space="0" w:color="D0D4D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  <w:tblStylePr w:type="neCell">
      <w:tblPr/>
      <w:tcPr>
        <w:tcBorders>
          <w:bottom w:val="single" w:sz="4" w:space="0" w:color="D0D4D4" w:themeColor="accent3" w:themeTint="99"/>
        </w:tcBorders>
      </w:tcPr>
    </w:tblStylePr>
    <w:tblStylePr w:type="nwCell">
      <w:tblPr/>
      <w:tcPr>
        <w:tcBorders>
          <w:bottom w:val="single" w:sz="4" w:space="0" w:color="D0D4D4" w:themeColor="accent3" w:themeTint="99"/>
        </w:tcBorders>
      </w:tcPr>
    </w:tblStylePr>
    <w:tblStylePr w:type="seCell">
      <w:tblPr/>
      <w:tcPr>
        <w:tcBorders>
          <w:top w:val="single" w:sz="4" w:space="0" w:color="D0D4D4" w:themeColor="accent3" w:themeTint="99"/>
        </w:tcBorders>
      </w:tcPr>
    </w:tblStylePr>
    <w:tblStylePr w:type="swCell">
      <w:tblPr/>
      <w:tcPr>
        <w:tcBorders>
          <w:top w:val="single" w:sz="4" w:space="0" w:color="D0D4D4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  <w:insideV w:val="single" w:sz="4" w:space="0" w:color="CAFF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  <w:tblStylePr w:type="neCell">
      <w:tblPr/>
      <w:tcPr>
        <w:tcBorders>
          <w:bottom w:val="single" w:sz="4" w:space="0" w:color="CAFF66" w:themeColor="accent4" w:themeTint="99"/>
        </w:tcBorders>
      </w:tcPr>
    </w:tblStylePr>
    <w:tblStylePr w:type="nwCell">
      <w:tblPr/>
      <w:tcPr>
        <w:tcBorders>
          <w:bottom w:val="single" w:sz="4" w:space="0" w:color="CAFF66" w:themeColor="accent4" w:themeTint="99"/>
        </w:tcBorders>
      </w:tcPr>
    </w:tblStylePr>
    <w:tblStylePr w:type="seCell">
      <w:tblPr/>
      <w:tcPr>
        <w:tcBorders>
          <w:top w:val="single" w:sz="4" w:space="0" w:color="CAFF66" w:themeColor="accent4" w:themeTint="99"/>
        </w:tcBorders>
      </w:tcPr>
    </w:tblStylePr>
    <w:tblStylePr w:type="swCell">
      <w:tblPr/>
      <w:tcPr>
        <w:tcBorders>
          <w:top w:val="single" w:sz="4" w:space="0" w:color="CAFF6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bottom w:val="single" w:sz="4" w:space="0" w:color="FF8266" w:themeColor="accent5" w:themeTint="99"/>
        </w:tcBorders>
      </w:tcPr>
    </w:tblStylePr>
    <w:tblStylePr w:type="nwCell">
      <w:tblPr/>
      <w:tcPr>
        <w:tcBorders>
          <w:bottom w:val="single" w:sz="4" w:space="0" w:color="FF8266" w:themeColor="accent5" w:themeTint="99"/>
        </w:tcBorders>
      </w:tcPr>
    </w:tblStylePr>
    <w:tblStylePr w:type="seCell">
      <w:tblPr/>
      <w:tcPr>
        <w:tcBorders>
          <w:top w:val="single" w:sz="4" w:space="0" w:color="FF8266" w:themeColor="accent5" w:themeTint="99"/>
        </w:tcBorders>
      </w:tcPr>
    </w:tblStylePr>
    <w:tblStylePr w:type="swCell">
      <w:tblPr/>
      <w:tcPr>
        <w:tcBorders>
          <w:top w:val="single" w:sz="4" w:space="0" w:color="FF8266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bottom w:val="single" w:sz="4" w:space="0" w:color="B0DFFF" w:themeColor="accent6" w:themeTint="99"/>
        </w:tcBorders>
      </w:tcPr>
    </w:tblStylePr>
    <w:tblStylePr w:type="nwCell">
      <w:tblPr/>
      <w:tcPr>
        <w:tcBorders>
          <w:bottom w:val="single" w:sz="4" w:space="0" w:color="B0DFFF" w:themeColor="accent6" w:themeTint="99"/>
        </w:tcBorders>
      </w:tcPr>
    </w:tblStylePr>
    <w:tblStylePr w:type="seCell">
      <w:tblPr/>
      <w:tcPr>
        <w:tcBorders>
          <w:top w:val="single" w:sz="4" w:space="0" w:color="B0DFFF" w:themeColor="accent6" w:themeTint="99"/>
        </w:tcBorders>
      </w:tcPr>
    </w:tblStylePr>
    <w:tblStylePr w:type="swCell">
      <w:tblPr/>
      <w:tcPr>
        <w:tcBorders>
          <w:top w:val="single" w:sz="4" w:space="0" w:color="B0DFFF" w:themeColor="accent6" w:themeTint="99"/>
        </w:tcBorders>
      </w:tcPr>
    </w:tblStylePr>
  </w:style>
  <w:style w:type="character" w:styleId="Hashtag">
    <w:name w:val="Hashtag"/>
    <w:basedOn w:val="Standaardalinea-lettertype"/>
    <w:uiPriority w:val="99"/>
    <w:semiHidden/>
    <w:unhideWhenUsed/>
    <w:rsid w:val="00164686"/>
    <w:rPr>
      <w:color w:val="2B579A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16468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64686"/>
    <w:rPr>
      <w:rFonts w:ascii="Arial" w:hAnsi="Arial" w:cs="Arial"/>
      <w:sz w:val="20"/>
    </w:rPr>
  </w:style>
  <w:style w:type="character" w:styleId="HTML-acroniem">
    <w:name w:val="HTML Acronym"/>
    <w:basedOn w:val="Standaardalinea-lettertype"/>
    <w:uiPriority w:val="99"/>
    <w:semiHidden/>
    <w:unhideWhenUsed/>
    <w:rsid w:val="00164686"/>
  </w:style>
  <w:style w:type="paragraph" w:styleId="HTML-adres">
    <w:name w:val="HTML Address"/>
    <w:basedOn w:val="Standaard"/>
    <w:link w:val="HTML-adresChar"/>
    <w:uiPriority w:val="99"/>
    <w:semiHidden/>
    <w:unhideWhenUsed/>
    <w:rsid w:val="00164686"/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164686"/>
    <w:rPr>
      <w:rFonts w:ascii="Arial" w:hAnsi="Arial" w:cs="Arial"/>
      <w:i/>
      <w:iCs/>
      <w:sz w:val="20"/>
    </w:rPr>
  </w:style>
  <w:style w:type="character" w:styleId="HTML-citaat">
    <w:name w:val="HTML Cite"/>
    <w:basedOn w:val="Standaardalinea-lettertype"/>
    <w:uiPriority w:val="99"/>
    <w:semiHidden/>
    <w:unhideWhenUsed/>
    <w:rsid w:val="00164686"/>
    <w:rPr>
      <w:i/>
      <w:iCs/>
    </w:rPr>
  </w:style>
  <w:style w:type="character" w:styleId="HTMLCode">
    <w:name w:val="HTML Code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unhideWhenUsed/>
    <w:rsid w:val="00164686"/>
    <w:rPr>
      <w:i/>
      <w:iCs/>
    </w:rPr>
  </w:style>
  <w:style w:type="character" w:styleId="HTML-toetsenbord">
    <w:name w:val="HTML Keyboard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164686"/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164686"/>
    <w:rPr>
      <w:rFonts w:ascii="Consolas" w:hAnsi="Consolas" w:cs="Arial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unhideWhenUsed/>
    <w:rsid w:val="00164686"/>
    <w:rPr>
      <w:rFonts w:ascii="Consolas" w:hAnsi="Consolas"/>
      <w:sz w:val="24"/>
      <w:szCs w:val="24"/>
    </w:rPr>
  </w:style>
  <w:style w:type="character" w:styleId="HTML-schrijfmachine">
    <w:name w:val="HTML Typewriter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character" w:styleId="HTMLVariable">
    <w:name w:val="HTML Variable"/>
    <w:basedOn w:val="Standaardalinea-lettertype"/>
    <w:uiPriority w:val="99"/>
    <w:semiHidden/>
    <w:unhideWhenUsed/>
    <w:rsid w:val="00164686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164686"/>
    <w:rPr>
      <w:color w:val="B1B8B8" w:themeColor="hyperlink"/>
      <w:u w:val="single"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164686"/>
    <w:pPr>
      <w:ind w:left="200" w:hanging="20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164686"/>
    <w:pPr>
      <w:ind w:left="400" w:hanging="20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164686"/>
    <w:pPr>
      <w:ind w:left="600" w:hanging="20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164686"/>
    <w:pPr>
      <w:ind w:left="800" w:hanging="20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164686"/>
    <w:pPr>
      <w:ind w:left="1000" w:hanging="20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164686"/>
    <w:pPr>
      <w:ind w:left="1200" w:hanging="20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164686"/>
    <w:pPr>
      <w:ind w:left="1400" w:hanging="20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164686"/>
    <w:pPr>
      <w:ind w:left="1600" w:hanging="20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164686"/>
    <w:pPr>
      <w:ind w:left="1800" w:hanging="200"/>
    </w:pPr>
  </w:style>
  <w:style w:type="paragraph" w:styleId="Indexkop">
    <w:name w:val="index heading"/>
    <w:basedOn w:val="Standaard"/>
    <w:next w:val="Index1"/>
    <w:uiPriority w:val="99"/>
    <w:semiHidden/>
    <w:unhideWhenUsed/>
    <w:rsid w:val="00164686"/>
    <w:rPr>
      <w:rFonts w:asciiTheme="majorHAnsi" w:eastAsiaTheme="majorEastAsia" w:hAnsiTheme="majorHAnsi" w:cstheme="majorBidi"/>
      <w:b/>
      <w:bCs/>
    </w:rPr>
  </w:style>
  <w:style w:type="character" w:styleId="Intensievebenadrukking">
    <w:name w:val="Intense Emphasis"/>
    <w:basedOn w:val="Standaardalinea-lettertype"/>
    <w:uiPriority w:val="21"/>
    <w:rsid w:val="00164686"/>
    <w:rPr>
      <w:i/>
      <w:iCs/>
      <w:color w:val="B8A1FF" w:themeColor="accent1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164686"/>
    <w:pPr>
      <w:pBdr>
        <w:top w:val="single" w:sz="4" w:space="10" w:color="B8A1FF" w:themeColor="accent1"/>
        <w:bottom w:val="single" w:sz="4" w:space="10" w:color="B8A1FF" w:themeColor="accent1"/>
      </w:pBdr>
      <w:spacing w:before="360" w:after="360"/>
      <w:ind w:left="864" w:right="864"/>
      <w:jc w:val="center"/>
    </w:pPr>
    <w:rPr>
      <w:i/>
      <w:iCs/>
      <w:color w:val="B8A1FF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64686"/>
    <w:rPr>
      <w:rFonts w:ascii="Arial" w:hAnsi="Arial" w:cs="Arial"/>
      <w:i/>
      <w:iCs/>
      <w:color w:val="B8A1FF" w:themeColor="accent1"/>
      <w:sz w:val="20"/>
    </w:rPr>
  </w:style>
  <w:style w:type="character" w:styleId="Intensieveverwijzing">
    <w:name w:val="Intense Reference"/>
    <w:basedOn w:val="Standaardalinea-lettertype"/>
    <w:uiPriority w:val="32"/>
    <w:rsid w:val="00164686"/>
    <w:rPr>
      <w:b/>
      <w:bCs/>
      <w:smallCaps/>
      <w:color w:val="B8A1FF" w:themeColor="accent1"/>
      <w:spacing w:val="5"/>
    </w:rPr>
  </w:style>
  <w:style w:type="table" w:styleId="Lichtraster">
    <w:name w:val="Light Grid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644" w:themeColor="text1"/>
        <w:left w:val="single" w:sz="8" w:space="0" w:color="000644" w:themeColor="text1"/>
        <w:bottom w:val="single" w:sz="8" w:space="0" w:color="000644" w:themeColor="text1"/>
        <w:right w:val="single" w:sz="8" w:space="0" w:color="000644" w:themeColor="text1"/>
        <w:insideH w:val="single" w:sz="8" w:space="0" w:color="000644" w:themeColor="text1"/>
        <w:insideV w:val="single" w:sz="8" w:space="0" w:color="000644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18" w:space="0" w:color="000644" w:themeColor="text1"/>
          <w:right w:val="single" w:sz="8" w:space="0" w:color="000644" w:themeColor="text1"/>
          <w:insideH w:val="nil"/>
          <w:insideV w:val="single" w:sz="8" w:space="0" w:color="000644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  <w:insideH w:val="nil"/>
          <w:insideV w:val="single" w:sz="8" w:space="0" w:color="000644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</w:tcPr>
    </w:tblStylePr>
    <w:tblStylePr w:type="band1Vert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  <w:shd w:val="clear" w:color="auto" w:fill="919BFF" w:themeFill="text1" w:themeFillTint="3F"/>
      </w:tcPr>
    </w:tblStylePr>
    <w:tblStylePr w:type="band1Horz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  <w:insideV w:val="single" w:sz="8" w:space="0" w:color="000644" w:themeColor="text1"/>
        </w:tcBorders>
        <w:shd w:val="clear" w:color="auto" w:fill="919BFF" w:themeFill="text1" w:themeFillTint="3F"/>
      </w:tcPr>
    </w:tblStylePr>
    <w:tblStylePr w:type="band2Horz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  <w:insideV w:val="single" w:sz="8" w:space="0" w:color="000644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8A1FF" w:themeColor="accent1"/>
        <w:left w:val="single" w:sz="8" w:space="0" w:color="B8A1FF" w:themeColor="accent1"/>
        <w:bottom w:val="single" w:sz="8" w:space="0" w:color="B8A1FF" w:themeColor="accent1"/>
        <w:right w:val="single" w:sz="8" w:space="0" w:color="B8A1FF" w:themeColor="accent1"/>
        <w:insideH w:val="single" w:sz="8" w:space="0" w:color="B8A1FF" w:themeColor="accent1"/>
        <w:insideV w:val="single" w:sz="8" w:space="0" w:color="B8A1F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18" w:space="0" w:color="B8A1FF" w:themeColor="accent1"/>
          <w:right w:val="single" w:sz="8" w:space="0" w:color="B8A1FF" w:themeColor="accent1"/>
          <w:insideH w:val="nil"/>
          <w:insideV w:val="single" w:sz="8" w:space="0" w:color="B8A1F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  <w:insideH w:val="nil"/>
          <w:insideV w:val="single" w:sz="8" w:space="0" w:color="B8A1F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</w:tcPr>
    </w:tblStylePr>
    <w:tblStylePr w:type="band1Vert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  <w:shd w:val="clear" w:color="auto" w:fill="EDE7FF" w:themeFill="accent1" w:themeFillTint="3F"/>
      </w:tcPr>
    </w:tblStylePr>
    <w:tblStylePr w:type="band1Horz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  <w:insideV w:val="single" w:sz="8" w:space="0" w:color="B8A1FF" w:themeColor="accent1"/>
        </w:tcBorders>
        <w:shd w:val="clear" w:color="auto" w:fill="EDE7FF" w:themeFill="accent1" w:themeFillTint="3F"/>
      </w:tcPr>
    </w:tblStylePr>
    <w:tblStylePr w:type="band2Horz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  <w:insideV w:val="single" w:sz="8" w:space="0" w:color="B8A1FF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644" w:themeColor="accent2"/>
        <w:left w:val="single" w:sz="8" w:space="0" w:color="000644" w:themeColor="accent2"/>
        <w:bottom w:val="single" w:sz="8" w:space="0" w:color="000644" w:themeColor="accent2"/>
        <w:right w:val="single" w:sz="8" w:space="0" w:color="000644" w:themeColor="accent2"/>
        <w:insideH w:val="single" w:sz="8" w:space="0" w:color="000644" w:themeColor="accent2"/>
        <w:insideV w:val="single" w:sz="8" w:space="0" w:color="000644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18" w:space="0" w:color="000644" w:themeColor="accent2"/>
          <w:right w:val="single" w:sz="8" w:space="0" w:color="000644" w:themeColor="accent2"/>
          <w:insideH w:val="nil"/>
          <w:insideV w:val="single" w:sz="8" w:space="0" w:color="000644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  <w:insideH w:val="nil"/>
          <w:insideV w:val="single" w:sz="8" w:space="0" w:color="000644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</w:tcPr>
    </w:tblStylePr>
    <w:tblStylePr w:type="band1Vert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  <w:shd w:val="clear" w:color="auto" w:fill="919BFF" w:themeFill="accent2" w:themeFillTint="3F"/>
      </w:tcPr>
    </w:tblStylePr>
    <w:tblStylePr w:type="band1Horz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  <w:insideV w:val="single" w:sz="8" w:space="0" w:color="000644" w:themeColor="accent2"/>
        </w:tcBorders>
        <w:shd w:val="clear" w:color="auto" w:fill="919BFF" w:themeFill="accent2" w:themeFillTint="3F"/>
      </w:tcPr>
    </w:tblStylePr>
    <w:tblStylePr w:type="band2Horz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  <w:insideV w:val="single" w:sz="8" w:space="0" w:color="000644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1B8B8" w:themeColor="accent3"/>
        <w:left w:val="single" w:sz="8" w:space="0" w:color="B1B8B8" w:themeColor="accent3"/>
        <w:bottom w:val="single" w:sz="8" w:space="0" w:color="B1B8B8" w:themeColor="accent3"/>
        <w:right w:val="single" w:sz="8" w:space="0" w:color="B1B8B8" w:themeColor="accent3"/>
        <w:insideH w:val="single" w:sz="8" w:space="0" w:color="B1B8B8" w:themeColor="accent3"/>
        <w:insideV w:val="single" w:sz="8" w:space="0" w:color="B1B8B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18" w:space="0" w:color="B1B8B8" w:themeColor="accent3"/>
          <w:right w:val="single" w:sz="8" w:space="0" w:color="B1B8B8" w:themeColor="accent3"/>
          <w:insideH w:val="nil"/>
          <w:insideV w:val="single" w:sz="8" w:space="0" w:color="B1B8B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  <w:insideH w:val="nil"/>
          <w:insideV w:val="single" w:sz="8" w:space="0" w:color="B1B8B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</w:tcPr>
    </w:tblStylePr>
    <w:tblStylePr w:type="band1Vert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  <w:shd w:val="clear" w:color="auto" w:fill="EBEDED" w:themeFill="accent3" w:themeFillTint="3F"/>
      </w:tcPr>
    </w:tblStylePr>
    <w:tblStylePr w:type="band1Horz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  <w:insideV w:val="single" w:sz="8" w:space="0" w:color="B1B8B8" w:themeColor="accent3"/>
        </w:tcBorders>
        <w:shd w:val="clear" w:color="auto" w:fill="EBEDED" w:themeFill="accent3" w:themeFillTint="3F"/>
      </w:tcPr>
    </w:tblStylePr>
    <w:tblStylePr w:type="band2Horz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  <w:insideV w:val="single" w:sz="8" w:space="0" w:color="B1B8B8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7FF00" w:themeColor="accent4"/>
        <w:left w:val="single" w:sz="8" w:space="0" w:color="A7FF00" w:themeColor="accent4"/>
        <w:bottom w:val="single" w:sz="8" w:space="0" w:color="A7FF00" w:themeColor="accent4"/>
        <w:right w:val="single" w:sz="8" w:space="0" w:color="A7FF00" w:themeColor="accent4"/>
        <w:insideH w:val="single" w:sz="8" w:space="0" w:color="A7FF00" w:themeColor="accent4"/>
        <w:insideV w:val="single" w:sz="8" w:space="0" w:color="A7FF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18" w:space="0" w:color="A7FF00" w:themeColor="accent4"/>
          <w:right w:val="single" w:sz="8" w:space="0" w:color="A7FF00" w:themeColor="accent4"/>
          <w:insideH w:val="nil"/>
          <w:insideV w:val="single" w:sz="8" w:space="0" w:color="A7FF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  <w:insideH w:val="nil"/>
          <w:insideV w:val="single" w:sz="8" w:space="0" w:color="A7FF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</w:tcPr>
    </w:tblStylePr>
    <w:tblStylePr w:type="band1Vert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  <w:shd w:val="clear" w:color="auto" w:fill="E9FFC0" w:themeFill="accent4" w:themeFillTint="3F"/>
      </w:tcPr>
    </w:tblStylePr>
    <w:tblStylePr w:type="band1Horz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  <w:insideV w:val="single" w:sz="8" w:space="0" w:color="A7FF00" w:themeColor="accent4"/>
        </w:tcBorders>
        <w:shd w:val="clear" w:color="auto" w:fill="E9FFC0" w:themeFill="accent4" w:themeFillTint="3F"/>
      </w:tcPr>
    </w:tblStylePr>
    <w:tblStylePr w:type="band2Horz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  <w:insideV w:val="single" w:sz="8" w:space="0" w:color="A7FF00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  <w:insideH w:val="single" w:sz="8" w:space="0" w:color="FF2F00" w:themeColor="accent5"/>
        <w:insideV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18" w:space="0" w:color="FF2F00" w:themeColor="accent5"/>
          <w:right w:val="single" w:sz="8" w:space="0" w:color="FF2F00" w:themeColor="accent5"/>
          <w:insideH w:val="nil"/>
          <w:insideV w:val="single" w:sz="8" w:space="0" w:color="FF2F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H w:val="nil"/>
          <w:insideV w:val="single" w:sz="8" w:space="0" w:color="FF2F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band1Vert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  <w:shd w:val="clear" w:color="auto" w:fill="FFCBC0" w:themeFill="accent5" w:themeFillTint="3F"/>
      </w:tcPr>
    </w:tblStylePr>
    <w:tblStylePr w:type="band1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V w:val="single" w:sz="8" w:space="0" w:color="FF2F00" w:themeColor="accent5"/>
        </w:tcBorders>
        <w:shd w:val="clear" w:color="auto" w:fill="FFCBC0" w:themeFill="accent5" w:themeFillTint="3F"/>
      </w:tcPr>
    </w:tblStylePr>
    <w:tblStylePr w:type="band2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V w:val="single" w:sz="8" w:space="0" w:color="FF2F00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  <w:insideH w:val="single" w:sz="8" w:space="0" w:color="7CCBFF" w:themeColor="accent6"/>
        <w:insideV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18" w:space="0" w:color="7CCBFF" w:themeColor="accent6"/>
          <w:right w:val="single" w:sz="8" w:space="0" w:color="7CCBFF" w:themeColor="accent6"/>
          <w:insideH w:val="nil"/>
          <w:insideV w:val="single" w:sz="8" w:space="0" w:color="7CCB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H w:val="nil"/>
          <w:insideV w:val="single" w:sz="8" w:space="0" w:color="7CCB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band1Vert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  <w:shd w:val="clear" w:color="auto" w:fill="DEF1FF" w:themeFill="accent6" w:themeFillTint="3F"/>
      </w:tcPr>
    </w:tblStylePr>
    <w:tblStylePr w:type="band1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V w:val="single" w:sz="8" w:space="0" w:color="7CCBFF" w:themeColor="accent6"/>
        </w:tcBorders>
        <w:shd w:val="clear" w:color="auto" w:fill="DEF1FF" w:themeFill="accent6" w:themeFillTint="3F"/>
      </w:tcPr>
    </w:tblStylePr>
    <w:tblStylePr w:type="band2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V w:val="single" w:sz="8" w:space="0" w:color="7CCBFF" w:themeColor="accent6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644" w:themeColor="text1"/>
        <w:left w:val="single" w:sz="8" w:space="0" w:color="000644" w:themeColor="text1"/>
        <w:bottom w:val="single" w:sz="8" w:space="0" w:color="000644" w:themeColor="text1"/>
        <w:right w:val="single" w:sz="8" w:space="0" w:color="000644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644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</w:tcPr>
    </w:tblStylePr>
    <w:tblStylePr w:type="band1Horz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8A1FF" w:themeColor="accent1"/>
        <w:left w:val="single" w:sz="8" w:space="0" w:color="B8A1FF" w:themeColor="accent1"/>
        <w:bottom w:val="single" w:sz="8" w:space="0" w:color="B8A1FF" w:themeColor="accent1"/>
        <w:right w:val="single" w:sz="8" w:space="0" w:color="B8A1F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8A1F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</w:tcPr>
    </w:tblStylePr>
    <w:tblStylePr w:type="band1Horz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644" w:themeColor="accent2"/>
        <w:left w:val="single" w:sz="8" w:space="0" w:color="000644" w:themeColor="accent2"/>
        <w:bottom w:val="single" w:sz="8" w:space="0" w:color="000644" w:themeColor="accent2"/>
        <w:right w:val="single" w:sz="8" w:space="0" w:color="000644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64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</w:tcPr>
    </w:tblStylePr>
    <w:tblStylePr w:type="band1Horz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1B8B8" w:themeColor="accent3"/>
        <w:left w:val="single" w:sz="8" w:space="0" w:color="B1B8B8" w:themeColor="accent3"/>
        <w:bottom w:val="single" w:sz="8" w:space="0" w:color="B1B8B8" w:themeColor="accent3"/>
        <w:right w:val="single" w:sz="8" w:space="0" w:color="B1B8B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B8B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</w:tcPr>
    </w:tblStylePr>
    <w:tblStylePr w:type="band1Horz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7FF00" w:themeColor="accent4"/>
        <w:left w:val="single" w:sz="8" w:space="0" w:color="A7FF00" w:themeColor="accent4"/>
        <w:bottom w:val="single" w:sz="8" w:space="0" w:color="A7FF00" w:themeColor="accent4"/>
        <w:right w:val="single" w:sz="8" w:space="0" w:color="A7FF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FF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</w:tcPr>
    </w:tblStylePr>
    <w:tblStylePr w:type="band1Horz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band1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band1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164686"/>
    <w:pPr>
      <w:spacing w:after="0" w:line="240" w:lineRule="auto"/>
    </w:pPr>
    <w:rPr>
      <w:color w:val="000432" w:themeColor="text1" w:themeShade="BF"/>
    </w:rPr>
    <w:tblPr>
      <w:tblStyleRowBandSize w:val="1"/>
      <w:tblStyleColBandSize w:val="1"/>
      <w:tblBorders>
        <w:top w:val="single" w:sz="8" w:space="0" w:color="000644" w:themeColor="text1"/>
        <w:bottom w:val="single" w:sz="8" w:space="0" w:color="000644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644" w:themeColor="text1"/>
          <w:left w:val="nil"/>
          <w:bottom w:val="single" w:sz="8" w:space="0" w:color="000644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644" w:themeColor="text1"/>
          <w:left w:val="nil"/>
          <w:bottom w:val="single" w:sz="8" w:space="0" w:color="000644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  <w:tblBorders>
        <w:top w:val="single" w:sz="8" w:space="0" w:color="B8A1FF" w:themeColor="accent1"/>
        <w:bottom w:val="single" w:sz="8" w:space="0" w:color="B8A1F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1FF" w:themeColor="accent1"/>
          <w:left w:val="nil"/>
          <w:bottom w:val="single" w:sz="8" w:space="0" w:color="B8A1F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1FF" w:themeColor="accent1"/>
          <w:left w:val="nil"/>
          <w:bottom w:val="single" w:sz="8" w:space="0" w:color="B8A1F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  <w:tblBorders>
        <w:top w:val="single" w:sz="8" w:space="0" w:color="000644" w:themeColor="accent2"/>
        <w:bottom w:val="single" w:sz="8" w:space="0" w:color="000644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644" w:themeColor="accent2"/>
          <w:left w:val="nil"/>
          <w:bottom w:val="single" w:sz="8" w:space="0" w:color="000644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644" w:themeColor="accent2"/>
          <w:left w:val="nil"/>
          <w:bottom w:val="single" w:sz="8" w:space="0" w:color="00064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  <w:tblBorders>
        <w:top w:val="single" w:sz="8" w:space="0" w:color="B1B8B8" w:themeColor="accent3"/>
        <w:bottom w:val="single" w:sz="8" w:space="0" w:color="B1B8B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B8B8" w:themeColor="accent3"/>
          <w:left w:val="nil"/>
          <w:bottom w:val="single" w:sz="8" w:space="0" w:color="B1B8B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B8B8" w:themeColor="accent3"/>
          <w:left w:val="nil"/>
          <w:bottom w:val="single" w:sz="8" w:space="0" w:color="B1B8B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D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DED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  <w:tblBorders>
        <w:top w:val="single" w:sz="8" w:space="0" w:color="A7FF00" w:themeColor="accent4"/>
        <w:bottom w:val="single" w:sz="8" w:space="0" w:color="A7FF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FF00" w:themeColor="accent4"/>
          <w:left w:val="nil"/>
          <w:bottom w:val="single" w:sz="8" w:space="0" w:color="A7FF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FF00" w:themeColor="accent4"/>
          <w:left w:val="nil"/>
          <w:bottom w:val="single" w:sz="8" w:space="0" w:color="A7FF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FC0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8" w:space="0" w:color="FF2F00" w:themeColor="accent5"/>
        <w:bottom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2F00" w:themeColor="accent5"/>
          <w:left w:val="nil"/>
          <w:bottom w:val="single" w:sz="8" w:space="0" w:color="FF2F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2F00" w:themeColor="accent5"/>
          <w:left w:val="nil"/>
          <w:bottom w:val="single" w:sz="8" w:space="0" w:color="FF2F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8" w:space="0" w:color="7CCBFF" w:themeColor="accent6"/>
        <w:bottom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BFF" w:themeColor="accent6"/>
          <w:left w:val="nil"/>
          <w:bottom w:val="single" w:sz="8" w:space="0" w:color="7CCB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BFF" w:themeColor="accent6"/>
          <w:left w:val="nil"/>
          <w:bottom w:val="single" w:sz="8" w:space="0" w:color="7CCB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</w:style>
  <w:style w:type="character" w:styleId="Regelnummer">
    <w:name w:val="line number"/>
    <w:basedOn w:val="Standaardalinea-lettertype"/>
    <w:uiPriority w:val="99"/>
    <w:semiHidden/>
    <w:unhideWhenUsed/>
    <w:rsid w:val="00164686"/>
  </w:style>
  <w:style w:type="paragraph" w:styleId="Lijst">
    <w:name w:val="List"/>
    <w:basedOn w:val="Standaard"/>
    <w:uiPriority w:val="99"/>
    <w:semiHidden/>
    <w:unhideWhenUsed/>
    <w:rsid w:val="00164686"/>
    <w:pPr>
      <w:ind w:left="283" w:hanging="283"/>
      <w:contextualSpacing/>
    </w:pPr>
  </w:style>
  <w:style w:type="paragraph" w:styleId="Lijst2">
    <w:name w:val="List 2"/>
    <w:basedOn w:val="Standaard"/>
    <w:uiPriority w:val="99"/>
    <w:semiHidden/>
    <w:unhideWhenUsed/>
    <w:rsid w:val="00164686"/>
    <w:pPr>
      <w:ind w:left="566" w:hanging="283"/>
      <w:contextualSpacing/>
    </w:pPr>
  </w:style>
  <w:style w:type="paragraph" w:styleId="Lijst3">
    <w:name w:val="List 3"/>
    <w:basedOn w:val="Standaard"/>
    <w:uiPriority w:val="99"/>
    <w:semiHidden/>
    <w:unhideWhenUsed/>
    <w:rsid w:val="00164686"/>
    <w:pPr>
      <w:ind w:left="849" w:hanging="283"/>
      <w:contextualSpacing/>
    </w:pPr>
  </w:style>
  <w:style w:type="paragraph" w:styleId="Lijst4">
    <w:name w:val="List 4"/>
    <w:basedOn w:val="Standaard"/>
    <w:uiPriority w:val="99"/>
    <w:semiHidden/>
    <w:unhideWhenUsed/>
    <w:rsid w:val="00164686"/>
    <w:pPr>
      <w:ind w:left="1132" w:hanging="283"/>
      <w:contextualSpacing/>
    </w:pPr>
  </w:style>
  <w:style w:type="paragraph" w:styleId="Lijst5">
    <w:name w:val="List 5"/>
    <w:basedOn w:val="Standaard"/>
    <w:uiPriority w:val="99"/>
    <w:semiHidden/>
    <w:unhideWhenUsed/>
    <w:rsid w:val="00164686"/>
    <w:pPr>
      <w:ind w:left="1415" w:hanging="283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164686"/>
    <w:pPr>
      <w:numPr>
        <w:numId w:val="4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164686"/>
    <w:pPr>
      <w:numPr>
        <w:numId w:val="5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164686"/>
    <w:pPr>
      <w:numPr>
        <w:numId w:val="6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164686"/>
    <w:pPr>
      <w:numPr>
        <w:numId w:val="7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164686"/>
    <w:pPr>
      <w:numPr>
        <w:numId w:val="8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164686"/>
    <w:pPr>
      <w:spacing w:after="120"/>
      <w:ind w:left="283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164686"/>
    <w:pPr>
      <w:spacing w:after="120"/>
      <w:ind w:left="566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164686"/>
    <w:pPr>
      <w:spacing w:after="120"/>
      <w:ind w:left="849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164686"/>
    <w:pPr>
      <w:spacing w:after="120"/>
      <w:ind w:left="1132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164686"/>
    <w:pPr>
      <w:spacing w:after="120"/>
      <w:ind w:left="1415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164686"/>
    <w:pPr>
      <w:numPr>
        <w:numId w:val="9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164686"/>
    <w:pPr>
      <w:numPr>
        <w:numId w:val="10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164686"/>
    <w:pPr>
      <w:numPr>
        <w:numId w:val="11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164686"/>
    <w:pPr>
      <w:numPr>
        <w:numId w:val="12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164686"/>
    <w:pPr>
      <w:numPr>
        <w:numId w:val="13"/>
      </w:numPr>
      <w:contextualSpacing/>
    </w:pPr>
  </w:style>
  <w:style w:type="table" w:styleId="Lijsttabel1licht">
    <w:name w:val="List Table 1 Light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15F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15F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4C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4C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15F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15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4D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4D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FF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FF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2">
    <w:name w:val="List Table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text1" w:themeTint="99"/>
        <w:bottom w:val="single" w:sz="4" w:space="0" w:color="0015F4" w:themeColor="text1" w:themeTint="99"/>
        <w:insideH w:val="single" w:sz="4" w:space="0" w:color="0015F4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1" w:themeTint="99"/>
        <w:bottom w:val="single" w:sz="4" w:space="0" w:color="D4C6FF" w:themeColor="accent1" w:themeTint="99"/>
        <w:insideH w:val="single" w:sz="4" w:space="0" w:color="D4C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accent2" w:themeTint="99"/>
        <w:bottom w:val="single" w:sz="4" w:space="0" w:color="0015F4" w:themeColor="accent2" w:themeTint="99"/>
        <w:insideH w:val="single" w:sz="4" w:space="0" w:color="0015F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0D4D4" w:themeColor="accent3" w:themeTint="99"/>
        <w:bottom w:val="single" w:sz="4" w:space="0" w:color="D0D4D4" w:themeColor="accent3" w:themeTint="99"/>
        <w:insideH w:val="single" w:sz="4" w:space="0" w:color="D0D4D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FF66" w:themeColor="accent4" w:themeTint="99"/>
        <w:bottom w:val="single" w:sz="4" w:space="0" w:color="CAFF66" w:themeColor="accent4" w:themeTint="99"/>
        <w:insideH w:val="single" w:sz="4" w:space="0" w:color="CAFF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bottom w:val="single" w:sz="4" w:space="0" w:color="FF8266" w:themeColor="accent5" w:themeTint="99"/>
        <w:insideH w:val="single" w:sz="4" w:space="0" w:color="FF82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bottom w:val="single" w:sz="4" w:space="0" w:color="B0DFFF" w:themeColor="accent6" w:themeTint="99"/>
        <w:insideH w:val="single" w:sz="4" w:space="0" w:color="B0D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3">
    <w:name w:val="List Table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0644" w:themeColor="text1"/>
        <w:left w:val="single" w:sz="4" w:space="0" w:color="000644" w:themeColor="text1"/>
        <w:bottom w:val="single" w:sz="4" w:space="0" w:color="000644" w:themeColor="text1"/>
        <w:right w:val="single" w:sz="4" w:space="0" w:color="000644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644" w:themeFill="text1"/>
      </w:tcPr>
    </w:tblStylePr>
    <w:tblStylePr w:type="lastRow">
      <w:rPr>
        <w:b/>
        <w:bCs/>
      </w:rPr>
      <w:tblPr/>
      <w:tcPr>
        <w:tcBorders>
          <w:top w:val="double" w:sz="4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644" w:themeColor="text1"/>
          <w:right w:val="single" w:sz="4" w:space="0" w:color="000644" w:themeColor="text1"/>
        </w:tcBorders>
      </w:tcPr>
    </w:tblStylePr>
    <w:tblStylePr w:type="band1Horz">
      <w:tblPr/>
      <w:tcPr>
        <w:tcBorders>
          <w:top w:val="single" w:sz="4" w:space="0" w:color="000644" w:themeColor="text1"/>
          <w:bottom w:val="single" w:sz="4" w:space="0" w:color="000644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644" w:themeColor="text1"/>
          <w:left w:val="nil"/>
        </w:tcBorders>
      </w:tcPr>
    </w:tblStylePr>
    <w:tblStylePr w:type="swCell">
      <w:tblPr/>
      <w:tcPr>
        <w:tcBorders>
          <w:top w:val="double" w:sz="4" w:space="0" w:color="000644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8A1FF" w:themeColor="accent1"/>
        <w:left w:val="single" w:sz="4" w:space="0" w:color="B8A1FF" w:themeColor="accent1"/>
        <w:bottom w:val="single" w:sz="4" w:space="0" w:color="B8A1FF" w:themeColor="accent1"/>
        <w:right w:val="single" w:sz="4" w:space="0" w:color="B8A1F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8A1FF" w:themeFill="accent1"/>
      </w:tcPr>
    </w:tblStylePr>
    <w:tblStylePr w:type="lastRow">
      <w:rPr>
        <w:b/>
        <w:bCs/>
      </w:rPr>
      <w:tblPr/>
      <w:tcPr>
        <w:tcBorders>
          <w:top w:val="double" w:sz="4" w:space="0" w:color="B8A1F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8A1FF" w:themeColor="accent1"/>
          <w:right w:val="single" w:sz="4" w:space="0" w:color="B8A1FF" w:themeColor="accent1"/>
        </w:tcBorders>
      </w:tcPr>
    </w:tblStylePr>
    <w:tblStylePr w:type="band1Horz">
      <w:tblPr/>
      <w:tcPr>
        <w:tcBorders>
          <w:top w:val="single" w:sz="4" w:space="0" w:color="B8A1FF" w:themeColor="accent1"/>
          <w:bottom w:val="single" w:sz="4" w:space="0" w:color="B8A1F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8A1FF" w:themeColor="accent1"/>
          <w:left w:val="nil"/>
        </w:tcBorders>
      </w:tcPr>
    </w:tblStylePr>
    <w:tblStylePr w:type="swCell">
      <w:tblPr/>
      <w:tcPr>
        <w:tcBorders>
          <w:top w:val="double" w:sz="4" w:space="0" w:color="B8A1FF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0644" w:themeColor="accent2"/>
        <w:left w:val="single" w:sz="4" w:space="0" w:color="000644" w:themeColor="accent2"/>
        <w:bottom w:val="single" w:sz="4" w:space="0" w:color="000644" w:themeColor="accent2"/>
        <w:right w:val="single" w:sz="4" w:space="0" w:color="000644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644" w:themeFill="accent2"/>
      </w:tcPr>
    </w:tblStylePr>
    <w:tblStylePr w:type="lastRow">
      <w:rPr>
        <w:b/>
        <w:bCs/>
      </w:rPr>
      <w:tblPr/>
      <w:tcPr>
        <w:tcBorders>
          <w:top w:val="double" w:sz="4" w:space="0" w:color="000644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644" w:themeColor="accent2"/>
          <w:right w:val="single" w:sz="4" w:space="0" w:color="000644" w:themeColor="accent2"/>
        </w:tcBorders>
      </w:tcPr>
    </w:tblStylePr>
    <w:tblStylePr w:type="band1Horz">
      <w:tblPr/>
      <w:tcPr>
        <w:tcBorders>
          <w:top w:val="single" w:sz="4" w:space="0" w:color="000644" w:themeColor="accent2"/>
          <w:bottom w:val="single" w:sz="4" w:space="0" w:color="000644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644" w:themeColor="accent2"/>
          <w:left w:val="nil"/>
        </w:tcBorders>
      </w:tcPr>
    </w:tblStylePr>
    <w:tblStylePr w:type="swCell">
      <w:tblPr/>
      <w:tcPr>
        <w:tcBorders>
          <w:top w:val="double" w:sz="4" w:space="0" w:color="000644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1B8B8" w:themeColor="accent3"/>
        <w:left w:val="single" w:sz="4" w:space="0" w:color="B1B8B8" w:themeColor="accent3"/>
        <w:bottom w:val="single" w:sz="4" w:space="0" w:color="B1B8B8" w:themeColor="accent3"/>
        <w:right w:val="single" w:sz="4" w:space="0" w:color="B1B8B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B8B8" w:themeFill="accent3"/>
      </w:tcPr>
    </w:tblStylePr>
    <w:tblStylePr w:type="lastRow">
      <w:rPr>
        <w:b/>
        <w:bCs/>
      </w:rPr>
      <w:tblPr/>
      <w:tcPr>
        <w:tcBorders>
          <w:top w:val="double" w:sz="4" w:space="0" w:color="B1B8B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B8B8" w:themeColor="accent3"/>
          <w:right w:val="single" w:sz="4" w:space="0" w:color="B1B8B8" w:themeColor="accent3"/>
        </w:tcBorders>
      </w:tcPr>
    </w:tblStylePr>
    <w:tblStylePr w:type="band1Horz">
      <w:tblPr/>
      <w:tcPr>
        <w:tcBorders>
          <w:top w:val="single" w:sz="4" w:space="0" w:color="B1B8B8" w:themeColor="accent3"/>
          <w:bottom w:val="single" w:sz="4" w:space="0" w:color="B1B8B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B8B8" w:themeColor="accent3"/>
          <w:left w:val="nil"/>
        </w:tcBorders>
      </w:tcPr>
    </w:tblStylePr>
    <w:tblStylePr w:type="swCell">
      <w:tblPr/>
      <w:tcPr>
        <w:tcBorders>
          <w:top w:val="double" w:sz="4" w:space="0" w:color="B1B8B8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A7FF00" w:themeColor="accent4"/>
        <w:left w:val="single" w:sz="4" w:space="0" w:color="A7FF00" w:themeColor="accent4"/>
        <w:bottom w:val="single" w:sz="4" w:space="0" w:color="A7FF00" w:themeColor="accent4"/>
        <w:right w:val="single" w:sz="4" w:space="0" w:color="A7FF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FF00" w:themeFill="accent4"/>
      </w:tcPr>
    </w:tblStylePr>
    <w:tblStylePr w:type="lastRow">
      <w:rPr>
        <w:b/>
        <w:bCs/>
      </w:rPr>
      <w:tblPr/>
      <w:tcPr>
        <w:tcBorders>
          <w:top w:val="double" w:sz="4" w:space="0" w:color="A7FF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FF00" w:themeColor="accent4"/>
          <w:right w:val="single" w:sz="4" w:space="0" w:color="A7FF00" w:themeColor="accent4"/>
        </w:tcBorders>
      </w:tcPr>
    </w:tblStylePr>
    <w:tblStylePr w:type="band1Horz">
      <w:tblPr/>
      <w:tcPr>
        <w:tcBorders>
          <w:top w:val="single" w:sz="4" w:space="0" w:color="A7FF00" w:themeColor="accent4"/>
          <w:bottom w:val="single" w:sz="4" w:space="0" w:color="A7FF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FF00" w:themeColor="accent4"/>
          <w:left w:val="nil"/>
        </w:tcBorders>
      </w:tcPr>
    </w:tblStylePr>
    <w:tblStylePr w:type="swCell">
      <w:tblPr/>
      <w:tcPr>
        <w:tcBorders>
          <w:top w:val="double" w:sz="4" w:space="0" w:color="A7FF00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2F00" w:themeColor="accent5"/>
        <w:left w:val="single" w:sz="4" w:space="0" w:color="FF2F00" w:themeColor="accent5"/>
        <w:bottom w:val="single" w:sz="4" w:space="0" w:color="FF2F00" w:themeColor="accent5"/>
        <w:right w:val="single" w:sz="4" w:space="0" w:color="FF2F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2F00" w:themeColor="accent5"/>
          <w:right w:val="single" w:sz="4" w:space="0" w:color="FF2F00" w:themeColor="accent5"/>
        </w:tcBorders>
      </w:tcPr>
    </w:tblStylePr>
    <w:tblStylePr w:type="band1Horz">
      <w:tblPr/>
      <w:tcPr>
        <w:tcBorders>
          <w:top w:val="single" w:sz="4" w:space="0" w:color="FF2F00" w:themeColor="accent5"/>
          <w:bottom w:val="single" w:sz="4" w:space="0" w:color="FF2F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2F00" w:themeColor="accent5"/>
          <w:left w:val="nil"/>
        </w:tcBorders>
      </w:tcPr>
    </w:tblStylePr>
    <w:tblStylePr w:type="swCell">
      <w:tblPr/>
      <w:tcPr>
        <w:tcBorders>
          <w:top w:val="double" w:sz="4" w:space="0" w:color="FF2F00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7CCBFF" w:themeColor="accent6"/>
        <w:left w:val="single" w:sz="4" w:space="0" w:color="7CCBFF" w:themeColor="accent6"/>
        <w:bottom w:val="single" w:sz="4" w:space="0" w:color="7CCBFF" w:themeColor="accent6"/>
        <w:right w:val="single" w:sz="4" w:space="0" w:color="7CCB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CCBFF" w:themeColor="accent6"/>
          <w:right w:val="single" w:sz="4" w:space="0" w:color="7CCBFF" w:themeColor="accent6"/>
        </w:tcBorders>
      </w:tcPr>
    </w:tblStylePr>
    <w:tblStylePr w:type="band1Horz">
      <w:tblPr/>
      <w:tcPr>
        <w:tcBorders>
          <w:top w:val="single" w:sz="4" w:space="0" w:color="7CCBFF" w:themeColor="accent6"/>
          <w:bottom w:val="single" w:sz="4" w:space="0" w:color="7CCB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CCBFF" w:themeColor="accent6"/>
          <w:left w:val="nil"/>
        </w:tcBorders>
      </w:tcPr>
    </w:tblStylePr>
    <w:tblStylePr w:type="swCell">
      <w:tblPr/>
      <w:tcPr>
        <w:tcBorders>
          <w:top w:val="double" w:sz="4" w:space="0" w:color="7CCBFF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644" w:themeColor="text1"/>
          <w:left w:val="single" w:sz="4" w:space="0" w:color="000644" w:themeColor="text1"/>
          <w:bottom w:val="single" w:sz="4" w:space="0" w:color="000644" w:themeColor="text1"/>
          <w:right w:val="single" w:sz="4" w:space="0" w:color="000644" w:themeColor="text1"/>
          <w:insideH w:val="nil"/>
        </w:tcBorders>
        <w:shd w:val="clear" w:color="auto" w:fill="000644" w:themeFill="text1"/>
      </w:tcPr>
    </w:tblStylePr>
    <w:tblStylePr w:type="lastRow">
      <w:rPr>
        <w:b/>
        <w:bCs/>
      </w:rPr>
      <w:tblPr/>
      <w:tcPr>
        <w:tcBorders>
          <w:top w:val="double" w:sz="4" w:space="0" w:color="0015F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1FF" w:themeColor="accent1"/>
          <w:left w:val="single" w:sz="4" w:space="0" w:color="B8A1FF" w:themeColor="accent1"/>
          <w:bottom w:val="single" w:sz="4" w:space="0" w:color="B8A1FF" w:themeColor="accent1"/>
          <w:right w:val="single" w:sz="4" w:space="0" w:color="B8A1FF" w:themeColor="accent1"/>
          <w:insideH w:val="nil"/>
        </w:tcBorders>
        <w:shd w:val="clear" w:color="auto" w:fill="B8A1FF" w:themeFill="accent1"/>
      </w:tcPr>
    </w:tblStylePr>
    <w:tblStylePr w:type="lastRow">
      <w:rPr>
        <w:b/>
        <w:bCs/>
      </w:rPr>
      <w:tblPr/>
      <w:tcPr>
        <w:tcBorders>
          <w:top w:val="double" w:sz="4" w:space="0" w:color="D4C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644" w:themeColor="accent2"/>
          <w:left w:val="single" w:sz="4" w:space="0" w:color="000644" w:themeColor="accent2"/>
          <w:bottom w:val="single" w:sz="4" w:space="0" w:color="000644" w:themeColor="accent2"/>
          <w:right w:val="single" w:sz="4" w:space="0" w:color="000644" w:themeColor="accent2"/>
          <w:insideH w:val="nil"/>
        </w:tcBorders>
        <w:shd w:val="clear" w:color="auto" w:fill="000644" w:themeFill="accent2"/>
      </w:tcPr>
    </w:tblStylePr>
    <w:tblStylePr w:type="lastRow">
      <w:rPr>
        <w:b/>
        <w:bCs/>
      </w:rPr>
      <w:tblPr/>
      <w:tcPr>
        <w:tcBorders>
          <w:top w:val="double" w:sz="4" w:space="0" w:color="0015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B8B8" w:themeColor="accent3"/>
          <w:left w:val="single" w:sz="4" w:space="0" w:color="B1B8B8" w:themeColor="accent3"/>
          <w:bottom w:val="single" w:sz="4" w:space="0" w:color="B1B8B8" w:themeColor="accent3"/>
          <w:right w:val="single" w:sz="4" w:space="0" w:color="B1B8B8" w:themeColor="accent3"/>
          <w:insideH w:val="nil"/>
        </w:tcBorders>
        <w:shd w:val="clear" w:color="auto" w:fill="B1B8B8" w:themeFill="accent3"/>
      </w:tcPr>
    </w:tblStylePr>
    <w:tblStylePr w:type="lastRow">
      <w:rPr>
        <w:b/>
        <w:bCs/>
      </w:rPr>
      <w:tblPr/>
      <w:tcPr>
        <w:tcBorders>
          <w:top w:val="double" w:sz="4" w:space="0" w:color="D0D4D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FF00" w:themeColor="accent4"/>
          <w:left w:val="single" w:sz="4" w:space="0" w:color="A7FF00" w:themeColor="accent4"/>
          <w:bottom w:val="single" w:sz="4" w:space="0" w:color="A7FF00" w:themeColor="accent4"/>
          <w:right w:val="single" w:sz="4" w:space="0" w:color="A7FF00" w:themeColor="accent4"/>
          <w:insideH w:val="nil"/>
        </w:tcBorders>
        <w:shd w:val="clear" w:color="auto" w:fill="A7FF00" w:themeFill="accent4"/>
      </w:tcPr>
    </w:tblStylePr>
    <w:tblStylePr w:type="lastRow">
      <w:rPr>
        <w:b/>
        <w:bCs/>
      </w:rPr>
      <w:tblPr/>
      <w:tcPr>
        <w:tcBorders>
          <w:top w:val="double" w:sz="4" w:space="0" w:color="CAFF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2F00" w:themeColor="accent5"/>
          <w:left w:val="single" w:sz="4" w:space="0" w:color="FF2F00" w:themeColor="accent5"/>
          <w:bottom w:val="single" w:sz="4" w:space="0" w:color="FF2F00" w:themeColor="accent5"/>
          <w:right w:val="single" w:sz="4" w:space="0" w:color="FF2F00" w:themeColor="accent5"/>
          <w:insideH w:val="nil"/>
        </w:tcBorders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BFF" w:themeColor="accent6"/>
          <w:left w:val="single" w:sz="4" w:space="0" w:color="7CCBFF" w:themeColor="accent6"/>
          <w:bottom w:val="single" w:sz="4" w:space="0" w:color="7CCBFF" w:themeColor="accent6"/>
          <w:right w:val="single" w:sz="4" w:space="0" w:color="7CCBFF" w:themeColor="accent6"/>
          <w:insideH w:val="nil"/>
        </w:tcBorders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644" w:themeColor="text1"/>
        <w:left w:val="single" w:sz="24" w:space="0" w:color="000644" w:themeColor="text1"/>
        <w:bottom w:val="single" w:sz="24" w:space="0" w:color="000644" w:themeColor="text1"/>
        <w:right w:val="single" w:sz="24" w:space="0" w:color="000644" w:themeColor="text1"/>
      </w:tblBorders>
    </w:tblPr>
    <w:tcPr>
      <w:shd w:val="clear" w:color="auto" w:fill="000644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8A1FF" w:themeColor="accent1"/>
        <w:left w:val="single" w:sz="24" w:space="0" w:color="B8A1FF" w:themeColor="accent1"/>
        <w:bottom w:val="single" w:sz="24" w:space="0" w:color="B8A1FF" w:themeColor="accent1"/>
        <w:right w:val="single" w:sz="24" w:space="0" w:color="B8A1FF" w:themeColor="accent1"/>
      </w:tblBorders>
    </w:tblPr>
    <w:tcPr>
      <w:shd w:val="clear" w:color="auto" w:fill="B8A1F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644" w:themeColor="accent2"/>
        <w:left w:val="single" w:sz="24" w:space="0" w:color="000644" w:themeColor="accent2"/>
        <w:bottom w:val="single" w:sz="24" w:space="0" w:color="000644" w:themeColor="accent2"/>
        <w:right w:val="single" w:sz="24" w:space="0" w:color="000644" w:themeColor="accent2"/>
      </w:tblBorders>
    </w:tblPr>
    <w:tcPr>
      <w:shd w:val="clear" w:color="auto" w:fill="000644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1B8B8" w:themeColor="accent3"/>
        <w:left w:val="single" w:sz="24" w:space="0" w:color="B1B8B8" w:themeColor="accent3"/>
        <w:bottom w:val="single" w:sz="24" w:space="0" w:color="B1B8B8" w:themeColor="accent3"/>
        <w:right w:val="single" w:sz="24" w:space="0" w:color="B1B8B8" w:themeColor="accent3"/>
      </w:tblBorders>
    </w:tblPr>
    <w:tcPr>
      <w:shd w:val="clear" w:color="auto" w:fill="B1B8B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FF00" w:themeColor="accent4"/>
        <w:left w:val="single" w:sz="24" w:space="0" w:color="A7FF00" w:themeColor="accent4"/>
        <w:bottom w:val="single" w:sz="24" w:space="0" w:color="A7FF00" w:themeColor="accent4"/>
        <w:right w:val="single" w:sz="24" w:space="0" w:color="A7FF00" w:themeColor="accent4"/>
      </w:tblBorders>
    </w:tblPr>
    <w:tcPr>
      <w:shd w:val="clear" w:color="auto" w:fill="A7FF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2F00" w:themeColor="accent5"/>
        <w:left w:val="single" w:sz="24" w:space="0" w:color="FF2F00" w:themeColor="accent5"/>
        <w:bottom w:val="single" w:sz="24" w:space="0" w:color="FF2F00" w:themeColor="accent5"/>
        <w:right w:val="single" w:sz="24" w:space="0" w:color="FF2F00" w:themeColor="accent5"/>
      </w:tblBorders>
    </w:tblPr>
    <w:tcPr>
      <w:shd w:val="clear" w:color="auto" w:fill="FF2F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CCBFF" w:themeColor="accent6"/>
        <w:left w:val="single" w:sz="24" w:space="0" w:color="7CCBFF" w:themeColor="accent6"/>
        <w:bottom w:val="single" w:sz="24" w:space="0" w:color="7CCBFF" w:themeColor="accent6"/>
        <w:right w:val="single" w:sz="24" w:space="0" w:color="7CCBFF" w:themeColor="accent6"/>
      </w:tblBorders>
    </w:tblPr>
    <w:tcPr>
      <w:shd w:val="clear" w:color="auto" w:fill="7CCB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4" w:space="0" w:color="000644" w:themeColor="text1"/>
        <w:bottom w:val="single" w:sz="4" w:space="0" w:color="000644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644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644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  <w:tblBorders>
        <w:top w:val="single" w:sz="4" w:space="0" w:color="B8A1FF" w:themeColor="accent1"/>
        <w:bottom w:val="single" w:sz="4" w:space="0" w:color="B8A1F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B8A1F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B8A1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  <w:tblBorders>
        <w:top w:val="single" w:sz="4" w:space="0" w:color="000644" w:themeColor="accent2"/>
        <w:bottom w:val="single" w:sz="4" w:space="0" w:color="000644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0644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064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  <w:tblBorders>
        <w:top w:val="single" w:sz="4" w:space="0" w:color="B1B8B8" w:themeColor="accent3"/>
        <w:bottom w:val="single" w:sz="4" w:space="0" w:color="B1B8B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B8B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B8B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  <w:tblBorders>
        <w:top w:val="single" w:sz="4" w:space="0" w:color="A7FF00" w:themeColor="accent4"/>
        <w:bottom w:val="single" w:sz="4" w:space="0" w:color="A7FF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A7FF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A7FF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2F00" w:themeColor="accent5"/>
        <w:bottom w:val="single" w:sz="4" w:space="0" w:color="FF2F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2F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7CCBFF" w:themeColor="accent6"/>
        <w:bottom w:val="single" w:sz="4" w:space="0" w:color="7CCB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CCB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644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644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644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644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8A1F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8A1F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8A1F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8A1F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644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644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644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644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B8B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B8B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B8B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B8B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FF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FF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FF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FF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2F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2F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2F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2F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CCB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CCB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CCB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CCB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kst">
    <w:name w:val="macro"/>
    <w:link w:val="MacrotekstChar"/>
    <w:uiPriority w:val="99"/>
    <w:semiHidden/>
    <w:unhideWhenUsed/>
    <w:rsid w:val="001646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Arial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164686"/>
    <w:rPr>
      <w:rFonts w:ascii="Consolas" w:hAnsi="Consolas" w:cs="Arial"/>
      <w:sz w:val="20"/>
      <w:szCs w:val="20"/>
    </w:rPr>
  </w:style>
  <w:style w:type="table" w:styleId="Gemiddeldraster1">
    <w:name w:val="Medium Grid 1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FB2" w:themeColor="text1" w:themeTint="BF"/>
        <w:left w:val="single" w:sz="8" w:space="0" w:color="000FB2" w:themeColor="text1" w:themeTint="BF"/>
        <w:bottom w:val="single" w:sz="8" w:space="0" w:color="000FB2" w:themeColor="text1" w:themeTint="BF"/>
        <w:right w:val="single" w:sz="8" w:space="0" w:color="000FB2" w:themeColor="text1" w:themeTint="BF"/>
        <w:insideH w:val="single" w:sz="8" w:space="0" w:color="000FB2" w:themeColor="text1" w:themeTint="BF"/>
        <w:insideV w:val="single" w:sz="8" w:space="0" w:color="000FB2" w:themeColor="text1" w:themeTint="BF"/>
      </w:tblBorders>
    </w:tblPr>
    <w:tcPr>
      <w:shd w:val="clear" w:color="auto" w:fill="919BF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FB2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235FF" w:themeFill="text1" w:themeFillTint="7F"/>
      </w:tcPr>
    </w:tblStylePr>
    <w:tblStylePr w:type="band1Horz">
      <w:tblPr/>
      <w:tcPr>
        <w:shd w:val="clear" w:color="auto" w:fill="2235FF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9B8FF" w:themeColor="accent1" w:themeTint="BF"/>
        <w:left w:val="single" w:sz="8" w:space="0" w:color="C9B8FF" w:themeColor="accent1" w:themeTint="BF"/>
        <w:bottom w:val="single" w:sz="8" w:space="0" w:color="C9B8FF" w:themeColor="accent1" w:themeTint="BF"/>
        <w:right w:val="single" w:sz="8" w:space="0" w:color="C9B8FF" w:themeColor="accent1" w:themeTint="BF"/>
        <w:insideH w:val="single" w:sz="8" w:space="0" w:color="C9B8FF" w:themeColor="accent1" w:themeTint="BF"/>
        <w:insideV w:val="single" w:sz="8" w:space="0" w:color="C9B8FF" w:themeColor="accent1" w:themeTint="BF"/>
      </w:tblBorders>
    </w:tblPr>
    <w:tcPr>
      <w:shd w:val="clear" w:color="auto" w:fill="EDE7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B8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0FF" w:themeFill="accent1" w:themeFillTint="7F"/>
      </w:tcPr>
    </w:tblStylePr>
    <w:tblStylePr w:type="band1Horz">
      <w:tblPr/>
      <w:tcPr>
        <w:shd w:val="clear" w:color="auto" w:fill="DBD0FF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FB2" w:themeColor="accent2" w:themeTint="BF"/>
        <w:left w:val="single" w:sz="8" w:space="0" w:color="000FB2" w:themeColor="accent2" w:themeTint="BF"/>
        <w:bottom w:val="single" w:sz="8" w:space="0" w:color="000FB2" w:themeColor="accent2" w:themeTint="BF"/>
        <w:right w:val="single" w:sz="8" w:space="0" w:color="000FB2" w:themeColor="accent2" w:themeTint="BF"/>
        <w:insideH w:val="single" w:sz="8" w:space="0" w:color="000FB2" w:themeColor="accent2" w:themeTint="BF"/>
        <w:insideV w:val="single" w:sz="8" w:space="0" w:color="000FB2" w:themeColor="accent2" w:themeTint="BF"/>
      </w:tblBorders>
    </w:tblPr>
    <w:tcPr>
      <w:shd w:val="clear" w:color="auto" w:fill="919B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FB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235FF" w:themeFill="accent2" w:themeFillTint="7F"/>
      </w:tcPr>
    </w:tblStylePr>
    <w:tblStylePr w:type="band1Horz">
      <w:tblPr/>
      <w:tcPr>
        <w:shd w:val="clear" w:color="auto" w:fill="2235FF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4C9C9" w:themeColor="accent3" w:themeTint="BF"/>
        <w:left w:val="single" w:sz="8" w:space="0" w:color="C4C9C9" w:themeColor="accent3" w:themeTint="BF"/>
        <w:bottom w:val="single" w:sz="8" w:space="0" w:color="C4C9C9" w:themeColor="accent3" w:themeTint="BF"/>
        <w:right w:val="single" w:sz="8" w:space="0" w:color="C4C9C9" w:themeColor="accent3" w:themeTint="BF"/>
        <w:insideH w:val="single" w:sz="8" w:space="0" w:color="C4C9C9" w:themeColor="accent3" w:themeTint="BF"/>
        <w:insideV w:val="single" w:sz="8" w:space="0" w:color="C4C9C9" w:themeColor="accent3" w:themeTint="BF"/>
      </w:tblBorders>
    </w:tblPr>
    <w:tcPr>
      <w:shd w:val="clear" w:color="auto" w:fill="EBED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C9C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BDB" w:themeFill="accent3" w:themeFillTint="7F"/>
      </w:tcPr>
    </w:tblStylePr>
    <w:tblStylePr w:type="band1Horz">
      <w:tblPr/>
      <w:tcPr>
        <w:shd w:val="clear" w:color="auto" w:fill="D8DBDB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DFF40" w:themeColor="accent4" w:themeTint="BF"/>
        <w:left w:val="single" w:sz="8" w:space="0" w:color="BDFF40" w:themeColor="accent4" w:themeTint="BF"/>
        <w:bottom w:val="single" w:sz="8" w:space="0" w:color="BDFF40" w:themeColor="accent4" w:themeTint="BF"/>
        <w:right w:val="single" w:sz="8" w:space="0" w:color="BDFF40" w:themeColor="accent4" w:themeTint="BF"/>
        <w:insideH w:val="single" w:sz="8" w:space="0" w:color="BDFF40" w:themeColor="accent4" w:themeTint="BF"/>
        <w:insideV w:val="single" w:sz="8" w:space="0" w:color="BDFF40" w:themeColor="accent4" w:themeTint="BF"/>
      </w:tblBorders>
    </w:tblPr>
    <w:tcPr>
      <w:shd w:val="clear" w:color="auto" w:fill="E9F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DF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F80" w:themeFill="accent4" w:themeFillTint="7F"/>
      </w:tcPr>
    </w:tblStylePr>
    <w:tblStylePr w:type="band1Horz">
      <w:tblPr/>
      <w:tcPr>
        <w:shd w:val="clear" w:color="auto" w:fill="D3FF8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6340" w:themeColor="accent5" w:themeTint="BF"/>
        <w:left w:val="single" w:sz="8" w:space="0" w:color="FF6340" w:themeColor="accent5" w:themeTint="BF"/>
        <w:bottom w:val="single" w:sz="8" w:space="0" w:color="FF6340" w:themeColor="accent5" w:themeTint="BF"/>
        <w:right w:val="single" w:sz="8" w:space="0" w:color="FF6340" w:themeColor="accent5" w:themeTint="BF"/>
        <w:insideH w:val="single" w:sz="8" w:space="0" w:color="FF6340" w:themeColor="accent5" w:themeTint="BF"/>
        <w:insideV w:val="single" w:sz="8" w:space="0" w:color="FF6340" w:themeColor="accent5" w:themeTint="BF"/>
      </w:tblBorders>
    </w:tblPr>
    <w:tcPr>
      <w:shd w:val="clear" w:color="auto" w:fill="FFCB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63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shd w:val="clear" w:color="auto" w:fill="FF9780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CD7FF" w:themeColor="accent6" w:themeTint="BF"/>
        <w:left w:val="single" w:sz="8" w:space="0" w:color="9CD7FF" w:themeColor="accent6" w:themeTint="BF"/>
        <w:bottom w:val="single" w:sz="8" w:space="0" w:color="9CD7FF" w:themeColor="accent6" w:themeTint="BF"/>
        <w:right w:val="single" w:sz="8" w:space="0" w:color="9CD7FF" w:themeColor="accent6" w:themeTint="BF"/>
        <w:insideH w:val="single" w:sz="8" w:space="0" w:color="9CD7FF" w:themeColor="accent6" w:themeTint="BF"/>
        <w:insideV w:val="single" w:sz="8" w:space="0" w:color="9CD7FF" w:themeColor="accent6" w:themeTint="BF"/>
      </w:tblBorders>
    </w:tblPr>
    <w:tcPr>
      <w:shd w:val="clear" w:color="auto" w:fill="DEF1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D7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shd w:val="clear" w:color="auto" w:fill="BDE4FF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000644" w:themeColor="text1"/>
        <w:left w:val="single" w:sz="8" w:space="0" w:color="000644" w:themeColor="text1"/>
        <w:bottom w:val="single" w:sz="8" w:space="0" w:color="000644" w:themeColor="text1"/>
        <w:right w:val="single" w:sz="8" w:space="0" w:color="000644" w:themeColor="text1"/>
        <w:insideH w:val="single" w:sz="8" w:space="0" w:color="000644" w:themeColor="text1"/>
        <w:insideV w:val="single" w:sz="8" w:space="0" w:color="000644" w:themeColor="text1"/>
      </w:tblBorders>
    </w:tblPr>
    <w:tcPr>
      <w:shd w:val="clear" w:color="auto" w:fill="919BFF" w:themeFill="text1" w:themeFillTint="3F"/>
    </w:tcPr>
    <w:tblStylePr w:type="firstRow">
      <w:rPr>
        <w:b/>
        <w:bCs/>
        <w:color w:val="000644" w:themeColor="text1"/>
      </w:rPr>
      <w:tblPr/>
      <w:tcPr>
        <w:shd w:val="clear" w:color="auto" w:fill="D3D7FF" w:themeFill="text1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ADFF" w:themeFill="text1" w:themeFillTint="33"/>
      </w:tcPr>
    </w:tblStylePr>
    <w:tblStylePr w:type="band1Vert">
      <w:tblPr/>
      <w:tcPr>
        <w:shd w:val="clear" w:color="auto" w:fill="2235FF" w:themeFill="text1" w:themeFillTint="7F"/>
      </w:tcPr>
    </w:tblStylePr>
    <w:tblStylePr w:type="band1Horz">
      <w:tblPr/>
      <w:tcPr>
        <w:tcBorders>
          <w:insideH w:val="single" w:sz="6" w:space="0" w:color="000644" w:themeColor="text1"/>
          <w:insideV w:val="single" w:sz="6" w:space="0" w:color="000644" w:themeColor="text1"/>
        </w:tcBorders>
        <w:shd w:val="clear" w:color="auto" w:fill="2235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B8A1FF" w:themeColor="accent1"/>
        <w:left w:val="single" w:sz="8" w:space="0" w:color="B8A1FF" w:themeColor="accent1"/>
        <w:bottom w:val="single" w:sz="8" w:space="0" w:color="B8A1FF" w:themeColor="accent1"/>
        <w:right w:val="single" w:sz="8" w:space="0" w:color="B8A1FF" w:themeColor="accent1"/>
        <w:insideH w:val="single" w:sz="8" w:space="0" w:color="B8A1FF" w:themeColor="accent1"/>
        <w:insideV w:val="single" w:sz="8" w:space="0" w:color="B8A1FF" w:themeColor="accent1"/>
      </w:tblBorders>
    </w:tblPr>
    <w:tcPr>
      <w:shd w:val="clear" w:color="auto" w:fill="EDE7FF" w:themeFill="accent1" w:themeFillTint="3F"/>
    </w:tcPr>
    <w:tblStylePr w:type="firstRow">
      <w:rPr>
        <w:b/>
        <w:bCs/>
        <w:color w:val="000644" w:themeColor="text1"/>
      </w:rPr>
      <w:tblPr/>
      <w:tcPr>
        <w:shd w:val="clear" w:color="auto" w:fill="F7F5FF" w:themeFill="accent1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CFF" w:themeFill="accent1" w:themeFillTint="33"/>
      </w:tcPr>
    </w:tblStylePr>
    <w:tblStylePr w:type="band1Vert">
      <w:tblPr/>
      <w:tcPr>
        <w:shd w:val="clear" w:color="auto" w:fill="DBD0FF" w:themeFill="accent1" w:themeFillTint="7F"/>
      </w:tcPr>
    </w:tblStylePr>
    <w:tblStylePr w:type="band1Horz">
      <w:tblPr/>
      <w:tcPr>
        <w:tcBorders>
          <w:insideH w:val="single" w:sz="6" w:space="0" w:color="B8A1FF" w:themeColor="accent1"/>
          <w:insideV w:val="single" w:sz="6" w:space="0" w:color="B8A1FF" w:themeColor="accent1"/>
        </w:tcBorders>
        <w:shd w:val="clear" w:color="auto" w:fill="DBD0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000644" w:themeColor="accent2"/>
        <w:left w:val="single" w:sz="8" w:space="0" w:color="000644" w:themeColor="accent2"/>
        <w:bottom w:val="single" w:sz="8" w:space="0" w:color="000644" w:themeColor="accent2"/>
        <w:right w:val="single" w:sz="8" w:space="0" w:color="000644" w:themeColor="accent2"/>
        <w:insideH w:val="single" w:sz="8" w:space="0" w:color="000644" w:themeColor="accent2"/>
        <w:insideV w:val="single" w:sz="8" w:space="0" w:color="000644" w:themeColor="accent2"/>
      </w:tblBorders>
    </w:tblPr>
    <w:tcPr>
      <w:shd w:val="clear" w:color="auto" w:fill="919BFF" w:themeFill="accent2" w:themeFillTint="3F"/>
    </w:tcPr>
    <w:tblStylePr w:type="firstRow">
      <w:rPr>
        <w:b/>
        <w:bCs/>
        <w:color w:val="000644" w:themeColor="text1"/>
      </w:rPr>
      <w:tblPr/>
      <w:tcPr>
        <w:shd w:val="clear" w:color="auto" w:fill="D3D7FF" w:themeFill="accent2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ADFF" w:themeFill="accent2" w:themeFillTint="33"/>
      </w:tcPr>
    </w:tblStylePr>
    <w:tblStylePr w:type="band1Vert">
      <w:tblPr/>
      <w:tcPr>
        <w:shd w:val="clear" w:color="auto" w:fill="2235FF" w:themeFill="accent2" w:themeFillTint="7F"/>
      </w:tcPr>
    </w:tblStylePr>
    <w:tblStylePr w:type="band1Horz">
      <w:tblPr/>
      <w:tcPr>
        <w:tcBorders>
          <w:insideH w:val="single" w:sz="6" w:space="0" w:color="000644" w:themeColor="accent2"/>
          <w:insideV w:val="single" w:sz="6" w:space="0" w:color="000644" w:themeColor="accent2"/>
        </w:tcBorders>
        <w:shd w:val="clear" w:color="auto" w:fill="2235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B1B8B8" w:themeColor="accent3"/>
        <w:left w:val="single" w:sz="8" w:space="0" w:color="B1B8B8" w:themeColor="accent3"/>
        <w:bottom w:val="single" w:sz="8" w:space="0" w:color="B1B8B8" w:themeColor="accent3"/>
        <w:right w:val="single" w:sz="8" w:space="0" w:color="B1B8B8" w:themeColor="accent3"/>
        <w:insideH w:val="single" w:sz="8" w:space="0" w:color="B1B8B8" w:themeColor="accent3"/>
        <w:insideV w:val="single" w:sz="8" w:space="0" w:color="B1B8B8" w:themeColor="accent3"/>
      </w:tblBorders>
    </w:tblPr>
    <w:tcPr>
      <w:shd w:val="clear" w:color="auto" w:fill="EBEDED" w:themeFill="accent3" w:themeFillTint="3F"/>
    </w:tcPr>
    <w:tblStylePr w:type="firstRow">
      <w:rPr>
        <w:b/>
        <w:bCs/>
        <w:color w:val="000644" w:themeColor="text1"/>
      </w:rPr>
      <w:tblPr/>
      <w:tcPr>
        <w:shd w:val="clear" w:color="auto" w:fill="F7F8F8" w:themeFill="accent3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0F0" w:themeFill="accent3" w:themeFillTint="33"/>
      </w:tcPr>
    </w:tblStylePr>
    <w:tblStylePr w:type="band1Vert">
      <w:tblPr/>
      <w:tcPr>
        <w:shd w:val="clear" w:color="auto" w:fill="D8DBDB" w:themeFill="accent3" w:themeFillTint="7F"/>
      </w:tcPr>
    </w:tblStylePr>
    <w:tblStylePr w:type="band1Horz">
      <w:tblPr/>
      <w:tcPr>
        <w:tcBorders>
          <w:insideH w:val="single" w:sz="6" w:space="0" w:color="B1B8B8" w:themeColor="accent3"/>
          <w:insideV w:val="single" w:sz="6" w:space="0" w:color="B1B8B8" w:themeColor="accent3"/>
        </w:tcBorders>
        <w:shd w:val="clear" w:color="auto" w:fill="D8DBD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A7FF00" w:themeColor="accent4"/>
        <w:left w:val="single" w:sz="8" w:space="0" w:color="A7FF00" w:themeColor="accent4"/>
        <w:bottom w:val="single" w:sz="8" w:space="0" w:color="A7FF00" w:themeColor="accent4"/>
        <w:right w:val="single" w:sz="8" w:space="0" w:color="A7FF00" w:themeColor="accent4"/>
        <w:insideH w:val="single" w:sz="8" w:space="0" w:color="A7FF00" w:themeColor="accent4"/>
        <w:insideV w:val="single" w:sz="8" w:space="0" w:color="A7FF00" w:themeColor="accent4"/>
      </w:tblBorders>
    </w:tblPr>
    <w:tcPr>
      <w:shd w:val="clear" w:color="auto" w:fill="E9FFC0" w:themeFill="accent4" w:themeFillTint="3F"/>
    </w:tcPr>
    <w:tblStylePr w:type="firstRow">
      <w:rPr>
        <w:b/>
        <w:bCs/>
        <w:color w:val="000644" w:themeColor="text1"/>
      </w:rPr>
      <w:tblPr/>
      <w:tcPr>
        <w:shd w:val="clear" w:color="auto" w:fill="F6FFE6" w:themeFill="accent4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FCC" w:themeFill="accent4" w:themeFillTint="33"/>
      </w:tcPr>
    </w:tblStylePr>
    <w:tblStylePr w:type="band1Vert">
      <w:tblPr/>
      <w:tcPr>
        <w:shd w:val="clear" w:color="auto" w:fill="D3FF80" w:themeFill="accent4" w:themeFillTint="7F"/>
      </w:tcPr>
    </w:tblStylePr>
    <w:tblStylePr w:type="band1Horz">
      <w:tblPr/>
      <w:tcPr>
        <w:tcBorders>
          <w:insideH w:val="single" w:sz="6" w:space="0" w:color="A7FF00" w:themeColor="accent4"/>
          <w:insideV w:val="single" w:sz="6" w:space="0" w:color="A7FF00" w:themeColor="accent4"/>
        </w:tcBorders>
        <w:shd w:val="clear" w:color="auto" w:fill="D3F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  <w:insideH w:val="single" w:sz="8" w:space="0" w:color="FF2F00" w:themeColor="accent5"/>
        <w:insideV w:val="single" w:sz="8" w:space="0" w:color="FF2F00" w:themeColor="accent5"/>
      </w:tblBorders>
    </w:tblPr>
    <w:tcPr>
      <w:shd w:val="clear" w:color="auto" w:fill="FFCBC0" w:themeFill="accent5" w:themeFillTint="3F"/>
    </w:tcPr>
    <w:tblStylePr w:type="firstRow">
      <w:rPr>
        <w:b/>
        <w:bCs/>
        <w:color w:val="000644" w:themeColor="text1"/>
      </w:rPr>
      <w:tblPr/>
      <w:tcPr>
        <w:shd w:val="clear" w:color="auto" w:fill="FFEAE6" w:themeFill="accent5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5CC" w:themeFill="accent5" w:themeFillTint="33"/>
      </w:tc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tcBorders>
          <w:insideH w:val="single" w:sz="6" w:space="0" w:color="FF2F00" w:themeColor="accent5"/>
          <w:insideV w:val="single" w:sz="6" w:space="0" w:color="FF2F00" w:themeColor="accent5"/>
        </w:tcBorders>
        <w:shd w:val="clear" w:color="auto" w:fill="FF97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  <w:insideH w:val="single" w:sz="8" w:space="0" w:color="7CCBFF" w:themeColor="accent6"/>
        <w:insideV w:val="single" w:sz="8" w:space="0" w:color="7CCBFF" w:themeColor="accent6"/>
      </w:tblBorders>
    </w:tblPr>
    <w:tcPr>
      <w:shd w:val="clear" w:color="auto" w:fill="DEF1FF" w:themeFill="accent6" w:themeFillTint="3F"/>
    </w:tcPr>
    <w:tblStylePr w:type="firstRow">
      <w:rPr>
        <w:b/>
        <w:bCs/>
        <w:color w:val="000644" w:themeColor="text1"/>
      </w:rPr>
      <w:tblPr/>
      <w:tcPr>
        <w:shd w:val="clear" w:color="auto" w:fill="F2F9FF" w:themeFill="accent6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4FF" w:themeFill="accent6" w:themeFillTint="33"/>
      </w:tc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tcBorders>
          <w:insideH w:val="single" w:sz="6" w:space="0" w:color="7CCBFF" w:themeColor="accent6"/>
          <w:insideV w:val="single" w:sz="6" w:space="0" w:color="7CCBFF" w:themeColor="accent6"/>
        </w:tcBorders>
        <w:shd w:val="clear" w:color="auto" w:fill="BDE4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19BF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644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644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644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644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235F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235FF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E7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1F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1F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8A1F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8A1F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D0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D0FF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19B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644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644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644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644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235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235FF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D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B8B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B8B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B8B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B8B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BDB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BDB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FF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FF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FF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FF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F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FF8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CB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2F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2F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2F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97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9780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1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B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B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B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FF" w:themeFill="accent6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000644" w:themeColor="text1"/>
        <w:bottom w:val="single" w:sz="8" w:space="0" w:color="000644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644" w:themeColor="text1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000644" w:themeColor="text1"/>
          <w:bottom w:val="single" w:sz="8" w:space="0" w:color="000644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644" w:themeColor="text1"/>
          <w:bottom w:val="single" w:sz="8" w:space="0" w:color="000644" w:themeColor="text1"/>
        </w:tcBorders>
      </w:tcPr>
    </w:tblStylePr>
    <w:tblStylePr w:type="band1Vert">
      <w:tblPr/>
      <w:tcPr>
        <w:shd w:val="clear" w:color="auto" w:fill="919BFF" w:themeFill="text1" w:themeFillTint="3F"/>
      </w:tcPr>
    </w:tblStylePr>
    <w:tblStylePr w:type="band1Horz">
      <w:tblPr/>
      <w:tcPr>
        <w:shd w:val="clear" w:color="auto" w:fill="919BFF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B8A1FF" w:themeColor="accent1"/>
        <w:bottom w:val="single" w:sz="8" w:space="0" w:color="B8A1F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8A1FF" w:themeColor="accent1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B8A1FF" w:themeColor="accent1"/>
          <w:bottom w:val="single" w:sz="8" w:space="0" w:color="B8A1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8A1FF" w:themeColor="accent1"/>
          <w:bottom w:val="single" w:sz="8" w:space="0" w:color="B8A1FF" w:themeColor="accent1"/>
        </w:tcBorders>
      </w:tcPr>
    </w:tblStylePr>
    <w:tblStylePr w:type="band1Vert">
      <w:tblPr/>
      <w:tcPr>
        <w:shd w:val="clear" w:color="auto" w:fill="EDE7FF" w:themeFill="accent1" w:themeFillTint="3F"/>
      </w:tcPr>
    </w:tblStylePr>
    <w:tblStylePr w:type="band1Horz">
      <w:tblPr/>
      <w:tcPr>
        <w:shd w:val="clear" w:color="auto" w:fill="EDE7FF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000644" w:themeColor="accent2"/>
        <w:bottom w:val="single" w:sz="8" w:space="0" w:color="000644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644" w:themeColor="accent2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000644" w:themeColor="accent2"/>
          <w:bottom w:val="single" w:sz="8" w:space="0" w:color="00064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644" w:themeColor="accent2"/>
          <w:bottom w:val="single" w:sz="8" w:space="0" w:color="000644" w:themeColor="accent2"/>
        </w:tcBorders>
      </w:tcPr>
    </w:tblStylePr>
    <w:tblStylePr w:type="band1Vert">
      <w:tblPr/>
      <w:tcPr>
        <w:shd w:val="clear" w:color="auto" w:fill="919BFF" w:themeFill="accent2" w:themeFillTint="3F"/>
      </w:tcPr>
    </w:tblStylePr>
    <w:tblStylePr w:type="band1Horz">
      <w:tblPr/>
      <w:tcPr>
        <w:shd w:val="clear" w:color="auto" w:fill="919BFF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B1B8B8" w:themeColor="accent3"/>
        <w:bottom w:val="single" w:sz="8" w:space="0" w:color="B1B8B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B8B8" w:themeColor="accent3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B1B8B8" w:themeColor="accent3"/>
          <w:bottom w:val="single" w:sz="8" w:space="0" w:color="B1B8B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B8B8" w:themeColor="accent3"/>
          <w:bottom w:val="single" w:sz="8" w:space="0" w:color="B1B8B8" w:themeColor="accent3"/>
        </w:tcBorders>
      </w:tcPr>
    </w:tblStylePr>
    <w:tblStylePr w:type="band1Vert">
      <w:tblPr/>
      <w:tcPr>
        <w:shd w:val="clear" w:color="auto" w:fill="EBEDED" w:themeFill="accent3" w:themeFillTint="3F"/>
      </w:tcPr>
    </w:tblStylePr>
    <w:tblStylePr w:type="band1Horz">
      <w:tblPr/>
      <w:tcPr>
        <w:shd w:val="clear" w:color="auto" w:fill="EBEDED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A7FF00" w:themeColor="accent4"/>
        <w:bottom w:val="single" w:sz="8" w:space="0" w:color="A7FF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FF00" w:themeColor="accent4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A7FF00" w:themeColor="accent4"/>
          <w:bottom w:val="single" w:sz="8" w:space="0" w:color="A7FF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FF00" w:themeColor="accent4"/>
          <w:bottom w:val="single" w:sz="8" w:space="0" w:color="A7FF00" w:themeColor="accent4"/>
        </w:tcBorders>
      </w:tcPr>
    </w:tblStylePr>
    <w:tblStylePr w:type="band1Vert">
      <w:tblPr/>
      <w:tcPr>
        <w:shd w:val="clear" w:color="auto" w:fill="E9FFC0" w:themeFill="accent4" w:themeFillTint="3F"/>
      </w:tcPr>
    </w:tblStylePr>
    <w:tblStylePr w:type="band1Horz">
      <w:tblPr/>
      <w:tcPr>
        <w:shd w:val="clear" w:color="auto" w:fill="E9FFC0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FF2F00" w:themeColor="accent5"/>
        <w:bottom w:val="single" w:sz="8" w:space="0" w:color="FF2F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2F00" w:themeColor="accent5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FF2F00" w:themeColor="accent5"/>
          <w:bottom w:val="single" w:sz="8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2F00" w:themeColor="accent5"/>
          <w:bottom w:val="single" w:sz="8" w:space="0" w:color="FF2F00" w:themeColor="accent5"/>
        </w:tcBorders>
      </w:tcPr>
    </w:tblStylePr>
    <w:tblStylePr w:type="band1Vert">
      <w:tblPr/>
      <w:tcPr>
        <w:shd w:val="clear" w:color="auto" w:fill="FFCBC0" w:themeFill="accent5" w:themeFillTint="3F"/>
      </w:tcPr>
    </w:tblStylePr>
    <w:tblStylePr w:type="band1Horz">
      <w:tblPr/>
      <w:tcPr>
        <w:shd w:val="clear" w:color="auto" w:fill="FFCBC0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7CCBFF" w:themeColor="accent6"/>
        <w:bottom w:val="single" w:sz="8" w:space="0" w:color="7CCB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CCBFF" w:themeColor="accent6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7CCBFF" w:themeColor="accent6"/>
          <w:bottom w:val="single" w:sz="8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CCBFF" w:themeColor="accent6"/>
          <w:bottom w:val="single" w:sz="8" w:space="0" w:color="7CCBFF" w:themeColor="accent6"/>
        </w:tcBorders>
      </w:tcPr>
    </w:tblStylePr>
    <w:tblStylePr w:type="band1Vert">
      <w:tblPr/>
      <w:tcPr>
        <w:shd w:val="clear" w:color="auto" w:fill="DEF1FF" w:themeFill="accent6" w:themeFillTint="3F"/>
      </w:tcPr>
    </w:tblStylePr>
    <w:tblStylePr w:type="band1Horz">
      <w:tblPr/>
      <w:tcPr>
        <w:shd w:val="clear" w:color="auto" w:fill="DEF1FF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000644" w:themeColor="text1"/>
        <w:left w:val="single" w:sz="8" w:space="0" w:color="000644" w:themeColor="text1"/>
        <w:bottom w:val="single" w:sz="8" w:space="0" w:color="000644" w:themeColor="text1"/>
        <w:right w:val="single" w:sz="8" w:space="0" w:color="000644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644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644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644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19BF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B8A1FF" w:themeColor="accent1"/>
        <w:left w:val="single" w:sz="8" w:space="0" w:color="B8A1FF" w:themeColor="accent1"/>
        <w:bottom w:val="single" w:sz="8" w:space="0" w:color="B8A1FF" w:themeColor="accent1"/>
        <w:right w:val="single" w:sz="8" w:space="0" w:color="B8A1F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8A1F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8A1F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8A1F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8A1F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E7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000644" w:themeColor="accent2"/>
        <w:left w:val="single" w:sz="8" w:space="0" w:color="000644" w:themeColor="accent2"/>
        <w:bottom w:val="single" w:sz="8" w:space="0" w:color="000644" w:themeColor="accent2"/>
        <w:right w:val="single" w:sz="8" w:space="0" w:color="000644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64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644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644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644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19B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B1B8B8" w:themeColor="accent3"/>
        <w:left w:val="single" w:sz="8" w:space="0" w:color="B1B8B8" w:themeColor="accent3"/>
        <w:bottom w:val="single" w:sz="8" w:space="0" w:color="B1B8B8" w:themeColor="accent3"/>
        <w:right w:val="single" w:sz="8" w:space="0" w:color="B1B8B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B8B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1B8B8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B8B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B8B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D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D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A7FF00" w:themeColor="accent4"/>
        <w:left w:val="single" w:sz="8" w:space="0" w:color="A7FF00" w:themeColor="accent4"/>
        <w:bottom w:val="single" w:sz="8" w:space="0" w:color="A7FF00" w:themeColor="accent4"/>
        <w:right w:val="single" w:sz="8" w:space="0" w:color="A7FF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FF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7FF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FF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FF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2F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2F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2F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2F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CB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B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CCBF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B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CCB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1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FB2" w:themeColor="text1" w:themeTint="BF"/>
        <w:left w:val="single" w:sz="8" w:space="0" w:color="000FB2" w:themeColor="text1" w:themeTint="BF"/>
        <w:bottom w:val="single" w:sz="8" w:space="0" w:color="000FB2" w:themeColor="text1" w:themeTint="BF"/>
        <w:right w:val="single" w:sz="8" w:space="0" w:color="000FB2" w:themeColor="text1" w:themeTint="BF"/>
        <w:insideH w:val="single" w:sz="8" w:space="0" w:color="000FB2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FB2" w:themeColor="text1" w:themeTint="BF"/>
          <w:left w:val="single" w:sz="8" w:space="0" w:color="000FB2" w:themeColor="text1" w:themeTint="BF"/>
          <w:bottom w:val="single" w:sz="8" w:space="0" w:color="000FB2" w:themeColor="text1" w:themeTint="BF"/>
          <w:right w:val="single" w:sz="8" w:space="0" w:color="000FB2" w:themeColor="text1" w:themeTint="BF"/>
          <w:insideH w:val="nil"/>
          <w:insideV w:val="nil"/>
        </w:tcBorders>
        <w:shd w:val="clear" w:color="auto" w:fill="000644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FB2" w:themeColor="text1" w:themeTint="BF"/>
          <w:left w:val="single" w:sz="8" w:space="0" w:color="000FB2" w:themeColor="text1" w:themeTint="BF"/>
          <w:bottom w:val="single" w:sz="8" w:space="0" w:color="000FB2" w:themeColor="text1" w:themeTint="BF"/>
          <w:right w:val="single" w:sz="8" w:space="0" w:color="000FB2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19BF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19BF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9B8FF" w:themeColor="accent1" w:themeTint="BF"/>
        <w:left w:val="single" w:sz="8" w:space="0" w:color="C9B8FF" w:themeColor="accent1" w:themeTint="BF"/>
        <w:bottom w:val="single" w:sz="8" w:space="0" w:color="C9B8FF" w:themeColor="accent1" w:themeTint="BF"/>
        <w:right w:val="single" w:sz="8" w:space="0" w:color="C9B8FF" w:themeColor="accent1" w:themeTint="BF"/>
        <w:insideH w:val="single" w:sz="8" w:space="0" w:color="C9B8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B8FF" w:themeColor="accent1" w:themeTint="BF"/>
          <w:left w:val="single" w:sz="8" w:space="0" w:color="C9B8FF" w:themeColor="accent1" w:themeTint="BF"/>
          <w:bottom w:val="single" w:sz="8" w:space="0" w:color="C9B8FF" w:themeColor="accent1" w:themeTint="BF"/>
          <w:right w:val="single" w:sz="8" w:space="0" w:color="C9B8FF" w:themeColor="accent1" w:themeTint="BF"/>
          <w:insideH w:val="nil"/>
          <w:insideV w:val="nil"/>
        </w:tcBorders>
        <w:shd w:val="clear" w:color="auto" w:fill="B8A1F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B8FF" w:themeColor="accent1" w:themeTint="BF"/>
          <w:left w:val="single" w:sz="8" w:space="0" w:color="C9B8FF" w:themeColor="accent1" w:themeTint="BF"/>
          <w:bottom w:val="single" w:sz="8" w:space="0" w:color="C9B8FF" w:themeColor="accent1" w:themeTint="BF"/>
          <w:right w:val="single" w:sz="8" w:space="0" w:color="C9B8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7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E7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FB2" w:themeColor="accent2" w:themeTint="BF"/>
        <w:left w:val="single" w:sz="8" w:space="0" w:color="000FB2" w:themeColor="accent2" w:themeTint="BF"/>
        <w:bottom w:val="single" w:sz="8" w:space="0" w:color="000FB2" w:themeColor="accent2" w:themeTint="BF"/>
        <w:right w:val="single" w:sz="8" w:space="0" w:color="000FB2" w:themeColor="accent2" w:themeTint="BF"/>
        <w:insideH w:val="single" w:sz="8" w:space="0" w:color="000FB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FB2" w:themeColor="accent2" w:themeTint="BF"/>
          <w:left w:val="single" w:sz="8" w:space="0" w:color="000FB2" w:themeColor="accent2" w:themeTint="BF"/>
          <w:bottom w:val="single" w:sz="8" w:space="0" w:color="000FB2" w:themeColor="accent2" w:themeTint="BF"/>
          <w:right w:val="single" w:sz="8" w:space="0" w:color="000FB2" w:themeColor="accent2" w:themeTint="BF"/>
          <w:insideH w:val="nil"/>
          <w:insideV w:val="nil"/>
        </w:tcBorders>
        <w:shd w:val="clear" w:color="auto" w:fill="00064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FB2" w:themeColor="accent2" w:themeTint="BF"/>
          <w:left w:val="single" w:sz="8" w:space="0" w:color="000FB2" w:themeColor="accent2" w:themeTint="BF"/>
          <w:bottom w:val="single" w:sz="8" w:space="0" w:color="000FB2" w:themeColor="accent2" w:themeTint="BF"/>
          <w:right w:val="single" w:sz="8" w:space="0" w:color="000FB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19B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19B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4C9C9" w:themeColor="accent3" w:themeTint="BF"/>
        <w:left w:val="single" w:sz="8" w:space="0" w:color="C4C9C9" w:themeColor="accent3" w:themeTint="BF"/>
        <w:bottom w:val="single" w:sz="8" w:space="0" w:color="C4C9C9" w:themeColor="accent3" w:themeTint="BF"/>
        <w:right w:val="single" w:sz="8" w:space="0" w:color="C4C9C9" w:themeColor="accent3" w:themeTint="BF"/>
        <w:insideH w:val="single" w:sz="8" w:space="0" w:color="C4C9C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C9C9" w:themeColor="accent3" w:themeTint="BF"/>
          <w:left w:val="single" w:sz="8" w:space="0" w:color="C4C9C9" w:themeColor="accent3" w:themeTint="BF"/>
          <w:bottom w:val="single" w:sz="8" w:space="0" w:color="C4C9C9" w:themeColor="accent3" w:themeTint="BF"/>
          <w:right w:val="single" w:sz="8" w:space="0" w:color="C4C9C9" w:themeColor="accent3" w:themeTint="BF"/>
          <w:insideH w:val="nil"/>
          <w:insideV w:val="nil"/>
        </w:tcBorders>
        <w:shd w:val="clear" w:color="auto" w:fill="B1B8B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C9C9" w:themeColor="accent3" w:themeTint="BF"/>
          <w:left w:val="single" w:sz="8" w:space="0" w:color="C4C9C9" w:themeColor="accent3" w:themeTint="BF"/>
          <w:bottom w:val="single" w:sz="8" w:space="0" w:color="C4C9C9" w:themeColor="accent3" w:themeTint="BF"/>
          <w:right w:val="single" w:sz="8" w:space="0" w:color="C4C9C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D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DFF40" w:themeColor="accent4" w:themeTint="BF"/>
        <w:left w:val="single" w:sz="8" w:space="0" w:color="BDFF40" w:themeColor="accent4" w:themeTint="BF"/>
        <w:bottom w:val="single" w:sz="8" w:space="0" w:color="BDFF40" w:themeColor="accent4" w:themeTint="BF"/>
        <w:right w:val="single" w:sz="8" w:space="0" w:color="BDFF40" w:themeColor="accent4" w:themeTint="BF"/>
        <w:insideH w:val="single" w:sz="8" w:space="0" w:color="BDF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DFF40" w:themeColor="accent4" w:themeTint="BF"/>
          <w:left w:val="single" w:sz="8" w:space="0" w:color="BDFF40" w:themeColor="accent4" w:themeTint="BF"/>
          <w:bottom w:val="single" w:sz="8" w:space="0" w:color="BDFF40" w:themeColor="accent4" w:themeTint="BF"/>
          <w:right w:val="single" w:sz="8" w:space="0" w:color="BDFF40" w:themeColor="accent4" w:themeTint="BF"/>
          <w:insideH w:val="nil"/>
          <w:insideV w:val="nil"/>
        </w:tcBorders>
        <w:shd w:val="clear" w:color="auto" w:fill="A7FF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FF40" w:themeColor="accent4" w:themeTint="BF"/>
          <w:left w:val="single" w:sz="8" w:space="0" w:color="BDFF40" w:themeColor="accent4" w:themeTint="BF"/>
          <w:bottom w:val="single" w:sz="8" w:space="0" w:color="BDFF40" w:themeColor="accent4" w:themeTint="BF"/>
          <w:right w:val="single" w:sz="8" w:space="0" w:color="BDF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6340" w:themeColor="accent5" w:themeTint="BF"/>
        <w:left w:val="single" w:sz="8" w:space="0" w:color="FF6340" w:themeColor="accent5" w:themeTint="BF"/>
        <w:bottom w:val="single" w:sz="8" w:space="0" w:color="FF6340" w:themeColor="accent5" w:themeTint="BF"/>
        <w:right w:val="single" w:sz="8" w:space="0" w:color="FF6340" w:themeColor="accent5" w:themeTint="BF"/>
        <w:insideH w:val="single" w:sz="8" w:space="0" w:color="FF63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6340" w:themeColor="accent5" w:themeTint="BF"/>
          <w:left w:val="single" w:sz="8" w:space="0" w:color="FF6340" w:themeColor="accent5" w:themeTint="BF"/>
          <w:bottom w:val="single" w:sz="8" w:space="0" w:color="FF6340" w:themeColor="accent5" w:themeTint="BF"/>
          <w:right w:val="single" w:sz="8" w:space="0" w:color="FF6340" w:themeColor="accent5" w:themeTint="BF"/>
          <w:insideH w:val="nil"/>
          <w:insideV w:val="nil"/>
        </w:tcBorders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340" w:themeColor="accent5" w:themeTint="BF"/>
          <w:left w:val="single" w:sz="8" w:space="0" w:color="FF6340" w:themeColor="accent5" w:themeTint="BF"/>
          <w:bottom w:val="single" w:sz="8" w:space="0" w:color="FF6340" w:themeColor="accent5" w:themeTint="BF"/>
          <w:right w:val="single" w:sz="8" w:space="0" w:color="FF63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B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CB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CD7FF" w:themeColor="accent6" w:themeTint="BF"/>
        <w:left w:val="single" w:sz="8" w:space="0" w:color="9CD7FF" w:themeColor="accent6" w:themeTint="BF"/>
        <w:bottom w:val="single" w:sz="8" w:space="0" w:color="9CD7FF" w:themeColor="accent6" w:themeTint="BF"/>
        <w:right w:val="single" w:sz="8" w:space="0" w:color="9CD7FF" w:themeColor="accent6" w:themeTint="BF"/>
        <w:insideH w:val="single" w:sz="8" w:space="0" w:color="9CD7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FF" w:themeColor="accent6" w:themeTint="BF"/>
          <w:left w:val="single" w:sz="8" w:space="0" w:color="9CD7FF" w:themeColor="accent6" w:themeTint="BF"/>
          <w:bottom w:val="single" w:sz="8" w:space="0" w:color="9CD7FF" w:themeColor="accent6" w:themeTint="BF"/>
          <w:right w:val="single" w:sz="8" w:space="0" w:color="9CD7FF" w:themeColor="accent6" w:themeTint="BF"/>
          <w:insideH w:val="nil"/>
          <w:insideV w:val="nil"/>
        </w:tcBorders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FF" w:themeColor="accent6" w:themeTint="BF"/>
          <w:left w:val="single" w:sz="8" w:space="0" w:color="9CD7FF" w:themeColor="accent6" w:themeTint="BF"/>
          <w:bottom w:val="single" w:sz="8" w:space="0" w:color="9CD7FF" w:themeColor="accent6" w:themeTint="BF"/>
          <w:right w:val="single" w:sz="8" w:space="0" w:color="9CD7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1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644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644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8A1F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8A1F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8A1F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644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644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644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B8B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B8B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B8B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FF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FF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FF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2F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2F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B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CCB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Vermelding">
    <w:name w:val="Mention"/>
    <w:basedOn w:val="Standaardalinea-lettertype"/>
    <w:uiPriority w:val="99"/>
    <w:semiHidden/>
    <w:unhideWhenUsed/>
    <w:rsid w:val="00164686"/>
    <w:rPr>
      <w:color w:val="2B579A"/>
      <w:shd w:val="clear" w:color="auto" w:fill="E1DFDD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1646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16468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Geenafstand">
    <w:name w:val="No Spacing"/>
    <w:uiPriority w:val="8"/>
    <w:rsid w:val="00164686"/>
    <w:pPr>
      <w:spacing w:after="0" w:line="240" w:lineRule="auto"/>
    </w:pPr>
    <w:rPr>
      <w:rFonts w:ascii="Arial" w:hAnsi="Arial" w:cs="Arial"/>
      <w:sz w:val="20"/>
    </w:rPr>
  </w:style>
  <w:style w:type="paragraph" w:styleId="Normaalweb">
    <w:name w:val="Normal (Web)"/>
    <w:basedOn w:val="Standaard"/>
    <w:uiPriority w:val="99"/>
    <w:semiHidden/>
    <w:unhideWhenUsed/>
    <w:rsid w:val="00164686"/>
    <w:rPr>
      <w:rFonts w:ascii="Times New Roman" w:hAnsi="Times New Roman" w:cs="Times New Roman"/>
      <w:sz w:val="24"/>
      <w:szCs w:val="24"/>
    </w:rPr>
  </w:style>
  <w:style w:type="paragraph" w:styleId="Standaardinspringing">
    <w:name w:val="Normal Indent"/>
    <w:basedOn w:val="Standaard"/>
    <w:uiPriority w:val="99"/>
    <w:semiHidden/>
    <w:unhideWhenUsed/>
    <w:rsid w:val="00164686"/>
    <w:pPr>
      <w:ind w:left="708"/>
    </w:p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164686"/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164686"/>
    <w:rPr>
      <w:rFonts w:ascii="Arial" w:hAnsi="Arial" w:cs="Arial"/>
      <w:sz w:val="20"/>
    </w:rPr>
  </w:style>
  <w:style w:type="character" w:styleId="Paginanummer">
    <w:name w:val="page number"/>
    <w:basedOn w:val="Standaardalinea-lettertype"/>
    <w:uiPriority w:val="99"/>
    <w:semiHidden/>
    <w:unhideWhenUsed/>
    <w:rsid w:val="00164686"/>
  </w:style>
  <w:style w:type="character" w:styleId="Tekstvantijdelijkeaanduiding">
    <w:name w:val="Placeholder Text"/>
    <w:basedOn w:val="Standaardalinea-lettertype"/>
    <w:uiPriority w:val="99"/>
    <w:semiHidden/>
    <w:rsid w:val="00164686"/>
    <w:rPr>
      <w:color w:val="808080"/>
    </w:rPr>
  </w:style>
  <w:style w:type="table" w:styleId="Onopgemaaktetabel1">
    <w:name w:val="Plain Table 1"/>
    <w:basedOn w:val="Standaardtabel"/>
    <w:uiPriority w:val="41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2134FF" w:themeColor="text1" w:themeTint="80"/>
        <w:bottom w:val="single" w:sz="4" w:space="0" w:color="2134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2134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2134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2134FF" w:themeColor="text1" w:themeTint="80"/>
          <w:right w:val="single" w:sz="4" w:space="0" w:color="2134FF" w:themeColor="text1" w:themeTint="80"/>
        </w:tcBorders>
      </w:tcPr>
    </w:tblStylePr>
    <w:tblStylePr w:type="band2Vert">
      <w:tblPr/>
      <w:tcPr>
        <w:tcBorders>
          <w:left w:val="single" w:sz="4" w:space="0" w:color="2134FF" w:themeColor="text1" w:themeTint="80"/>
          <w:right w:val="single" w:sz="4" w:space="0" w:color="2134FF" w:themeColor="text1" w:themeTint="80"/>
        </w:tcBorders>
      </w:tcPr>
    </w:tblStylePr>
    <w:tblStylePr w:type="band1Horz">
      <w:tblPr/>
      <w:tcPr>
        <w:tcBorders>
          <w:top w:val="single" w:sz="4" w:space="0" w:color="2134FF" w:themeColor="text1" w:themeTint="80"/>
          <w:bottom w:val="single" w:sz="4" w:space="0" w:color="2134F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2134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2134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134F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134F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134F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134F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164686"/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164686"/>
    <w:rPr>
      <w:rFonts w:ascii="Consolas" w:hAnsi="Consolas" w:cs="Arial"/>
      <w:sz w:val="21"/>
      <w:szCs w:val="21"/>
    </w:rPr>
  </w:style>
  <w:style w:type="paragraph" w:styleId="Citaat">
    <w:name w:val="Quote"/>
    <w:basedOn w:val="Standaard"/>
    <w:next w:val="Standaard"/>
    <w:link w:val="CitaatChar"/>
    <w:uiPriority w:val="29"/>
    <w:rsid w:val="00164686"/>
    <w:pPr>
      <w:spacing w:before="200"/>
      <w:ind w:left="864" w:right="864"/>
      <w:jc w:val="center"/>
    </w:pPr>
    <w:rPr>
      <w:i/>
      <w:iCs/>
      <w:color w:val="000FB2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64686"/>
    <w:rPr>
      <w:rFonts w:ascii="Arial" w:hAnsi="Arial" w:cs="Arial"/>
      <w:i/>
      <w:iCs/>
      <w:color w:val="000FB2" w:themeColor="text1" w:themeTint="BF"/>
      <w:sz w:val="20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164686"/>
  </w:style>
  <w:style w:type="character" w:customStyle="1" w:styleId="AanhefChar">
    <w:name w:val="Aanhef Char"/>
    <w:basedOn w:val="Standaardalinea-lettertype"/>
    <w:link w:val="Aanhef"/>
    <w:uiPriority w:val="99"/>
    <w:semiHidden/>
    <w:rsid w:val="00164686"/>
    <w:rPr>
      <w:rFonts w:ascii="Arial" w:hAnsi="Arial" w:cs="Arial"/>
      <w:sz w:val="20"/>
    </w:rPr>
  </w:style>
  <w:style w:type="paragraph" w:styleId="Handtekening">
    <w:name w:val="Signature"/>
    <w:basedOn w:val="Standaard"/>
    <w:link w:val="HandtekeningChar"/>
    <w:uiPriority w:val="99"/>
    <w:semiHidden/>
    <w:unhideWhenUsed/>
    <w:rsid w:val="00164686"/>
    <w:pPr>
      <w:ind w:left="4252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164686"/>
    <w:rPr>
      <w:rFonts w:ascii="Arial" w:hAnsi="Arial" w:cs="Arial"/>
      <w:sz w:val="20"/>
    </w:rPr>
  </w:style>
  <w:style w:type="character" w:styleId="Slimmehyperlink">
    <w:name w:val="Smart Hyperlink"/>
    <w:basedOn w:val="Standaardalinea-lettertype"/>
    <w:uiPriority w:val="99"/>
    <w:semiHidden/>
    <w:unhideWhenUsed/>
    <w:rsid w:val="00164686"/>
    <w:rPr>
      <w:u w:val="dotted"/>
    </w:rPr>
  </w:style>
  <w:style w:type="character" w:styleId="SmartLink">
    <w:name w:val="Smart Link"/>
    <w:basedOn w:val="Standaardalinea-lettertype"/>
    <w:uiPriority w:val="99"/>
    <w:semiHidden/>
    <w:unhideWhenUsed/>
    <w:rsid w:val="00164686"/>
    <w:rPr>
      <w:color w:val="B1B8B8" w:themeColor="hyperlink"/>
      <w:u w:val="single"/>
      <w:shd w:val="clear" w:color="auto" w:fill="E1DFDD"/>
    </w:rPr>
  </w:style>
  <w:style w:type="character" w:customStyle="1" w:styleId="SmartLinkError">
    <w:name w:val="Smart Link Error"/>
    <w:basedOn w:val="Standaardalinea-lettertype"/>
    <w:uiPriority w:val="99"/>
    <w:semiHidden/>
    <w:unhideWhenUsed/>
    <w:rsid w:val="00164686"/>
    <w:rPr>
      <w:color w:val="FF0000"/>
    </w:rPr>
  </w:style>
  <w:style w:type="character" w:styleId="Zwaar">
    <w:name w:val="Strong"/>
    <w:basedOn w:val="Standaardalinea-lettertype"/>
    <w:uiPriority w:val="22"/>
    <w:rsid w:val="00164686"/>
    <w:rPr>
      <w:b/>
      <w:bCs/>
    </w:rPr>
  </w:style>
  <w:style w:type="paragraph" w:styleId="Ondertitel">
    <w:name w:val="Subtitle"/>
    <w:basedOn w:val="Standaard"/>
    <w:next w:val="Standaard"/>
    <w:link w:val="OndertitelChar"/>
    <w:uiPriority w:val="11"/>
    <w:rsid w:val="00164686"/>
    <w:pPr>
      <w:numPr>
        <w:ilvl w:val="1"/>
      </w:numPr>
    </w:pPr>
    <w:rPr>
      <w:rFonts w:eastAsiaTheme="minorEastAsia" w:cstheme="minorBidi"/>
      <w:color w:val="0013E0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64686"/>
    <w:rPr>
      <w:rFonts w:eastAsiaTheme="minorEastAsia"/>
      <w:color w:val="0013E0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rsid w:val="00164686"/>
    <w:rPr>
      <w:i/>
      <w:iCs/>
      <w:color w:val="000FB2" w:themeColor="text1" w:themeTint="BF"/>
    </w:rPr>
  </w:style>
  <w:style w:type="character" w:styleId="Subtieleverwijzing">
    <w:name w:val="Subtle Reference"/>
    <w:basedOn w:val="Standaardalinea-lettertype"/>
    <w:uiPriority w:val="31"/>
    <w:rsid w:val="00164686"/>
    <w:rPr>
      <w:smallCaps/>
      <w:color w:val="0013E0" w:themeColor="text1" w:themeTint="A5"/>
    </w:rPr>
  </w:style>
  <w:style w:type="table" w:styleId="3D-effectenvoortabel1">
    <w:name w:val="Table 3D effects 1"/>
    <w:basedOn w:val="Standaardtabel"/>
    <w:uiPriority w:val="99"/>
    <w:semiHidden/>
    <w:unhideWhenUsed/>
    <w:rsid w:val="0016468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16468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16468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16468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16468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16468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16468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16468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16468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16468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16468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16468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uiPriority w:val="99"/>
    <w:semiHidden/>
    <w:unhideWhenUsed/>
    <w:rsid w:val="0016468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16468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">
    <w:name w:val="Table Grid"/>
    <w:basedOn w:val="Standaardtabel"/>
    <w:uiPriority w:val="39"/>
    <w:rsid w:val="0016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16468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16468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16468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16468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0"/>
    <w:rsid w:val="001646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ijst1">
    <w:name w:val="Table List 1"/>
    <w:basedOn w:val="Standaardtabel"/>
    <w:uiPriority w:val="99"/>
    <w:semiHidden/>
    <w:unhideWhenUsed/>
    <w:rsid w:val="0016468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16468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1646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16468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1646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164686"/>
    <w:pPr>
      <w:ind w:left="200" w:hanging="200"/>
    </w:pPr>
  </w:style>
  <w:style w:type="paragraph" w:styleId="Lijstmetafbeeldingen">
    <w:name w:val="table of figures"/>
    <w:basedOn w:val="Standaard"/>
    <w:next w:val="Standaard"/>
    <w:uiPriority w:val="99"/>
    <w:unhideWhenUsed/>
    <w:rsid w:val="00987340"/>
    <w:pPr>
      <w:tabs>
        <w:tab w:val="right" w:pos="10404"/>
      </w:tabs>
      <w:ind w:right="284"/>
    </w:pPr>
    <w:rPr>
      <w:rFonts w:asciiTheme="majorHAnsi" w:hAnsiTheme="majorHAnsi"/>
      <w:b/>
    </w:rPr>
  </w:style>
  <w:style w:type="table" w:styleId="Professioneletabel">
    <w:name w:val="Table Professional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16468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16468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16468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16468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164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tabel1">
    <w:name w:val="Table Web 1"/>
    <w:basedOn w:val="Standaardtabel"/>
    <w:uiPriority w:val="99"/>
    <w:semiHidden/>
    <w:unhideWhenUsed/>
    <w:rsid w:val="0016468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16468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16468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16468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64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16468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uiPriority w:val="39"/>
    <w:unhideWhenUsed/>
    <w:rsid w:val="005B39B6"/>
    <w:pPr>
      <w:tabs>
        <w:tab w:val="left" w:pos="1247"/>
        <w:tab w:val="right" w:pos="9299"/>
      </w:tabs>
      <w:spacing w:before="280"/>
      <w:ind w:left="1247" w:right="340" w:hanging="1247"/>
    </w:pPr>
    <w:rPr>
      <w:rFonts w:asciiTheme="majorHAnsi" w:hAnsiTheme="majorHAnsi"/>
      <w:b/>
      <w:sz w:val="30"/>
    </w:rPr>
  </w:style>
  <w:style w:type="paragraph" w:styleId="Inhopg2">
    <w:name w:val="toc 2"/>
    <w:basedOn w:val="Standaard"/>
    <w:next w:val="Standaard"/>
    <w:uiPriority w:val="39"/>
    <w:unhideWhenUsed/>
    <w:rsid w:val="00286C0F"/>
    <w:pPr>
      <w:tabs>
        <w:tab w:val="left" w:pos="1247"/>
        <w:tab w:val="right" w:pos="9299"/>
      </w:tabs>
      <w:ind w:left="1247" w:right="454" w:hanging="1247"/>
    </w:pPr>
    <w:rPr>
      <w:rFonts w:asciiTheme="majorHAnsi" w:hAnsiTheme="majorHAnsi"/>
    </w:rPr>
  </w:style>
  <w:style w:type="paragraph" w:styleId="Inhopg3">
    <w:name w:val="toc 3"/>
    <w:basedOn w:val="Standaard"/>
    <w:next w:val="Standaard"/>
    <w:uiPriority w:val="39"/>
    <w:unhideWhenUsed/>
    <w:rsid w:val="00286C0F"/>
    <w:pPr>
      <w:tabs>
        <w:tab w:val="left" w:pos="1247"/>
        <w:tab w:val="right" w:pos="9299"/>
      </w:tabs>
      <w:ind w:left="1247" w:right="340" w:hanging="1247"/>
    </w:pPr>
    <w:rPr>
      <w:rFonts w:asciiTheme="majorHAnsi" w:hAnsiTheme="majorHAnsi"/>
    </w:rPr>
  </w:style>
  <w:style w:type="paragraph" w:styleId="Inhopg4">
    <w:name w:val="toc 4"/>
    <w:basedOn w:val="Standaard"/>
    <w:next w:val="Standaard"/>
    <w:uiPriority w:val="39"/>
    <w:unhideWhenUsed/>
    <w:rsid w:val="001667F0"/>
    <w:pPr>
      <w:tabs>
        <w:tab w:val="left" w:pos="1247"/>
        <w:tab w:val="right" w:pos="9299"/>
      </w:tabs>
      <w:spacing w:before="280"/>
      <w:ind w:left="1247" w:right="284" w:hanging="1247"/>
      <w:contextualSpacing/>
    </w:pPr>
    <w:rPr>
      <w:rFonts w:asciiTheme="majorHAnsi" w:hAnsiTheme="majorHAnsi"/>
      <w:b/>
      <w:sz w:val="24"/>
    </w:rPr>
  </w:style>
  <w:style w:type="paragraph" w:styleId="Inhopg5">
    <w:name w:val="toc 5"/>
    <w:basedOn w:val="Standaard"/>
    <w:next w:val="Standaard"/>
    <w:uiPriority w:val="39"/>
    <w:unhideWhenUsed/>
    <w:rsid w:val="00286C0F"/>
    <w:pPr>
      <w:tabs>
        <w:tab w:val="right" w:pos="9299"/>
      </w:tabs>
      <w:spacing w:before="280"/>
      <w:ind w:right="340"/>
      <w:contextualSpacing/>
    </w:pPr>
    <w:rPr>
      <w:rFonts w:asciiTheme="majorHAnsi" w:hAnsiTheme="majorHAnsi"/>
      <w:b/>
      <w:sz w:val="24"/>
    </w:r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164686"/>
    <w:pPr>
      <w:spacing w:after="100"/>
      <w:ind w:left="10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164686"/>
    <w:pPr>
      <w:spacing w:after="100"/>
      <w:ind w:left="120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164686"/>
    <w:pPr>
      <w:spacing w:after="100"/>
      <w:ind w:left="140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164686"/>
    <w:pPr>
      <w:spacing w:after="100"/>
      <w:ind w:left="1600"/>
    </w:pPr>
  </w:style>
  <w:style w:type="paragraph" w:styleId="Kopvaninhoudsopgave">
    <w:name w:val="TOC Heading"/>
    <w:basedOn w:val="Kop1"/>
    <w:next w:val="Standaard"/>
    <w:uiPriority w:val="39"/>
    <w:unhideWhenUsed/>
    <w:rsid w:val="00164686"/>
    <w:pPr>
      <w:outlineLvl w:val="9"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164686"/>
    <w:rPr>
      <w:color w:val="605E5C"/>
      <w:shd w:val="clear" w:color="auto" w:fill="E1DFDD"/>
    </w:rPr>
  </w:style>
  <w:style w:type="table" w:customStyle="1" w:styleId="Huisstijltabel01">
    <w:name w:val="Huisstijltabel 01"/>
    <w:basedOn w:val="Standaardtabel"/>
    <w:uiPriority w:val="99"/>
    <w:rsid w:val="00A12CA0"/>
    <w:pPr>
      <w:spacing w:after="0" w:line="280" w:lineRule="atLeast"/>
    </w:pPr>
    <w:rPr>
      <w:color w:val="000000"/>
    </w:rPr>
    <w:tblPr>
      <w:tblStyleRowBandSize w:val="1"/>
      <w:tblStyleColBandSize w:val="1"/>
      <w:tblBorders>
        <w:top w:val="single" w:sz="18" w:space="0" w:color="FFFFFF"/>
        <w:insideH w:val="single" w:sz="4" w:space="0" w:color="FFFFFF"/>
        <w:insideV w:val="single" w:sz="4" w:space="0" w:color="FFFFFF"/>
      </w:tblBorders>
      <w:tblCellMar>
        <w:left w:w="57" w:type="dxa"/>
        <w:bottom w:w="28" w:type="dxa"/>
        <w:right w:w="57" w:type="dxa"/>
      </w:tblCellMar>
    </w:tblPr>
    <w:tblStylePr w:type="firstRow">
      <w:rPr>
        <w:b/>
        <w:color w:val="FFFFFF"/>
      </w:rPr>
      <w:tblPr/>
      <w:tcPr>
        <w:shd w:val="clear" w:color="auto" w:fill="000644" w:themeFill="text2"/>
      </w:tcPr>
    </w:tblStylePr>
    <w:tblStylePr w:type="lastRow">
      <w:rPr>
        <w:b/>
        <w:color w:val="FFFFFF"/>
      </w:rPr>
      <w:tblPr/>
      <w:tcPr>
        <w:shd w:val="clear" w:color="auto" w:fill="000644" w:themeFill="text2"/>
      </w:tcPr>
    </w:tblStylePr>
    <w:tblStylePr w:type="firstCol">
      <w:rPr>
        <w:b/>
        <w:color w:val="000644" w:themeColor="text2"/>
      </w:rPr>
      <w:tblPr/>
      <w:tcPr>
        <w:shd w:val="clear" w:color="auto" w:fill="B8A1FF" w:themeFill="accent1"/>
      </w:tcPr>
    </w:tblStylePr>
    <w:tblStylePr w:type="lastCol">
      <w:rPr>
        <w:b/>
        <w:color w:val="000644" w:themeColor="text2"/>
      </w:rPr>
      <w:tblPr/>
      <w:tcPr>
        <w:shd w:val="clear" w:color="auto" w:fill="B8A1FF" w:themeFill="accent1"/>
      </w:tcPr>
    </w:tblStylePr>
    <w:tblStylePr w:type="band1Vert">
      <w:tblPr/>
      <w:tcPr>
        <w:shd w:val="clear" w:color="auto" w:fill="F2F2F2" w:themeFill="background2" w:themeFillShade="F2"/>
      </w:tcPr>
    </w:tblStylePr>
    <w:tblStylePr w:type="band2Vert">
      <w:tblPr/>
      <w:tcPr>
        <w:shd w:val="clear" w:color="auto" w:fill="E8E8E8"/>
      </w:tcPr>
    </w:tblStylePr>
    <w:tblStylePr w:type="band1Horz">
      <w:rPr>
        <w:color w:val="000000"/>
      </w:rPr>
      <w:tblPr/>
      <w:tcPr>
        <w:shd w:val="clear" w:color="auto" w:fill="F2F2F2" w:themeFill="background2" w:themeFillShade="F2"/>
      </w:tcPr>
    </w:tblStylePr>
    <w:tblStylePr w:type="band2Horz">
      <w:rPr>
        <w:color w:val="000000"/>
      </w:rPr>
      <w:tblPr/>
      <w:tcPr>
        <w:shd w:val="clear" w:color="auto" w:fill="E8E8E8"/>
      </w:tcPr>
    </w:tblStylePr>
  </w:style>
  <w:style w:type="paragraph" w:customStyle="1" w:styleId="Accent">
    <w:name w:val="Accent"/>
    <w:basedOn w:val="Standaard"/>
    <w:next w:val="Standaard"/>
    <w:link w:val="AccentChar"/>
    <w:uiPriority w:val="1"/>
    <w:qFormat/>
    <w:rsid w:val="00A12CA0"/>
    <w:rPr>
      <w:rFonts w:asciiTheme="majorHAnsi" w:hAnsiTheme="majorHAnsi"/>
      <w:b/>
    </w:rPr>
  </w:style>
  <w:style w:type="paragraph" w:customStyle="1" w:styleId="RefKopjes">
    <w:name w:val="RefKopjes"/>
    <w:basedOn w:val="Standaard"/>
    <w:next w:val="RefTekst"/>
    <w:uiPriority w:val="9"/>
    <w:rsid w:val="0067258F"/>
    <w:rPr>
      <w:rFonts w:asciiTheme="majorHAnsi" w:hAnsiTheme="majorHAnsi"/>
      <w:sz w:val="20"/>
    </w:rPr>
  </w:style>
  <w:style w:type="character" w:customStyle="1" w:styleId="AccentChar">
    <w:name w:val="Accent Char"/>
    <w:basedOn w:val="Standaardalinea-lettertype"/>
    <w:link w:val="Accent"/>
    <w:uiPriority w:val="1"/>
    <w:rsid w:val="00A12CA0"/>
    <w:rPr>
      <w:rFonts w:asciiTheme="majorHAnsi" w:hAnsiTheme="majorHAnsi" w:cs="Arial"/>
      <w:b/>
    </w:rPr>
  </w:style>
  <w:style w:type="paragraph" w:customStyle="1" w:styleId="RefTekst">
    <w:name w:val="RefTekst"/>
    <w:basedOn w:val="Standaard"/>
    <w:uiPriority w:val="9"/>
    <w:rsid w:val="0067258F"/>
    <w:rPr>
      <w:sz w:val="20"/>
    </w:rPr>
  </w:style>
  <w:style w:type="paragraph" w:customStyle="1" w:styleId="Onderwerp">
    <w:name w:val="Onderwerp"/>
    <w:basedOn w:val="Standaard"/>
    <w:uiPriority w:val="9"/>
    <w:rsid w:val="003D15FA"/>
    <w:rPr>
      <w:rFonts w:asciiTheme="majorHAnsi" w:hAnsiTheme="majorHAnsi"/>
      <w:b/>
      <w:caps/>
      <w:sz w:val="28"/>
    </w:rPr>
  </w:style>
  <w:style w:type="paragraph" w:customStyle="1" w:styleId="Introtekst">
    <w:name w:val="Intro tekst"/>
    <w:basedOn w:val="Standaard"/>
    <w:next w:val="Standaard"/>
    <w:uiPriority w:val="1"/>
    <w:qFormat/>
    <w:rsid w:val="00241AA1"/>
    <w:pPr>
      <w:spacing w:after="240"/>
    </w:pPr>
    <w:rPr>
      <w:rFonts w:asciiTheme="majorHAnsi" w:hAnsiTheme="majorHAnsi"/>
      <w:i/>
    </w:rPr>
  </w:style>
  <w:style w:type="numbering" w:customStyle="1" w:styleId="Bulletlijst">
    <w:name w:val="Bullet lijst"/>
    <w:uiPriority w:val="99"/>
    <w:rsid w:val="009823C1"/>
    <w:pPr>
      <w:numPr>
        <w:numId w:val="15"/>
      </w:numPr>
    </w:pPr>
  </w:style>
  <w:style w:type="paragraph" w:customStyle="1" w:styleId="Bullets">
    <w:name w:val="Bullets"/>
    <w:basedOn w:val="Standaard"/>
    <w:uiPriority w:val="1"/>
    <w:qFormat/>
    <w:rsid w:val="009823C1"/>
    <w:pPr>
      <w:numPr>
        <w:numId w:val="33"/>
      </w:numPr>
    </w:pPr>
  </w:style>
  <w:style w:type="paragraph" w:customStyle="1" w:styleId="Cijfers">
    <w:name w:val="Cijfers"/>
    <w:basedOn w:val="Standaard"/>
    <w:uiPriority w:val="1"/>
    <w:qFormat/>
    <w:rsid w:val="00180A78"/>
    <w:pPr>
      <w:numPr>
        <w:numId w:val="20"/>
      </w:numPr>
    </w:pPr>
  </w:style>
  <w:style w:type="numbering" w:customStyle="1" w:styleId="Cijferslijst">
    <w:name w:val="Cijfers lijst"/>
    <w:uiPriority w:val="99"/>
    <w:rsid w:val="00180A78"/>
    <w:pPr>
      <w:numPr>
        <w:numId w:val="20"/>
      </w:numPr>
    </w:pPr>
  </w:style>
  <w:style w:type="paragraph" w:customStyle="1" w:styleId="Functie">
    <w:name w:val="Functie"/>
    <w:basedOn w:val="Standaard"/>
    <w:uiPriority w:val="9"/>
    <w:rsid w:val="00926804"/>
    <w:rPr>
      <w:sz w:val="18"/>
    </w:rPr>
  </w:style>
  <w:style w:type="paragraph" w:customStyle="1" w:styleId="Gekleurdetekst">
    <w:name w:val="Gekleurde tekst"/>
    <w:basedOn w:val="Standaard"/>
    <w:uiPriority w:val="7"/>
    <w:qFormat/>
    <w:rsid w:val="00AE36CA"/>
    <w:rPr>
      <w:color w:val="B8A1FF" w:themeColor="accent1"/>
    </w:rPr>
  </w:style>
  <w:style w:type="paragraph" w:customStyle="1" w:styleId="Ongenummerdhoofdstuk">
    <w:name w:val="Ongenummerd hoofdstuk"/>
    <w:basedOn w:val="Standaard"/>
    <w:next w:val="Standaard"/>
    <w:uiPriority w:val="3"/>
    <w:qFormat/>
    <w:rsid w:val="00A12CA0"/>
    <w:pPr>
      <w:spacing w:after="240"/>
    </w:pPr>
    <w:rPr>
      <w:rFonts w:asciiTheme="majorHAnsi" w:hAnsiTheme="majorHAnsi"/>
      <w:b/>
      <w:color w:val="000644" w:themeColor="text1"/>
      <w:sz w:val="30"/>
    </w:rPr>
  </w:style>
  <w:style w:type="paragraph" w:customStyle="1" w:styleId="OngenummerdNOTOC">
    <w:name w:val="Ongenummerd NOTOC"/>
    <w:basedOn w:val="Ongenummerdhoofdstuk"/>
    <w:next w:val="Standaard"/>
    <w:uiPriority w:val="9"/>
    <w:rsid w:val="00A12CA0"/>
    <w:rPr>
      <w:sz w:val="50"/>
    </w:rPr>
  </w:style>
  <w:style w:type="numbering" w:customStyle="1" w:styleId="Koppenlijst">
    <w:name w:val="Koppenlijst"/>
    <w:uiPriority w:val="99"/>
    <w:rsid w:val="00D91A68"/>
    <w:pPr>
      <w:numPr>
        <w:numId w:val="21"/>
      </w:numPr>
    </w:pPr>
  </w:style>
  <w:style w:type="paragraph" w:styleId="Lijstalinea">
    <w:name w:val="List Paragraph"/>
    <w:basedOn w:val="Standaard"/>
    <w:uiPriority w:val="34"/>
    <w:rsid w:val="00401BCC"/>
    <w:pPr>
      <w:ind w:left="720"/>
      <w:contextualSpacing/>
    </w:pPr>
  </w:style>
  <w:style w:type="paragraph" w:customStyle="1" w:styleId="Bijlage">
    <w:name w:val="Bijlage"/>
    <w:basedOn w:val="Standaard"/>
    <w:next w:val="Standaard"/>
    <w:uiPriority w:val="4"/>
    <w:qFormat/>
    <w:rsid w:val="00A12CA0"/>
    <w:pPr>
      <w:numPr>
        <w:ilvl w:val="3"/>
        <w:numId w:val="30"/>
      </w:numPr>
      <w:spacing w:after="240"/>
    </w:pPr>
    <w:rPr>
      <w:rFonts w:asciiTheme="majorHAnsi" w:hAnsiTheme="majorHAnsi"/>
      <w:b/>
      <w:color w:val="000644" w:themeColor="text1"/>
      <w:sz w:val="30"/>
    </w:rPr>
  </w:style>
  <w:style w:type="paragraph" w:customStyle="1" w:styleId="CoverTitel">
    <w:name w:val="Cover Titel"/>
    <w:basedOn w:val="Standaard"/>
    <w:next w:val="Standaard"/>
    <w:uiPriority w:val="9"/>
    <w:rsid w:val="00EF1AA7"/>
    <w:rPr>
      <w:rFonts w:ascii="Arial Black" w:hAnsi="Arial Black"/>
      <w:b/>
      <w:color w:val="000644" w:themeColor="text1"/>
      <w:sz w:val="80"/>
    </w:rPr>
  </w:style>
  <w:style w:type="paragraph" w:customStyle="1" w:styleId="CoverSubtitel">
    <w:name w:val="Cover Subtitel"/>
    <w:basedOn w:val="Standaard"/>
    <w:uiPriority w:val="9"/>
    <w:rsid w:val="00B26BEB"/>
    <w:rPr>
      <w:rFonts w:asciiTheme="majorHAnsi" w:hAnsiTheme="majorHAnsi"/>
      <w:color w:val="000644" w:themeColor="text1"/>
      <w:sz w:val="50"/>
    </w:rPr>
  </w:style>
  <w:style w:type="paragraph" w:customStyle="1" w:styleId="CoverDatum">
    <w:name w:val="Cover Datum"/>
    <w:basedOn w:val="Standaard"/>
    <w:uiPriority w:val="9"/>
    <w:rsid w:val="00B26BEB"/>
    <w:rPr>
      <w:sz w:val="20"/>
    </w:rPr>
  </w:style>
  <w:style w:type="paragraph" w:customStyle="1" w:styleId="DetailsKop">
    <w:name w:val="Details Kop"/>
    <w:basedOn w:val="Standaard"/>
    <w:uiPriority w:val="9"/>
    <w:rsid w:val="001037CC"/>
    <w:rPr>
      <w:rFonts w:asciiTheme="majorHAnsi" w:hAnsiTheme="majorHAnsi"/>
      <w:b/>
      <w:caps/>
      <w:color w:val="FFFFFF" w:themeColor="background1"/>
      <w:sz w:val="24"/>
    </w:rPr>
  </w:style>
  <w:style w:type="paragraph" w:customStyle="1" w:styleId="DetailsTekst">
    <w:name w:val="Details Tekst"/>
    <w:basedOn w:val="Standaard"/>
    <w:uiPriority w:val="9"/>
    <w:rsid w:val="001037CC"/>
    <w:rPr>
      <w:color w:val="FFFFFF" w:themeColor="background1"/>
      <w:sz w:val="24"/>
    </w:rPr>
  </w:style>
  <w:style w:type="paragraph" w:customStyle="1" w:styleId="DetailsInsamenwerkingmet">
    <w:name w:val="Details In samenwerking met"/>
    <w:basedOn w:val="Standaard"/>
    <w:uiPriority w:val="9"/>
    <w:rsid w:val="00C52D9D"/>
    <w:pPr>
      <w:spacing w:line="200" w:lineRule="atLeast"/>
    </w:pPr>
    <w:rPr>
      <w:rFonts w:asciiTheme="majorHAnsi" w:hAnsiTheme="majorHAnsi"/>
      <w:b/>
      <w:color w:val="FFFFFF" w:themeColor="background1"/>
      <w:sz w:val="18"/>
    </w:rPr>
  </w:style>
  <w:style w:type="paragraph" w:customStyle="1" w:styleId="StandaardWit">
    <w:name w:val="Standaard Wit"/>
    <w:basedOn w:val="Standaard"/>
    <w:uiPriority w:val="9"/>
    <w:rsid w:val="00480E4D"/>
    <w:rPr>
      <w:color w:val="FFFFFF" w:themeColor="background1"/>
    </w:rPr>
  </w:style>
  <w:style w:type="paragraph" w:customStyle="1" w:styleId="CVProfieltitel">
    <w:name w:val="CV Profiel titel"/>
    <w:basedOn w:val="Accent"/>
    <w:rsid w:val="0039432C"/>
    <w:rPr>
      <w:color w:val="B8A1FF" w:themeColor="accent1"/>
      <w:sz w:val="28"/>
    </w:rPr>
  </w:style>
  <w:style w:type="paragraph" w:customStyle="1" w:styleId="StandaardZwart">
    <w:name w:val="Standaard Zwart"/>
    <w:basedOn w:val="Standaard"/>
    <w:rsid w:val="0039432C"/>
    <w:rPr>
      <w:color w:val="000000"/>
    </w:rPr>
  </w:style>
  <w:style w:type="paragraph" w:customStyle="1" w:styleId="AccentRhorood">
    <w:name w:val="Accent Rho rood"/>
    <w:basedOn w:val="Accent"/>
    <w:next w:val="Standaard"/>
    <w:uiPriority w:val="1"/>
    <w:qFormat/>
    <w:rsid w:val="00127973"/>
    <w:rPr>
      <w:color w:val="B8A1FF" w:themeColor="accent1"/>
    </w:rPr>
  </w:style>
  <w:style w:type="paragraph" w:customStyle="1" w:styleId="DetailsKop0">
    <w:name w:val="Details Kop"/>
    <w:basedOn w:val="Standaard"/>
    <w:next w:val="DetailsKop"/>
    <w:uiPriority w:val="9"/>
    <w:rsid w:val="00A152B1"/>
    <w:rPr>
      <w:rFonts w:asciiTheme="majorHAnsi" w:hAnsiTheme="majorHAnsi"/>
      <w:b/>
      <w:caps/>
      <w:color w:val="FFFFFF" w:themeColor="background1"/>
      <w:sz w:val="26"/>
    </w:rPr>
  </w:style>
  <w:style w:type="table" w:customStyle="1" w:styleId="Huisstijltabel02">
    <w:name w:val="Huisstijltabel 02"/>
    <w:basedOn w:val="Huisstijltabel01"/>
    <w:uiPriority w:val="99"/>
    <w:rsid w:val="00A46BA9"/>
    <w:pPr>
      <w:spacing w:line="240" w:lineRule="auto"/>
    </w:pPr>
    <w:tblPr/>
    <w:tblStylePr w:type="firstRow">
      <w:rPr>
        <w:b/>
        <w:color w:val="FFFFFF"/>
      </w:rPr>
      <w:tblPr/>
      <w:tcPr>
        <w:shd w:val="clear" w:color="auto" w:fill="000644" w:themeFill="text2"/>
      </w:tcPr>
    </w:tblStylePr>
    <w:tblStylePr w:type="lastRow">
      <w:rPr>
        <w:b/>
        <w:color w:val="FFFFFF"/>
      </w:rPr>
      <w:tblPr/>
      <w:tcPr>
        <w:shd w:val="clear" w:color="auto" w:fill="000644" w:themeFill="text2"/>
      </w:tcPr>
    </w:tblStylePr>
    <w:tblStylePr w:type="firstCol">
      <w:rPr>
        <w:b/>
        <w:color w:val="000644" w:themeColor="text2"/>
      </w:rPr>
      <w:tblPr/>
      <w:tcPr>
        <w:shd w:val="clear" w:color="auto" w:fill="B1B8B8" w:themeFill="accent3"/>
      </w:tcPr>
    </w:tblStylePr>
    <w:tblStylePr w:type="lastCol">
      <w:rPr>
        <w:b/>
        <w:color w:val="000644" w:themeColor="text2"/>
      </w:rPr>
      <w:tblPr/>
      <w:tcPr>
        <w:shd w:val="clear" w:color="auto" w:fill="B1B8B8" w:themeFill="accent3"/>
      </w:tcPr>
    </w:tblStylePr>
    <w:tblStylePr w:type="band1Vert">
      <w:tblPr/>
      <w:tcPr>
        <w:shd w:val="clear" w:color="auto" w:fill="F2F2F2" w:themeFill="background2" w:themeFillShade="F2"/>
      </w:tcPr>
    </w:tblStylePr>
    <w:tblStylePr w:type="band2Vert">
      <w:tblPr/>
      <w:tcPr>
        <w:shd w:val="clear" w:color="auto" w:fill="E8E8E8"/>
      </w:tcPr>
    </w:tblStylePr>
    <w:tblStylePr w:type="band1Horz">
      <w:rPr>
        <w:color w:val="000000"/>
      </w:rPr>
      <w:tblPr/>
      <w:tcPr>
        <w:shd w:val="clear" w:color="auto" w:fill="F2F2F2" w:themeFill="background2" w:themeFillShade="F2"/>
      </w:tcPr>
    </w:tblStylePr>
    <w:tblStylePr w:type="band2Horz">
      <w:rPr>
        <w:color w:val="000000"/>
      </w:rPr>
      <w:tblPr/>
      <w:tcPr>
        <w:shd w:val="clear" w:color="auto" w:fill="E8E8E8"/>
      </w:tcPr>
    </w:tblStylePr>
  </w:style>
  <w:style w:type="paragraph" w:customStyle="1" w:styleId="Titelherhaling">
    <w:name w:val="Titelherhaling"/>
    <w:basedOn w:val="Koptekst"/>
    <w:rsid w:val="0067258F"/>
    <w:rPr>
      <w:color w:val="B1B8B8" w:themeColor="accent3"/>
    </w:rPr>
  </w:style>
  <w:style w:type="paragraph" w:customStyle="1" w:styleId="RefDatum">
    <w:name w:val="RefDatum"/>
    <w:basedOn w:val="RefTekst"/>
    <w:next w:val="Standaard"/>
    <w:rsid w:val="0067258F"/>
  </w:style>
  <w:style w:type="paragraph" w:customStyle="1" w:styleId="RefVersie">
    <w:name w:val="RefVersie"/>
    <w:basedOn w:val="RefTekst"/>
    <w:rsid w:val="0067258F"/>
  </w:style>
  <w:style w:type="character" w:customStyle="1" w:styleId="CharFooter01">
    <w:name w:val="CharFooter 01"/>
    <w:basedOn w:val="Standaardalinea-lettertype"/>
    <w:uiPriority w:val="1"/>
    <w:rsid w:val="00010C1F"/>
    <w:rPr>
      <w:color w:val="000644" w:themeColor="text1"/>
    </w:rPr>
  </w:style>
  <w:style w:type="character" w:customStyle="1" w:styleId="CharFooter02">
    <w:name w:val="CharFooter 02"/>
    <w:basedOn w:val="Standaardalinea-lettertype"/>
    <w:uiPriority w:val="1"/>
    <w:rsid w:val="00010C1F"/>
    <w:rPr>
      <w:color w:val="B8A1FF" w:themeColor="accent1"/>
    </w:rPr>
  </w:style>
  <w:style w:type="table" w:customStyle="1" w:styleId="TableNormal">
    <w:name w:val="Table Normal"/>
    <w:uiPriority w:val="2"/>
    <w:semiHidden/>
    <w:unhideWhenUsed/>
    <w:qFormat/>
    <w:rsid w:val="00977C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977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\Downloads\Yuverta%20Notitie%20(1).dotx" TargetMode="External"/></Relationships>
</file>

<file path=word/theme/theme1.xml><?xml version="1.0" encoding="utf-8"?>
<a:theme xmlns:a="http://schemas.openxmlformats.org/drawingml/2006/main" name="Kantoorthema">
  <a:themeElements>
    <a:clrScheme name="YuvertaWord">
      <a:dk1>
        <a:srgbClr val="000644"/>
      </a:dk1>
      <a:lt1>
        <a:sysClr val="window" lastClr="FFFFFF"/>
      </a:lt1>
      <a:dk2>
        <a:srgbClr val="000644"/>
      </a:dk2>
      <a:lt2>
        <a:srgbClr val="FFFFFF"/>
      </a:lt2>
      <a:accent1>
        <a:srgbClr val="B8A1FF"/>
      </a:accent1>
      <a:accent2>
        <a:srgbClr val="000644"/>
      </a:accent2>
      <a:accent3>
        <a:srgbClr val="B1B8B8"/>
      </a:accent3>
      <a:accent4>
        <a:srgbClr val="A7FF00"/>
      </a:accent4>
      <a:accent5>
        <a:srgbClr val="FF2F00"/>
      </a:accent5>
      <a:accent6>
        <a:srgbClr val="7CCBFF"/>
      </a:accent6>
      <a:hlink>
        <a:srgbClr val="B1B8B8"/>
      </a:hlink>
      <a:folHlink>
        <a:srgbClr val="B1B8B8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ot="0" spcFirstLastPara="0" vertOverflow="overflow" horzOverflow="overflow" vert="horz" wrap="square" lIns="774000" tIns="1206000" rIns="77400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464CDD39C39648B1ABEE99F3BACD5D" ma:contentTypeVersion="0" ma:contentTypeDescription="Een nieuw document maken." ma:contentTypeScope="" ma:versionID="8fc9deaf3217af4824c090a6e5240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3EB06C-A8A9-41EA-96A1-B332455A43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5440A4-6FB9-41A3-A6EF-69C4546CFA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E3EB6D-87E4-4B2A-9726-A1F7F57CF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159B3F-3D52-4218-8A5C-E020176BFD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Yuverta Notitie (1).dotx</Template>
  <TotalTime>17</TotalTime>
  <Pages>2</Pages>
  <Words>601</Words>
  <Characters>3311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Hoofdstuk</vt:lpstr>
      <vt:lpstr>    Paragraaf</vt:lpstr>
      <vt:lpstr>        Sub paragraaf</vt:lpstr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 Bouman</dc:creator>
  <cp:keywords/>
  <dc:description>Template by HQ Solutions B.V.</dc:description>
  <cp:lastModifiedBy>Saman Bouman</cp:lastModifiedBy>
  <cp:revision>6</cp:revision>
  <dcterms:created xsi:type="dcterms:W3CDTF">2021-09-16T10:16:00Z</dcterms:created>
  <dcterms:modified xsi:type="dcterms:W3CDTF">2021-09-16T16:06:00Z</dcterms:modified>
  <cp:version>003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Dialog">
    <vt:lpwstr>Frm_Report</vt:lpwstr>
  </property>
  <property fmtid="{D5CDD505-2E9C-101B-9397-08002B2CF9AE}" pid="3" name="TemplateName">
    <vt:lpwstr>Yuverta.ReportPortrait </vt:lpwstr>
  </property>
  <property fmtid="{D5CDD505-2E9C-101B-9397-08002B2CF9AE}" pid="4" name="TemplateVersion">
    <vt:lpwstr>1.0</vt:lpwstr>
  </property>
  <property fmtid="{D5CDD505-2E9C-101B-9397-08002B2CF9AE}" pid="5" name="TemplateReusable">
    <vt:lpwstr>True</vt:lpwstr>
  </property>
  <property fmtid="{D5CDD505-2E9C-101B-9397-08002B2CF9AE}" pid="6" name="ContentTypeId">
    <vt:lpwstr>0x01010007464CDD39C39648B1ABEE99F3BACD5D</vt:lpwstr>
  </property>
</Properties>
</file>