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116" w:rsidRDefault="00582116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582116" w:rsidRDefault="006C0B71">
      <w:pPr>
        <w:pStyle w:val="Kop1"/>
        <w:spacing w:before="37"/>
        <w:ind w:left="280"/>
        <w:rPr>
          <w:b w:val="0"/>
          <w:bCs w:val="0"/>
          <w:i w:val="0"/>
        </w:rPr>
      </w:pPr>
      <w:r>
        <w:rPr>
          <w:color w:val="BD443E"/>
          <w:spacing w:val="-1"/>
        </w:rPr>
        <w:t>Opdracht</w:t>
      </w:r>
      <w:r>
        <w:rPr>
          <w:color w:val="BD443E"/>
          <w:spacing w:val="-8"/>
        </w:rPr>
        <w:t xml:space="preserve"> </w:t>
      </w:r>
      <w:r>
        <w:rPr>
          <w:color w:val="BD443E"/>
          <w:spacing w:val="-1"/>
        </w:rPr>
        <w:t>1.1:</w:t>
      </w:r>
      <w:r>
        <w:rPr>
          <w:color w:val="BD443E"/>
          <w:spacing w:val="-5"/>
        </w:rPr>
        <w:t xml:space="preserve"> </w:t>
      </w:r>
      <w:r>
        <w:rPr>
          <w:color w:val="BD443E"/>
          <w:spacing w:val="-1"/>
        </w:rPr>
        <w:t>Mijn</w:t>
      </w:r>
      <w:r>
        <w:rPr>
          <w:color w:val="BD443E"/>
          <w:spacing w:val="-6"/>
        </w:rPr>
        <w:t xml:space="preserve"> </w:t>
      </w:r>
      <w:r>
        <w:rPr>
          <w:color w:val="BD443E"/>
          <w:spacing w:val="-1"/>
        </w:rPr>
        <w:t>sportgedrag</w:t>
      </w:r>
    </w:p>
    <w:p w:rsidR="00582116" w:rsidRDefault="00582116">
      <w:pPr>
        <w:spacing w:before="5"/>
        <w:rPr>
          <w:rFonts w:ascii="Calibri" w:eastAsia="Calibri" w:hAnsi="Calibri" w:cs="Calibri"/>
          <w:b/>
          <w:bCs/>
          <w:i/>
          <w:sz w:val="21"/>
          <w:szCs w:val="21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ind w:hanging="283"/>
      </w:pPr>
      <w:r>
        <w:rPr>
          <w:spacing w:val="-1"/>
        </w:rPr>
        <w:t>Welke</w:t>
      </w:r>
      <w:r>
        <w:rPr>
          <w:spacing w:val="-6"/>
        </w:rPr>
        <w:t xml:space="preserve"> </w:t>
      </w:r>
      <w:r>
        <w:t>activiteiten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1"/>
        </w:rPr>
        <w:t>spelletjes</w:t>
      </w:r>
      <w:r>
        <w:rPr>
          <w:spacing w:val="-6"/>
        </w:rPr>
        <w:t xml:space="preserve"> </w:t>
      </w:r>
      <w:r>
        <w:rPr>
          <w:spacing w:val="-1"/>
        </w:rPr>
        <w:t>deed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rPr>
          <w:spacing w:val="1"/>
        </w:rPr>
        <w:t>als</w:t>
      </w:r>
      <w:r>
        <w:rPr>
          <w:spacing w:val="-7"/>
        </w:rPr>
        <w:t xml:space="preserve"> </w:t>
      </w:r>
      <w:r>
        <w:t>kind</w:t>
      </w:r>
      <w:r>
        <w:rPr>
          <w:spacing w:val="-4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rPr>
          <w:spacing w:val="-1"/>
        </w:rPr>
        <w:t>schoolplein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1"/>
        </w:rPr>
        <w:t>schooltijd?</w:t>
      </w:r>
    </w:p>
    <w:p w:rsidR="00582116" w:rsidRPr="00DB313A" w:rsidRDefault="006C0B71">
      <w:pPr>
        <w:spacing w:line="200" w:lineRule="atLeast"/>
        <w:ind w:left="106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857885"/>
                <wp:effectExtent l="0" t="0" r="4445" b="8890"/>
                <wp:docPr id="101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857885"/>
                          <a:chOff x="0" y="0"/>
                          <a:chExt cx="9578" cy="1351"/>
                        </a:xfrm>
                      </wpg:grpSpPr>
                      <wpg:grpSp>
                        <wpg:cNvPr id="102" name="Group 315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103" name="Freeform 316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313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263"/>
                            <a:chOff x="44" y="44"/>
                            <a:chExt cx="2" cy="1263"/>
                          </a:xfrm>
                        </wpg:grpSpPr>
                        <wps:wsp>
                          <wps:cNvPr id="105" name="Freeform 314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263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263"/>
                                <a:gd name="T2" fmla="+- 0 1307 44"/>
                                <a:gd name="T3" fmla="*/ 1307 h 12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3">
                                  <a:moveTo>
                                    <a:pt x="0" y="0"/>
                                  </a:moveTo>
                                  <a:lnTo>
                                    <a:pt x="0" y="1263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311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263"/>
                            <a:chOff x="9533" y="44"/>
                            <a:chExt cx="2" cy="1263"/>
                          </a:xfrm>
                        </wpg:grpSpPr>
                        <wps:wsp>
                          <wps:cNvPr id="107" name="Freeform 312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263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263"/>
                                <a:gd name="T2" fmla="+- 0 1307 44"/>
                                <a:gd name="T3" fmla="*/ 1307 h 12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3">
                                  <a:moveTo>
                                    <a:pt x="0" y="0"/>
                                  </a:moveTo>
                                  <a:lnTo>
                                    <a:pt x="0" y="1263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309"/>
                        <wpg:cNvGrpSpPr>
                          <a:grpSpLocks/>
                        </wpg:cNvGrpSpPr>
                        <wpg:grpSpPr bwMode="auto">
                          <a:xfrm>
                            <a:off x="23" y="1328"/>
                            <a:ext cx="9533" cy="2"/>
                            <a:chOff x="23" y="1328"/>
                            <a:chExt cx="9533" cy="2"/>
                          </a:xfrm>
                        </wpg:grpSpPr>
                        <wps:wsp>
                          <wps:cNvPr id="109" name="Freeform 310"/>
                          <wps:cNvSpPr>
                            <a:spLocks/>
                          </wps:cNvSpPr>
                          <wps:spPr bwMode="auto">
                            <a:xfrm>
                              <a:off x="23" y="1328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08" o:spid="_x0000_s1026" style="width:478.9pt;height:67.55pt;mso-position-horizontal-relative:char;mso-position-vertical-relative:line" coordsize="9578,1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">
                <v:group id="Group 315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316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7LTMEA&#10;AADcAAAADwAAAGRycy9kb3ducmV2LnhtbERPTWsCMRC9F/wPYQQvpWa1IGU1ioqCh1LsWjwPm+lu&#10;6GayJHFd/70pCN7m8T5nseptIzrywThWMBlnIIhLpw1XCn5O+7cPECEia2wck4IbBVgtBy8LzLW7&#10;8jd1RaxECuGQo4I6xjaXMpQ1WQxj1xIn7td5izFBX0nt8ZrCbSOnWTaTFg2nhhpb2tZU/hUXq6A3&#10;Ec2xm53c59d60xxfL/68I6VGw349BxGpj0/xw33QaX72Dv/PpAv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+y0zBAAAA3AAAAA8AAAAAAAAAAAAAAAAAmAIAAGRycy9kb3du&#10;cmV2LnhtbFBLBQYAAAAABAAEAPUAAACGAwAAAAA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313" o:spid="_x0000_s1029" style="position:absolute;left:44;top:44;width:2;height:1263" coordorigin="44,44" coordsize="2,1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314" o:spid="_x0000_s1030" style="position:absolute;left:44;top:44;width:2;height:1263;visibility:visible;mso-wrap-style:square;v-text-anchor:top" coordsize="2,1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DDsIA&#10;AADcAAAADwAAAGRycy9kb3ducmV2LnhtbERPzWrCQBC+F/oOywi9NRuFWBtdpQiFgl7UPMA0O8kG&#10;s7Mhu5rUp3cFobf5+H5ntRltK67U+8axgmmSgiAunW64VlCcvt8XIHxA1tg6JgV/5GGzfn1ZYa7d&#10;wAe6HkMtYgj7HBWYELpcSl8asugT1xFHrnK9xRBhX0vd4xDDbStnaTqXFhuODQY72hoqz8eLVTBk&#10;h/3lt6oz//kx725jVexMVij1Nhm/liACjeFf/HT/6Dg/zeDxTLx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EwMOwgAAANwAAAAPAAAAAAAAAAAAAAAAAJgCAABkcnMvZG93&#10;bnJldi54bWxQSwUGAAAAAAQABAD1AAAAhwMAAAAA&#10;" path="m,l,1263e" filled="f" strokecolor="#bd443e" strokeweight="2.26pt">
                    <v:path arrowok="t" o:connecttype="custom" o:connectlocs="0,44;0,1307" o:connectangles="0,0"/>
                  </v:shape>
                </v:group>
                <v:group id="Group 311" o:spid="_x0000_s1031" style="position:absolute;left:9533;top:44;width:2;height:1263" coordorigin="9533,44" coordsize="2,1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312" o:spid="_x0000_s1032" style="position:absolute;left:9533;top:44;width:2;height:1263;visibility:visible;mso-wrap-style:square;v-text-anchor:top" coordsize="2,1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44sIA&#10;AADcAAAADwAAAGRycy9kb3ducmV2LnhtbERP24rCMBB9X/Afwgi+rakL9VKNIsKCsPui9gPGZtoU&#10;m0lpoq1+/WZhYd/mcK6z2Q22EQ/qfO1YwWyagCAunK65UpBfPt+XIHxA1tg4JgVP8rDbjt42mGnX&#10;84ke51CJGMI+QwUmhDaT0heGLPqpa4kjV7rOYoiwq6TusI/htpEfSTKXFmuODQZbOhgqbue7VdCn&#10;p+/7taxSv1rM29dQ5l8mzZWajIf9GkSgIfyL/9xHHecnC/h9Jl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TjiwgAAANwAAAAPAAAAAAAAAAAAAAAAAJgCAABkcnMvZG93&#10;bnJldi54bWxQSwUGAAAAAAQABAD1AAAAhwMAAAAA&#10;" path="m,l,1263e" filled="f" strokecolor="#bd443e" strokeweight="2.26pt">
                    <v:path arrowok="t" o:connecttype="custom" o:connectlocs="0,44;0,1307" o:connectangles="0,0"/>
                  </v:shape>
                </v:group>
                <v:group id="Group 309" o:spid="_x0000_s1033" style="position:absolute;left:23;top:1328;width:9533;height:2" coordorigin="23,1328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310" o:spid="_x0000_s1034" style="position:absolute;left:23;top:1328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b8psIA&#10;AADcAAAADwAAAGRycy9kb3ducmV2LnhtbERPTWsCMRC9F/wPYQQvpWb1IO26WVFR8FCK1eJ52Ex3&#10;QzeTJYnr+u9NodDbPN7nFKvBtqInH4xjBbNpBoK4ctpwreDrvH95BREissbWMSm4U4BVOXoqMNfu&#10;xp/Un2ItUgiHHBU0MXa5lKFqyGKYuo44cd/OW4wJ+lpqj7cUbls5z7KFtGg4NTTY0bah6ud0tQoG&#10;E9Ec+8XZvX+sN+3x+eovO1JqMh7WSxCRhvgv/nMfdJqfvcHvM+kCW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vymwgAAANwAAAAPAAAAAAAAAAAAAAAAAJgCAABkcnMvZG93&#10;bnJldi54bWxQSwUGAAAAAAQABAD1AAAAhwMAAAAA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t>Wat</w:t>
      </w:r>
      <w:r>
        <w:rPr>
          <w:spacing w:val="-4"/>
        </w:rPr>
        <w:t xml:space="preserve"> </w:t>
      </w:r>
      <w:r>
        <w:rPr>
          <w:spacing w:val="-1"/>
        </w:rPr>
        <w:t>vond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-1"/>
        </w:rPr>
        <w:t>van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regels</w:t>
      </w:r>
      <w:r>
        <w:rPr>
          <w:spacing w:val="-5"/>
        </w:rPr>
        <w:t xml:space="preserve"> </w:t>
      </w:r>
      <w:r>
        <w:t>bij</w:t>
      </w:r>
      <w:r>
        <w:rPr>
          <w:spacing w:val="-3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activiteiten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r>
        <w:t>wie</w:t>
      </w:r>
      <w:r>
        <w:rPr>
          <w:spacing w:val="-5"/>
        </w:rPr>
        <w:t xml:space="preserve"> </w:t>
      </w:r>
      <w:r>
        <w:t>stelde</w:t>
      </w:r>
      <w:r>
        <w:rPr>
          <w:spacing w:val="-3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regels</w:t>
      </w:r>
      <w:r>
        <w:rPr>
          <w:spacing w:val="-3"/>
        </w:rPr>
        <w:t xml:space="preserve"> </w:t>
      </w:r>
      <w:r>
        <w:t>vast?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92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93" name="Group 306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94" name="Freeform 307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304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0"/>
                            <a:chOff x="44" y="44"/>
                            <a:chExt cx="2" cy="1020"/>
                          </a:xfrm>
                        </wpg:grpSpPr>
                        <wps:wsp>
                          <wps:cNvPr id="96" name="Freeform 305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302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0"/>
                            <a:chOff x="9533" y="44"/>
                            <a:chExt cx="2" cy="1020"/>
                          </a:xfrm>
                        </wpg:grpSpPr>
                        <wps:wsp>
                          <wps:cNvPr id="98" name="Freeform 303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300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100" name="Freeform 301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99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">
                <v:group id="Group 306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307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zlUcMA&#10;AADbAAAADwAAAGRycy9kb3ducmV2LnhtbESPT2sCMRTE7wW/Q3iCl1KzFRG7GkWLgodS/FN6fmye&#10;u8HNy5LEdf32plDwOMzMb5j5srO1aMkH41jB+zADQVw4bbhU8HPavk1BhIissXZMCu4UYLnovcwx&#10;1+7GB2qPsRQJwiFHBVWMTS5lKCqyGIauIU7e2XmLMUlfSu3xluC2lqMsm0iLhtNChQ19VlRcjler&#10;oDMRzb6dnNzX92pd71+v/ndDSg363WoGIlIXn+H/9k4r+BjD35f0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zlUcMAAADbAAAADwAAAAAAAAAAAAAAAACYAgAAZHJzL2Rv&#10;d25yZXYueG1sUEsFBgAAAAAEAAQA9QAAAIgDAAAAAA=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304" o:spid="_x0000_s1029" style="position:absolute;left:44;top:44;width:2;height:1020" coordorigin="44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305" o:spid="_x0000_s1030" style="position:absolute;left:44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JM4sMA&#10;AADbAAAADwAAAGRycy9kb3ducmV2LnhtbESPQWvCQBSE74L/YXlCL6KbFrEaXaVIWrzW5uDxkX0m&#10;i9m3MbuatL/eFQoeh5n5hllve1uLG7XeOFbwOk1AEBdOGy4V5D+fkwUIH5A11o5JwS952G6GgzWm&#10;2nX8TbdDKEWEsE9RQRVCk0rpi4os+qlriKN3cq3FEGVbSt1iF+G2lm9JMpcWDceFChvaVVScD1er&#10;4JL/dUVy1GOzzGZZ/mV09n7RSr2M+o8ViEB9eIb/23utYDmHx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JM4sMAAADbAAAADwAAAAAAAAAAAAAAAACYAgAAZHJzL2Rv&#10;d25yZXYueG1sUEsFBgAAAAAEAAQA9QAAAIgDAAAAAA=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302" o:spid="_x0000_s1031" style="position:absolute;left:9533;top:44;width:2;height:1020" coordorigin="9533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303" o:spid="_x0000_s1032" style="position:absolute;left:9533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9C8EA&#10;AADbAAAADwAAAGRycy9kb3ducmV2LnhtbERPz2vCMBS+D/wfwhvsMjTdEKe1qcjoxKvaw46P5tmG&#10;NS+1yWy3v94cBI8f3+9sM9pWXKn3xrGCt1kCgrhy2nCtoDx9TZcgfEDW2DomBX/kYZNPnjJMtRv4&#10;QNdjqEUMYZ+igiaELpXSVw1Z9DPXEUfu7HqLIcK+lrrHIYbbVr4nyUJaNBwbGuzos6Hq5/hrFVzK&#10;/6FKvvWrWRXzotwZXXxctFIvz+N2DSLQGB7iu3uvFazi2Pgl/gCZ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hfQvBAAAA2wAAAA8AAAAAAAAAAAAAAAAAmAIAAGRycy9kb3du&#10;cmV2LnhtbFBLBQYAAAAABAAEAPUAAACG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300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301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xVO8QA&#10;AADcAAAADwAAAGRycy9kb3ducmV2LnhtbESPT2sCMRDF7wW/QxjBS6lZPYhsjaKi4KEU/5Seh810&#10;N3QzWZK4br9951DobYb35r3frDaDb1VPMbnABmbTAhRxFazj2sDH7fiyBJUyssU2MBn4oQSb9ehp&#10;haUND75Qf821khBOJRpocu5KrVPVkMc0DR2xaF8hesyyxlrbiA8J962eF8VCe3QsDQ12tG+o+r7e&#10;vYHBZXTnfnELb+/bXXt+vsfPAxkzGQ/bV1CZhvxv/rs+WcEvBF+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sVTvEAAAA3A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rPr>
          <w:spacing w:val="-1"/>
        </w:rPr>
        <w:t>Welke</w:t>
      </w:r>
      <w:r>
        <w:rPr>
          <w:spacing w:val="-3"/>
        </w:rPr>
        <w:t xml:space="preserve"> </w:t>
      </w:r>
      <w:r>
        <w:rPr>
          <w:spacing w:val="-1"/>
        </w:rPr>
        <w:t>sport(en)</w:t>
      </w:r>
      <w:r>
        <w:rPr>
          <w:spacing w:val="-5"/>
        </w:rPr>
        <w:t xml:space="preserve"> </w:t>
      </w:r>
      <w:r>
        <w:rPr>
          <w:spacing w:val="-1"/>
        </w:rPr>
        <w:t>beoefen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1"/>
        </w:rPr>
        <w:t>nu?</w:t>
      </w:r>
      <w:r>
        <w:rPr>
          <w:spacing w:val="-6"/>
        </w:rPr>
        <w:t xml:space="preserve"> </w:t>
      </w:r>
      <w:r>
        <w:rPr>
          <w:spacing w:val="-1"/>
        </w:rPr>
        <w:t>(Als</w:t>
      </w:r>
      <w:r>
        <w:rPr>
          <w:spacing w:val="-7"/>
        </w:rPr>
        <w:t xml:space="preserve"> </w:t>
      </w:r>
      <w:r>
        <w:rPr>
          <w:spacing w:val="1"/>
        </w:rPr>
        <w:t>je</w:t>
      </w:r>
      <w:r>
        <w:rPr>
          <w:spacing w:val="-5"/>
        </w:rPr>
        <w:t xml:space="preserve"> </w:t>
      </w:r>
      <w:r>
        <w:t>geen</w:t>
      </w:r>
      <w:r>
        <w:rPr>
          <w:spacing w:val="-4"/>
        </w:rPr>
        <w:t xml:space="preserve"> </w:t>
      </w:r>
      <w:r>
        <w:rPr>
          <w:spacing w:val="-1"/>
        </w:rPr>
        <w:t>sport</w:t>
      </w:r>
      <w:r>
        <w:rPr>
          <w:spacing w:val="-5"/>
        </w:rPr>
        <w:t xml:space="preserve"> </w:t>
      </w:r>
      <w:r>
        <w:t>beoefent,</w:t>
      </w:r>
      <w:r>
        <w:rPr>
          <w:spacing w:val="-4"/>
        </w:rPr>
        <w:t xml:space="preserve"> </w:t>
      </w:r>
      <w:r>
        <w:t>ga</w:t>
      </w:r>
      <w:r>
        <w:rPr>
          <w:spacing w:val="-5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naar</w:t>
      </w:r>
      <w:r>
        <w:rPr>
          <w:spacing w:val="-7"/>
        </w:rPr>
        <w:t xml:space="preserve"> </w:t>
      </w:r>
      <w:r>
        <w:rPr>
          <w:spacing w:val="-1"/>
        </w:rPr>
        <w:t>vraag</w:t>
      </w:r>
      <w:r>
        <w:rPr>
          <w:spacing w:val="-5"/>
        </w:rPr>
        <w:t xml:space="preserve"> </w:t>
      </w:r>
      <w:r>
        <w:rPr>
          <w:spacing w:val="1"/>
        </w:rPr>
        <w:t>1.6.)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83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84" name="Group 297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85" name="Freeform 298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295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0"/>
                            <a:chOff x="44" y="44"/>
                            <a:chExt cx="2" cy="1020"/>
                          </a:xfrm>
                        </wpg:grpSpPr>
                        <wps:wsp>
                          <wps:cNvPr id="87" name="Freeform 296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293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0"/>
                            <a:chOff x="9533" y="44"/>
                            <a:chExt cx="2" cy="1020"/>
                          </a:xfrm>
                        </wpg:grpSpPr>
                        <wps:wsp>
                          <wps:cNvPr id="89" name="Freeform 294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291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91" name="Freeform 292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90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">
                <v:group id="Group 297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298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WF8QA&#10;AADbAAAADwAAAGRycy9kb3ducmV2LnhtbESPzWrDMBCE74G+g9hCL6GRW2gwTmSTlhZ6KCE/JefF&#10;2tgi1spIiuO+fRUI5DjMzDfMshptJwbywThW8DLLQBDXThtuFPzuv55zECEia+wck4I/ClCVD5Ml&#10;FtpdeEvDLjYiQTgUqKCNsS+kDHVLFsPM9cTJOzpvMSbpG6k9XhLcdvI1y+bSouG00GJPHy3Vp93Z&#10;KhhNRLMZ5nv3s169d5vp2R8+Samnx3G1ABFpjPfwrf2tFeRvcP2Sfo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Z1hf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95" o:spid="_x0000_s1029" style="position:absolute;left:44;top:44;width:2;height:1020" coordorigin="44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296" o:spid="_x0000_s1030" style="position:absolute;left:44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d/pMQA&#10;AADbAAAADwAAAGRycy9kb3ducmV2LnhtbESPQWvCQBSE7wX/w/IEL6VuKqXa1E2QEkuv1Rw8PrKv&#10;yWL2bcyuJvrru4WCx2FmvmHW+WhbcaHeG8cKnucJCOLKacO1gnK/fVqB8AFZY+uYFFzJQ55NHtaY&#10;ajfwN112oRYRwj5FBU0IXSqlrxqy6OeuI47ej+sthij7Wuoehwi3rVwkyau0aDguNNjRR0PVcXe2&#10;Ck7lbaiSg340b8VLUX4aXSxPWqnZdNy8gwg0hnv4v/2lFayW8Pcl/g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nf6TEAAAA2wAAAA8AAAAAAAAAAAAAAAAAmAIAAGRycy9k&#10;b3ducmV2LnhtbFBLBQYAAAAABAAEAPUAAACJ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93" o:spid="_x0000_s1031" style="position:absolute;left:9533;top:44;width:2;height:1020" coordorigin="9533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294" o:spid="_x0000_s1032" style="position:absolute;left:9533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ROTcQA&#10;AADbAAAADwAAAGRycy9kb3ducmV2LnhtbESPQWvCQBSE7wX/w/IEL6XZVErVNKtIiaXXag49PrKv&#10;yWL2bcyuJvrru4WCx2FmvmHyzWhbcaHeG8cKnpMUBHHltOFaQXnYPS1B+ICssXVMCq7kYbOePOSY&#10;aTfwF132oRYRwj5DBU0IXSalrxqy6BPXEUfvx/UWQ5R9LXWPQ4TbVs7T9FVaNBwXGuzovaHquD9b&#10;BafyNlTpt340q+KlKD+MLhYnrdRsOm7fQAQawz383/7UCpYr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0Tk3EAAAA2wAAAA8AAAAAAAAAAAAAAAAAmAIAAGRycy9k&#10;b3ducmV2LnhtbFBLBQYAAAAABAAEAPUAAACJ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91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292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GycQA&#10;AADbAAAADwAAAGRycy9kb3ducmV2LnhtbESPzWrDMBCE74W8g9hALqWRk0NoXMshKQ3kUEr+6Hmx&#10;traItTKS4jhvHxUKPQ4z8w1TrAbbip58MI4VzKYZCOLKacO1gvNp+/IKIkRkja1jUnCnAKty9FRg&#10;rt2ND9QfYy0ShEOOCpoYu1zKUDVkMUxdR5y8H+ctxiR9LbXHW4LbVs6zbCEtGk4LDXb03lB1OV6t&#10;gsFENPt+cXKfX+tNu3+++u8PUmoyHtZvICIN8T/8195pBcsZ/H5JP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7Rsn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3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rPr>
          <w:spacing w:val="-1"/>
        </w:rPr>
        <w:t>Hoeveel</w:t>
      </w:r>
      <w:r>
        <w:rPr>
          <w:spacing w:val="-6"/>
        </w:rPr>
        <w:t xml:space="preserve"> </w:t>
      </w:r>
      <w:r>
        <w:t>uur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week</w:t>
      </w:r>
      <w:r>
        <w:rPr>
          <w:spacing w:val="-5"/>
        </w:rPr>
        <w:t xml:space="preserve"> </w:t>
      </w:r>
      <w:r>
        <w:rPr>
          <w:spacing w:val="-1"/>
        </w:rPr>
        <w:t>sport</w:t>
      </w:r>
      <w:r>
        <w:rPr>
          <w:spacing w:val="-2"/>
        </w:rPr>
        <w:t xml:space="preserve"> </w:t>
      </w:r>
      <w:r>
        <w:rPr>
          <w:spacing w:val="-1"/>
        </w:rPr>
        <w:t>je</w:t>
      </w:r>
      <w:r>
        <w:rPr>
          <w:spacing w:val="-6"/>
        </w:rPr>
        <w:t xml:space="preserve"> </w:t>
      </w:r>
      <w:r>
        <w:rPr>
          <w:spacing w:val="-1"/>
        </w:rPr>
        <w:t>gemiddeld</w:t>
      </w:r>
      <w:r>
        <w:rPr>
          <w:spacing w:val="-5"/>
        </w:rPr>
        <w:t xml:space="preserve"> </w:t>
      </w:r>
      <w:r>
        <w:rPr>
          <w:spacing w:val="-1"/>
        </w:rPr>
        <w:t>(fietsen,</w:t>
      </w:r>
      <w:r>
        <w:rPr>
          <w:spacing w:val="-5"/>
        </w:rPr>
        <w:t xml:space="preserve"> </w:t>
      </w:r>
      <w:r>
        <w:t>wandelen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1"/>
        </w:rPr>
        <w:t>lessen</w:t>
      </w:r>
      <w:r>
        <w:rPr>
          <w:spacing w:val="-5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rPr>
          <w:spacing w:val="-1"/>
        </w:rPr>
        <w:t>niet</w:t>
      </w:r>
      <w:r>
        <w:rPr>
          <w:spacing w:val="-2"/>
        </w:rPr>
        <w:t xml:space="preserve"> </w:t>
      </w:r>
      <w:r>
        <w:rPr>
          <w:spacing w:val="-1"/>
        </w:rPr>
        <w:t>meegerekend)?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548640"/>
                <wp:effectExtent l="0" t="0" r="4445" b="3810"/>
                <wp:docPr id="74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548640"/>
                          <a:chOff x="0" y="0"/>
                          <a:chExt cx="9578" cy="864"/>
                        </a:xfrm>
                      </wpg:grpSpPr>
                      <wpg:grpSp>
                        <wpg:cNvPr id="75" name="Group 288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76" name="Freeform 289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286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776"/>
                            <a:chOff x="44" y="44"/>
                            <a:chExt cx="2" cy="776"/>
                          </a:xfrm>
                        </wpg:grpSpPr>
                        <wps:wsp>
                          <wps:cNvPr id="78" name="Freeform 287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776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776"/>
                                <a:gd name="T2" fmla="+- 0 819 44"/>
                                <a:gd name="T3" fmla="*/ 819 h 7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6">
                                  <a:moveTo>
                                    <a:pt x="0" y="0"/>
                                  </a:moveTo>
                                  <a:lnTo>
                                    <a:pt x="0" y="775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284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776"/>
                            <a:chOff x="9533" y="44"/>
                            <a:chExt cx="2" cy="776"/>
                          </a:xfrm>
                        </wpg:grpSpPr>
                        <wps:wsp>
                          <wps:cNvPr id="80" name="Freeform 285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776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776"/>
                                <a:gd name="T2" fmla="+- 0 819 44"/>
                                <a:gd name="T3" fmla="*/ 819 h 7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6">
                                  <a:moveTo>
                                    <a:pt x="0" y="0"/>
                                  </a:moveTo>
                                  <a:lnTo>
                                    <a:pt x="0" y="775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282"/>
                        <wpg:cNvGrpSpPr>
                          <a:grpSpLocks/>
                        </wpg:cNvGrpSpPr>
                        <wpg:grpSpPr bwMode="auto">
                          <a:xfrm>
                            <a:off x="23" y="841"/>
                            <a:ext cx="9533" cy="2"/>
                            <a:chOff x="23" y="841"/>
                            <a:chExt cx="9533" cy="2"/>
                          </a:xfrm>
                        </wpg:grpSpPr>
                        <wps:wsp>
                          <wps:cNvPr id="82" name="Freeform 283"/>
                          <wps:cNvSpPr>
                            <a:spLocks/>
                          </wps:cNvSpPr>
                          <wps:spPr bwMode="auto">
                            <a:xfrm>
                              <a:off x="23" y="841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81" o:spid="_x0000_s1026" style="width:478.9pt;height:43.2pt;mso-position-horizontal-relative:char;mso-position-vertical-relative:line" coordsize="9578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">
                <v:group id="Group 288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289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44R8QA&#10;AADbAAAADwAAAGRycy9kb3ducmV2LnhtbESPQWvCQBSE7wX/w/KEXopu2kNaopug0kIPpVgVz4/s&#10;M1nMvg27a4z/3i0Uehxm5htmWY22EwP5YBwreJ5nIIhrpw03Cg77j9kbiBCRNXaOScGNAlTl5GGJ&#10;hXZX/qFhFxuRIBwKVNDG2BdShroli2HueuLknZy3GJP0jdQerwluO/mSZbm0aDgttNjTpqX6vLtY&#10;BaOJaLZDvndf36t1t326+OM7KfU4HVcLEJHG+B/+a39qBa85/H5JP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eOEf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86" o:spid="_x0000_s1029" style="position:absolute;left:44;top:44;width:2;height:776" coordorigin="44,44" coordsize="2,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287" o:spid="_x0000_s1030" style="position:absolute;left:44;top:44;width:2;height:776;visibility:visible;mso-wrap-style:square;v-text-anchor:top" coordsize="2,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HKFcIA&#10;AADbAAAADwAAAGRycy9kb3ducmV2LnhtbERPy2rCQBTdC/7DcAvd6aQFjURHiYVahS58FLq9ZK5J&#10;MHMnzIxJ+vfOQujycN6rzWAa0ZHztWUFb9MEBHFhdc2lgp/L52QBwgdkjY1lUvBHHjbr8WiFmbY9&#10;n6g7h1LEEPYZKqhCaDMpfVGRQT+1LXHkrtYZDBG6UmqHfQw3jXxPkrk0WHNsqLClj4qK2/luFPx+&#10;Y3c7zO9fs2I32+Uu7bfpMVfq9WXIlyACDeFf/HTvtYI0jo1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YcoVwgAAANsAAAAPAAAAAAAAAAAAAAAAAJgCAABkcnMvZG93&#10;bnJldi54bWxQSwUGAAAAAAQABAD1AAAAhwMAAAAA&#10;" path="m,l,775e" filled="f" strokecolor="#bd443e" strokeweight="2.26pt">
                    <v:path arrowok="t" o:connecttype="custom" o:connectlocs="0,44;0,819" o:connectangles="0,0"/>
                  </v:shape>
                </v:group>
                <v:group id="Group 284" o:spid="_x0000_s1031" style="position:absolute;left:9533;top:44;width:2;height:776" coordorigin="9533,44" coordsize="2,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285" o:spid="_x0000_s1032" style="position:absolute;left:9533;top:44;width:2;height:776;visibility:visible;mso-wrap-style:square;v-text-anchor:top" coordsize="2,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2NMIA&#10;AADbAAAADwAAAGRycy9kb3ducmV2LnhtbERPy2rCQBTdF/yH4Ra6q5MKaoiOEoVahS58FLq9ZK5J&#10;MHMnzIxJ+vfOQujycN7L9WAa0ZHztWUFH+MEBHFhdc2lgp/L53sKwgdkjY1lUvBHHtar0csSM217&#10;PlF3DqWIIewzVFCF0GZS+qIig35sW+LIXa0zGCJ0pdQO+xhuGjlJkpk0WHNsqLClbUXF7Xw3Cn6/&#10;sbsdZvevabGb7nI37zfzY67U2+uQL0AEGsK/+OneawVpXB+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rY0wgAAANsAAAAPAAAAAAAAAAAAAAAAAJgCAABkcnMvZG93&#10;bnJldi54bWxQSwUGAAAAAAQABAD1AAAAhwMAAAAA&#10;" path="m,l,775e" filled="f" strokecolor="#bd443e" strokeweight="2.26pt">
                    <v:path arrowok="t" o:connecttype="custom" o:connectlocs="0,44;0,819" o:connectangles="0,0"/>
                  </v:shape>
                </v:group>
                <v:group id="Group 282" o:spid="_x0000_s1033" style="position:absolute;left:23;top:841;width:9533;height:2" coordorigin="23,841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283" o:spid="_x0000_s1034" style="position:absolute;left:23;top:841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BOY8QA&#10;AADbAAAADwAAAGRycy9kb3ducmV2LnhtbESPwWrDMBBE74X8g9hALqWRm4MJTpTghhRyKMVNQs6L&#10;tbVFrZWRZMf9+6pQ6HGYmTfMdj/ZTozkg3Gs4HmZgSCunTbcKLheXp/WIEJE1tg5JgXfFGC/mz1s&#10;sdDuzh80nmMjEoRDgQraGPtCylC3ZDEsXU+cvE/nLcYkfSO1x3uC206usiyXFg2nhRZ7OrRUf50H&#10;q2AyEU015hf39l6+dNXj4G9HUmoxn8oNiEhT/A//tU9awXoFv1/S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wTmP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t>Hoe</w:t>
      </w:r>
      <w:r>
        <w:rPr>
          <w:spacing w:val="-9"/>
        </w:rPr>
        <w:t xml:space="preserve"> </w:t>
      </w:r>
      <w:r>
        <w:rPr>
          <w:spacing w:val="-1"/>
        </w:rPr>
        <w:t>sport</w:t>
      </w:r>
      <w:r>
        <w:rPr>
          <w:spacing w:val="-7"/>
        </w:rPr>
        <w:t xml:space="preserve"> </w:t>
      </w:r>
      <w:r>
        <w:rPr>
          <w:spacing w:val="-1"/>
        </w:rPr>
        <w:t>je?</w:t>
      </w:r>
      <w:r>
        <w:rPr>
          <w:spacing w:val="-7"/>
        </w:rPr>
        <w:t xml:space="preserve"> </w:t>
      </w:r>
      <w:r>
        <w:t>Georganiseerd,</w:t>
      </w:r>
      <w:r>
        <w:rPr>
          <w:spacing w:val="-7"/>
        </w:rPr>
        <w:t xml:space="preserve"> </w:t>
      </w:r>
      <w:r>
        <w:rPr>
          <w:spacing w:val="-1"/>
        </w:rPr>
        <w:t>ongeorganiseerd</w:t>
      </w:r>
      <w:r>
        <w:rPr>
          <w:spacing w:val="-7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beide?*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548640"/>
                <wp:effectExtent l="0" t="0" r="4445" b="3810"/>
                <wp:docPr id="65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548640"/>
                          <a:chOff x="0" y="0"/>
                          <a:chExt cx="9578" cy="864"/>
                        </a:xfrm>
                      </wpg:grpSpPr>
                      <wpg:grpSp>
                        <wpg:cNvPr id="66" name="Group 279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67" name="Freeform 280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77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776"/>
                            <a:chOff x="44" y="44"/>
                            <a:chExt cx="2" cy="776"/>
                          </a:xfrm>
                        </wpg:grpSpPr>
                        <wps:wsp>
                          <wps:cNvPr id="69" name="Freeform 278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776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776"/>
                                <a:gd name="T2" fmla="+- 0 820 44"/>
                                <a:gd name="T3" fmla="*/ 820 h 7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6">
                                  <a:moveTo>
                                    <a:pt x="0" y="0"/>
                                  </a:moveTo>
                                  <a:lnTo>
                                    <a:pt x="0" y="776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75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776"/>
                            <a:chOff x="9533" y="44"/>
                            <a:chExt cx="2" cy="776"/>
                          </a:xfrm>
                        </wpg:grpSpPr>
                        <wps:wsp>
                          <wps:cNvPr id="71" name="Freeform 276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776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776"/>
                                <a:gd name="T2" fmla="+- 0 820 44"/>
                                <a:gd name="T3" fmla="*/ 820 h 7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6">
                                  <a:moveTo>
                                    <a:pt x="0" y="0"/>
                                  </a:moveTo>
                                  <a:lnTo>
                                    <a:pt x="0" y="776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73"/>
                        <wpg:cNvGrpSpPr>
                          <a:grpSpLocks/>
                        </wpg:cNvGrpSpPr>
                        <wpg:grpSpPr bwMode="auto">
                          <a:xfrm>
                            <a:off x="23" y="841"/>
                            <a:ext cx="9533" cy="2"/>
                            <a:chOff x="23" y="841"/>
                            <a:chExt cx="9533" cy="2"/>
                          </a:xfrm>
                        </wpg:grpSpPr>
                        <wps:wsp>
                          <wps:cNvPr id="73" name="Freeform 274"/>
                          <wps:cNvSpPr>
                            <a:spLocks/>
                          </wps:cNvSpPr>
                          <wps:spPr bwMode="auto">
                            <a:xfrm>
                              <a:off x="23" y="841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2" o:spid="_x0000_s1026" style="width:478.9pt;height:43.2pt;mso-position-horizontal-relative:char;mso-position-vertical-relative:line" coordsize="9578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">
                <v:group id="Group 279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280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LAcQA&#10;AADbAAAADwAAAGRycy9kb3ducmV2LnhtbESPQWvCQBSE7wX/w/KEXopu2kNaopug0kIPpVgVz4/s&#10;M1nMvg27a4z/3i0Uehxm5htmWY22EwP5YBwreJ5nIIhrpw03Cg77j9kbiBCRNXaOScGNAlTl5GGJ&#10;hXZX/qFhFxuRIBwKVNDG2BdShroli2HueuLknZy3GJP0jdQerwluO/mSZbm0aDgttNjTpqX6vLtY&#10;BaOJaLZDvndf36t1t326+OM7KfU4HVcLEJHG+B/+a39qBfkr/H5JP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CwH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77" o:spid="_x0000_s1029" style="position:absolute;left:44;top:44;width:2;height:776" coordorigin="44,44" coordsize="2,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278" o:spid="_x0000_s1030" style="position:absolute;left:44;top:44;width:2;height:776;visibility:visible;mso-wrap-style:square;v-text-anchor:top" coordsize="2,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T5U8UA&#10;AADbAAAADwAAAGRycy9kb3ducmV2LnhtbESPQWvCQBSE74L/YXmF3uqmgrGNrhKFagserC30+sg+&#10;k2D2bdhdk/jvu4WCx2FmvmGW68E0oiPna8sKnicJCOLC6ppLBd9fb08vIHxA1thYJgU38rBejUdL&#10;zLTt+ZO6UyhFhLDPUEEVQptJ6YuKDPqJbYmjd7bOYIjSlVI77CPcNHKaJKk0WHNcqLClbUXF5XQ1&#10;Cn4O2F0+0ut+Vuxmu9zN+838mCv1+DDkCxCBhnAP/7fftYL0Ff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9PlTxQAAANsAAAAPAAAAAAAAAAAAAAAAAJgCAABkcnMv&#10;ZG93bnJldi54bWxQSwUGAAAAAAQABAD1AAAAigMAAAAA&#10;" path="m,l,776e" filled="f" strokecolor="#bd443e" strokeweight="2.26pt">
                    <v:path arrowok="t" o:connecttype="custom" o:connectlocs="0,44;0,820" o:connectangles="0,0"/>
                  </v:shape>
                </v:group>
                <v:group id="Group 275" o:spid="_x0000_s1031" style="position:absolute;left:9533;top:44;width:2;height:776" coordorigin="9533,44" coordsize="2,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276" o:spid="_x0000_s1032" style="position:absolute;left:9533;top:44;width:2;height:776;visibility:visible;mso-wrap-style:square;v-text-anchor:top" coordsize="2,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jiMQA&#10;AADbAAAADwAAAGRycy9kb3ducmV2LnhtbESPQWvCQBSE74X+h+UVeqsbBY1EV4mCtoUeWhW8PrLP&#10;JJh9G3bXJP33XUHocZiZb5jlejCN6Mj52rKC8SgBQVxYXXOp4HTcvc1B+ICssbFMCn7Jw3r1/LTE&#10;TNuef6g7hFJECPsMFVQhtJmUvqjIoB/Zljh6F+sMhihdKbXDPsJNIydJMpMGa44LFba0rai4Hm5G&#10;wfkLu+vn7PY+LfbTfe7SfpN+50q9vgz5AkSgIfyHH+0PrSAdw/1L/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bY4jEAAAA2wAAAA8AAAAAAAAAAAAAAAAAmAIAAGRycy9k&#10;b3ducmV2LnhtbFBLBQYAAAAABAAEAPUAAACJAwAAAAA=&#10;" path="m,l,776e" filled="f" strokecolor="#bd443e" strokeweight="2.26pt">
                    <v:path arrowok="t" o:connecttype="custom" o:connectlocs="0,44;0,820" o:connectangles="0,0"/>
                  </v:shape>
                </v:group>
                <v:group id="Group 273" o:spid="_x0000_s1033" style="position:absolute;left:23;top:841;width:9533;height:2" coordorigin="23,841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274" o:spid="_x0000_s1034" style="position:absolute;left:23;top:841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mb38MA&#10;AADbAAAADwAAAGRycy9kb3ducmV2LnhtbESPT2sCMRTE7wW/Q3iCl1KzVdCyGkWLgodS/FN6fmye&#10;u8HNy5LEdf32plDwOMzMb5j5srO1aMkH41jB+zADQVw4bbhU8HPavn2ACBFZY+2YFNwpwHLRe5lj&#10;rt2ND9QeYykShEOOCqoYm1zKUFRkMQxdQ5y8s/MWY5K+lNrjLcFtLUdZNpEWDaeFChv6rKi4HK9W&#10;QWcimn07Obmv79W63r9e/e+GlBr0u9UMRKQuPsP/7Z1WMB3D35f0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mb38MAAADbAAAADwAAAAAAAAAAAAAAAACYAgAAZHJzL2Rv&#10;d25yZXYueG1sUEsFBgAAAAAEAAQA9QAAAIgDAAAAAA=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6C0B71">
      <w:pPr>
        <w:spacing w:before="43" w:line="294" w:lineRule="auto"/>
        <w:ind w:left="280" w:right="1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1"/>
          <w:sz w:val="16"/>
        </w:rPr>
        <w:t>*Georganiseerd sporten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pacing w:val="-1"/>
          <w:sz w:val="16"/>
        </w:rPr>
        <w:t>is vaak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pacing w:val="-1"/>
          <w:sz w:val="16"/>
        </w:rPr>
        <w:t>op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pacing w:val="-1"/>
          <w:sz w:val="16"/>
        </w:rPr>
        <w:t xml:space="preserve">vaste </w:t>
      </w:r>
      <w:r>
        <w:rPr>
          <w:rFonts w:ascii="Calibri"/>
          <w:spacing w:val="-2"/>
          <w:sz w:val="16"/>
        </w:rPr>
        <w:t>tijden,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min of meer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verplicht,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onder professionele leiding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van een trainer,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 xml:space="preserve">in een groep </w:t>
      </w:r>
      <w:r>
        <w:rPr>
          <w:rFonts w:ascii="Calibri"/>
          <w:spacing w:val="1"/>
          <w:sz w:val="16"/>
        </w:rPr>
        <w:t>en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er</w:t>
      </w:r>
      <w:r>
        <w:rPr>
          <w:rFonts w:ascii="Calibri"/>
          <w:spacing w:val="-1"/>
          <w:sz w:val="16"/>
        </w:rPr>
        <w:t xml:space="preserve"> wordt</w:t>
      </w:r>
      <w:r>
        <w:rPr>
          <w:rFonts w:ascii="Calibri"/>
          <w:spacing w:val="96"/>
          <w:sz w:val="16"/>
        </w:rPr>
        <w:t xml:space="preserve"> </w:t>
      </w:r>
      <w:r>
        <w:rPr>
          <w:rFonts w:ascii="Calibri"/>
          <w:spacing w:val="-1"/>
          <w:sz w:val="16"/>
        </w:rPr>
        <w:t>contributie betaald.</w:t>
      </w:r>
    </w:p>
    <w:p w:rsidR="00582116" w:rsidRDefault="006C0B71">
      <w:pPr>
        <w:spacing w:line="294" w:lineRule="auto"/>
        <w:ind w:left="280" w:right="352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1"/>
          <w:sz w:val="16"/>
        </w:rPr>
        <w:t>Ongeorganiseerd sporten is meestal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onregelmatig,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zonder verplichting,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zonder contributie en zonder professionele begeleiding.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Bijvoorbeeld</w:t>
      </w:r>
      <w:r>
        <w:rPr>
          <w:rFonts w:ascii="Calibri"/>
          <w:spacing w:val="89"/>
          <w:sz w:val="16"/>
        </w:rPr>
        <w:t xml:space="preserve"> </w:t>
      </w:r>
      <w:r>
        <w:rPr>
          <w:rFonts w:ascii="Calibri"/>
          <w:spacing w:val="-1"/>
          <w:sz w:val="16"/>
        </w:rPr>
        <w:t xml:space="preserve">samen </w:t>
      </w:r>
      <w:r>
        <w:rPr>
          <w:rFonts w:ascii="Calibri"/>
          <w:sz w:val="16"/>
        </w:rPr>
        <w:t>met</w:t>
      </w:r>
      <w:r>
        <w:rPr>
          <w:rFonts w:ascii="Calibri"/>
          <w:spacing w:val="-1"/>
          <w:sz w:val="16"/>
        </w:rPr>
        <w:t xml:space="preserve"> vrienden,</w:t>
      </w:r>
      <w:r>
        <w:rPr>
          <w:rFonts w:ascii="Calibri"/>
          <w:sz w:val="16"/>
        </w:rPr>
        <w:t xml:space="preserve"> </w:t>
      </w:r>
      <w:r>
        <w:rPr>
          <w:rFonts w:ascii="Calibri"/>
          <w:spacing w:val="-1"/>
          <w:sz w:val="16"/>
        </w:rPr>
        <w:t>in een</w:t>
      </w:r>
      <w:r>
        <w:rPr>
          <w:rFonts w:ascii="Calibri"/>
          <w:spacing w:val="-1"/>
          <w:sz w:val="16"/>
        </w:rPr>
        <w:t xml:space="preserve"> buurthuis of tijdens naschoolse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pacing w:val="-1"/>
          <w:sz w:val="16"/>
        </w:rPr>
        <w:t>sport.</w:t>
      </w:r>
    </w:p>
    <w:p w:rsidR="00582116" w:rsidRDefault="00582116">
      <w:pPr>
        <w:spacing w:before="9"/>
        <w:rPr>
          <w:rFonts w:ascii="Calibri" w:eastAsia="Calibri" w:hAnsi="Calibri" w:cs="Calibri"/>
          <w:sz w:val="17"/>
          <w:szCs w:val="17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ind w:hanging="283"/>
      </w:pPr>
      <w:r>
        <w:rPr>
          <w:spacing w:val="-1"/>
        </w:rPr>
        <w:t>Sport</w:t>
      </w:r>
      <w:r>
        <w:rPr>
          <w:spacing w:val="-6"/>
        </w:rPr>
        <w:t xml:space="preserve"> </w:t>
      </w:r>
      <w:r>
        <w:rPr>
          <w:spacing w:val="-1"/>
        </w:rPr>
        <w:t>je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wedstrijd-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recreatief</w:t>
      </w:r>
      <w:r>
        <w:rPr>
          <w:spacing w:val="-6"/>
        </w:rPr>
        <w:t xml:space="preserve"> </w:t>
      </w:r>
      <w:r>
        <w:t>verband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beide?**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549910"/>
                <wp:effectExtent l="0" t="0" r="4445" b="2540"/>
                <wp:docPr id="56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549910"/>
                          <a:chOff x="0" y="0"/>
                          <a:chExt cx="9578" cy="866"/>
                        </a:xfrm>
                      </wpg:grpSpPr>
                      <wpg:grpSp>
                        <wpg:cNvPr id="57" name="Group 270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58" name="Freeform 271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68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778"/>
                            <a:chOff x="44" y="44"/>
                            <a:chExt cx="2" cy="778"/>
                          </a:xfrm>
                        </wpg:grpSpPr>
                        <wps:wsp>
                          <wps:cNvPr id="60" name="Freeform 269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778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778"/>
                                <a:gd name="T2" fmla="+- 0 822 44"/>
                                <a:gd name="T3" fmla="*/ 822 h 7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8">
                                  <a:moveTo>
                                    <a:pt x="0" y="0"/>
                                  </a:moveTo>
                                  <a:lnTo>
                                    <a:pt x="0" y="778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66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778"/>
                            <a:chOff x="9533" y="44"/>
                            <a:chExt cx="2" cy="778"/>
                          </a:xfrm>
                        </wpg:grpSpPr>
                        <wps:wsp>
                          <wps:cNvPr id="62" name="Freeform 267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778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778"/>
                                <a:gd name="T2" fmla="+- 0 822 44"/>
                                <a:gd name="T3" fmla="*/ 822 h 7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8">
                                  <a:moveTo>
                                    <a:pt x="0" y="0"/>
                                  </a:moveTo>
                                  <a:lnTo>
                                    <a:pt x="0" y="778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64"/>
                        <wpg:cNvGrpSpPr>
                          <a:grpSpLocks/>
                        </wpg:cNvGrpSpPr>
                        <wpg:grpSpPr bwMode="auto">
                          <a:xfrm>
                            <a:off x="23" y="843"/>
                            <a:ext cx="9533" cy="2"/>
                            <a:chOff x="23" y="843"/>
                            <a:chExt cx="9533" cy="2"/>
                          </a:xfrm>
                        </wpg:grpSpPr>
                        <wps:wsp>
                          <wps:cNvPr id="64" name="Freeform 265"/>
                          <wps:cNvSpPr>
                            <a:spLocks/>
                          </wps:cNvSpPr>
                          <wps:spPr bwMode="auto">
                            <a:xfrm>
                              <a:off x="23" y="84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63" o:spid="_x0000_s1026" style="width:478.9pt;height:43.3pt;mso-position-horizontal-relative:char;mso-position-vertical-relative:line" coordsize="9578,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">
                <v:group id="Group 270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271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Vzr8A&#10;AADbAAAADwAAAGRycy9kb3ducmV2LnhtbERPy4rCMBTdC/MP4Q64kTFVUIZqFEcUXIj4GGZ9aa5t&#10;mOamJLHWvzcLweXhvOfLztaiJR+MYwWjYQaCuHDacKng97L9+gYRIrLG2jEpeFCA5eKjN8dcuzuf&#10;qD3HUqQQDjkqqGJscilDUZHFMHQNceKuzluMCfpSao/3FG5rOc6yqbRoODVU2NC6ouL/fLMKOhPR&#10;HNvpxe0Pq5/6OLj5vw0p1f/sVjMQkbr4Fr/cO61gksamL+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uFXOvwAAANsAAAAPAAAAAAAAAAAAAAAAAJgCAABkcnMvZG93bnJl&#10;di54bWxQSwUGAAAAAAQABAD1AAAAhAMAAAAA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68" o:spid="_x0000_s1029" style="position:absolute;left:44;top:44;width:2;height:778" coordorigin="44,44" coordsize="2,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269" o:spid="_x0000_s1030" style="position:absolute;left:44;top:44;width:2;height:778;visibility:visible;mso-wrap-style:square;v-text-anchor:top" coordsize="2,7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v5hMIA&#10;AADbAAAADwAAAGRycy9kb3ducmV2LnhtbERPz0vDMBS+C/4P4QneXOIOQ+qyMtQyQRDsPHh8Nm9N&#10;bfNSm6yt++uXg7Djx/d7nc+uEyMNofGs4X6hQBBX3jRca/jcF3cPIEJENth5Jg1/FCDfXF+tMTN+&#10;4g8ay1iLFMIhQw02xj6TMlSWHIaF74kTd/CDw5jgUEsz4JTCXSeXSq2kw4ZTg8WenixVbXl0Gl7G&#10;4l21v1R+favd83Gy+5+39qT17c28fQQRaY4X8b/71WhYpfXpS/oBcnM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/mEwgAAANsAAAAPAAAAAAAAAAAAAAAAAJgCAABkcnMvZG93&#10;bnJldi54bWxQSwUGAAAAAAQABAD1AAAAhwMAAAAA&#10;" path="m,l,778e" filled="f" strokecolor="#bd443e" strokeweight="2.26pt">
                    <v:path arrowok="t" o:connecttype="custom" o:connectlocs="0,44;0,822" o:connectangles="0,0"/>
                  </v:shape>
                </v:group>
                <v:group id="Group 266" o:spid="_x0000_s1031" style="position:absolute;left:9533;top:44;width:2;height:778" coordorigin="9533,44" coordsize="2,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267" o:spid="_x0000_s1032" style="position:absolute;left:9533;top:44;width:2;height:778;visibility:visible;mso-wrap-style:square;v-text-anchor:top" coordsize="2,7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CaMYA&#10;AADbAAAADwAAAGRycy9kb3ducmV2LnhtbESPQUvDQBSE70L/w/IK3uyuPZQSuy2iLQqC0NSDx2f2&#10;mY3Jvk2z2yT213cFocdhZr5hVpvRNaKnLlSeNdzPFAjiwpuKSw0fh93dEkSIyAYbz6ThlwJs1pOb&#10;FWbGD7ynPo+lSBAOGWqwMbaZlKGw5DDMfEucvG/fOYxJdqU0HQ4J7ho5V2ohHVacFiy29GSpqPOT&#10;07Dtd++qPlL++aVenk+DPfy81Wetb6fj4wOISGO8hv/br0bDYg5/X9IPkO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XCaMYAAADbAAAADwAAAAAAAAAAAAAAAACYAgAAZHJz&#10;L2Rvd25yZXYueG1sUEsFBgAAAAAEAAQA9QAAAIsDAAAAAA==&#10;" path="m,l,778e" filled="f" strokecolor="#bd443e" strokeweight="2.26pt">
                    <v:path arrowok="t" o:connecttype="custom" o:connectlocs="0,44;0,822" o:connectangles="0,0"/>
                  </v:shape>
                </v:group>
                <v:group id="Group 264" o:spid="_x0000_s1033" style="position:absolute;left:23;top:843;width:9533;height:2" coordorigin="23,84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265" o:spid="_x0000_s1034" style="position:absolute;left:23;top:84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VdsQA&#10;AADbAAAADwAAAGRycy9kb3ducmV2LnhtbESPQWvCQBSE7wX/w/KEXopuWkoo0U1QaaGHUqyK50f2&#10;mSxm34bdNcZ/7xYKPQ4z8w2zrEbbiYF8MI4VPM8zEMS104YbBYf9x+wNRIjIGjvHpOBGAapy8rDE&#10;Qrsr/9Cwi41IEA4FKmhj7AspQ92SxTB3PXHyTs5bjEn6RmqP1wS3nXzJslxaNJwWWuxp01J93l2s&#10;gtFENNsh37uv79W62z5d/PGdlHqcjqsFiEhj/A//tT+1gvwVfr+kH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ZlXb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6C0B71">
      <w:pPr>
        <w:spacing w:before="43" w:line="294" w:lineRule="auto"/>
        <w:ind w:left="280" w:right="15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**Een wedstrijdsporter voldoet aan drie voorwaarden: sporten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met officiële regels,</w:t>
      </w:r>
      <w:r>
        <w:rPr>
          <w:rFonts w:ascii="Calibri" w:hAnsi="Calibri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in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officieel wedstrijdverband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en als lid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van een vereniging.</w:t>
      </w:r>
      <w:r>
        <w:rPr>
          <w:rFonts w:ascii="Calibri" w:hAnsi="Calibri"/>
          <w:spacing w:val="8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Wordt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aan deze voorwaarden niet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voldaan,</w:t>
      </w:r>
      <w:r>
        <w:rPr>
          <w:rFonts w:ascii="Calibri" w:hAnsi="Calibri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dan is iemand een recreatiesporter.</w:t>
      </w:r>
    </w:p>
    <w:p w:rsidR="00582116" w:rsidRDefault="00582116">
      <w:pPr>
        <w:spacing w:line="294" w:lineRule="auto"/>
        <w:rPr>
          <w:rFonts w:ascii="Calibri" w:eastAsia="Calibri" w:hAnsi="Calibri" w:cs="Calibri"/>
          <w:sz w:val="16"/>
          <w:szCs w:val="16"/>
        </w:rPr>
        <w:sectPr w:rsidR="00582116">
          <w:pgSz w:w="11910" w:h="16840"/>
          <w:pgMar w:top="1360" w:right="1140" w:bottom="280" w:left="980" w:header="708" w:footer="708" w:gutter="0"/>
          <w:cols w:space="708"/>
        </w:sect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33" w:line="257" w:lineRule="auto"/>
        <w:ind w:right="1346" w:hanging="283"/>
      </w:pPr>
      <w:r>
        <w:lastRenderedPageBreak/>
        <w:t>Wat</w:t>
      </w:r>
      <w:r>
        <w:rPr>
          <w:spacing w:val="-6"/>
        </w:rPr>
        <w:t xml:space="preserve"> </w:t>
      </w:r>
      <w:r>
        <w:rPr>
          <w:spacing w:val="-1"/>
        </w:rPr>
        <w:t>vind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belangrijk</w:t>
      </w:r>
      <w:r>
        <w:rPr>
          <w:spacing w:val="-6"/>
        </w:rPr>
        <w:t xml:space="preserve"> </w:t>
      </w:r>
      <w:r>
        <w:t>bij</w:t>
      </w:r>
      <w:r>
        <w:rPr>
          <w:spacing w:val="-5"/>
        </w:rPr>
        <w:t xml:space="preserve"> </w:t>
      </w:r>
      <w:r>
        <w:rPr>
          <w:spacing w:val="-1"/>
        </w:rPr>
        <w:t>het</w:t>
      </w:r>
      <w:r>
        <w:rPr>
          <w:spacing w:val="-6"/>
        </w:rPr>
        <w:t xml:space="preserve"> </w:t>
      </w:r>
      <w:r>
        <w:rPr>
          <w:spacing w:val="-1"/>
        </w:rPr>
        <w:t>beoefenen</w:t>
      </w:r>
      <w:r>
        <w:rPr>
          <w:spacing w:val="-6"/>
        </w:rPr>
        <w:t xml:space="preserve"> </w:t>
      </w:r>
      <w:r>
        <w:rPr>
          <w:spacing w:val="-1"/>
        </w:rPr>
        <w:t>van</w:t>
      </w:r>
      <w:r>
        <w:rPr>
          <w:spacing w:val="-4"/>
        </w:rPr>
        <w:t xml:space="preserve"> </w:t>
      </w:r>
      <w:r>
        <w:t>sport?</w:t>
      </w:r>
      <w:r>
        <w:rPr>
          <w:spacing w:val="-8"/>
        </w:rPr>
        <w:t xml:space="preserve"> </w:t>
      </w:r>
      <w:r>
        <w:t>Noem</w:t>
      </w:r>
      <w:r>
        <w:rPr>
          <w:spacing w:val="-5"/>
        </w:rPr>
        <w:t xml:space="preserve"> </w:t>
      </w:r>
      <w:r>
        <w:t>drie</w:t>
      </w:r>
      <w:r>
        <w:rPr>
          <w:spacing w:val="-7"/>
        </w:rPr>
        <w:t xml:space="preserve"> </w:t>
      </w:r>
      <w:r>
        <w:t>punten</w:t>
      </w:r>
      <w:r>
        <w:rPr>
          <w:spacing w:val="-6"/>
        </w:rPr>
        <w:t xml:space="preserve"> </w:t>
      </w:r>
      <w:r>
        <w:t>(bijvoorbeeld</w:t>
      </w:r>
      <w:r>
        <w:rPr>
          <w:spacing w:val="-4"/>
        </w:rPr>
        <w:t xml:space="preserve"> </w:t>
      </w:r>
      <w:r>
        <w:t>gezelligheid,</w:t>
      </w:r>
      <w:r>
        <w:rPr>
          <w:spacing w:val="33"/>
          <w:w w:val="99"/>
        </w:rPr>
        <w:t xml:space="preserve"> </w:t>
      </w:r>
      <w:r>
        <w:rPr>
          <w:spacing w:val="-1"/>
        </w:rPr>
        <w:t>kennismaking,</w:t>
      </w:r>
      <w:r>
        <w:rPr>
          <w:spacing w:val="-12"/>
        </w:rPr>
        <w:t xml:space="preserve"> </w:t>
      </w:r>
      <w:r>
        <w:t>selectie,</w:t>
      </w:r>
      <w:r>
        <w:rPr>
          <w:spacing w:val="-11"/>
        </w:rPr>
        <w:t xml:space="preserve"> </w:t>
      </w:r>
      <w:r>
        <w:t>conditie</w:t>
      </w:r>
      <w:r>
        <w:rPr>
          <w:spacing w:val="-10"/>
        </w:rPr>
        <w:t xml:space="preserve"> </w:t>
      </w:r>
      <w:r>
        <w:rPr>
          <w:spacing w:val="-1"/>
        </w:rPr>
        <w:t>enzovoort).</w:t>
      </w:r>
    </w:p>
    <w:p w:rsidR="00582116" w:rsidRDefault="006C0B71">
      <w:pPr>
        <w:spacing w:line="200" w:lineRule="atLeast"/>
        <w:ind w:left="1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s">
            <w:drawing>
              <wp:inline distT="0" distB="0" distL="0" distR="0">
                <wp:extent cx="6026150" cy="550545"/>
                <wp:effectExtent l="19050" t="19050" r="22225" b="20955"/>
                <wp:docPr id="55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0" cy="550545"/>
                        </a:xfrm>
                        <a:prstGeom prst="rect">
                          <a:avLst/>
                        </a:prstGeom>
                        <a:noFill/>
                        <a:ln w="28702">
                          <a:solidFill>
                            <a:srgbClr val="BD443E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2116" w:rsidRDefault="006C0B71">
                            <w:pPr>
                              <w:tabs>
                                <w:tab w:val="left" w:pos="467"/>
                              </w:tabs>
                              <w:spacing w:before="26"/>
                              <w:ind w:left="10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w w:val="95"/>
                                <w:sz w:val="20"/>
                                <w:szCs w:val="20"/>
                              </w:rPr>
                              <w:t>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  <w:p w:rsidR="00582116" w:rsidRDefault="006C0B71">
                            <w:pPr>
                              <w:tabs>
                                <w:tab w:val="left" w:pos="467"/>
                              </w:tabs>
                              <w:spacing w:before="7"/>
                              <w:ind w:left="10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w w:val="95"/>
                                <w:sz w:val="20"/>
                                <w:szCs w:val="20"/>
                              </w:rPr>
                              <w:t>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  <w:p w:rsidR="00582116" w:rsidRDefault="006C0B71">
                            <w:pPr>
                              <w:tabs>
                                <w:tab w:val="left" w:pos="467"/>
                              </w:tabs>
                              <w:spacing w:before="7"/>
                              <w:ind w:left="10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w w:val="95"/>
                                <w:sz w:val="20"/>
                                <w:szCs w:val="20"/>
                              </w:rPr>
                              <w:t>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2" o:spid="_x0000_s1026" type="#_x0000_t202" style="width:474.5pt;height:4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" filled="f" strokecolor="#bd443e" strokeweight="2.26pt">
                <v:textbox inset="0,0,0,0">
                  <w:txbxContent>
                    <w:p w:rsidR="00582116" w:rsidRDefault="006C0B71">
                      <w:pPr>
                        <w:tabs>
                          <w:tab w:val="left" w:pos="467"/>
                        </w:tabs>
                        <w:spacing w:before="26"/>
                        <w:ind w:left="10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Symbol" w:eastAsia="Symbol" w:hAnsi="Symbol" w:cs="Symbol"/>
                          <w:w w:val="95"/>
                          <w:sz w:val="20"/>
                          <w:szCs w:val="20"/>
                        </w:rPr>
                        <w:t></w:t>
                      </w:r>
                      <w:r>
                        <w:rPr>
                          <w:rFonts w:ascii="Times New Roman" w:eastAsia="Times New Roman" w:hAnsi="Times New Roman" w:cs="Times New Roman"/>
                          <w:w w:val="95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…</w:t>
                      </w:r>
                    </w:p>
                    <w:p w:rsidR="00582116" w:rsidRDefault="006C0B71">
                      <w:pPr>
                        <w:tabs>
                          <w:tab w:val="left" w:pos="467"/>
                        </w:tabs>
                        <w:spacing w:before="7"/>
                        <w:ind w:left="10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Symbol" w:eastAsia="Symbol" w:hAnsi="Symbol" w:cs="Symbol"/>
                          <w:w w:val="95"/>
                          <w:sz w:val="20"/>
                          <w:szCs w:val="20"/>
                        </w:rPr>
                        <w:t></w:t>
                      </w:r>
                      <w:r>
                        <w:rPr>
                          <w:rFonts w:ascii="Times New Roman" w:eastAsia="Times New Roman" w:hAnsi="Times New Roman" w:cs="Times New Roman"/>
                          <w:w w:val="95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…</w:t>
                      </w:r>
                    </w:p>
                    <w:p w:rsidR="00582116" w:rsidRDefault="006C0B71">
                      <w:pPr>
                        <w:tabs>
                          <w:tab w:val="left" w:pos="467"/>
                        </w:tabs>
                        <w:spacing w:before="7"/>
                        <w:ind w:left="10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Symbol" w:eastAsia="Symbol" w:hAnsi="Symbol" w:cs="Symbol"/>
                          <w:w w:val="95"/>
                          <w:sz w:val="20"/>
                          <w:szCs w:val="20"/>
                        </w:rPr>
                        <w:t></w:t>
                      </w:r>
                      <w:r>
                        <w:rPr>
                          <w:rFonts w:ascii="Times New Roman" w:eastAsia="Times New Roman" w:hAnsi="Times New Roman" w:cs="Times New Roman"/>
                          <w:w w:val="95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82116" w:rsidRDefault="00582116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rPr>
          <w:spacing w:val="-1"/>
        </w:rPr>
        <w:t>Ben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rPr>
          <w:spacing w:val="-1"/>
        </w:rPr>
        <w:t>tevreden</w:t>
      </w:r>
      <w:r>
        <w:rPr>
          <w:spacing w:val="-5"/>
        </w:rPr>
        <w:t xml:space="preserve"> </w:t>
      </w:r>
      <w:r>
        <w:t>over</w:t>
      </w:r>
      <w:r>
        <w:rPr>
          <w:spacing w:val="-5"/>
        </w:rPr>
        <w:t xml:space="preserve"> </w:t>
      </w:r>
      <w:r>
        <w:rPr>
          <w:spacing w:val="-1"/>
        </w:rPr>
        <w:t>je</w:t>
      </w:r>
      <w:r>
        <w:rPr>
          <w:spacing w:val="-7"/>
        </w:rPr>
        <w:t xml:space="preserve"> </w:t>
      </w:r>
      <w:r>
        <w:t>huidige</w:t>
      </w:r>
      <w:r>
        <w:rPr>
          <w:spacing w:val="-6"/>
        </w:rPr>
        <w:t xml:space="preserve"> </w:t>
      </w:r>
      <w:r>
        <w:rPr>
          <w:spacing w:val="-1"/>
        </w:rPr>
        <w:t>sportdeelname?</w:t>
      </w:r>
      <w:r>
        <w:rPr>
          <w:spacing w:val="-7"/>
        </w:rPr>
        <w:t xml:space="preserve"> </w:t>
      </w:r>
      <w:r>
        <w:t>Waarom</w:t>
      </w:r>
      <w:r>
        <w:rPr>
          <w:spacing w:val="-4"/>
        </w:rPr>
        <w:t xml:space="preserve"> </w:t>
      </w:r>
      <w:r>
        <w:t>wel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niet?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46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47" name="Group 260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48" name="Freeform 261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58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0"/>
                            <a:chOff x="44" y="44"/>
                            <a:chExt cx="2" cy="1020"/>
                          </a:xfrm>
                        </wpg:grpSpPr>
                        <wps:wsp>
                          <wps:cNvPr id="50" name="Freeform 259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56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0"/>
                            <a:chOff x="9533" y="44"/>
                            <a:chExt cx="2" cy="1020"/>
                          </a:xfrm>
                        </wpg:grpSpPr>
                        <wps:wsp>
                          <wps:cNvPr id="52" name="Freeform 257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54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54" name="Freeform 255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3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">
                <v:group id="Group 260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61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HDE78A&#10;AADbAAAADwAAAGRycy9kb3ducmV2LnhtbERPy4rCMBTdC/MP4Q64kTFVRIZqFEcUXIj4GGZ9aa5t&#10;mOamJLHWvzcLweXhvOfLztaiJR+MYwWjYQaCuHDacKng97L9+gYRIrLG2jEpeFCA5eKjN8dcuzuf&#10;qD3HUqQQDjkqqGJscilDUZHFMHQNceKuzluMCfpSao/3FG5rOc6yqbRoODVU2NC6ouL/fLMKOhPR&#10;HNvpxe0Pq5/6OLj5vw0p1f/sVjMQkbr4Fr/cO61gksamL+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YcMTvwAAANsAAAAPAAAAAAAAAAAAAAAAAJgCAABkcnMvZG93bnJl&#10;di54bWxQSwUGAAAAAAQABAD1AAAAhAMAAAAA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58" o:spid="_x0000_s1029" style="position:absolute;left:44;top:44;width:2;height:1020" coordorigin="44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59" o:spid="_x0000_s1030" style="position:absolute;left:44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7Ll8EA&#10;AADbAAAADwAAAGRycy9kb3ducmV2LnhtbERPPW/CMBDdkfofrKvUpQKnVVsgjYMqFCpWaAbGU3wk&#10;VuNziA0J/fX1gMT49L6z1WhbcaHeG8cKXmYJCOLKacO1gvJnM12A8AFZY+uYFFzJwyp/mGSYajfw&#10;ji77UIsYwj5FBU0IXSqlrxqy6GeuI47c0fUWQ4R9LXWPQwy3rXxNkg9p0XBsaLCjdUPV7/5sFZzK&#10;v6FKDvrZLIu3ovw2upiftFJPj+PXJ4hAY7iLb+6tVvAe18cv8QfI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uy5fBAAAA2wAAAA8AAAAAAAAAAAAAAAAAmAIAAGRycy9kb3du&#10;cmV2LnhtbFBLBQYAAAAABAAEAPUAAACG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56" o:spid="_x0000_s1031" style="position:absolute;left:9533;top:44;width:2;height:1020" coordorigin="9533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57" o:spid="_x0000_s1032" style="position:absolute;left:9533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Dwe8QA&#10;AADbAAAADwAAAGRycy9kb3ducmV2LnhtbESPQWvCQBSE7wX/w/KEXopulLZqdBUpqfSqzcHjI/tM&#10;FrNvY3ZrUn+9KxR6HGbmG2a16W0trtR641jBZJyAIC6cNlwqyL8/R3MQPiBrrB2Tgl/ysFkPnlaY&#10;atfxnq6HUIoIYZ+igiqEJpXSFxVZ9GPXEEfv5FqLIcq2lLrFLsJtLadJ8i4tGo4LFTb0UVFxPvxY&#10;BZf81hXJUb+YRfaa5Tujs9lFK/U87LdLEIH68B/+a39pBW9TeHy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w8HvEAAAA2wAAAA8AAAAAAAAAAAAAAAAAmAIAAGRycy9k&#10;b3ducmV2LnhtbFBLBQYAAAAABAAEAPUAAACJ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54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55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Vfy8MA&#10;AADbAAAADwAAAGRycy9kb3ducmV2LnhtbESPT2sCMRTE7wW/Q3iCl1KzSiuyNYqKQg9S/FN6fmye&#10;u8HNy5LEdf32plDwOMzMb5jZorO1aMkH41jBaJiBIC6cNlwq+Dlt36YgQkTWWDsmBXcKsJj3XmaY&#10;a3fjA7XHWIoE4ZCjgirGJpcyFBVZDEPXECfv7LzFmKQvpfZ4S3Bby3GWTaRFw2mhwobWFRWX49Uq&#10;6ExEs28nJ7f7Xq7q/evV/25IqUG/W36CiNTFZ/i//aUVfLzD35f0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Vfy8MAAADbAAAADwAAAAAAAAAAAAAAAACYAgAAZHJzL2Rv&#10;d25yZXYueG1sUEsFBgAAAAAEAAQA9QAAAIgDAAAAAA=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rPr>
          <w:spacing w:val="-1"/>
        </w:rPr>
        <w:t>Welke</w:t>
      </w:r>
      <w:r>
        <w:rPr>
          <w:spacing w:val="-7"/>
        </w:rPr>
        <w:t xml:space="preserve"> </w:t>
      </w:r>
      <w:r>
        <w:rPr>
          <w:spacing w:val="-1"/>
        </w:rPr>
        <w:t>andere</w:t>
      </w:r>
      <w:r>
        <w:rPr>
          <w:spacing w:val="-4"/>
        </w:rPr>
        <w:t xml:space="preserve"> </w:t>
      </w:r>
      <w:r>
        <w:rPr>
          <w:spacing w:val="-1"/>
        </w:rPr>
        <w:t>sporten</w:t>
      </w:r>
      <w:r>
        <w:rPr>
          <w:spacing w:val="-5"/>
        </w:rPr>
        <w:t xml:space="preserve"> </w:t>
      </w:r>
      <w:r>
        <w:t>heb</w:t>
      </w:r>
      <w:r>
        <w:rPr>
          <w:spacing w:val="-5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5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rPr>
          <w:spacing w:val="-1"/>
        </w:rPr>
        <w:t>verleden</w:t>
      </w:r>
      <w:r>
        <w:rPr>
          <w:spacing w:val="-5"/>
        </w:rPr>
        <w:t xml:space="preserve"> </w:t>
      </w:r>
      <w:r>
        <w:rPr>
          <w:spacing w:val="-1"/>
        </w:rPr>
        <w:t>beoefend?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6120"/>
                <wp:effectExtent l="0" t="0" r="4445" b="8255"/>
                <wp:docPr id="37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6120"/>
                          <a:chOff x="0" y="0"/>
                          <a:chExt cx="9578" cy="1112"/>
                        </a:xfrm>
                      </wpg:grpSpPr>
                      <wpg:grpSp>
                        <wpg:cNvPr id="38" name="Group 251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39" name="Freeform 252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49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3"/>
                            <a:chOff x="44" y="44"/>
                            <a:chExt cx="2" cy="1023"/>
                          </a:xfrm>
                        </wpg:grpSpPr>
                        <wps:wsp>
                          <wps:cNvPr id="41" name="Freeform 250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3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3"/>
                                <a:gd name="T2" fmla="+- 0 1067 44"/>
                                <a:gd name="T3" fmla="*/ 1067 h 1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3">
                                  <a:moveTo>
                                    <a:pt x="0" y="0"/>
                                  </a:moveTo>
                                  <a:lnTo>
                                    <a:pt x="0" y="1023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47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3"/>
                            <a:chOff x="9533" y="44"/>
                            <a:chExt cx="2" cy="1023"/>
                          </a:xfrm>
                        </wpg:grpSpPr>
                        <wps:wsp>
                          <wps:cNvPr id="43" name="Freeform 248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3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3"/>
                                <a:gd name="T2" fmla="+- 0 1067 44"/>
                                <a:gd name="T3" fmla="*/ 1067 h 1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3">
                                  <a:moveTo>
                                    <a:pt x="0" y="0"/>
                                  </a:moveTo>
                                  <a:lnTo>
                                    <a:pt x="0" y="1023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45"/>
                        <wpg:cNvGrpSpPr>
                          <a:grpSpLocks/>
                        </wpg:cNvGrpSpPr>
                        <wpg:grpSpPr bwMode="auto">
                          <a:xfrm>
                            <a:off x="23" y="1089"/>
                            <a:ext cx="9533" cy="2"/>
                            <a:chOff x="23" y="1089"/>
                            <a:chExt cx="9533" cy="2"/>
                          </a:xfrm>
                        </wpg:grpSpPr>
                        <wps:wsp>
                          <wps:cNvPr id="45" name="Freeform 246"/>
                          <wps:cNvSpPr>
                            <a:spLocks/>
                          </wps:cNvSpPr>
                          <wps:spPr bwMode="auto">
                            <a:xfrm>
                              <a:off x="23" y="1089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44" o:spid="_x0000_s1026" style="width:478.9pt;height:55.6pt;mso-position-horizontal-relative:char;mso-position-vertical-relative:line" coordsize="9578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">
                <v:group id="Group 251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52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V9cMA&#10;AADbAAAADwAAAGRycy9kb3ducmV2LnhtbESPT2sCMRTE7wW/Q3iCl1KzVRC7GkWLgodS/FN6fmye&#10;u8HNy5LEdf32plDwOMzMb5j5srO1aMkH41jB+zADQVw4bbhU8HPavk1BhIissXZMCu4UYLnovcwx&#10;1+7GB2qPsRQJwiFHBVWMTS5lKCqyGIauIU7e2XmLMUlfSu3xluC2lqMsm0iLhtNChQ19VlRcjler&#10;oDMRzb6dnNzX92pd71+v/ndDSg363WoGIlIXn+H/9k4rGH/A35f0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sV9cMAAADbAAAADwAAAAAAAAAAAAAAAACYAgAAZHJzL2Rv&#10;d25yZXYueG1sUEsFBgAAAAAEAAQA9QAAAIgDAAAAAA=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49" o:spid="_x0000_s1029" style="position:absolute;left:44;top:44;width:2;height:1023" coordorigin="44,44" coordsize="2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50" o:spid="_x0000_s1030" style="position:absolute;left:44;top:44;width:2;height:1023;visibility:visible;mso-wrap-style:square;v-text-anchor:top" coordsize="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BucQA&#10;AADbAAAADwAAAGRycy9kb3ducmV2LnhtbESPQWvCQBSE7wX/w/IKvdWNUiSmrlLEggexGHPw+Mi+&#10;ZoPZtyG7jWt/fbdQ6HGYmW+Y1SbaTow0+Naxgtk0A0FcO91yo6A6vz/nIHxA1tg5JgV38rBZTx5W&#10;WGh34xONZWhEgrAvUIEJoS+k9LUhi37qeuLkfbrBYkhyaKQe8JbgtpPzLFtIiy2nBYM9bQ3V1/LL&#10;KqDrKf84HENu9na8RLfcfceyUurpMb69gggUw3/4r73XCl5m8Psl/Q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bwbnEAAAA2wAAAA8AAAAAAAAAAAAAAAAAmAIAAGRycy9k&#10;b3ducmV2LnhtbFBLBQYAAAAABAAEAPUAAACJAwAAAAA=&#10;" path="m,l,1023e" filled="f" strokecolor="#bd443e" strokeweight="2.26pt">
                    <v:path arrowok="t" o:connecttype="custom" o:connectlocs="0,44;0,1067" o:connectangles="0,0"/>
                  </v:shape>
                </v:group>
                <v:group id="Group 247" o:spid="_x0000_s1031" style="position:absolute;left:9533;top:44;width:2;height:1023" coordorigin="9533,44" coordsize="2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48" o:spid="_x0000_s1032" style="position:absolute;left:9533;top:44;width:2;height:1023;visibility:visible;mso-wrap-style:square;v-text-anchor:top" coordsize="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X6VcQA&#10;AADbAAAADwAAAGRycy9kb3ducmV2LnhtbESPT2sCMRTE7wW/Q3hCbzXbP5R1axSRCh5Ki6uHHh+b&#10;183i5mXZxDX66RtB8DjMzG+Y2SLaVgzU+8axgudJBoK4crrhWsF+t37KQfiArLF1TArO5GExHz3M&#10;sNDuxFsaylCLBGFfoAITQldI6StDFv3EdcTJ+3O9xZBkX0vd4ynBbStfsuxdWmw4LRjsaGWoOpRH&#10;q4AO2/zn6zvkZmOH3+imn5dY7pV6HMflB4hAMdzDt/ZGK3h7heuX9AP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F+lXEAAAA2wAAAA8AAAAAAAAAAAAAAAAAmAIAAGRycy9k&#10;b3ducmV2LnhtbFBLBQYAAAAABAAEAPUAAACJAwAAAAA=&#10;" path="m,l,1023e" filled="f" strokecolor="#bd443e" strokeweight="2.26pt">
                    <v:path arrowok="t" o:connecttype="custom" o:connectlocs="0,44;0,1067" o:connectangles="0,0"/>
                  </v:shape>
                </v:group>
                <v:group id="Group 245" o:spid="_x0000_s1033" style="position:absolute;left:23;top:1089;width:9533;height:2" coordorigin="23,1089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246" o:spid="_x0000_s1034" style="position:absolute;left:23;top:1089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sjcMA&#10;AADbAAAADwAAAGRycy9kb3ducmV2LnhtbESPT2sCMRTE7wW/Q3iCl1KzSiuyNYqKQg9S/FN6fmye&#10;u8HNy5LEdf32plDwOMzMb5jZorO1aMkH41jBaJiBIC6cNlwq+Dlt36YgQkTWWDsmBXcKsJj3XmaY&#10;a3fjA7XHWIoE4ZCjgirGJpcyFBVZDEPXECfv7LzFmKQvpfZ4S3Bby3GWTaRFw2mhwobWFRWX49Uq&#10;6ExEs28nJ7f7Xq7q/evV/25IqUG/W36CiNTFZ/i//aUVvH/A35f0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BsjcMAAADbAAAADwAAAAAAAAAAAAAAAACYAgAAZHJzL2Rv&#10;d25yZXYueG1sUEsFBgAAAAAEAAQA9QAAAIgDAAAAAA=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3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rPr>
          <w:spacing w:val="-1"/>
        </w:rPr>
        <w:t>Welke</w:t>
      </w:r>
      <w:r>
        <w:rPr>
          <w:spacing w:val="-3"/>
        </w:rPr>
        <w:t xml:space="preserve"> </w:t>
      </w:r>
      <w:r>
        <w:rPr>
          <w:spacing w:val="-1"/>
        </w:rPr>
        <w:t>sporten</w:t>
      </w:r>
      <w:r>
        <w:rPr>
          <w:spacing w:val="-4"/>
        </w:rPr>
        <w:t xml:space="preserve"> </w:t>
      </w:r>
      <w:r>
        <w:t>wil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toekomst</w:t>
      </w:r>
      <w:r>
        <w:rPr>
          <w:spacing w:val="-4"/>
        </w:rPr>
        <w:t xml:space="preserve"> </w:t>
      </w:r>
      <w:r>
        <w:t>nog</w:t>
      </w:r>
      <w:r>
        <w:rPr>
          <w:spacing w:val="-5"/>
        </w:rPr>
        <w:t xml:space="preserve"> </w:t>
      </w:r>
      <w:r>
        <w:t>doen?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28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29" name="Group 242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30" name="Freeform 243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40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0"/>
                            <a:chOff x="44" y="44"/>
                            <a:chExt cx="2" cy="1020"/>
                          </a:xfrm>
                        </wpg:grpSpPr>
                        <wps:wsp>
                          <wps:cNvPr id="32" name="Freeform 241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38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0"/>
                            <a:chOff x="9533" y="44"/>
                            <a:chExt cx="2" cy="1020"/>
                          </a:xfrm>
                        </wpg:grpSpPr>
                        <wps:wsp>
                          <wps:cNvPr id="34" name="Freeform 239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36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36" name="Freeform 237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35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">
                <v:group id="Group 242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43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8aL8A&#10;AADbAAAADwAAAGRycy9kb3ducmV2LnhtbERPy4rCMBTdC/MP4Q64kTFVQYZqFEcUXIj4GGZ9aa5t&#10;mOamJLHWvzcLweXhvOfLztaiJR+MYwWjYQaCuHDacKng97L9+gYRIrLG2jEpeFCA5eKjN8dcuzuf&#10;qD3HUqQQDjkqqGJscilDUZHFMHQNceKuzluMCfpSao/3FG5rOc6yqbRoODVU2NC6ouL/fLMKOhPR&#10;HNvpxe0Pq5/6OLj5vw0p1f/sVjMQkbr4Fr/cO61gktanL+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EbxovwAAANsAAAAPAAAAAAAAAAAAAAAAAJgCAABkcnMvZG93bnJl&#10;di54bWxQSwUGAAAAAAQABAD1AAAAhAMAAAAA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40" o:spid="_x0000_s1029" style="position:absolute;left:44;top:44;width:2;height:1020" coordorigin="44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41" o:spid="_x0000_s1030" style="position:absolute;left:44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8V28QA&#10;AADbAAAADwAAAGRycy9kb3ducmV2LnhtbESPQWvCQBSE7wX/w/KEXoputKVqdBUpqfSqzcHjI/tM&#10;FrNvY3ZrUn+9KxR6HGbmG2a16W0trtR641jBZJyAIC6cNlwqyL8/R3MQPiBrrB2Tgl/ysFkPnlaY&#10;atfxnq6HUIoIYZ+igiqEJpXSFxVZ9GPXEEfv5FqLIcq2lLrFLsJtLadJ8i4tGo4LFTb0UVFxPvxY&#10;BZf81hXJUb+YRfaW5Tujs9lFK/U87LdLEIH68B/+a39pBa9TeHy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vFdvEAAAA2wAAAA8AAAAAAAAAAAAAAAAAmAIAAGRycy9k&#10;b3ducmV2LnhtbFBLBQYAAAAABAAEAPUAAACJ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38" o:spid="_x0000_s1031" style="position:absolute;left:9533;top:44;width:2;height:1020" coordorigin="9533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239" o:spid="_x0000_s1032" style="position:absolute;left:9533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oNMQA&#10;AADbAAAADwAAAGRycy9kb3ducmV2LnhtbESPQWvCQBSE74L/YXmCl1I3WmlrdBUpqXjV5tDjI/tM&#10;FrNvY3Zr0v56Vyh4HGbmG2a16W0trtR641jBdJKAIC6cNlwqyL8+n99B+ICssXZMCn7Jw2Y9HKww&#10;1a7jA12PoRQRwj5FBVUITSqlLyqy6CeuIY7eybUWQ5RtKXWLXYTbWs6S5FVaNBwXKmzoo6LifPyx&#10;Ci75X1ck3/rJLLJ5lu+Mzt4uWqnxqN8uQQTqwyP8395rBS9zuH+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KKDTEAAAA2wAAAA8AAAAAAAAAAAAAAAAAmAIAAGRycy9k&#10;b3ducmV2LnhtbFBLBQYAAAAABAAEAPUAAACJ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36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237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SBh8QA&#10;AADbAAAADwAAAGRycy9kb3ducmV2LnhtbESPQWvCQBSE7wX/w/KEXopu2kIo0U1QaaGHUqyK50f2&#10;mSxm34bdNcZ/7xYKPQ4z8w2zrEbbiYF8MI4VPM8zEMS104YbBYf9x+wNRIjIGjvHpOBGAapy8rDE&#10;Qrsr/9Cwi41IEA4FKmhj7AspQ92SxTB3PXHyTs5bjEn6RmqP1wS3nXzJslxaNJwWWuxp01J93l2s&#10;gtFENNsh37uv79W62z5d/PGdlHqcjqsFiEhj/A//tT+1gtccfr+kHy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0gYf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3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 w:line="257" w:lineRule="auto"/>
        <w:ind w:right="1086" w:hanging="283"/>
      </w:pPr>
      <w:r>
        <w:rPr>
          <w:spacing w:val="-1"/>
        </w:rPr>
        <w:t>Ben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behalve</w:t>
      </w:r>
      <w:r>
        <w:rPr>
          <w:spacing w:val="-5"/>
        </w:rPr>
        <w:t xml:space="preserve"> </w:t>
      </w:r>
      <w:r>
        <w:t>als</w:t>
      </w:r>
      <w:r>
        <w:rPr>
          <w:spacing w:val="-4"/>
        </w:rPr>
        <w:t xml:space="preserve"> </w:t>
      </w:r>
      <w:r>
        <w:rPr>
          <w:spacing w:val="-1"/>
        </w:rPr>
        <w:t>sporter</w:t>
      </w:r>
      <w:r>
        <w:rPr>
          <w:spacing w:val="-6"/>
        </w:rPr>
        <w:t xml:space="preserve"> </w:t>
      </w:r>
      <w:r>
        <w:t>ook</w:t>
      </w:r>
      <w:r>
        <w:rPr>
          <w:spacing w:val="-3"/>
        </w:rPr>
        <w:t xml:space="preserve"> </w:t>
      </w:r>
      <w:r>
        <w:t>actief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een</w:t>
      </w:r>
      <w:r>
        <w:rPr>
          <w:spacing w:val="-4"/>
        </w:rPr>
        <w:t xml:space="preserve"> </w:t>
      </w:r>
      <w:r>
        <w:t>regelende</w:t>
      </w:r>
      <w:r>
        <w:rPr>
          <w:spacing w:val="-6"/>
        </w:rPr>
        <w:t xml:space="preserve"> </w:t>
      </w:r>
      <w:r>
        <w:t>rol,</w:t>
      </w:r>
      <w:r>
        <w:rPr>
          <w:spacing w:val="-5"/>
        </w:rPr>
        <w:t xml:space="preserve"> </w:t>
      </w:r>
      <w:r>
        <w:t>zoals</w:t>
      </w:r>
      <w:r>
        <w:rPr>
          <w:spacing w:val="-5"/>
        </w:rPr>
        <w:t xml:space="preserve"> </w:t>
      </w:r>
      <w:r>
        <w:t>scheidsrechter,</w:t>
      </w:r>
      <w:r>
        <w:rPr>
          <w:spacing w:val="-5"/>
        </w:rPr>
        <w:t xml:space="preserve"> </w:t>
      </w:r>
      <w:r>
        <w:t>jurylid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andere</w:t>
      </w:r>
      <w:r>
        <w:rPr>
          <w:spacing w:val="24"/>
          <w:w w:val="99"/>
        </w:rPr>
        <w:t xml:space="preserve"> </w:t>
      </w:r>
      <w:r>
        <w:t>vrijwillige</w:t>
      </w:r>
      <w:r>
        <w:rPr>
          <w:spacing w:val="-7"/>
        </w:rPr>
        <w:t xml:space="preserve"> </w:t>
      </w:r>
      <w:r>
        <w:rPr>
          <w:spacing w:val="-1"/>
        </w:rPr>
        <w:t>functie</w:t>
      </w:r>
      <w:r>
        <w:rPr>
          <w:spacing w:val="-6"/>
        </w:rPr>
        <w:t xml:space="preserve"> </w:t>
      </w:r>
      <w:r>
        <w:t>binnen</w:t>
      </w:r>
      <w:r>
        <w:rPr>
          <w:spacing w:val="-5"/>
        </w:rPr>
        <w:t xml:space="preserve"> </w:t>
      </w:r>
      <w:r>
        <w:rPr>
          <w:spacing w:val="-1"/>
        </w:rPr>
        <w:t>een</w:t>
      </w:r>
      <w:r>
        <w:rPr>
          <w:spacing w:val="-3"/>
        </w:rPr>
        <w:t xml:space="preserve"> </w:t>
      </w:r>
      <w:r>
        <w:rPr>
          <w:spacing w:val="-1"/>
        </w:rPr>
        <w:t>sportvereniging?</w:t>
      </w:r>
      <w:r>
        <w:rPr>
          <w:spacing w:val="-7"/>
        </w:rPr>
        <w:t xml:space="preserve"> </w:t>
      </w:r>
      <w:r>
        <w:t>Zo</w:t>
      </w:r>
      <w:r>
        <w:rPr>
          <w:spacing w:val="-6"/>
        </w:rPr>
        <w:t xml:space="preserve"> </w:t>
      </w:r>
      <w:r>
        <w:t>ja,</w:t>
      </w:r>
      <w:r>
        <w:rPr>
          <w:spacing w:val="-5"/>
        </w:rPr>
        <w:t xml:space="preserve"> </w:t>
      </w:r>
      <w:r>
        <w:t>wat</w:t>
      </w:r>
      <w:r>
        <w:rPr>
          <w:spacing w:val="-5"/>
        </w:rPr>
        <w:t xml:space="preserve"> </w:t>
      </w:r>
      <w:r>
        <w:t>doe</w:t>
      </w:r>
      <w:r>
        <w:rPr>
          <w:spacing w:val="-7"/>
        </w:rPr>
        <w:t xml:space="preserve"> </w:t>
      </w:r>
      <w:r>
        <w:rPr>
          <w:spacing w:val="-1"/>
        </w:rPr>
        <w:t>je?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19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20" name="Group 233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21" name="Freeform 234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31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1"/>
                            <a:chOff x="44" y="44"/>
                            <a:chExt cx="2" cy="1021"/>
                          </a:xfrm>
                        </wpg:grpSpPr>
                        <wps:wsp>
                          <wps:cNvPr id="23" name="Freeform 232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1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1"/>
                                <a:gd name="T2" fmla="+- 0 1065 44"/>
                                <a:gd name="T3" fmla="*/ 1065 h 10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1">
                                  <a:moveTo>
                                    <a:pt x="0" y="0"/>
                                  </a:moveTo>
                                  <a:lnTo>
                                    <a:pt x="0" y="1021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29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1"/>
                            <a:chOff x="9533" y="44"/>
                            <a:chExt cx="2" cy="1021"/>
                          </a:xfrm>
                        </wpg:grpSpPr>
                        <wps:wsp>
                          <wps:cNvPr id="25" name="Freeform 230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1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1"/>
                                <a:gd name="T2" fmla="+- 0 1065 44"/>
                                <a:gd name="T3" fmla="*/ 1065 h 10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1">
                                  <a:moveTo>
                                    <a:pt x="0" y="0"/>
                                  </a:moveTo>
                                  <a:lnTo>
                                    <a:pt x="0" y="1021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27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27" name="Freeform 228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6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">
                <v:group id="Group 233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34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SPLsIA&#10;AADbAAAADwAAAGRycy9kb3ducmV2LnhtbESPQYvCMBSE7wv+h/AEL8ua6kGWahRXFDyIuCqeH83b&#10;NmzzUpJY6783guBxmJlvmNmis7VoyQfjWMFomIEgLpw2XCo4nzZf3yBCRNZYOyYFdwqwmPc+Zphr&#10;d+Nfao+xFAnCIUcFVYxNLmUoKrIYhq4hTt6f8xZjkr6U2uMtwW0tx1k2kRYNp4UKG1pVVPwfr1ZB&#10;ZyKaQzs5ud1++VMfPq/+sialBv1uOQURqYvv8Ku91QrGI3h+S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I8uwgAAANsAAAAPAAAAAAAAAAAAAAAAAJgCAABkcnMvZG93&#10;bnJldi54bWxQSwUGAAAAAAQABAD1AAAAhwMAAAAA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31" o:spid="_x0000_s1029" style="position:absolute;left:44;top:44;width:2;height:1021" coordorigin="44,44" coordsize="2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32" o:spid="_x0000_s1030" style="position:absolute;left:44;top:44;width:2;height:1021;visibility:visible;mso-wrap-style:square;v-text-anchor:top" coordsize="2,10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JusMA&#10;AADbAAAADwAAAGRycy9kb3ducmV2LnhtbESPQWvCQBSE7wX/w/IKXkrdNIVaoqtIi+BNakWvj+wz&#10;G5p9m2afJvrru4VCj8PMfMPMl4Nv1IW6WAc28DTJQBGXwdZcGdh/rh9fQUVBttgEJgNXirBcjO7m&#10;WNjQ8wdddlKpBOFYoAEn0hZax9KRxzgJLXHyTqHzKEl2lbYd9gnuG51n2Yv2WHNacNjSm6Pya3f2&#10;Bo69+Hf5zvLc7R+Ybwc9nW63xozvh9UMlNAg/+G/9sYayJ/h90v6AX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FJusMAAADbAAAADwAAAAAAAAAAAAAAAACYAgAAZHJzL2Rv&#10;d25yZXYueG1sUEsFBgAAAAAEAAQA9QAAAIgDAAAAAA==&#10;" path="m,l,1021e" filled="f" strokecolor="#bd443e" strokeweight="2.26pt">
                    <v:path arrowok="t" o:connecttype="custom" o:connectlocs="0,44;0,1065" o:connectangles="0,0"/>
                  </v:shape>
                </v:group>
                <v:group id="Group 229" o:spid="_x0000_s1031" style="position:absolute;left:9533;top:44;width:2;height:1021" coordorigin="9533,44" coordsize="2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30" o:spid="_x0000_s1032" style="position:absolute;left:9533;top:44;width:2;height:1021;visibility:visible;mso-wrap-style:square;v-text-anchor:top" coordsize="2,10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R0VcMA&#10;AADbAAAADwAAAGRycy9kb3ducmV2LnhtbESPQWvCQBSE7wX/w/IKXkrdNNBaoqtIi+BNakWvj+wz&#10;G5p9m2afJvrru4VCj8PMfMPMl4Nv1IW6WAc28DTJQBGXwdZcGdh/rh9fQUVBttgEJgNXirBcjO7m&#10;WNjQ8wdddlKpBOFYoAEn0hZax9KRxzgJLXHyTqHzKEl2lbYd9gnuG51n2Yv2WHNacNjSm6Pya3f2&#10;Bo69+Hf5zvLc7R+Ybwc9nW63xozvh9UMlNAg/+G/9sYayJ/h90v6AX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R0VcMAAADbAAAADwAAAAAAAAAAAAAAAACYAgAAZHJzL2Rv&#10;d25yZXYueG1sUEsFBgAAAAAEAAQA9QAAAIgDAAAAAA==&#10;" path="m,l,1021e" filled="f" strokecolor="#bd443e" strokeweight="2.26pt">
                    <v:path arrowok="t" o:connecttype="custom" o:connectlocs="0,44;0,1065" o:connectangles="0,0"/>
                  </v:shape>
                </v:group>
                <v:group id="Group 227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28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ywcQA&#10;AADbAAAADwAAAGRycy9kb3ducmV2LnhtbESPQWvCQBSE70L/w/IKvUjd1IOWNBuxRaGHIhpLz4/s&#10;a7I0+zbsrjH+e7cgeBxm5humWI22EwP5YBwreJllIIhrpw03Cr6P2+dXECEia+wck4ILBViVD5MC&#10;c+3OfKChio1IEA45Kmhj7HMpQ92SxTBzPXHyfp23GJP0jdQezwluOznPsoW0aDgttNjTR0v1X3Wy&#10;CkYT0eyHxdF97dbv3X568j8bUurpcVy/gYg0xnv41v7UCuZL+P+SfoAs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hssH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t>Wie</w:t>
      </w:r>
      <w:r>
        <w:rPr>
          <w:spacing w:val="-5"/>
        </w:rPr>
        <w:t xml:space="preserve"> </w:t>
      </w:r>
      <w:r>
        <w:t>doen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bij</w:t>
      </w:r>
      <w:r>
        <w:rPr>
          <w:spacing w:val="-4"/>
        </w:rPr>
        <w:t xml:space="preserve"> </w:t>
      </w:r>
      <w:r>
        <w:rPr>
          <w:spacing w:val="-1"/>
        </w:rPr>
        <w:t>jou</w:t>
      </w:r>
      <w:r>
        <w:rPr>
          <w:spacing w:val="-4"/>
        </w:rPr>
        <w:t xml:space="preserve"> </w:t>
      </w:r>
      <w:r>
        <w:t>thuis</w:t>
      </w:r>
      <w:r>
        <w:rPr>
          <w:spacing w:val="-5"/>
        </w:rPr>
        <w:t xml:space="preserve"> </w:t>
      </w:r>
      <w:r>
        <w:t>aan</w:t>
      </w:r>
      <w:r>
        <w:rPr>
          <w:spacing w:val="-5"/>
        </w:rPr>
        <w:t xml:space="preserve"> </w:t>
      </w:r>
      <w:r>
        <w:rPr>
          <w:spacing w:val="-1"/>
        </w:rPr>
        <w:t>sport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3"/>
        </w:rPr>
        <w:t xml:space="preserve"> </w:t>
      </w:r>
      <w:r>
        <w:t>welke</w:t>
      </w:r>
      <w:r>
        <w:rPr>
          <w:spacing w:val="-5"/>
        </w:rPr>
        <w:t xml:space="preserve"> </w:t>
      </w:r>
      <w:r>
        <w:rPr>
          <w:spacing w:val="-1"/>
        </w:rPr>
        <w:t>sporten</w:t>
      </w:r>
      <w:r>
        <w:rPr>
          <w:spacing w:val="-4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dat</w:t>
      </w:r>
      <w:r>
        <w:rPr>
          <w:spacing w:val="-4"/>
        </w:rPr>
        <w:t xml:space="preserve"> </w:t>
      </w:r>
      <w:r>
        <w:t>dan?</w:t>
      </w:r>
    </w:p>
    <w:p w:rsidR="00582116" w:rsidRDefault="006C0B71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10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11" name="Group 224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12" name="Freeform 225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22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0"/>
                            <a:chOff x="44" y="44"/>
                            <a:chExt cx="2" cy="1020"/>
                          </a:xfrm>
                        </wpg:grpSpPr>
                        <wps:wsp>
                          <wps:cNvPr id="14" name="Freeform 223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20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0"/>
                            <a:chOff x="9533" y="44"/>
                            <a:chExt cx="2" cy="1020"/>
                          </a:xfrm>
                        </wpg:grpSpPr>
                        <wps:wsp>
                          <wps:cNvPr id="16" name="Freeform 221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18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18" name="Freeform 219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17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">
                <v:group id="Group 224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25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b5MAA&#10;AADbAAAADwAAAGRycy9kb3ducmV2LnhtbERPS4vCMBC+C/sfwizsRTTVg0g1iru4sAcRX3gemrEN&#10;NpOSxNr990YQvM3H95z5srO1aMkH41jBaJiBIC6cNlwqOB1/B1MQISJrrB2Tgn8KsFx89OaYa3fn&#10;PbWHWIoUwiFHBVWMTS5lKCqyGIauIU7cxXmLMUFfSu3xnsJtLcdZNpEWDaeGChv6qai4Hm5WQWci&#10;ml07ObrNdvVd7/o3f16TUl+f3WoGIlIX3+KX+0+n+WN4/pIO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rb5MAAAADbAAAADwAAAAAAAAAAAAAAAACYAgAAZHJzL2Rvd25y&#10;ZXYueG1sUEsFBgAAAAAEAAQA9QAAAIUDAAAAAA=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22" o:spid="_x0000_s1029" style="position:absolute;left:44;top:44;width:2;height:1020" coordorigin="44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23" o:spid="_x0000_s1030" style="position:absolute;left:44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90VMEA&#10;AADbAAAADwAAAGRycy9kb3ducmV2LnhtbERPTWvCQBC9F/wPywheim4UqRpdRUpavNbm4HHIjsli&#10;djZmtybtr3cFobd5vM/Z7Hpbixu13jhWMJ0kIIgLpw2XCvLvj/EShA/IGmvHpOCXPOy2g5cNptp1&#10;/EW3YyhFDGGfooIqhCaV0hcVWfQT1xBH7uxaiyHCtpS6xS6G21rOkuRNWjQcGyps6L2i4nL8sQqu&#10;+V9XJCf9albZPMs/jc4WV63UaNjv1yAC9eFf/HQfdJw/h8cv8QC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/dFTBAAAA2wAAAA8AAAAAAAAAAAAAAAAAmAIAAGRycy9kb3du&#10;cmV2LnhtbFBLBQYAAAAABAAEAPUAAACG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20" o:spid="_x0000_s1031" style="position:absolute;left:9533;top:44;width:2;height:1020" coordorigin="9533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21" o:spid="_x0000_s1032" style="position:absolute;left:9533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PuMEA&#10;AADbAAAADwAAAGRycy9kb3ducmV2LnhtbERPS2vCQBC+F/wPywheim4U8RFdRUpavNbm4HHIjsli&#10;djZmtybtr3eFQm/z8T1nu+9tLe7UeuNYwXSSgCAunDZcKsi/3scrED4ga6wdk4If8rDfDV62mGrX&#10;8SfdT6EUMYR9igqqEJpUSl9UZNFPXEMcuYtrLYYI21LqFrsYbms5S5KFtGg4NlTY0FtFxfX0bRXc&#10;8t+uSM761ayzeZZ/GJ0tb1qp0bA/bEAE6sO/+M991HH+Ap6/xAP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hT7jBAAAA2wAAAA8AAAAAAAAAAAAAAAAAmAIAAGRycy9kb3du&#10;cmV2LnhtbFBLBQYAAAAABAAEAPUAAACGAwAAAAA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18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19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sDsQA&#10;AADbAAAADwAAAGRycy9kb3ducmV2LnhtbESPT2sCMRDF7wW/QxjBS6lZPYhsjaKi4KEU/5Seh810&#10;N3QzWZK4br9951DobYb35r3frDaDb1VPMbnABmbTAhRxFazj2sDH7fiyBJUyssU2MBn4oQSb9ehp&#10;haUND75Qf821khBOJRpocu5KrVPVkMc0DR2xaF8hesyyxlrbiA8J962eF8VCe3QsDQ12tG+o+r7e&#10;vYHBZXTnfnELb+/bXXt+vsfPAxkzGQ/bV1CZhvxv/rs+WcEXWP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S7A7EAAAA2wAAAA8AAAAAAAAAAAAAAAAAmAIAAGRycy9k&#10;b3ducmV2LnhtbFBLBQYAAAAABAAEAPUAAACJAwAAAAA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p w:rsidR="00582116" w:rsidRDefault="00582116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582116" w:rsidRDefault="006C0B71">
      <w:pPr>
        <w:pStyle w:val="Plattetekst"/>
        <w:numPr>
          <w:ilvl w:val="0"/>
          <w:numId w:val="7"/>
        </w:numPr>
        <w:tabs>
          <w:tab w:val="left" w:pos="564"/>
        </w:tabs>
        <w:spacing w:before="59"/>
        <w:ind w:hanging="283"/>
      </w:pPr>
      <w:r>
        <w:t>Waarom</w:t>
      </w:r>
      <w:r>
        <w:rPr>
          <w:spacing w:val="-6"/>
        </w:rPr>
        <w:t xml:space="preserve"> </w:t>
      </w:r>
      <w:r>
        <w:t>heb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rPr>
          <w:spacing w:val="-1"/>
        </w:rPr>
        <w:t>gekozen</w:t>
      </w:r>
      <w:r>
        <w:rPr>
          <w:spacing w:val="-4"/>
        </w:rPr>
        <w:t xml:space="preserve"> </w:t>
      </w:r>
      <w:r>
        <w:rPr>
          <w:spacing w:val="1"/>
        </w:rPr>
        <w:t>om</w:t>
      </w:r>
      <w:r>
        <w:rPr>
          <w:spacing w:val="-5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rPr>
          <w:spacing w:val="-1"/>
        </w:rPr>
        <w:t>examenvak</w:t>
      </w:r>
      <w:r>
        <w:rPr>
          <w:spacing w:val="-4"/>
        </w:rPr>
        <w:t xml:space="preserve"> </w:t>
      </w:r>
      <w:r>
        <w:t>BSM</w:t>
      </w:r>
      <w:r>
        <w:rPr>
          <w:spacing w:val="-5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volgen?</w:t>
      </w:r>
      <w:r>
        <w:rPr>
          <w:spacing w:val="-4"/>
        </w:rPr>
        <w:t xml:space="preserve"> </w:t>
      </w:r>
      <w:r>
        <w:t>Wat</w:t>
      </w:r>
      <w:r>
        <w:rPr>
          <w:spacing w:val="-5"/>
        </w:rPr>
        <w:t xml:space="preserve"> </w:t>
      </w:r>
      <w:r>
        <w:t>wil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leren?</w:t>
      </w:r>
    </w:p>
    <w:p w:rsidR="00582116" w:rsidRDefault="006C0B71" w:rsidP="00DB313A">
      <w:pPr>
        <w:spacing w:line="200" w:lineRule="atLeast"/>
        <w:ind w:left="106"/>
      </w:pPr>
      <w:r>
        <w:rPr>
          <w:rFonts w:ascii="Calibri" w:eastAsia="Calibri" w:hAnsi="Calibri" w:cs="Calibri"/>
          <w:noProof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6082030" cy="704215"/>
                <wp:effectExtent l="0" t="0" r="4445" b="635"/>
                <wp:docPr id="1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704215"/>
                          <a:chOff x="0" y="0"/>
                          <a:chExt cx="9578" cy="1109"/>
                        </a:xfrm>
                      </wpg:grpSpPr>
                      <wpg:grpSp>
                        <wpg:cNvPr id="2" name="Group 215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533" cy="2"/>
                            <a:chOff x="23" y="23"/>
                            <a:chExt cx="9533" cy="2"/>
                          </a:xfrm>
                        </wpg:grpSpPr>
                        <wps:wsp>
                          <wps:cNvPr id="3" name="Freeform 216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213"/>
                        <wpg:cNvGrpSpPr>
                          <a:grpSpLocks/>
                        </wpg:cNvGrpSpPr>
                        <wpg:grpSpPr bwMode="auto">
                          <a:xfrm>
                            <a:off x="44" y="44"/>
                            <a:ext cx="2" cy="1020"/>
                            <a:chOff x="44" y="44"/>
                            <a:chExt cx="2" cy="1020"/>
                          </a:xfrm>
                        </wpg:grpSpPr>
                        <wps:wsp>
                          <wps:cNvPr id="5" name="Freeform 214"/>
                          <wps:cNvSpPr>
                            <a:spLocks/>
                          </wps:cNvSpPr>
                          <wps:spPr bwMode="auto">
                            <a:xfrm>
                              <a:off x="44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11"/>
                        <wpg:cNvGrpSpPr>
                          <a:grpSpLocks/>
                        </wpg:cNvGrpSpPr>
                        <wpg:grpSpPr bwMode="auto">
                          <a:xfrm>
                            <a:off x="9533" y="44"/>
                            <a:ext cx="2" cy="1020"/>
                            <a:chOff x="9533" y="44"/>
                            <a:chExt cx="2" cy="1020"/>
                          </a:xfrm>
                        </wpg:grpSpPr>
                        <wps:wsp>
                          <wps:cNvPr id="7" name="Freeform 212"/>
                          <wps:cNvSpPr>
                            <a:spLocks/>
                          </wps:cNvSpPr>
                          <wps:spPr bwMode="auto">
                            <a:xfrm>
                              <a:off x="9533" y="44"/>
                              <a:ext cx="2" cy="1020"/>
                            </a:xfrm>
                            <a:custGeom>
                              <a:avLst/>
                              <a:gdLst>
                                <a:gd name="T0" fmla="+- 0 44 44"/>
                                <a:gd name="T1" fmla="*/ 44 h 1020"/>
                                <a:gd name="T2" fmla="+- 0 1064 44"/>
                                <a:gd name="T3" fmla="*/ 1064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0"/>
                                  </a:moveTo>
                                  <a:lnTo>
                                    <a:pt x="0" y="102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09"/>
                        <wpg:cNvGrpSpPr>
                          <a:grpSpLocks/>
                        </wpg:cNvGrpSpPr>
                        <wpg:grpSpPr bwMode="auto">
                          <a:xfrm>
                            <a:off x="23" y="1086"/>
                            <a:ext cx="9533" cy="2"/>
                            <a:chOff x="23" y="1086"/>
                            <a:chExt cx="9533" cy="2"/>
                          </a:xfrm>
                        </wpg:grpSpPr>
                        <wps:wsp>
                          <wps:cNvPr id="9" name="Freeform 210"/>
                          <wps:cNvSpPr>
                            <a:spLocks/>
                          </wps:cNvSpPr>
                          <wps:spPr bwMode="auto">
                            <a:xfrm>
                              <a:off x="23" y="1086"/>
                              <a:ext cx="9533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533"/>
                                <a:gd name="T2" fmla="+- 0 9555 23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2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BD443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8" o:spid="_x0000_s1026" style="width:478.9pt;height:55.45pt;mso-position-horizontal-relative:char;mso-position-vertical-relative:line" coordsize="9578,1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">
                <v:group id="Group 215" o:spid="_x0000_s1027" style="position:absolute;left:23;top:23;width:9533;height:2" coordorigin="23,23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216" o:spid="_x0000_s1028" style="position:absolute;left:23;top:23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OUsEA&#10;AADaAAAADwAAAGRycy9kb3ducmV2LnhtbESPQWsCMRSE7wX/Q3hCL0WzVZCyGkWlQg8iVsXzY/Pc&#10;DW5eliSu6783QqHHYWa+YWaLztaiJR+MYwWfwwwEceG04VLB6bgZfIEIEVlj7ZgUPCjAYt57m2Gu&#10;3Z1/qT3EUiQIhxwVVDE2uZShqMhiGLqGOHkX5y3GJH0ptcd7gttajrJsIi0aTgsVNrSuqLgeblZB&#10;ZyKafTs5uu1uuar3Hzd//ial3vvdcgoiUhf/w3/tH61gDK8r6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3zlLBAAAA2gAAAA8AAAAAAAAAAAAAAAAAmAIAAGRycy9kb3du&#10;cmV2LnhtbFBLBQYAAAAABAAEAPUAAACGAwAAAAA=&#10;" path="m,l9532,e" filled="f" strokecolor="#bd443e" strokeweight="2.26pt">
                    <v:path arrowok="t" o:connecttype="custom" o:connectlocs="0,0;9532,0" o:connectangles="0,0"/>
                  </v:shape>
                </v:group>
                <v:group id="Group 213" o:spid="_x0000_s1029" style="position:absolute;left:44;top:44;width:2;height:1020" coordorigin="44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214" o:spid="_x0000_s1030" style="position:absolute;left:44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TbKsMA&#10;AADaAAAADwAAAGRycy9kb3ducmV2LnhtbESPT2vCQBTE7wW/w/KEXopuLNY/0VVKiaVXNQePj+wz&#10;Wcy+jdmtSf30bqHQ4zAzv2HW297W4katN44VTMYJCOLCacOlgvy4Gy1A+ICssXZMCn7Iw3YzeFpj&#10;ql3He7odQikihH2KCqoQmlRKX1Rk0Y9dQxy9s2sthijbUuoWuwi3tXxNkpm0aDguVNjQR0XF5fBt&#10;FVzze1ckJ/1iltk0yz+NzuZXrdTzsH9fgQjUh//wX/tLK3iD3yvxBs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TbKsMAAADaAAAADwAAAAAAAAAAAAAAAACYAgAAZHJzL2Rv&#10;d25yZXYueG1sUEsFBgAAAAAEAAQA9QAAAIgDAAAAAA==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11" o:spid="_x0000_s1031" style="position:absolute;left:9533;top:44;width:2;height:1020" coordorigin="9533,44" coordsize="2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12" o:spid="_x0000_s1032" style="position:absolute;left:9533;top:44;width:2;height:1020;visibility:visible;mso-wrap-style:square;v-text-anchor:top" coordsize="2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rgxsIA&#10;AADaAAAADwAAAGRycy9kb3ducmV2LnhtbESPQWvCQBSE7wX/w/IEL0U3Sqk1dRWRWHqt5tDjI/ua&#10;LGbfxuxqor++Kwgeh5n5hlmue1uLC7XeOFYwnSQgiAunDZcK8sNu/AHCB2SNtWNScCUP69XgZYmp&#10;dh3/0GUfShEh7FNUUIXQpFL6oiKLfuIa4uj9udZiiLItpW6xi3Bby1mSvEuLhuNChQ1tKyqO+7NV&#10;cMpvXZH86lezyN6y/MvobH7SSo2G/eYTRKA+PMOP9rdWMIf7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uDGwgAAANoAAAAPAAAAAAAAAAAAAAAAAJgCAABkcnMvZG93&#10;bnJldi54bWxQSwUGAAAAAAQABAD1AAAAhwMAAAAA&#10;" path="m,l,1020e" filled="f" strokecolor="#bd443e" strokeweight="2.26pt">
                    <v:path arrowok="t" o:connecttype="custom" o:connectlocs="0,44;0,1064" o:connectangles="0,0"/>
                  </v:shape>
                </v:group>
                <v:group id="Group 209" o:spid="_x0000_s1033" style="position:absolute;left:23;top:1086;width:9533;height:2" coordorigin="23,1086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210" o:spid="_x0000_s1034" style="position:absolute;left:23;top:1086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5uMMA&#10;AADaAAAADwAAAGRycy9kb3ducmV2LnhtbESPQWsCMRSE7wX/Q3iCl6JZe5B23azYYsFDKVbF82Pz&#10;3A1uXpYkruu/N4VCj8PMfMMUq8G2oicfjGMF81kGgrhy2nCt4Hj4nL6CCBFZY+uYFNwpwKocPRWY&#10;a3fjH+r3sRYJwiFHBU2MXS5lqBqyGGauI07e2XmLMUlfS+3xluC2lS9ZtpAWDaeFBjv6aKi67K9W&#10;wWAiml2/OLiv7/V7u3u++tOGlJqMh/USRKQh/of/2lut4A1+r6Qb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/5uMMAAADaAAAADwAAAAAAAAAAAAAAAACYAgAAZHJzL2Rv&#10;d25yZXYueG1sUEsFBgAAAAAEAAQA9QAAAIgDAAAAAA==&#10;" path="m,l9532,e" filled="f" strokecolor="#bd443e" strokeweight="2.26pt">
                    <v:path arrowok="t" o:connecttype="custom" o:connectlocs="0,0;9532,0" o:connectangles="0,0"/>
                  </v:shape>
                </v:group>
                <w10:anchorlock/>
              </v:group>
            </w:pict>
          </mc:Fallback>
        </mc:AlternateContent>
      </w:r>
    </w:p>
    <w:sectPr w:rsidR="00582116">
      <w:pgSz w:w="11900" w:h="16840"/>
      <w:pgMar w:top="1360" w:right="1140" w:bottom="28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0FD9"/>
    <w:multiLevelType w:val="hybridMultilevel"/>
    <w:tmpl w:val="5EF09F60"/>
    <w:lvl w:ilvl="0" w:tplc="911AFE32">
      <w:start w:val="1"/>
      <w:numFmt w:val="decimal"/>
      <w:lvlText w:val="%1."/>
      <w:lvlJc w:val="left"/>
      <w:pPr>
        <w:ind w:left="562" w:hanging="284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47F627BE">
      <w:start w:val="1"/>
      <w:numFmt w:val="bullet"/>
      <w:lvlText w:val="•"/>
      <w:lvlJc w:val="left"/>
      <w:pPr>
        <w:ind w:left="1467" w:hanging="284"/>
      </w:pPr>
      <w:rPr>
        <w:rFonts w:hint="default"/>
      </w:rPr>
    </w:lvl>
    <w:lvl w:ilvl="2" w:tplc="2BF49886">
      <w:start w:val="1"/>
      <w:numFmt w:val="bullet"/>
      <w:lvlText w:val="•"/>
      <w:lvlJc w:val="left"/>
      <w:pPr>
        <w:ind w:left="2373" w:hanging="284"/>
      </w:pPr>
      <w:rPr>
        <w:rFonts w:hint="default"/>
      </w:rPr>
    </w:lvl>
    <w:lvl w:ilvl="3" w:tplc="D1100622">
      <w:start w:val="1"/>
      <w:numFmt w:val="bullet"/>
      <w:lvlText w:val="•"/>
      <w:lvlJc w:val="left"/>
      <w:pPr>
        <w:ind w:left="3279" w:hanging="284"/>
      </w:pPr>
      <w:rPr>
        <w:rFonts w:hint="default"/>
      </w:rPr>
    </w:lvl>
    <w:lvl w:ilvl="4" w:tplc="B1FCC5A8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5C860B0E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6" w:tplc="7210356C">
      <w:start w:val="1"/>
      <w:numFmt w:val="bullet"/>
      <w:lvlText w:val="•"/>
      <w:lvlJc w:val="left"/>
      <w:pPr>
        <w:ind w:left="5996" w:hanging="284"/>
      </w:pPr>
      <w:rPr>
        <w:rFonts w:hint="default"/>
      </w:rPr>
    </w:lvl>
    <w:lvl w:ilvl="7" w:tplc="F4DA1A6E">
      <w:start w:val="1"/>
      <w:numFmt w:val="bullet"/>
      <w:lvlText w:val="•"/>
      <w:lvlJc w:val="left"/>
      <w:pPr>
        <w:ind w:left="6902" w:hanging="284"/>
      </w:pPr>
      <w:rPr>
        <w:rFonts w:hint="default"/>
      </w:rPr>
    </w:lvl>
    <w:lvl w:ilvl="8" w:tplc="712AD97C">
      <w:start w:val="1"/>
      <w:numFmt w:val="bullet"/>
      <w:lvlText w:val="•"/>
      <w:lvlJc w:val="left"/>
      <w:pPr>
        <w:ind w:left="7807" w:hanging="284"/>
      </w:pPr>
      <w:rPr>
        <w:rFonts w:hint="default"/>
      </w:rPr>
    </w:lvl>
  </w:abstractNum>
  <w:abstractNum w:abstractNumId="1">
    <w:nsid w:val="0A626FF0"/>
    <w:multiLevelType w:val="hybridMultilevel"/>
    <w:tmpl w:val="215AE724"/>
    <w:lvl w:ilvl="0" w:tplc="D6BEC17C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3E906CEE">
      <w:start w:val="1"/>
      <w:numFmt w:val="bullet"/>
      <w:lvlText w:val="•"/>
      <w:lvlJc w:val="left"/>
      <w:pPr>
        <w:ind w:left="1449" w:hanging="284"/>
      </w:pPr>
      <w:rPr>
        <w:rFonts w:hint="default"/>
      </w:rPr>
    </w:lvl>
    <w:lvl w:ilvl="2" w:tplc="7B7817EE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 w:tplc="4D26F852">
      <w:start w:val="1"/>
      <w:numFmt w:val="bullet"/>
      <w:lvlText w:val="•"/>
      <w:lvlJc w:val="left"/>
      <w:pPr>
        <w:ind w:left="3543" w:hanging="284"/>
      </w:pPr>
      <w:rPr>
        <w:rFonts w:hint="default"/>
      </w:rPr>
    </w:lvl>
    <w:lvl w:ilvl="4" w:tplc="2766B99E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5" w:tplc="751E855E">
      <w:start w:val="1"/>
      <w:numFmt w:val="bullet"/>
      <w:lvlText w:val="•"/>
      <w:lvlJc w:val="left"/>
      <w:pPr>
        <w:ind w:left="5637" w:hanging="284"/>
      </w:pPr>
      <w:rPr>
        <w:rFonts w:hint="default"/>
      </w:rPr>
    </w:lvl>
    <w:lvl w:ilvl="6" w:tplc="EC1A46FA">
      <w:start w:val="1"/>
      <w:numFmt w:val="bullet"/>
      <w:lvlText w:val="•"/>
      <w:lvlJc w:val="left"/>
      <w:pPr>
        <w:ind w:left="6684" w:hanging="284"/>
      </w:pPr>
      <w:rPr>
        <w:rFonts w:hint="default"/>
      </w:rPr>
    </w:lvl>
    <w:lvl w:ilvl="7" w:tplc="7B9CAACC">
      <w:start w:val="1"/>
      <w:numFmt w:val="bullet"/>
      <w:lvlText w:val="•"/>
      <w:lvlJc w:val="left"/>
      <w:pPr>
        <w:ind w:left="7731" w:hanging="284"/>
      </w:pPr>
      <w:rPr>
        <w:rFonts w:hint="default"/>
      </w:rPr>
    </w:lvl>
    <w:lvl w:ilvl="8" w:tplc="BDC6FCC0">
      <w:start w:val="1"/>
      <w:numFmt w:val="bullet"/>
      <w:lvlText w:val="•"/>
      <w:lvlJc w:val="left"/>
      <w:pPr>
        <w:ind w:left="8778" w:hanging="284"/>
      </w:pPr>
      <w:rPr>
        <w:rFonts w:hint="default"/>
      </w:rPr>
    </w:lvl>
  </w:abstractNum>
  <w:abstractNum w:abstractNumId="2">
    <w:nsid w:val="0C7D5304"/>
    <w:multiLevelType w:val="hybridMultilevel"/>
    <w:tmpl w:val="0F9A0400"/>
    <w:lvl w:ilvl="0" w:tplc="D87E0912">
      <w:start w:val="1"/>
      <w:numFmt w:val="decimal"/>
      <w:lvlText w:val="%1)"/>
      <w:lvlJc w:val="left"/>
      <w:pPr>
        <w:ind w:left="485" w:hanging="207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1" w:tplc="31945722">
      <w:start w:val="1"/>
      <w:numFmt w:val="bullet"/>
      <w:lvlText w:val="•"/>
      <w:lvlJc w:val="left"/>
      <w:pPr>
        <w:ind w:left="1398" w:hanging="207"/>
      </w:pPr>
      <w:rPr>
        <w:rFonts w:hint="default"/>
      </w:rPr>
    </w:lvl>
    <w:lvl w:ilvl="2" w:tplc="04569D4C">
      <w:start w:val="1"/>
      <w:numFmt w:val="bullet"/>
      <w:lvlText w:val="•"/>
      <w:lvlJc w:val="left"/>
      <w:pPr>
        <w:ind w:left="2312" w:hanging="207"/>
      </w:pPr>
      <w:rPr>
        <w:rFonts w:hint="default"/>
      </w:rPr>
    </w:lvl>
    <w:lvl w:ilvl="3" w:tplc="0A9685E4">
      <w:start w:val="1"/>
      <w:numFmt w:val="bullet"/>
      <w:lvlText w:val="•"/>
      <w:lvlJc w:val="left"/>
      <w:pPr>
        <w:ind w:left="3225" w:hanging="207"/>
      </w:pPr>
      <w:rPr>
        <w:rFonts w:hint="default"/>
      </w:rPr>
    </w:lvl>
    <w:lvl w:ilvl="4" w:tplc="E8C6AFCE">
      <w:start w:val="1"/>
      <w:numFmt w:val="bullet"/>
      <w:lvlText w:val="•"/>
      <w:lvlJc w:val="left"/>
      <w:pPr>
        <w:ind w:left="4138" w:hanging="207"/>
      </w:pPr>
      <w:rPr>
        <w:rFonts w:hint="default"/>
      </w:rPr>
    </w:lvl>
    <w:lvl w:ilvl="5" w:tplc="F3FCC1E0">
      <w:start w:val="1"/>
      <w:numFmt w:val="bullet"/>
      <w:lvlText w:val="•"/>
      <w:lvlJc w:val="left"/>
      <w:pPr>
        <w:ind w:left="5052" w:hanging="207"/>
      </w:pPr>
      <w:rPr>
        <w:rFonts w:hint="default"/>
      </w:rPr>
    </w:lvl>
    <w:lvl w:ilvl="6" w:tplc="4D60C6EA">
      <w:start w:val="1"/>
      <w:numFmt w:val="bullet"/>
      <w:lvlText w:val="•"/>
      <w:lvlJc w:val="left"/>
      <w:pPr>
        <w:ind w:left="5965" w:hanging="207"/>
      </w:pPr>
      <w:rPr>
        <w:rFonts w:hint="default"/>
      </w:rPr>
    </w:lvl>
    <w:lvl w:ilvl="7" w:tplc="A6DCE268">
      <w:start w:val="1"/>
      <w:numFmt w:val="bullet"/>
      <w:lvlText w:val="•"/>
      <w:lvlJc w:val="left"/>
      <w:pPr>
        <w:ind w:left="6879" w:hanging="207"/>
      </w:pPr>
      <w:rPr>
        <w:rFonts w:hint="default"/>
      </w:rPr>
    </w:lvl>
    <w:lvl w:ilvl="8" w:tplc="5E28B00E">
      <w:start w:val="1"/>
      <w:numFmt w:val="bullet"/>
      <w:lvlText w:val="•"/>
      <w:lvlJc w:val="left"/>
      <w:pPr>
        <w:ind w:left="7792" w:hanging="207"/>
      </w:pPr>
      <w:rPr>
        <w:rFonts w:hint="default"/>
      </w:rPr>
    </w:lvl>
  </w:abstractNum>
  <w:abstractNum w:abstractNumId="3">
    <w:nsid w:val="3EEF0BC1"/>
    <w:multiLevelType w:val="hybridMultilevel"/>
    <w:tmpl w:val="1B109FA4"/>
    <w:lvl w:ilvl="0" w:tplc="FBE055EA">
      <w:start w:val="1"/>
      <w:numFmt w:val="bullet"/>
      <w:lvlText w:val="o"/>
      <w:lvlJc w:val="left"/>
      <w:pPr>
        <w:ind w:left="445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1" w:tplc="44D8887C">
      <w:start w:val="1"/>
      <w:numFmt w:val="bullet"/>
      <w:lvlText w:val="•"/>
      <w:lvlJc w:val="left"/>
      <w:pPr>
        <w:ind w:left="609" w:hanging="360"/>
      </w:pPr>
      <w:rPr>
        <w:rFonts w:hint="default"/>
      </w:rPr>
    </w:lvl>
    <w:lvl w:ilvl="2" w:tplc="A37AF61C">
      <w:start w:val="1"/>
      <w:numFmt w:val="bullet"/>
      <w:lvlText w:val="•"/>
      <w:lvlJc w:val="left"/>
      <w:pPr>
        <w:ind w:left="772" w:hanging="360"/>
      </w:pPr>
      <w:rPr>
        <w:rFonts w:hint="default"/>
      </w:rPr>
    </w:lvl>
    <w:lvl w:ilvl="3" w:tplc="16981D0E">
      <w:start w:val="1"/>
      <w:numFmt w:val="bullet"/>
      <w:lvlText w:val="•"/>
      <w:lvlJc w:val="left"/>
      <w:pPr>
        <w:ind w:left="936" w:hanging="360"/>
      </w:pPr>
      <w:rPr>
        <w:rFonts w:hint="default"/>
      </w:rPr>
    </w:lvl>
    <w:lvl w:ilvl="4" w:tplc="1CF429D6">
      <w:start w:val="1"/>
      <w:numFmt w:val="bullet"/>
      <w:lvlText w:val="•"/>
      <w:lvlJc w:val="left"/>
      <w:pPr>
        <w:ind w:left="1099" w:hanging="360"/>
      </w:pPr>
      <w:rPr>
        <w:rFonts w:hint="default"/>
      </w:rPr>
    </w:lvl>
    <w:lvl w:ilvl="5" w:tplc="42EA72C4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6" w:tplc="6D5002C8">
      <w:start w:val="1"/>
      <w:numFmt w:val="bullet"/>
      <w:lvlText w:val="•"/>
      <w:lvlJc w:val="left"/>
      <w:pPr>
        <w:ind w:left="1427" w:hanging="360"/>
      </w:pPr>
      <w:rPr>
        <w:rFonts w:hint="default"/>
      </w:rPr>
    </w:lvl>
    <w:lvl w:ilvl="7" w:tplc="FD66D88E">
      <w:start w:val="1"/>
      <w:numFmt w:val="bullet"/>
      <w:lvlText w:val="•"/>
      <w:lvlJc w:val="left"/>
      <w:pPr>
        <w:ind w:left="1590" w:hanging="360"/>
      </w:pPr>
      <w:rPr>
        <w:rFonts w:hint="default"/>
      </w:rPr>
    </w:lvl>
    <w:lvl w:ilvl="8" w:tplc="5F885E36">
      <w:start w:val="1"/>
      <w:numFmt w:val="bullet"/>
      <w:lvlText w:val="•"/>
      <w:lvlJc w:val="left"/>
      <w:pPr>
        <w:ind w:left="1754" w:hanging="360"/>
      </w:pPr>
      <w:rPr>
        <w:rFonts w:hint="default"/>
      </w:rPr>
    </w:lvl>
  </w:abstractNum>
  <w:abstractNum w:abstractNumId="4">
    <w:nsid w:val="4EA97501"/>
    <w:multiLevelType w:val="hybridMultilevel"/>
    <w:tmpl w:val="F6B65CE0"/>
    <w:lvl w:ilvl="0" w:tplc="7D8AB8BC">
      <w:start w:val="1"/>
      <w:numFmt w:val="decimal"/>
      <w:lvlText w:val="%1."/>
      <w:lvlJc w:val="left"/>
      <w:pPr>
        <w:ind w:left="562" w:hanging="284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9AFAE1A2">
      <w:start w:val="1"/>
      <w:numFmt w:val="bullet"/>
      <w:lvlText w:val="•"/>
      <w:lvlJc w:val="left"/>
      <w:pPr>
        <w:ind w:left="1467" w:hanging="284"/>
      </w:pPr>
      <w:rPr>
        <w:rFonts w:hint="default"/>
      </w:rPr>
    </w:lvl>
    <w:lvl w:ilvl="2" w:tplc="B54E15D4">
      <w:start w:val="1"/>
      <w:numFmt w:val="bullet"/>
      <w:lvlText w:val="•"/>
      <w:lvlJc w:val="left"/>
      <w:pPr>
        <w:ind w:left="2373" w:hanging="284"/>
      </w:pPr>
      <w:rPr>
        <w:rFonts w:hint="default"/>
      </w:rPr>
    </w:lvl>
    <w:lvl w:ilvl="3" w:tplc="BA04B7F6">
      <w:start w:val="1"/>
      <w:numFmt w:val="bullet"/>
      <w:lvlText w:val="•"/>
      <w:lvlJc w:val="left"/>
      <w:pPr>
        <w:ind w:left="3279" w:hanging="284"/>
      </w:pPr>
      <w:rPr>
        <w:rFonts w:hint="default"/>
      </w:rPr>
    </w:lvl>
    <w:lvl w:ilvl="4" w:tplc="FAA095A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1076FE6C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6" w:tplc="22068A38">
      <w:start w:val="1"/>
      <w:numFmt w:val="bullet"/>
      <w:lvlText w:val="•"/>
      <w:lvlJc w:val="left"/>
      <w:pPr>
        <w:ind w:left="5996" w:hanging="284"/>
      </w:pPr>
      <w:rPr>
        <w:rFonts w:hint="default"/>
      </w:rPr>
    </w:lvl>
    <w:lvl w:ilvl="7" w:tplc="105ABB32">
      <w:start w:val="1"/>
      <w:numFmt w:val="bullet"/>
      <w:lvlText w:val="•"/>
      <w:lvlJc w:val="left"/>
      <w:pPr>
        <w:ind w:left="6902" w:hanging="284"/>
      </w:pPr>
      <w:rPr>
        <w:rFonts w:hint="default"/>
      </w:rPr>
    </w:lvl>
    <w:lvl w:ilvl="8" w:tplc="1898DCB0">
      <w:start w:val="1"/>
      <w:numFmt w:val="bullet"/>
      <w:lvlText w:val="•"/>
      <w:lvlJc w:val="left"/>
      <w:pPr>
        <w:ind w:left="7807" w:hanging="284"/>
      </w:pPr>
      <w:rPr>
        <w:rFonts w:hint="default"/>
      </w:rPr>
    </w:lvl>
  </w:abstractNum>
  <w:abstractNum w:abstractNumId="5">
    <w:nsid w:val="51B9766B"/>
    <w:multiLevelType w:val="hybridMultilevel"/>
    <w:tmpl w:val="851C1052"/>
    <w:lvl w:ilvl="0" w:tplc="735035B6">
      <w:start w:val="1"/>
      <w:numFmt w:val="decimal"/>
      <w:lvlText w:val="%1."/>
      <w:lvlJc w:val="left"/>
      <w:pPr>
        <w:ind w:left="563" w:hanging="284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CF48A034">
      <w:start w:val="1"/>
      <w:numFmt w:val="bullet"/>
      <w:lvlText w:val="•"/>
      <w:lvlJc w:val="left"/>
      <w:pPr>
        <w:ind w:left="1485" w:hanging="284"/>
      </w:pPr>
      <w:rPr>
        <w:rFonts w:hint="default"/>
      </w:rPr>
    </w:lvl>
    <w:lvl w:ilvl="2" w:tplc="7074AD8C">
      <w:start w:val="1"/>
      <w:numFmt w:val="bullet"/>
      <w:lvlText w:val="•"/>
      <w:lvlJc w:val="left"/>
      <w:pPr>
        <w:ind w:left="2408" w:hanging="284"/>
      </w:pPr>
      <w:rPr>
        <w:rFonts w:hint="default"/>
      </w:rPr>
    </w:lvl>
    <w:lvl w:ilvl="3" w:tplc="7256AC46">
      <w:start w:val="1"/>
      <w:numFmt w:val="bullet"/>
      <w:lvlText w:val="•"/>
      <w:lvlJc w:val="left"/>
      <w:pPr>
        <w:ind w:left="3330" w:hanging="284"/>
      </w:pPr>
      <w:rPr>
        <w:rFonts w:hint="default"/>
      </w:rPr>
    </w:lvl>
    <w:lvl w:ilvl="4" w:tplc="90EE7816">
      <w:start w:val="1"/>
      <w:numFmt w:val="bullet"/>
      <w:lvlText w:val="•"/>
      <w:lvlJc w:val="left"/>
      <w:pPr>
        <w:ind w:left="4252" w:hanging="284"/>
      </w:pPr>
      <w:rPr>
        <w:rFonts w:hint="default"/>
      </w:rPr>
    </w:lvl>
    <w:lvl w:ilvl="5" w:tplc="4B9876CA">
      <w:start w:val="1"/>
      <w:numFmt w:val="bullet"/>
      <w:lvlText w:val="•"/>
      <w:lvlJc w:val="left"/>
      <w:pPr>
        <w:ind w:left="5175" w:hanging="284"/>
      </w:pPr>
      <w:rPr>
        <w:rFonts w:hint="default"/>
      </w:rPr>
    </w:lvl>
    <w:lvl w:ilvl="6" w:tplc="94424CAE">
      <w:start w:val="1"/>
      <w:numFmt w:val="bullet"/>
      <w:lvlText w:val="•"/>
      <w:lvlJc w:val="left"/>
      <w:pPr>
        <w:ind w:left="6097" w:hanging="284"/>
      </w:pPr>
      <w:rPr>
        <w:rFonts w:hint="default"/>
      </w:rPr>
    </w:lvl>
    <w:lvl w:ilvl="7" w:tplc="125837BC">
      <w:start w:val="1"/>
      <w:numFmt w:val="bullet"/>
      <w:lvlText w:val="•"/>
      <w:lvlJc w:val="left"/>
      <w:pPr>
        <w:ind w:left="7019" w:hanging="284"/>
      </w:pPr>
      <w:rPr>
        <w:rFonts w:hint="default"/>
      </w:rPr>
    </w:lvl>
    <w:lvl w:ilvl="8" w:tplc="6FB600C4">
      <w:start w:val="1"/>
      <w:numFmt w:val="bullet"/>
      <w:lvlText w:val="•"/>
      <w:lvlJc w:val="left"/>
      <w:pPr>
        <w:ind w:left="7941" w:hanging="284"/>
      </w:pPr>
      <w:rPr>
        <w:rFonts w:hint="default"/>
      </w:rPr>
    </w:lvl>
  </w:abstractNum>
  <w:abstractNum w:abstractNumId="6">
    <w:nsid w:val="567A3F77"/>
    <w:multiLevelType w:val="hybridMultilevel"/>
    <w:tmpl w:val="EF2AE702"/>
    <w:lvl w:ilvl="0" w:tplc="CED2F93C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F5D22DB2">
      <w:start w:val="1"/>
      <w:numFmt w:val="bullet"/>
      <w:lvlText w:val="•"/>
      <w:lvlJc w:val="left"/>
      <w:pPr>
        <w:ind w:left="1449" w:hanging="284"/>
      </w:pPr>
      <w:rPr>
        <w:rFonts w:hint="default"/>
      </w:rPr>
    </w:lvl>
    <w:lvl w:ilvl="2" w:tplc="88386092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 w:tplc="3C96C068">
      <w:start w:val="1"/>
      <w:numFmt w:val="bullet"/>
      <w:lvlText w:val="•"/>
      <w:lvlJc w:val="left"/>
      <w:pPr>
        <w:ind w:left="3543" w:hanging="284"/>
      </w:pPr>
      <w:rPr>
        <w:rFonts w:hint="default"/>
      </w:rPr>
    </w:lvl>
    <w:lvl w:ilvl="4" w:tplc="FC4231BE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5" w:tplc="8FA4F0EC">
      <w:start w:val="1"/>
      <w:numFmt w:val="bullet"/>
      <w:lvlText w:val="•"/>
      <w:lvlJc w:val="left"/>
      <w:pPr>
        <w:ind w:left="5637" w:hanging="284"/>
      </w:pPr>
      <w:rPr>
        <w:rFonts w:hint="default"/>
      </w:rPr>
    </w:lvl>
    <w:lvl w:ilvl="6" w:tplc="55B0D518">
      <w:start w:val="1"/>
      <w:numFmt w:val="bullet"/>
      <w:lvlText w:val="•"/>
      <w:lvlJc w:val="left"/>
      <w:pPr>
        <w:ind w:left="6684" w:hanging="284"/>
      </w:pPr>
      <w:rPr>
        <w:rFonts w:hint="default"/>
      </w:rPr>
    </w:lvl>
    <w:lvl w:ilvl="7" w:tplc="ADB0AA64">
      <w:start w:val="1"/>
      <w:numFmt w:val="bullet"/>
      <w:lvlText w:val="•"/>
      <w:lvlJc w:val="left"/>
      <w:pPr>
        <w:ind w:left="7731" w:hanging="284"/>
      </w:pPr>
      <w:rPr>
        <w:rFonts w:hint="default"/>
      </w:rPr>
    </w:lvl>
    <w:lvl w:ilvl="8" w:tplc="726653FE">
      <w:start w:val="1"/>
      <w:numFmt w:val="bullet"/>
      <w:lvlText w:val="•"/>
      <w:lvlJc w:val="left"/>
      <w:pPr>
        <w:ind w:left="8778" w:hanging="284"/>
      </w:pPr>
      <w:rPr>
        <w:rFonts w:hint="default"/>
      </w:rPr>
    </w:lvl>
  </w:abstractNum>
  <w:abstractNum w:abstractNumId="7">
    <w:nsid w:val="58AC7A0E"/>
    <w:multiLevelType w:val="hybridMultilevel"/>
    <w:tmpl w:val="7506DE22"/>
    <w:lvl w:ilvl="0" w:tplc="4B78CA50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E884AD46">
      <w:start w:val="1"/>
      <w:numFmt w:val="bullet"/>
      <w:lvlText w:val="•"/>
      <w:lvlJc w:val="left"/>
      <w:pPr>
        <w:ind w:left="1449" w:hanging="284"/>
      </w:pPr>
      <w:rPr>
        <w:rFonts w:hint="default"/>
      </w:rPr>
    </w:lvl>
    <w:lvl w:ilvl="2" w:tplc="C7BC2E5E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 w:tplc="44EC81EE">
      <w:start w:val="1"/>
      <w:numFmt w:val="bullet"/>
      <w:lvlText w:val="•"/>
      <w:lvlJc w:val="left"/>
      <w:pPr>
        <w:ind w:left="3543" w:hanging="284"/>
      </w:pPr>
      <w:rPr>
        <w:rFonts w:hint="default"/>
      </w:rPr>
    </w:lvl>
    <w:lvl w:ilvl="4" w:tplc="16B43F3E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5" w:tplc="A55C6742">
      <w:start w:val="1"/>
      <w:numFmt w:val="bullet"/>
      <w:lvlText w:val="•"/>
      <w:lvlJc w:val="left"/>
      <w:pPr>
        <w:ind w:left="5637" w:hanging="284"/>
      </w:pPr>
      <w:rPr>
        <w:rFonts w:hint="default"/>
      </w:rPr>
    </w:lvl>
    <w:lvl w:ilvl="6" w:tplc="A516B39A">
      <w:start w:val="1"/>
      <w:numFmt w:val="bullet"/>
      <w:lvlText w:val="•"/>
      <w:lvlJc w:val="left"/>
      <w:pPr>
        <w:ind w:left="6684" w:hanging="284"/>
      </w:pPr>
      <w:rPr>
        <w:rFonts w:hint="default"/>
      </w:rPr>
    </w:lvl>
    <w:lvl w:ilvl="7" w:tplc="C4CC3CB4">
      <w:start w:val="1"/>
      <w:numFmt w:val="bullet"/>
      <w:lvlText w:val="•"/>
      <w:lvlJc w:val="left"/>
      <w:pPr>
        <w:ind w:left="7731" w:hanging="284"/>
      </w:pPr>
      <w:rPr>
        <w:rFonts w:hint="default"/>
      </w:rPr>
    </w:lvl>
    <w:lvl w:ilvl="8" w:tplc="13B2D196">
      <w:start w:val="1"/>
      <w:numFmt w:val="bullet"/>
      <w:lvlText w:val="•"/>
      <w:lvlJc w:val="left"/>
      <w:pPr>
        <w:ind w:left="8778" w:hanging="284"/>
      </w:pPr>
      <w:rPr>
        <w:rFonts w:hint="default"/>
      </w:rPr>
    </w:lvl>
  </w:abstractNum>
  <w:abstractNum w:abstractNumId="8">
    <w:nsid w:val="58E2179B"/>
    <w:multiLevelType w:val="hybridMultilevel"/>
    <w:tmpl w:val="B212D2AE"/>
    <w:lvl w:ilvl="0" w:tplc="1A2C9420">
      <w:start w:val="1"/>
      <w:numFmt w:val="decimal"/>
      <w:lvlText w:val="%1."/>
      <w:lvlJc w:val="left"/>
      <w:pPr>
        <w:ind w:left="562" w:hanging="284"/>
        <w:jc w:val="left"/>
      </w:pPr>
      <w:rPr>
        <w:rFonts w:ascii="Calibri" w:eastAsia="Calibri" w:hAnsi="Calibri" w:hint="default"/>
        <w:i/>
        <w:spacing w:val="-1"/>
        <w:w w:val="99"/>
        <w:sz w:val="20"/>
        <w:szCs w:val="20"/>
      </w:rPr>
    </w:lvl>
    <w:lvl w:ilvl="1" w:tplc="FCAA8FE2">
      <w:start w:val="1"/>
      <w:numFmt w:val="bullet"/>
      <w:lvlText w:val="•"/>
      <w:lvlJc w:val="left"/>
      <w:pPr>
        <w:ind w:left="1467" w:hanging="284"/>
      </w:pPr>
      <w:rPr>
        <w:rFonts w:hint="default"/>
      </w:rPr>
    </w:lvl>
    <w:lvl w:ilvl="2" w:tplc="727ED7CA">
      <w:start w:val="1"/>
      <w:numFmt w:val="bullet"/>
      <w:lvlText w:val="•"/>
      <w:lvlJc w:val="left"/>
      <w:pPr>
        <w:ind w:left="2373" w:hanging="284"/>
      </w:pPr>
      <w:rPr>
        <w:rFonts w:hint="default"/>
      </w:rPr>
    </w:lvl>
    <w:lvl w:ilvl="3" w:tplc="E9D4F3EC">
      <w:start w:val="1"/>
      <w:numFmt w:val="bullet"/>
      <w:lvlText w:val="•"/>
      <w:lvlJc w:val="left"/>
      <w:pPr>
        <w:ind w:left="3279" w:hanging="284"/>
      </w:pPr>
      <w:rPr>
        <w:rFonts w:hint="default"/>
      </w:rPr>
    </w:lvl>
    <w:lvl w:ilvl="4" w:tplc="2C24D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AE18707E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6" w:tplc="F3163A1E">
      <w:start w:val="1"/>
      <w:numFmt w:val="bullet"/>
      <w:lvlText w:val="•"/>
      <w:lvlJc w:val="left"/>
      <w:pPr>
        <w:ind w:left="5996" w:hanging="284"/>
      </w:pPr>
      <w:rPr>
        <w:rFonts w:hint="default"/>
      </w:rPr>
    </w:lvl>
    <w:lvl w:ilvl="7" w:tplc="FDDC95F6">
      <w:start w:val="1"/>
      <w:numFmt w:val="bullet"/>
      <w:lvlText w:val="•"/>
      <w:lvlJc w:val="left"/>
      <w:pPr>
        <w:ind w:left="6902" w:hanging="284"/>
      </w:pPr>
      <w:rPr>
        <w:rFonts w:hint="default"/>
      </w:rPr>
    </w:lvl>
    <w:lvl w:ilvl="8" w:tplc="ACC475C8">
      <w:start w:val="1"/>
      <w:numFmt w:val="bullet"/>
      <w:lvlText w:val="•"/>
      <w:lvlJc w:val="left"/>
      <w:pPr>
        <w:ind w:left="7807" w:hanging="284"/>
      </w:pPr>
      <w:rPr>
        <w:rFonts w:hint="default"/>
      </w:rPr>
    </w:lvl>
  </w:abstractNum>
  <w:abstractNum w:abstractNumId="9">
    <w:nsid w:val="599E5431"/>
    <w:multiLevelType w:val="multilevel"/>
    <w:tmpl w:val="8DAC7746"/>
    <w:lvl w:ilvl="0">
      <w:start w:val="1"/>
      <w:numFmt w:val="decimal"/>
      <w:lvlText w:val="%1"/>
      <w:lvlJc w:val="left"/>
      <w:pPr>
        <w:ind w:left="877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432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87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5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74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7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3" w:hanging="432"/>
      </w:pPr>
      <w:rPr>
        <w:rFonts w:hint="default"/>
      </w:rPr>
    </w:lvl>
  </w:abstractNum>
  <w:abstractNum w:abstractNumId="10">
    <w:nsid w:val="62AD4692"/>
    <w:multiLevelType w:val="hybridMultilevel"/>
    <w:tmpl w:val="368C1C22"/>
    <w:lvl w:ilvl="0" w:tplc="B3960028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5374EF2E">
      <w:start w:val="1"/>
      <w:numFmt w:val="bullet"/>
      <w:lvlText w:val="•"/>
      <w:lvlJc w:val="left"/>
      <w:pPr>
        <w:ind w:left="1449" w:hanging="284"/>
      </w:pPr>
      <w:rPr>
        <w:rFonts w:hint="default"/>
      </w:rPr>
    </w:lvl>
    <w:lvl w:ilvl="2" w:tplc="7C568570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 w:tplc="C25E0314">
      <w:start w:val="1"/>
      <w:numFmt w:val="bullet"/>
      <w:lvlText w:val="•"/>
      <w:lvlJc w:val="left"/>
      <w:pPr>
        <w:ind w:left="3543" w:hanging="284"/>
      </w:pPr>
      <w:rPr>
        <w:rFonts w:hint="default"/>
      </w:rPr>
    </w:lvl>
    <w:lvl w:ilvl="4" w:tplc="931C02D2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5" w:tplc="8A32121C">
      <w:start w:val="1"/>
      <w:numFmt w:val="bullet"/>
      <w:lvlText w:val="•"/>
      <w:lvlJc w:val="left"/>
      <w:pPr>
        <w:ind w:left="5637" w:hanging="284"/>
      </w:pPr>
      <w:rPr>
        <w:rFonts w:hint="default"/>
      </w:rPr>
    </w:lvl>
    <w:lvl w:ilvl="6" w:tplc="0FCC877C">
      <w:start w:val="1"/>
      <w:numFmt w:val="bullet"/>
      <w:lvlText w:val="•"/>
      <w:lvlJc w:val="left"/>
      <w:pPr>
        <w:ind w:left="6684" w:hanging="284"/>
      </w:pPr>
      <w:rPr>
        <w:rFonts w:hint="default"/>
      </w:rPr>
    </w:lvl>
    <w:lvl w:ilvl="7" w:tplc="482048EA">
      <w:start w:val="1"/>
      <w:numFmt w:val="bullet"/>
      <w:lvlText w:val="•"/>
      <w:lvlJc w:val="left"/>
      <w:pPr>
        <w:ind w:left="7731" w:hanging="284"/>
      </w:pPr>
      <w:rPr>
        <w:rFonts w:hint="default"/>
      </w:rPr>
    </w:lvl>
    <w:lvl w:ilvl="8" w:tplc="CE46ED28">
      <w:start w:val="1"/>
      <w:numFmt w:val="bullet"/>
      <w:lvlText w:val="•"/>
      <w:lvlJc w:val="left"/>
      <w:pPr>
        <w:ind w:left="8778" w:hanging="284"/>
      </w:pPr>
      <w:rPr>
        <w:rFonts w:hint="default"/>
      </w:rPr>
    </w:lvl>
  </w:abstractNum>
  <w:abstractNum w:abstractNumId="11">
    <w:nsid w:val="63795D21"/>
    <w:multiLevelType w:val="hybridMultilevel"/>
    <w:tmpl w:val="1B3057F6"/>
    <w:lvl w:ilvl="0" w:tplc="E86E5070">
      <w:start w:val="1"/>
      <w:numFmt w:val="decimal"/>
      <w:lvlText w:val="%1."/>
      <w:lvlJc w:val="left"/>
      <w:pPr>
        <w:ind w:left="499" w:hanging="284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6F7C7AD8">
      <w:start w:val="1"/>
      <w:numFmt w:val="lowerLetter"/>
      <w:lvlText w:val="%2."/>
      <w:lvlJc w:val="left"/>
      <w:pPr>
        <w:ind w:left="766" w:hanging="284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50B6AC1C">
      <w:start w:val="1"/>
      <w:numFmt w:val="bullet"/>
      <w:lvlText w:val="•"/>
      <w:lvlJc w:val="left"/>
      <w:pPr>
        <w:ind w:left="1773" w:hanging="284"/>
      </w:pPr>
      <w:rPr>
        <w:rFonts w:hint="default"/>
      </w:rPr>
    </w:lvl>
    <w:lvl w:ilvl="3" w:tplc="1F94D806">
      <w:start w:val="1"/>
      <w:numFmt w:val="bullet"/>
      <w:lvlText w:val="•"/>
      <w:lvlJc w:val="left"/>
      <w:pPr>
        <w:ind w:left="2780" w:hanging="284"/>
      </w:pPr>
      <w:rPr>
        <w:rFonts w:hint="default"/>
      </w:rPr>
    </w:lvl>
    <w:lvl w:ilvl="4" w:tplc="058E8678">
      <w:start w:val="1"/>
      <w:numFmt w:val="bullet"/>
      <w:lvlText w:val="•"/>
      <w:lvlJc w:val="left"/>
      <w:pPr>
        <w:ind w:left="3786" w:hanging="284"/>
      </w:pPr>
      <w:rPr>
        <w:rFonts w:hint="default"/>
      </w:rPr>
    </w:lvl>
    <w:lvl w:ilvl="5" w:tplc="24E84408">
      <w:start w:val="1"/>
      <w:numFmt w:val="bullet"/>
      <w:lvlText w:val="•"/>
      <w:lvlJc w:val="left"/>
      <w:pPr>
        <w:ind w:left="4793" w:hanging="284"/>
      </w:pPr>
      <w:rPr>
        <w:rFonts w:hint="default"/>
      </w:rPr>
    </w:lvl>
    <w:lvl w:ilvl="6" w:tplc="58B8E620">
      <w:start w:val="1"/>
      <w:numFmt w:val="bullet"/>
      <w:lvlText w:val="•"/>
      <w:lvlJc w:val="left"/>
      <w:pPr>
        <w:ind w:left="5799" w:hanging="284"/>
      </w:pPr>
      <w:rPr>
        <w:rFonts w:hint="default"/>
      </w:rPr>
    </w:lvl>
    <w:lvl w:ilvl="7" w:tplc="1588829E">
      <w:start w:val="1"/>
      <w:numFmt w:val="bullet"/>
      <w:lvlText w:val="•"/>
      <w:lvlJc w:val="left"/>
      <w:pPr>
        <w:ind w:left="6806" w:hanging="284"/>
      </w:pPr>
      <w:rPr>
        <w:rFonts w:hint="default"/>
      </w:rPr>
    </w:lvl>
    <w:lvl w:ilvl="8" w:tplc="83164236">
      <w:start w:val="1"/>
      <w:numFmt w:val="bullet"/>
      <w:lvlText w:val="•"/>
      <w:lvlJc w:val="left"/>
      <w:pPr>
        <w:ind w:left="7813" w:hanging="284"/>
      </w:pPr>
      <w:rPr>
        <w:rFonts w:hint="default"/>
      </w:rPr>
    </w:lvl>
  </w:abstractNum>
  <w:abstractNum w:abstractNumId="12">
    <w:nsid w:val="660400EB"/>
    <w:multiLevelType w:val="hybridMultilevel"/>
    <w:tmpl w:val="BBF8CCF6"/>
    <w:lvl w:ilvl="0" w:tplc="794E3580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EEDE4280">
      <w:start w:val="1"/>
      <w:numFmt w:val="bullet"/>
      <w:lvlText w:val="•"/>
      <w:lvlJc w:val="left"/>
      <w:pPr>
        <w:ind w:left="1449" w:hanging="284"/>
      </w:pPr>
      <w:rPr>
        <w:rFonts w:hint="default"/>
      </w:rPr>
    </w:lvl>
    <w:lvl w:ilvl="2" w:tplc="A2DA25C8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 w:tplc="E682A55C">
      <w:start w:val="1"/>
      <w:numFmt w:val="bullet"/>
      <w:lvlText w:val="•"/>
      <w:lvlJc w:val="left"/>
      <w:pPr>
        <w:ind w:left="3543" w:hanging="284"/>
      </w:pPr>
      <w:rPr>
        <w:rFonts w:hint="default"/>
      </w:rPr>
    </w:lvl>
    <w:lvl w:ilvl="4" w:tplc="6010C714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5" w:tplc="EAC07446">
      <w:start w:val="1"/>
      <w:numFmt w:val="bullet"/>
      <w:lvlText w:val="•"/>
      <w:lvlJc w:val="left"/>
      <w:pPr>
        <w:ind w:left="5637" w:hanging="284"/>
      </w:pPr>
      <w:rPr>
        <w:rFonts w:hint="default"/>
      </w:rPr>
    </w:lvl>
    <w:lvl w:ilvl="6" w:tplc="3CD88C6E">
      <w:start w:val="1"/>
      <w:numFmt w:val="bullet"/>
      <w:lvlText w:val="•"/>
      <w:lvlJc w:val="left"/>
      <w:pPr>
        <w:ind w:left="6684" w:hanging="284"/>
      </w:pPr>
      <w:rPr>
        <w:rFonts w:hint="default"/>
      </w:rPr>
    </w:lvl>
    <w:lvl w:ilvl="7" w:tplc="D48EC7D4">
      <w:start w:val="1"/>
      <w:numFmt w:val="bullet"/>
      <w:lvlText w:val="•"/>
      <w:lvlJc w:val="left"/>
      <w:pPr>
        <w:ind w:left="7731" w:hanging="284"/>
      </w:pPr>
      <w:rPr>
        <w:rFonts w:hint="default"/>
      </w:rPr>
    </w:lvl>
    <w:lvl w:ilvl="8" w:tplc="9CBEABEA">
      <w:start w:val="1"/>
      <w:numFmt w:val="bullet"/>
      <w:lvlText w:val="•"/>
      <w:lvlJc w:val="left"/>
      <w:pPr>
        <w:ind w:left="8778" w:hanging="284"/>
      </w:pPr>
      <w:rPr>
        <w:rFonts w:hint="default"/>
      </w:rPr>
    </w:lvl>
  </w:abstractNum>
  <w:abstractNum w:abstractNumId="13">
    <w:nsid w:val="6B0747E0"/>
    <w:multiLevelType w:val="hybridMultilevel"/>
    <w:tmpl w:val="46383D48"/>
    <w:lvl w:ilvl="0" w:tplc="58B6D52E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EDD0CEB2">
      <w:start w:val="1"/>
      <w:numFmt w:val="bullet"/>
      <w:lvlText w:val="•"/>
      <w:lvlJc w:val="left"/>
      <w:pPr>
        <w:ind w:left="555" w:hanging="284"/>
      </w:pPr>
      <w:rPr>
        <w:rFonts w:hint="default"/>
      </w:rPr>
    </w:lvl>
    <w:lvl w:ilvl="2" w:tplc="2BC0B568">
      <w:start w:val="1"/>
      <w:numFmt w:val="bullet"/>
      <w:lvlText w:val="•"/>
      <w:lvlJc w:val="left"/>
      <w:pPr>
        <w:ind w:left="709" w:hanging="284"/>
      </w:pPr>
      <w:rPr>
        <w:rFonts w:hint="default"/>
      </w:rPr>
    </w:lvl>
    <w:lvl w:ilvl="3" w:tplc="CB82CA26">
      <w:start w:val="1"/>
      <w:numFmt w:val="bullet"/>
      <w:lvlText w:val="•"/>
      <w:lvlJc w:val="left"/>
      <w:pPr>
        <w:ind w:left="863" w:hanging="284"/>
      </w:pPr>
      <w:rPr>
        <w:rFonts w:hint="default"/>
      </w:rPr>
    </w:lvl>
    <w:lvl w:ilvl="4" w:tplc="D13694EC">
      <w:start w:val="1"/>
      <w:numFmt w:val="bullet"/>
      <w:lvlText w:val="•"/>
      <w:lvlJc w:val="left"/>
      <w:pPr>
        <w:ind w:left="1016" w:hanging="284"/>
      </w:pPr>
      <w:rPr>
        <w:rFonts w:hint="default"/>
      </w:rPr>
    </w:lvl>
    <w:lvl w:ilvl="5" w:tplc="D054DDE8">
      <w:start w:val="1"/>
      <w:numFmt w:val="bullet"/>
      <w:lvlText w:val="•"/>
      <w:lvlJc w:val="left"/>
      <w:pPr>
        <w:ind w:left="1170" w:hanging="284"/>
      </w:pPr>
      <w:rPr>
        <w:rFonts w:hint="default"/>
      </w:rPr>
    </w:lvl>
    <w:lvl w:ilvl="6" w:tplc="8A9E700C">
      <w:start w:val="1"/>
      <w:numFmt w:val="bullet"/>
      <w:lvlText w:val="•"/>
      <w:lvlJc w:val="left"/>
      <w:pPr>
        <w:ind w:left="1324" w:hanging="284"/>
      </w:pPr>
      <w:rPr>
        <w:rFonts w:hint="default"/>
      </w:rPr>
    </w:lvl>
    <w:lvl w:ilvl="7" w:tplc="DFCC158A">
      <w:start w:val="1"/>
      <w:numFmt w:val="bullet"/>
      <w:lvlText w:val="•"/>
      <w:lvlJc w:val="left"/>
      <w:pPr>
        <w:ind w:left="1477" w:hanging="284"/>
      </w:pPr>
      <w:rPr>
        <w:rFonts w:hint="default"/>
      </w:rPr>
    </w:lvl>
    <w:lvl w:ilvl="8" w:tplc="8E0C0F04">
      <w:start w:val="1"/>
      <w:numFmt w:val="bullet"/>
      <w:lvlText w:val="•"/>
      <w:lvlJc w:val="left"/>
      <w:pPr>
        <w:ind w:left="1631" w:hanging="284"/>
      </w:pPr>
      <w:rPr>
        <w:rFonts w:hint="default"/>
      </w:rPr>
    </w:lvl>
  </w:abstractNum>
  <w:abstractNum w:abstractNumId="14">
    <w:nsid w:val="734914F3"/>
    <w:multiLevelType w:val="hybridMultilevel"/>
    <w:tmpl w:val="AA6206E8"/>
    <w:lvl w:ilvl="0" w:tplc="31DAD82C">
      <w:start w:val="1"/>
      <w:numFmt w:val="bullet"/>
      <w:lvlText w:val="o"/>
      <w:lvlJc w:val="left"/>
      <w:pPr>
        <w:ind w:left="402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93E8CCF4">
      <w:start w:val="1"/>
      <w:numFmt w:val="bullet"/>
      <w:lvlText w:val="•"/>
      <w:lvlJc w:val="left"/>
      <w:pPr>
        <w:ind w:left="1449" w:hanging="284"/>
      </w:pPr>
      <w:rPr>
        <w:rFonts w:hint="default"/>
      </w:rPr>
    </w:lvl>
    <w:lvl w:ilvl="2" w:tplc="59F22B36">
      <w:start w:val="1"/>
      <w:numFmt w:val="bullet"/>
      <w:lvlText w:val="•"/>
      <w:lvlJc w:val="left"/>
      <w:pPr>
        <w:ind w:left="2496" w:hanging="284"/>
      </w:pPr>
      <w:rPr>
        <w:rFonts w:hint="default"/>
      </w:rPr>
    </w:lvl>
    <w:lvl w:ilvl="3" w:tplc="0D804FD2">
      <w:start w:val="1"/>
      <w:numFmt w:val="bullet"/>
      <w:lvlText w:val="•"/>
      <w:lvlJc w:val="left"/>
      <w:pPr>
        <w:ind w:left="3543" w:hanging="284"/>
      </w:pPr>
      <w:rPr>
        <w:rFonts w:hint="default"/>
      </w:rPr>
    </w:lvl>
    <w:lvl w:ilvl="4" w:tplc="B4604D62">
      <w:start w:val="1"/>
      <w:numFmt w:val="bullet"/>
      <w:lvlText w:val="•"/>
      <w:lvlJc w:val="left"/>
      <w:pPr>
        <w:ind w:left="4590" w:hanging="284"/>
      </w:pPr>
      <w:rPr>
        <w:rFonts w:hint="default"/>
      </w:rPr>
    </w:lvl>
    <w:lvl w:ilvl="5" w:tplc="2444BC54">
      <w:start w:val="1"/>
      <w:numFmt w:val="bullet"/>
      <w:lvlText w:val="•"/>
      <w:lvlJc w:val="left"/>
      <w:pPr>
        <w:ind w:left="5637" w:hanging="284"/>
      </w:pPr>
      <w:rPr>
        <w:rFonts w:hint="default"/>
      </w:rPr>
    </w:lvl>
    <w:lvl w:ilvl="6" w:tplc="78A01746">
      <w:start w:val="1"/>
      <w:numFmt w:val="bullet"/>
      <w:lvlText w:val="•"/>
      <w:lvlJc w:val="left"/>
      <w:pPr>
        <w:ind w:left="6684" w:hanging="284"/>
      </w:pPr>
      <w:rPr>
        <w:rFonts w:hint="default"/>
      </w:rPr>
    </w:lvl>
    <w:lvl w:ilvl="7" w:tplc="1E1EDF64">
      <w:start w:val="1"/>
      <w:numFmt w:val="bullet"/>
      <w:lvlText w:val="•"/>
      <w:lvlJc w:val="left"/>
      <w:pPr>
        <w:ind w:left="7731" w:hanging="284"/>
      </w:pPr>
      <w:rPr>
        <w:rFonts w:hint="default"/>
      </w:rPr>
    </w:lvl>
    <w:lvl w:ilvl="8" w:tplc="AF4CA06C">
      <w:start w:val="1"/>
      <w:numFmt w:val="bullet"/>
      <w:lvlText w:val="•"/>
      <w:lvlJc w:val="left"/>
      <w:pPr>
        <w:ind w:left="8778" w:hanging="284"/>
      </w:pPr>
      <w:rPr>
        <w:rFonts w:hint="default"/>
      </w:rPr>
    </w:lvl>
  </w:abstractNum>
  <w:abstractNum w:abstractNumId="15">
    <w:nsid w:val="7CE81501"/>
    <w:multiLevelType w:val="hybridMultilevel"/>
    <w:tmpl w:val="E318A6CE"/>
    <w:lvl w:ilvl="0" w:tplc="96BC456A">
      <w:start w:val="1"/>
      <w:numFmt w:val="bullet"/>
      <w:lvlText w:val="o"/>
      <w:lvlJc w:val="left"/>
      <w:pPr>
        <w:ind w:left="119" w:hanging="284"/>
      </w:pPr>
      <w:rPr>
        <w:rFonts w:ascii="Courier New" w:eastAsia="Courier New" w:hAnsi="Courier New" w:hint="default"/>
        <w:w w:val="99"/>
        <w:sz w:val="20"/>
        <w:szCs w:val="20"/>
      </w:rPr>
    </w:lvl>
    <w:lvl w:ilvl="1" w:tplc="4F502140">
      <w:start w:val="1"/>
      <w:numFmt w:val="bullet"/>
      <w:lvlText w:val="•"/>
      <w:lvlJc w:val="left"/>
      <w:pPr>
        <w:ind w:left="1194" w:hanging="284"/>
      </w:pPr>
      <w:rPr>
        <w:rFonts w:hint="default"/>
      </w:rPr>
    </w:lvl>
    <w:lvl w:ilvl="2" w:tplc="0DE2E19C">
      <w:start w:val="1"/>
      <w:numFmt w:val="bullet"/>
      <w:lvlText w:val="•"/>
      <w:lvlJc w:val="left"/>
      <w:pPr>
        <w:ind w:left="2269" w:hanging="284"/>
      </w:pPr>
      <w:rPr>
        <w:rFonts w:hint="default"/>
      </w:rPr>
    </w:lvl>
    <w:lvl w:ilvl="3" w:tplc="D25EE9E2">
      <w:start w:val="1"/>
      <w:numFmt w:val="bullet"/>
      <w:lvlText w:val="•"/>
      <w:lvlJc w:val="left"/>
      <w:pPr>
        <w:ind w:left="3344" w:hanging="284"/>
      </w:pPr>
      <w:rPr>
        <w:rFonts w:hint="default"/>
      </w:rPr>
    </w:lvl>
    <w:lvl w:ilvl="4" w:tplc="28B87D02">
      <w:start w:val="1"/>
      <w:numFmt w:val="bullet"/>
      <w:lvlText w:val="•"/>
      <w:lvlJc w:val="left"/>
      <w:pPr>
        <w:ind w:left="4420" w:hanging="284"/>
      </w:pPr>
      <w:rPr>
        <w:rFonts w:hint="default"/>
      </w:rPr>
    </w:lvl>
    <w:lvl w:ilvl="5" w:tplc="1CE284EA">
      <w:start w:val="1"/>
      <w:numFmt w:val="bullet"/>
      <w:lvlText w:val="•"/>
      <w:lvlJc w:val="left"/>
      <w:pPr>
        <w:ind w:left="5495" w:hanging="284"/>
      </w:pPr>
      <w:rPr>
        <w:rFonts w:hint="default"/>
      </w:rPr>
    </w:lvl>
    <w:lvl w:ilvl="6" w:tplc="94AC1E1E">
      <w:start w:val="1"/>
      <w:numFmt w:val="bullet"/>
      <w:lvlText w:val="•"/>
      <w:lvlJc w:val="left"/>
      <w:pPr>
        <w:ind w:left="6570" w:hanging="284"/>
      </w:pPr>
      <w:rPr>
        <w:rFonts w:hint="default"/>
      </w:rPr>
    </w:lvl>
    <w:lvl w:ilvl="7" w:tplc="ED58FD38">
      <w:start w:val="1"/>
      <w:numFmt w:val="bullet"/>
      <w:lvlText w:val="•"/>
      <w:lvlJc w:val="left"/>
      <w:pPr>
        <w:ind w:left="7646" w:hanging="284"/>
      </w:pPr>
      <w:rPr>
        <w:rFonts w:hint="default"/>
      </w:rPr>
    </w:lvl>
    <w:lvl w:ilvl="8" w:tplc="15EC7B8A">
      <w:start w:val="1"/>
      <w:numFmt w:val="bullet"/>
      <w:lvlText w:val="•"/>
      <w:lvlJc w:val="left"/>
      <w:pPr>
        <w:ind w:left="8721" w:hanging="284"/>
      </w:pPr>
      <w:rPr>
        <w:rFonts w:hint="default"/>
      </w:rPr>
    </w:lvl>
  </w:abstractNum>
  <w:abstractNum w:abstractNumId="16">
    <w:nsid w:val="7D573509"/>
    <w:multiLevelType w:val="hybridMultilevel"/>
    <w:tmpl w:val="A7B44278"/>
    <w:lvl w:ilvl="0" w:tplc="704E0396">
      <w:start w:val="1"/>
      <w:numFmt w:val="decimal"/>
      <w:lvlText w:val="%1."/>
      <w:lvlJc w:val="left"/>
      <w:pPr>
        <w:ind w:left="399" w:hanging="284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D834FDFA">
      <w:start w:val="1"/>
      <w:numFmt w:val="bullet"/>
      <w:lvlText w:val="•"/>
      <w:lvlJc w:val="left"/>
      <w:pPr>
        <w:ind w:left="1296" w:hanging="284"/>
      </w:pPr>
      <w:rPr>
        <w:rFonts w:hint="default"/>
      </w:rPr>
    </w:lvl>
    <w:lvl w:ilvl="2" w:tplc="14E64474">
      <w:start w:val="1"/>
      <w:numFmt w:val="bullet"/>
      <w:lvlText w:val="•"/>
      <w:lvlJc w:val="left"/>
      <w:pPr>
        <w:ind w:left="2193" w:hanging="284"/>
      </w:pPr>
      <w:rPr>
        <w:rFonts w:hint="default"/>
      </w:rPr>
    </w:lvl>
    <w:lvl w:ilvl="3" w:tplc="912E24EC">
      <w:start w:val="1"/>
      <w:numFmt w:val="bullet"/>
      <w:lvlText w:val="•"/>
      <w:lvlJc w:val="left"/>
      <w:pPr>
        <w:ind w:left="3089" w:hanging="284"/>
      </w:pPr>
      <w:rPr>
        <w:rFonts w:hint="default"/>
      </w:rPr>
    </w:lvl>
    <w:lvl w:ilvl="4" w:tplc="B7FE019A">
      <w:start w:val="1"/>
      <w:numFmt w:val="bullet"/>
      <w:lvlText w:val="•"/>
      <w:lvlJc w:val="left"/>
      <w:pPr>
        <w:ind w:left="3986" w:hanging="284"/>
      </w:pPr>
      <w:rPr>
        <w:rFonts w:hint="default"/>
      </w:rPr>
    </w:lvl>
    <w:lvl w:ilvl="5" w:tplc="C86436E4">
      <w:start w:val="1"/>
      <w:numFmt w:val="bullet"/>
      <w:lvlText w:val="•"/>
      <w:lvlJc w:val="left"/>
      <w:pPr>
        <w:ind w:left="4883" w:hanging="284"/>
      </w:pPr>
      <w:rPr>
        <w:rFonts w:hint="default"/>
      </w:rPr>
    </w:lvl>
    <w:lvl w:ilvl="6" w:tplc="1A8A7388">
      <w:start w:val="1"/>
      <w:numFmt w:val="bullet"/>
      <w:lvlText w:val="•"/>
      <w:lvlJc w:val="left"/>
      <w:pPr>
        <w:ind w:left="5779" w:hanging="284"/>
      </w:pPr>
      <w:rPr>
        <w:rFonts w:hint="default"/>
      </w:rPr>
    </w:lvl>
    <w:lvl w:ilvl="7" w:tplc="C12EAD9E">
      <w:start w:val="1"/>
      <w:numFmt w:val="bullet"/>
      <w:lvlText w:val="•"/>
      <w:lvlJc w:val="left"/>
      <w:pPr>
        <w:ind w:left="6676" w:hanging="284"/>
      </w:pPr>
      <w:rPr>
        <w:rFonts w:hint="default"/>
      </w:rPr>
    </w:lvl>
    <w:lvl w:ilvl="8" w:tplc="27484274">
      <w:start w:val="1"/>
      <w:numFmt w:val="bullet"/>
      <w:lvlText w:val="•"/>
      <w:lvlJc w:val="left"/>
      <w:pPr>
        <w:ind w:left="7573" w:hanging="2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16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1"/>
  </w:num>
  <w:num w:numId="12">
    <w:abstractNumId w:val="15"/>
  </w:num>
  <w:num w:numId="13">
    <w:abstractNumId w:val="14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116"/>
    <w:rsid w:val="00582116"/>
    <w:rsid w:val="006C0B71"/>
    <w:rsid w:val="00DB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39"/>
      <w:ind w:left="278"/>
      <w:outlineLvl w:val="0"/>
    </w:pPr>
    <w:rPr>
      <w:rFonts w:ascii="Calibri" w:eastAsia="Calibri" w:hAnsi="Calibri"/>
      <w:b/>
      <w:bCs/>
      <w:i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402" w:hanging="283"/>
    </w:pPr>
    <w:rPr>
      <w:rFonts w:ascii="Calibri" w:eastAsia="Calibri" w:hAnsi="Calibri"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39"/>
      <w:ind w:left="278"/>
      <w:outlineLvl w:val="0"/>
    </w:pPr>
    <w:rPr>
      <w:rFonts w:ascii="Calibri" w:eastAsia="Calibri" w:hAnsi="Calibri"/>
      <w:b/>
      <w:bCs/>
      <w:i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402" w:hanging="283"/>
    </w:pPr>
    <w:rPr>
      <w:rFonts w:ascii="Calibri" w:eastAsia="Calibri" w:hAnsi="Calibri"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A42EEAD5.dotm</Template>
  <TotalTime>1</TotalTime>
  <Pages>2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maoli</dc:creator>
  <cp:lastModifiedBy> </cp:lastModifiedBy>
  <cp:revision>2</cp:revision>
  <dcterms:created xsi:type="dcterms:W3CDTF">2015-07-02T07:36:00Z</dcterms:created>
  <dcterms:modified xsi:type="dcterms:W3CDTF">2015-07-02T07:36:00Z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2014-05-27T00:00:00Z</vt:filetime>
  </property>
  <property fmtid="{D5CDD505-2E9C-101B-9397-08002B2CF9AE}" pid="3" name="LastSaved">
    <vt:filetime>2015-06-09T00:00:00Z</vt:filetime>
  </property>
</Properties>
</file>