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7C" w:rsidRDefault="003B1C7C" w:rsidP="003B1C7C"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553E7" w:rsidRDefault="00E82B6D" w:rsidP="00E82B6D">
            <w:pPr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8553E7">
              <w:rPr>
                <w:rFonts w:eastAsia="SimSun" w:cstheme="minorHAnsi"/>
                <w:sz w:val="21"/>
                <w:szCs w:val="21"/>
                <w:lang w:eastAsia="nl-NL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6" o:title=""/>
                </v:shape>
                <o:OLEObject Type="Embed" ProgID="MSPhotoEd.3" ShapeID="_x0000_i1025" DrawAspect="Content" ObjectID="_1526125553" r:id="rId7"/>
              </w:object>
            </w:r>
          </w:p>
          <w:p w:rsidR="003B1C7C" w:rsidRPr="008C2E6B" w:rsidRDefault="00E82B6D" w:rsidP="003C601D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 xml:space="preserve">Gezondheidszorg en Welzijn 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MVZ (</w:t>
            </w:r>
            <w:r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Medewerker maatschappelijke zorg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/</w:t>
            </w:r>
            <w:r w:rsidR="003C601D"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 xml:space="preserve"> Verzorgende-IG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)</w:t>
            </w: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Klas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82B6D" w:rsidRPr="008C2E6B" w:rsidRDefault="00E82B6D" w:rsidP="009356C3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E82B6D">
            <w:pPr>
              <w:widowControl w:val="0"/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</w:pP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De STRAK is een methode waarmee de student kan komen tot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schriftelijke of mondelinge 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verantwoording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van haar/zijn handelen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 op het juiste beheersingsniveau. </w:t>
            </w:r>
          </w:p>
        </w:tc>
      </w:tr>
      <w:tr w:rsidR="00E82B6D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Default="00E82B6D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E82B6D" w:rsidRPr="008C2E6B" w:rsidRDefault="00E82B6D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>
              <w:rPr>
                <w:rFonts w:eastAsia="Calibri"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Onvoldoende</w:t>
            </w:r>
          </w:p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E82B6D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</w:t>
            </w:r>
            <w:proofErr w:type="spellStart"/>
            <w:r>
              <w:rPr>
                <w:rFonts w:eastAsia="Calibri" w:cs="Arial"/>
                <w:sz w:val="21"/>
                <w:szCs w:val="21"/>
              </w:rPr>
              <w:t>niv.bepalingslijst</w:t>
            </w:r>
            <w:proofErr w:type="spellEnd"/>
            <w:r>
              <w:rPr>
                <w:rFonts w:eastAsia="Calibri" w:cs="Arial"/>
                <w:sz w:val="21"/>
                <w:szCs w:val="21"/>
              </w:rPr>
              <w:t xml:space="preserve">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:rsidR="00E82B6D" w:rsidRPr="008C2E6B" w:rsidRDefault="00E82B6D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E82B6D" w:rsidRPr="008C2E6B" w:rsidRDefault="00E82B6D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:rsidR="00E82B6D" w:rsidRPr="008C2E6B" w:rsidRDefault="00E82B6D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Default="00E82B6D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:rsidR="00E82B6D" w:rsidRPr="008C2E6B" w:rsidRDefault="00E82B6D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E82B6D" w:rsidRPr="008C2E6B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Pr="008C2E6B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3C601D"/>
    <w:rsid w:val="00453B06"/>
    <w:rsid w:val="004845FE"/>
    <w:rsid w:val="00506595"/>
    <w:rsid w:val="00553076"/>
    <w:rsid w:val="00681058"/>
    <w:rsid w:val="00A654C0"/>
    <w:rsid w:val="00AB1A38"/>
    <w:rsid w:val="00BE1D00"/>
    <w:rsid w:val="00C01835"/>
    <w:rsid w:val="00C758F1"/>
    <w:rsid w:val="00D72C1F"/>
    <w:rsid w:val="00D863A7"/>
    <w:rsid w:val="00E82B6D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9E8345D0</Template>
  <TotalTime>0</TotalTime>
  <Pages>1</Pages>
  <Words>208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Elzes,L.H.</cp:lastModifiedBy>
  <cp:revision>2</cp:revision>
  <cp:lastPrinted>2015-10-05T07:54:00Z</cp:lastPrinted>
  <dcterms:created xsi:type="dcterms:W3CDTF">2016-05-30T12:59:00Z</dcterms:created>
  <dcterms:modified xsi:type="dcterms:W3CDTF">2016-05-30T12:59:00Z</dcterms:modified>
</cp:coreProperties>
</file>