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263" w:rsidRPr="005E7B20" w:rsidRDefault="00DB5263">
      <w:pPr>
        <w:widowControl/>
        <w:spacing w:after="200" w:line="276" w:lineRule="auto"/>
        <w:rPr>
          <w:rFonts w:ascii="Calibri" w:hAnsi="Calibri"/>
          <w:b/>
          <w:bCs/>
          <w:sz w:val="40"/>
          <w:szCs w:val="40"/>
        </w:rPr>
      </w:pPr>
      <w:bookmarkStart w:id="0" w:name="_GoBack"/>
      <w:bookmarkEnd w:id="0"/>
      <w:r>
        <w:rPr>
          <w:rFonts w:ascii="Calibri" w:hAnsi="Calibri"/>
          <w:b/>
          <w:bCs/>
          <w:noProof/>
          <w:sz w:val="28"/>
          <w:szCs w:val="28"/>
        </w:rPr>
        <w:drawing>
          <wp:inline distT="0" distB="0" distL="0" distR="0" wp14:anchorId="2BBB9E4B" wp14:editId="57B47691">
            <wp:extent cx="3781425" cy="59055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779" cy="593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7B20">
        <w:rPr>
          <w:rFonts w:ascii="Calibri" w:hAnsi="Calibri"/>
          <w:b/>
          <w:bCs/>
          <w:sz w:val="44"/>
          <w:szCs w:val="44"/>
        </w:rPr>
        <w:t xml:space="preserve">           </w:t>
      </w:r>
      <w:proofErr w:type="spellStart"/>
      <w:r w:rsidR="005E7B20" w:rsidRPr="005E7B20">
        <w:rPr>
          <w:rFonts w:ascii="Calibri" w:hAnsi="Calibri"/>
          <w:b/>
          <w:bCs/>
          <w:sz w:val="44"/>
          <w:szCs w:val="44"/>
        </w:rPr>
        <w:t>Zorgleefplan</w:t>
      </w:r>
      <w:proofErr w:type="spellEnd"/>
    </w:p>
    <w:p w:rsidR="00F77053" w:rsidRDefault="00F77053" w:rsidP="007066B4">
      <w:pPr>
        <w:ind w:right="480"/>
        <w:rPr>
          <w:rFonts w:ascii="Calibri" w:hAnsi="Calibri"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72"/>
        <w:gridCol w:w="7072"/>
      </w:tblGrid>
      <w:tr w:rsidR="00F77053" w:rsidTr="00F77053">
        <w:tc>
          <w:tcPr>
            <w:tcW w:w="7072" w:type="dxa"/>
          </w:tcPr>
          <w:p w:rsidR="00F77053" w:rsidRDefault="00F77053" w:rsidP="00F77053">
            <w:pPr>
              <w:rPr>
                <w:rFonts w:ascii="Calibri" w:hAnsi="Calibri"/>
                <w:b/>
                <w:sz w:val="24"/>
                <w:szCs w:val="24"/>
              </w:rPr>
            </w:pPr>
            <w:r w:rsidRPr="00586A8C">
              <w:rPr>
                <w:rFonts w:ascii="Calibri" w:hAnsi="Calibri"/>
                <w:b/>
                <w:sz w:val="24"/>
                <w:szCs w:val="24"/>
              </w:rPr>
              <w:t>Naam:</w:t>
            </w:r>
          </w:p>
          <w:p w:rsidR="00DB5263" w:rsidRPr="00586A8C" w:rsidRDefault="00DB5263" w:rsidP="00F77053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072" w:type="dxa"/>
          </w:tcPr>
          <w:p w:rsidR="00F77053" w:rsidRPr="005661F6" w:rsidRDefault="00F77053" w:rsidP="00F77053">
            <w:pPr>
              <w:rPr>
                <w:rFonts w:ascii="Calibri" w:hAnsi="Calibri"/>
                <w:b/>
                <w:sz w:val="24"/>
                <w:szCs w:val="24"/>
              </w:rPr>
            </w:pPr>
            <w:r w:rsidRPr="005661F6">
              <w:rPr>
                <w:rFonts w:ascii="Calibri" w:hAnsi="Calibri"/>
                <w:b/>
                <w:sz w:val="24"/>
                <w:szCs w:val="24"/>
              </w:rPr>
              <w:t>Telefoonnummer:</w:t>
            </w:r>
          </w:p>
        </w:tc>
      </w:tr>
      <w:tr w:rsidR="00F77053" w:rsidTr="00F77053">
        <w:tc>
          <w:tcPr>
            <w:tcW w:w="7072" w:type="dxa"/>
          </w:tcPr>
          <w:p w:rsidR="00F77053" w:rsidRDefault="00F77053" w:rsidP="00F77053">
            <w:pPr>
              <w:rPr>
                <w:rFonts w:ascii="Calibri" w:hAnsi="Calibri"/>
                <w:b/>
                <w:sz w:val="24"/>
                <w:szCs w:val="24"/>
              </w:rPr>
            </w:pPr>
            <w:r w:rsidRPr="00586A8C">
              <w:rPr>
                <w:rFonts w:ascii="Calibri" w:hAnsi="Calibri"/>
                <w:b/>
                <w:sz w:val="24"/>
                <w:szCs w:val="24"/>
              </w:rPr>
              <w:t xml:space="preserve">Geslacht: </w:t>
            </w:r>
          </w:p>
          <w:p w:rsidR="00DB5263" w:rsidRPr="00586A8C" w:rsidRDefault="00DB5263" w:rsidP="00F77053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072" w:type="dxa"/>
          </w:tcPr>
          <w:p w:rsidR="00F77053" w:rsidRPr="005661F6" w:rsidRDefault="00F77053" w:rsidP="00F77053">
            <w:pPr>
              <w:rPr>
                <w:rFonts w:ascii="Calibri" w:hAnsi="Calibri"/>
                <w:b/>
                <w:sz w:val="24"/>
                <w:szCs w:val="24"/>
              </w:rPr>
            </w:pPr>
            <w:r w:rsidRPr="005661F6">
              <w:rPr>
                <w:rFonts w:ascii="Calibri" w:hAnsi="Calibri"/>
                <w:b/>
                <w:sz w:val="24"/>
                <w:szCs w:val="24"/>
              </w:rPr>
              <w:t>Huisarts:</w:t>
            </w:r>
          </w:p>
        </w:tc>
      </w:tr>
      <w:tr w:rsidR="00F77053" w:rsidTr="00F77053">
        <w:tc>
          <w:tcPr>
            <w:tcW w:w="7072" w:type="dxa"/>
          </w:tcPr>
          <w:p w:rsidR="00F77053" w:rsidRDefault="00F77053" w:rsidP="00F77053">
            <w:pPr>
              <w:rPr>
                <w:rFonts w:ascii="Calibri" w:hAnsi="Calibri"/>
                <w:b/>
                <w:sz w:val="24"/>
                <w:szCs w:val="24"/>
              </w:rPr>
            </w:pPr>
            <w:r w:rsidRPr="00586A8C">
              <w:rPr>
                <w:rFonts w:ascii="Calibri" w:hAnsi="Calibri"/>
                <w:b/>
                <w:sz w:val="24"/>
                <w:szCs w:val="24"/>
              </w:rPr>
              <w:t>Geboortedatum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en plaats:</w:t>
            </w:r>
            <w:r w:rsidRPr="00586A8C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  <w:p w:rsidR="00DB5263" w:rsidRPr="00586A8C" w:rsidRDefault="00DB5263" w:rsidP="00F77053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072" w:type="dxa"/>
          </w:tcPr>
          <w:p w:rsidR="00F77053" w:rsidRPr="005661F6" w:rsidRDefault="00F77053" w:rsidP="00F77053">
            <w:pPr>
              <w:rPr>
                <w:rFonts w:ascii="Calibri" w:hAnsi="Calibri"/>
                <w:b/>
                <w:sz w:val="24"/>
                <w:szCs w:val="24"/>
              </w:rPr>
            </w:pPr>
            <w:r w:rsidRPr="005661F6">
              <w:rPr>
                <w:rFonts w:ascii="Calibri" w:hAnsi="Calibri"/>
                <w:b/>
                <w:sz w:val="24"/>
                <w:szCs w:val="24"/>
              </w:rPr>
              <w:t>1ste contactpersoon:</w:t>
            </w:r>
          </w:p>
        </w:tc>
      </w:tr>
      <w:tr w:rsidR="00F77053" w:rsidTr="00F77053">
        <w:tc>
          <w:tcPr>
            <w:tcW w:w="7072" w:type="dxa"/>
          </w:tcPr>
          <w:p w:rsidR="00F77053" w:rsidRDefault="00F77053" w:rsidP="00F77053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Adres:</w:t>
            </w:r>
          </w:p>
          <w:p w:rsidR="00DB5263" w:rsidRPr="00586A8C" w:rsidRDefault="00DB5263" w:rsidP="00F77053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7072" w:type="dxa"/>
          </w:tcPr>
          <w:p w:rsidR="00F77053" w:rsidRPr="005661F6" w:rsidRDefault="00F77053" w:rsidP="00F77053">
            <w:pPr>
              <w:rPr>
                <w:rFonts w:ascii="Calibri" w:hAnsi="Calibri"/>
                <w:b/>
                <w:sz w:val="24"/>
                <w:szCs w:val="24"/>
              </w:rPr>
            </w:pPr>
            <w:r w:rsidRPr="005661F6">
              <w:rPr>
                <w:rFonts w:ascii="Calibri" w:hAnsi="Calibri"/>
                <w:b/>
                <w:sz w:val="24"/>
                <w:szCs w:val="24"/>
              </w:rPr>
              <w:t>Verzekering: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544"/>
        <w:gridCol w:w="3827"/>
        <w:gridCol w:w="3969"/>
        <w:gridCol w:w="1843"/>
      </w:tblGrid>
      <w:tr w:rsidR="007066B4" w:rsidRPr="00124925" w:rsidTr="005E7B20">
        <w:tc>
          <w:tcPr>
            <w:tcW w:w="959" w:type="dxa"/>
            <w:shd w:val="clear" w:color="auto" w:fill="FFFF00"/>
          </w:tcPr>
          <w:p w:rsidR="007066B4" w:rsidRPr="00DB5263" w:rsidRDefault="005E7B20" w:rsidP="005E7B20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3544" w:type="dxa"/>
            <w:shd w:val="clear" w:color="auto" w:fill="FFFF00"/>
          </w:tcPr>
          <w:p w:rsidR="007066B4" w:rsidRPr="00DB5263" w:rsidRDefault="007066B4" w:rsidP="00A11DC4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r w:rsidRPr="00DB5263">
              <w:rPr>
                <w:rFonts w:ascii="Calibri" w:hAnsi="Calibri"/>
                <w:b/>
                <w:sz w:val="18"/>
                <w:szCs w:val="18"/>
              </w:rPr>
              <w:t>Zorg</w:t>
            </w:r>
            <w:r w:rsidR="00A11DC4" w:rsidRPr="00DB5263">
              <w:rPr>
                <w:rFonts w:ascii="Calibri" w:hAnsi="Calibri"/>
                <w:b/>
                <w:sz w:val="18"/>
                <w:szCs w:val="18"/>
              </w:rPr>
              <w:t>vraag</w:t>
            </w:r>
            <w:r w:rsidR="0035055E" w:rsidRPr="00DB5263">
              <w:rPr>
                <w:rFonts w:ascii="Calibri" w:hAnsi="Calibri"/>
                <w:b/>
                <w:sz w:val="18"/>
                <w:szCs w:val="18"/>
              </w:rPr>
              <w:t xml:space="preserve"> en domei</w:t>
            </w:r>
            <w:r w:rsidR="00F77053" w:rsidRPr="00DB5263">
              <w:rPr>
                <w:rFonts w:ascii="Calibri" w:hAnsi="Calibri"/>
                <w:b/>
                <w:sz w:val="18"/>
                <w:szCs w:val="18"/>
              </w:rPr>
              <w:t xml:space="preserve">n                                        </w:t>
            </w:r>
          </w:p>
        </w:tc>
        <w:tc>
          <w:tcPr>
            <w:tcW w:w="3827" w:type="dxa"/>
            <w:shd w:val="clear" w:color="auto" w:fill="FFFF00"/>
          </w:tcPr>
          <w:p w:rsidR="007066B4" w:rsidRPr="00DB5263" w:rsidRDefault="00A11DC4" w:rsidP="00A11DC4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DB5263">
              <w:rPr>
                <w:rFonts w:ascii="Calibri" w:hAnsi="Calibri"/>
                <w:b/>
                <w:sz w:val="18"/>
                <w:szCs w:val="18"/>
              </w:rPr>
              <w:t>Zorgdoel</w:t>
            </w:r>
            <w:proofErr w:type="spellEnd"/>
            <w:r w:rsidR="00F77053" w:rsidRPr="00DB5263">
              <w:rPr>
                <w:rFonts w:ascii="Calibri" w:hAnsi="Calibri"/>
                <w:b/>
                <w:sz w:val="18"/>
                <w:szCs w:val="18"/>
              </w:rPr>
              <w:t xml:space="preserve">                                                                   </w:t>
            </w:r>
          </w:p>
        </w:tc>
        <w:tc>
          <w:tcPr>
            <w:tcW w:w="3969" w:type="dxa"/>
            <w:shd w:val="clear" w:color="auto" w:fill="FFFF00"/>
          </w:tcPr>
          <w:p w:rsidR="007066B4" w:rsidRPr="00DB5263" w:rsidRDefault="007066B4" w:rsidP="0035055E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r w:rsidRPr="00DB5263">
              <w:rPr>
                <w:rFonts w:ascii="Calibri" w:hAnsi="Calibri"/>
                <w:b/>
                <w:sz w:val="18"/>
                <w:szCs w:val="18"/>
              </w:rPr>
              <w:t>Zorgactiviteit</w:t>
            </w:r>
            <w:r w:rsidR="00A11DC4" w:rsidRPr="00DB5263">
              <w:rPr>
                <w:rFonts w:ascii="Calibri" w:hAnsi="Calibri"/>
                <w:b/>
                <w:sz w:val="18"/>
                <w:szCs w:val="18"/>
              </w:rPr>
              <w:t>(</w:t>
            </w:r>
            <w:r w:rsidRPr="00DB5263">
              <w:rPr>
                <w:rFonts w:ascii="Calibri" w:hAnsi="Calibri"/>
                <w:b/>
                <w:sz w:val="18"/>
                <w:szCs w:val="18"/>
              </w:rPr>
              <w:t>en</w:t>
            </w:r>
            <w:r w:rsidR="002C3CDA" w:rsidRPr="00DB5263">
              <w:rPr>
                <w:rFonts w:ascii="Calibri" w:hAnsi="Calibri"/>
                <w:b/>
                <w:sz w:val="18"/>
                <w:szCs w:val="18"/>
              </w:rPr>
              <w:t xml:space="preserve">) / </w:t>
            </w:r>
            <w:r w:rsidR="00A11DC4" w:rsidRPr="00DB5263">
              <w:rPr>
                <w:rFonts w:ascii="Calibri" w:hAnsi="Calibri"/>
                <w:b/>
                <w:sz w:val="18"/>
                <w:szCs w:val="18"/>
              </w:rPr>
              <w:t>interventie(s)</w:t>
            </w:r>
            <w:r w:rsidR="00F77053" w:rsidRPr="00DB5263">
              <w:rPr>
                <w:rFonts w:ascii="Calibri" w:hAnsi="Calibri"/>
                <w:b/>
                <w:sz w:val="18"/>
                <w:szCs w:val="18"/>
              </w:rPr>
              <w:t xml:space="preserve">                          </w:t>
            </w:r>
          </w:p>
        </w:tc>
        <w:tc>
          <w:tcPr>
            <w:tcW w:w="1843" w:type="dxa"/>
            <w:shd w:val="clear" w:color="auto" w:fill="FFFF00"/>
          </w:tcPr>
          <w:p w:rsidR="007066B4" w:rsidRPr="00DB5263" w:rsidRDefault="007066B4" w:rsidP="002C3CDA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r w:rsidRPr="00DB5263">
              <w:rPr>
                <w:rFonts w:ascii="Calibri" w:hAnsi="Calibri"/>
                <w:b/>
                <w:sz w:val="18"/>
                <w:szCs w:val="18"/>
              </w:rPr>
              <w:t>Evaluatie</w:t>
            </w:r>
            <w:r w:rsidR="00F77053" w:rsidRPr="00DB5263">
              <w:rPr>
                <w:rFonts w:ascii="Calibri" w:hAnsi="Calibri"/>
                <w:b/>
                <w:sz w:val="18"/>
                <w:szCs w:val="18"/>
              </w:rPr>
              <w:t xml:space="preserve">                               </w:t>
            </w:r>
          </w:p>
        </w:tc>
      </w:tr>
      <w:tr w:rsidR="007066B4" w:rsidRPr="00124925" w:rsidTr="005E7B20">
        <w:tc>
          <w:tcPr>
            <w:tcW w:w="959" w:type="dxa"/>
            <w:shd w:val="clear" w:color="auto" w:fill="auto"/>
          </w:tcPr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F77053" w:rsidRDefault="00F7705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Default="005E7B20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Default="005E7B20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Pr="00124925" w:rsidRDefault="005E7B20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7066B4" w:rsidRDefault="007066B4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Pr="00124925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7066B4" w:rsidRPr="00124925" w:rsidRDefault="007066B4" w:rsidP="002C3CDA">
            <w:pPr>
              <w:tabs>
                <w:tab w:val="left" w:pos="1659"/>
              </w:tabs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7066B4" w:rsidRPr="00124925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7066B4" w:rsidRPr="00124925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7066B4" w:rsidRPr="00124925" w:rsidTr="005E7B20">
        <w:tc>
          <w:tcPr>
            <w:tcW w:w="959" w:type="dxa"/>
            <w:shd w:val="clear" w:color="auto" w:fill="auto"/>
          </w:tcPr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F77053" w:rsidRDefault="00F7705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Pr="00124925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7066B4" w:rsidRDefault="007066B4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Default="005E7B20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Pr="00124925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7066B4" w:rsidRPr="00124925" w:rsidRDefault="007066B4" w:rsidP="002C3CDA">
            <w:pPr>
              <w:tabs>
                <w:tab w:val="left" w:pos="1659"/>
              </w:tabs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7066B4" w:rsidRPr="00124925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7066B4" w:rsidRPr="00124925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DB5263" w:rsidRPr="00DB5263" w:rsidTr="005E7B20">
        <w:tc>
          <w:tcPr>
            <w:tcW w:w="959" w:type="dxa"/>
            <w:shd w:val="clear" w:color="auto" w:fill="FFFF00"/>
          </w:tcPr>
          <w:p w:rsidR="00DB5263" w:rsidRPr="00DB5263" w:rsidRDefault="00DB5263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lastRenderedPageBreak/>
              <w:t>dd</w:t>
            </w:r>
            <w:proofErr w:type="spellEnd"/>
            <w:r w:rsidRPr="00DB5263">
              <w:rPr>
                <w:rFonts w:ascii="Calibri" w:hAnsi="Calibri"/>
                <w:b/>
                <w:sz w:val="18"/>
                <w:szCs w:val="18"/>
              </w:rPr>
              <w:t xml:space="preserve">    </w:t>
            </w:r>
          </w:p>
        </w:tc>
        <w:tc>
          <w:tcPr>
            <w:tcW w:w="3544" w:type="dxa"/>
            <w:shd w:val="clear" w:color="auto" w:fill="FFFF00"/>
          </w:tcPr>
          <w:p w:rsidR="00DB5263" w:rsidRPr="00DB5263" w:rsidRDefault="00DB5263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r w:rsidRPr="00DB5263">
              <w:rPr>
                <w:rFonts w:ascii="Calibri" w:hAnsi="Calibri"/>
                <w:b/>
                <w:sz w:val="18"/>
                <w:szCs w:val="18"/>
              </w:rPr>
              <w:t xml:space="preserve">Zorgvraag en domein                                        </w:t>
            </w:r>
          </w:p>
        </w:tc>
        <w:tc>
          <w:tcPr>
            <w:tcW w:w="3827" w:type="dxa"/>
            <w:shd w:val="clear" w:color="auto" w:fill="FFFF00"/>
          </w:tcPr>
          <w:p w:rsidR="00DB5263" w:rsidRPr="00DB5263" w:rsidRDefault="00DB5263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DB5263">
              <w:rPr>
                <w:rFonts w:ascii="Calibri" w:hAnsi="Calibri"/>
                <w:b/>
                <w:sz w:val="18"/>
                <w:szCs w:val="18"/>
              </w:rPr>
              <w:t>Zorgdoel</w:t>
            </w:r>
            <w:proofErr w:type="spellEnd"/>
            <w:r w:rsidRPr="00DB5263">
              <w:rPr>
                <w:rFonts w:ascii="Calibri" w:hAnsi="Calibri"/>
                <w:b/>
                <w:sz w:val="18"/>
                <w:szCs w:val="18"/>
              </w:rPr>
              <w:t xml:space="preserve">                                                                   </w:t>
            </w:r>
          </w:p>
        </w:tc>
        <w:tc>
          <w:tcPr>
            <w:tcW w:w="3969" w:type="dxa"/>
            <w:shd w:val="clear" w:color="auto" w:fill="FFFF00"/>
          </w:tcPr>
          <w:p w:rsidR="00DB5263" w:rsidRPr="00DB5263" w:rsidRDefault="00DB5263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r w:rsidRPr="00DB5263">
              <w:rPr>
                <w:rFonts w:ascii="Calibri" w:hAnsi="Calibri"/>
                <w:b/>
                <w:sz w:val="18"/>
                <w:szCs w:val="18"/>
              </w:rPr>
              <w:t xml:space="preserve">Zorgactiviteit(en) / interventie(s)                          </w:t>
            </w:r>
          </w:p>
        </w:tc>
        <w:tc>
          <w:tcPr>
            <w:tcW w:w="1843" w:type="dxa"/>
            <w:shd w:val="clear" w:color="auto" w:fill="FFFF00"/>
          </w:tcPr>
          <w:p w:rsidR="00DB5263" w:rsidRPr="00DB5263" w:rsidRDefault="00DB5263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  <w:r w:rsidRPr="00DB5263">
              <w:rPr>
                <w:rFonts w:ascii="Calibri" w:hAnsi="Calibri"/>
                <w:b/>
                <w:sz w:val="18"/>
                <w:szCs w:val="18"/>
              </w:rPr>
              <w:t xml:space="preserve">Evaluatie                               </w:t>
            </w:r>
          </w:p>
        </w:tc>
      </w:tr>
      <w:tr w:rsidR="007066B4" w:rsidRPr="00124925" w:rsidTr="005E7B20">
        <w:tc>
          <w:tcPr>
            <w:tcW w:w="959" w:type="dxa"/>
            <w:shd w:val="clear" w:color="auto" w:fill="auto"/>
          </w:tcPr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F77053" w:rsidRDefault="00F7705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F77053" w:rsidRDefault="00F7705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Pr="00124925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7066B4" w:rsidRDefault="007066B4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Default="005E7B20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Default="005E7B20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Default="005E7B20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Default="005E7B20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Default="005E7B20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Default="005E7B20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Default="005E7B20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Default="005E7B20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5E7B20" w:rsidRPr="00124925" w:rsidRDefault="005E7B20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7066B4" w:rsidRPr="00124925" w:rsidRDefault="007066B4" w:rsidP="002C3CDA">
            <w:pPr>
              <w:tabs>
                <w:tab w:val="left" w:pos="1659"/>
              </w:tabs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7066B4" w:rsidRPr="00124925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7066B4" w:rsidRPr="00124925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DB5263" w:rsidRPr="00DB5263" w:rsidTr="005E7B20">
        <w:tc>
          <w:tcPr>
            <w:tcW w:w="959" w:type="dxa"/>
            <w:shd w:val="clear" w:color="auto" w:fill="FFFFFF" w:themeFill="background1"/>
          </w:tcPr>
          <w:p w:rsidR="00DB5263" w:rsidRPr="00DB5263" w:rsidRDefault="00DB5263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DB5263" w:rsidRDefault="00DB5263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  <w:p w:rsidR="005E7B20" w:rsidRPr="00DB5263" w:rsidRDefault="005E7B20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DB5263" w:rsidRPr="00DB5263" w:rsidRDefault="00DB5263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DB5263" w:rsidRPr="00DB5263" w:rsidRDefault="00DB5263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DB5263" w:rsidRPr="00DB5263" w:rsidRDefault="00DB5263" w:rsidP="00DB5263">
            <w:pPr>
              <w:ind w:right="480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7066B4" w:rsidRPr="00124925" w:rsidTr="005E7B20">
        <w:tc>
          <w:tcPr>
            <w:tcW w:w="959" w:type="dxa"/>
            <w:shd w:val="clear" w:color="auto" w:fill="auto"/>
          </w:tcPr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7066B4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2C3CDA" w:rsidRDefault="002C3CDA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F77053" w:rsidRDefault="00F7705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F77053" w:rsidRDefault="00F7705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F77053" w:rsidRDefault="00F7705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F77053" w:rsidRDefault="00F7705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F77053" w:rsidRDefault="00F7705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F77053" w:rsidRDefault="00F7705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  <w:p w:rsidR="00F77053" w:rsidRPr="00124925" w:rsidRDefault="00F77053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7066B4" w:rsidRDefault="007066B4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2C3CDA" w:rsidRDefault="002C3CDA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2C3CDA" w:rsidRDefault="002C3CDA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2C3CDA" w:rsidRDefault="002C3CDA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2C3CDA" w:rsidRDefault="002C3CDA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2C3CDA" w:rsidRDefault="002C3CDA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DB5263" w:rsidRDefault="00DB5263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  <w:p w:rsidR="002C3CDA" w:rsidRPr="00124925" w:rsidRDefault="002C3CDA" w:rsidP="002C3CDA">
            <w:pPr>
              <w:ind w:right="-73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7066B4" w:rsidRPr="00124925" w:rsidRDefault="007066B4" w:rsidP="002C3CDA">
            <w:pPr>
              <w:tabs>
                <w:tab w:val="left" w:pos="1659"/>
              </w:tabs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7066B4" w:rsidRPr="00124925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7066B4" w:rsidRPr="00124925" w:rsidRDefault="007066B4" w:rsidP="002C3CDA">
            <w:pPr>
              <w:ind w:right="48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</w:tbl>
    <w:p w:rsidR="00E3312C" w:rsidRDefault="00E3312C" w:rsidP="00DB5263">
      <w:pPr>
        <w:widowControl/>
        <w:spacing w:after="200" w:line="276" w:lineRule="auto"/>
      </w:pPr>
    </w:p>
    <w:sectPr w:rsidR="00E3312C" w:rsidSect="002C3C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B4"/>
    <w:rsid w:val="000750ED"/>
    <w:rsid w:val="002C3CDA"/>
    <w:rsid w:val="0035055E"/>
    <w:rsid w:val="005E7B20"/>
    <w:rsid w:val="007066B4"/>
    <w:rsid w:val="00976BCD"/>
    <w:rsid w:val="00A11DC4"/>
    <w:rsid w:val="00DB5263"/>
    <w:rsid w:val="00E3312C"/>
    <w:rsid w:val="00F7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66B4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7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B526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5263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66B4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7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B526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5263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B3F9C86C</Template>
  <TotalTime>1</TotalTime>
  <Pages>2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Marijke Boelkens</cp:lastModifiedBy>
  <cp:revision>2</cp:revision>
  <dcterms:created xsi:type="dcterms:W3CDTF">2016-04-26T12:23:00Z</dcterms:created>
  <dcterms:modified xsi:type="dcterms:W3CDTF">2016-04-26T12:23:00Z</dcterms:modified>
</cp:coreProperties>
</file>