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7C" w:rsidRDefault="003B1C7C" w:rsidP="003B1C7C"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1701"/>
        <w:gridCol w:w="709"/>
        <w:gridCol w:w="992"/>
        <w:gridCol w:w="1701"/>
      </w:tblGrid>
      <w:tr w:rsidR="003B1C7C" w:rsidRPr="008C2E6B" w:rsidTr="00553076">
        <w:trPr>
          <w:trHeight w:val="531"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2B6D" w:rsidRPr="008553E7" w:rsidRDefault="00E82B6D" w:rsidP="00E82B6D">
            <w:pPr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8553E7">
              <w:rPr>
                <w:rFonts w:eastAsia="SimSun" w:cstheme="minorHAnsi"/>
                <w:sz w:val="21"/>
                <w:szCs w:val="21"/>
                <w:lang w:eastAsia="nl-NL"/>
              </w:rPr>
              <w:object w:dxaOrig="17893" w:dyaOrig="3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2pt;height:35.25pt" o:ole="">
                  <v:imagedata r:id="rId6" o:title=""/>
                </v:shape>
                <o:OLEObject Type="Embed" ProgID="MSPhotoEd.3" ShapeID="_x0000_i1025" DrawAspect="Content" ObjectID="_1524988770" r:id="rId7"/>
              </w:object>
            </w:r>
          </w:p>
          <w:p w:rsidR="003B1C7C" w:rsidRPr="008C2E6B" w:rsidRDefault="00E82B6D" w:rsidP="003C601D">
            <w:pPr>
              <w:jc w:val="center"/>
              <w:rPr>
                <w:rFonts w:eastAsia="Calibri" w:cstheme="majorHAnsi"/>
                <w:b/>
                <w:color w:val="C00000"/>
                <w:sz w:val="28"/>
                <w:szCs w:val="28"/>
              </w:rPr>
            </w:pPr>
            <w:r w:rsidRPr="006147BB">
              <w:rPr>
                <w:rFonts w:eastAsia="SimSun" w:cstheme="minorHAnsi"/>
                <w:b/>
                <w:color w:val="C00000"/>
                <w:szCs w:val="28"/>
                <w:lang w:eastAsia="nl-NL"/>
              </w:rPr>
              <w:t xml:space="preserve">Gezondheidszorg en Welzijn </w:t>
            </w:r>
            <w:r w:rsidR="003C601D">
              <w:rPr>
                <w:rFonts w:eastAsia="SimSun" w:cstheme="minorHAnsi"/>
                <w:b/>
                <w:color w:val="C00000"/>
                <w:szCs w:val="28"/>
                <w:lang w:eastAsia="nl-NL"/>
              </w:rPr>
              <w:t>MVZ (</w:t>
            </w:r>
            <w:r w:rsidRPr="006147BB">
              <w:rPr>
                <w:rFonts w:eastAsia="SimSun" w:cstheme="minorHAnsi"/>
                <w:b/>
                <w:color w:val="C00000"/>
                <w:szCs w:val="28"/>
                <w:lang w:eastAsia="nl-NL"/>
              </w:rPr>
              <w:t>Medewerker maatschappelijke zorg</w:t>
            </w:r>
            <w:r w:rsidR="003C601D">
              <w:rPr>
                <w:rFonts w:eastAsia="SimSun" w:cstheme="minorHAnsi"/>
                <w:b/>
                <w:color w:val="C00000"/>
                <w:szCs w:val="28"/>
                <w:lang w:eastAsia="nl-NL"/>
              </w:rPr>
              <w:t>/</w:t>
            </w:r>
            <w:r w:rsidR="003C601D" w:rsidRPr="006147BB">
              <w:rPr>
                <w:rFonts w:eastAsia="SimSun" w:cstheme="minorHAnsi"/>
                <w:b/>
                <w:color w:val="C00000"/>
                <w:szCs w:val="28"/>
                <w:lang w:eastAsia="nl-NL"/>
              </w:rPr>
              <w:t xml:space="preserve"> Verzorgende-IG</w:t>
            </w:r>
            <w:r w:rsidR="003C601D">
              <w:rPr>
                <w:rFonts w:eastAsia="SimSun" w:cstheme="minorHAnsi"/>
                <w:b/>
                <w:color w:val="C00000"/>
                <w:szCs w:val="28"/>
                <w:lang w:eastAsia="nl-NL"/>
              </w:rPr>
              <w:t>)</w:t>
            </w:r>
          </w:p>
        </w:tc>
      </w:tr>
      <w:tr w:rsidR="003B1C7C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B1C7C" w:rsidRPr="008C2E6B" w:rsidRDefault="00E82B6D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Klas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E82B6D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E82B6D" w:rsidRPr="008C2E6B" w:rsidRDefault="00E82B6D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Studentnummer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82B6D" w:rsidRPr="008C2E6B" w:rsidRDefault="00E82B6D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82B6D" w:rsidRPr="008C2E6B" w:rsidRDefault="00E82B6D" w:rsidP="009356C3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Datum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82B6D" w:rsidRPr="008C2E6B" w:rsidRDefault="00E82B6D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E82B6D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E82B6D" w:rsidRPr="008C2E6B" w:rsidRDefault="00E82B6D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Opleiding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82B6D" w:rsidRPr="008C2E6B" w:rsidRDefault="00E82B6D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82B6D" w:rsidRPr="008C2E6B" w:rsidRDefault="00E82B6D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82B6D" w:rsidRPr="008C2E6B" w:rsidRDefault="00E82B6D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E82B6D" w:rsidRPr="008C2E6B" w:rsidTr="009B789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E82B6D">
            <w:pPr>
              <w:widowControl w:val="0"/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</w:pPr>
            <w:r w:rsidRPr="008C2E6B"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De STRAK is een methode waarmee de student kan komen tot </w:t>
            </w:r>
            <w:r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schriftelijke of mondelinge </w:t>
            </w:r>
            <w:r w:rsidRPr="008C2E6B"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verantwoording </w:t>
            </w:r>
            <w:r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>van haar/zijn handelen</w:t>
            </w:r>
            <w:r w:rsidRPr="008C2E6B"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 op het juiste beheersingsniveau. </w:t>
            </w:r>
          </w:p>
        </w:tc>
      </w:tr>
      <w:tr w:rsidR="00E82B6D" w:rsidRPr="008C2E6B" w:rsidTr="009E2D2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Default="00E82B6D" w:rsidP="009B789C">
            <w:pP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</w:pPr>
            <w: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 xml:space="preserve">Algemene eisen bij je verantwoording </w:t>
            </w:r>
          </w:p>
          <w:p w:rsidR="00E82B6D" w:rsidRPr="008C2E6B" w:rsidRDefault="00E82B6D" w:rsidP="009B789C">
            <w:pP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</w:pPr>
            <w: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(via schriftelijk verslag of mondeling gesprek)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  <w:r w:rsidRPr="00453B06">
              <w:rPr>
                <w:rFonts w:eastAsia="Calibri" w:cs="Arial"/>
                <w:b/>
                <w:color w:val="C00000"/>
                <w:sz w:val="20"/>
                <w:szCs w:val="20"/>
              </w:rPr>
              <w:t>Goed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  <w:r>
              <w:rPr>
                <w:rFonts w:eastAsia="Calibri" w:cs="Arial"/>
                <w:b/>
                <w:color w:val="C00000"/>
                <w:sz w:val="20"/>
                <w:szCs w:val="20"/>
              </w:rPr>
              <w:t>Voldoende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  <w:r w:rsidRPr="00453B06">
              <w:rPr>
                <w:rFonts w:eastAsia="Calibri" w:cs="Arial"/>
                <w:b/>
                <w:color w:val="C00000"/>
                <w:sz w:val="20"/>
                <w:szCs w:val="20"/>
              </w:rPr>
              <w:t>Onvoldoende</w:t>
            </w:r>
          </w:p>
          <w:p w:rsidR="00E82B6D" w:rsidRPr="00453B06" w:rsidRDefault="00E82B6D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</w:tr>
      <w:tr w:rsidR="00E82B6D" w:rsidRPr="008C2E6B" w:rsidTr="009E2D2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A654C0">
            <w:pPr>
              <w:rPr>
                <w:rFonts w:eastAsia="Calibri" w:cs="Arial"/>
                <w:sz w:val="21"/>
                <w:szCs w:val="21"/>
              </w:rPr>
            </w:pPr>
            <w:r w:rsidRPr="00453B06">
              <w:rPr>
                <w:rFonts w:eastAsia="Calibri" w:cs="Arial"/>
                <w:sz w:val="21"/>
                <w:szCs w:val="21"/>
              </w:rPr>
              <w:t>Je bewijs voldoet aan de richtlijnen Nederlands voor schrijven</w:t>
            </w:r>
            <w:r>
              <w:rPr>
                <w:rFonts w:eastAsia="Calibri" w:cs="Arial"/>
                <w:sz w:val="21"/>
                <w:szCs w:val="21"/>
              </w:rPr>
              <w:t>/ge</w:t>
            </w:r>
            <w:r w:rsidRPr="00453B06">
              <w:rPr>
                <w:rFonts w:eastAsia="Calibri" w:cs="Arial"/>
                <w:sz w:val="21"/>
                <w:szCs w:val="21"/>
              </w:rPr>
              <w:t>spre</w:t>
            </w:r>
            <w:r>
              <w:rPr>
                <w:rFonts w:eastAsia="Calibri" w:cs="Arial"/>
                <w:sz w:val="21"/>
                <w:szCs w:val="21"/>
              </w:rPr>
              <w:t>k</w:t>
            </w:r>
            <w:r w:rsidRPr="00453B06">
              <w:rPr>
                <w:rFonts w:eastAsia="Calibri" w:cs="Arial"/>
                <w:sz w:val="21"/>
                <w:szCs w:val="21"/>
              </w:rPr>
              <w:t>ken</w:t>
            </w:r>
            <w:r>
              <w:rPr>
                <w:rFonts w:eastAsia="Calibri" w:cs="Arial"/>
                <w:sz w:val="21"/>
                <w:szCs w:val="21"/>
              </w:rPr>
              <w:t xml:space="preserve"> (zie </w:t>
            </w:r>
            <w:proofErr w:type="spellStart"/>
            <w:r>
              <w:rPr>
                <w:rFonts w:eastAsia="Calibri" w:cs="Arial"/>
                <w:sz w:val="21"/>
                <w:szCs w:val="21"/>
              </w:rPr>
              <w:t>niv.bepalingslijst</w:t>
            </w:r>
            <w:proofErr w:type="spellEnd"/>
            <w:r>
              <w:rPr>
                <w:rFonts w:eastAsia="Calibri" w:cs="Arial"/>
                <w:sz w:val="21"/>
                <w:szCs w:val="21"/>
              </w:rPr>
              <w:t xml:space="preserve"> in ELO)</w:t>
            </w:r>
            <w:r w:rsidRPr="00453B06">
              <w:rPr>
                <w:rFonts w:eastAsia="Calibri" w:cs="Arial"/>
                <w:sz w:val="21"/>
                <w:szCs w:val="21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453B06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</w:tr>
      <w:tr w:rsidR="00E82B6D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Fase van de verantwoording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b/>
                <w:color w:val="C00000"/>
                <w:sz w:val="21"/>
                <w:szCs w:val="21"/>
              </w:rPr>
            </w:pPr>
            <w:r w:rsidRPr="008C2E6B">
              <w:rPr>
                <w:rFonts w:cstheme="majorHAnsi"/>
                <w:b/>
                <w:color w:val="C00000"/>
                <w:sz w:val="21"/>
                <w:szCs w:val="21"/>
              </w:rPr>
              <w:t>Rapportage</w:t>
            </w:r>
          </w:p>
        </w:tc>
      </w:tr>
      <w:tr w:rsidR="00E82B6D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kort de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situatie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en het bijbehorende werkproces/</w:t>
            </w:r>
            <w:r>
              <w:rPr>
                <w:rFonts w:cstheme="majorHAnsi"/>
                <w:sz w:val="21"/>
                <w:szCs w:val="21"/>
                <w:lang w:eastAsia="nl-NL"/>
              </w:rPr>
              <w:t>criterium waarin je succesvol bent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geweest.</w:t>
            </w:r>
          </w:p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</w:rPr>
            </w:pPr>
          </w:p>
        </w:tc>
      </w:tr>
      <w:tr w:rsidR="00E82B6D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wat jouw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taak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was in deze situatie en </w:t>
            </w:r>
          </w:p>
          <w:p w:rsidR="00E82B6D" w:rsidRPr="008C2E6B" w:rsidRDefault="00E82B6D" w:rsidP="007E5CF8">
            <w:pPr>
              <w:numPr>
                <w:ilvl w:val="0"/>
                <w:numId w:val="1"/>
              </w:num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Welk doel wilde je bereiken? </w:t>
            </w:r>
          </w:p>
          <w:p w:rsidR="00E82B6D" w:rsidRPr="008C2E6B" w:rsidRDefault="00E82B6D" w:rsidP="007E5CF8">
            <w:pPr>
              <w:numPr>
                <w:ilvl w:val="0"/>
                <w:numId w:val="1"/>
              </w:num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>Welke rol of verantwoordelijkheid had je?</w:t>
            </w:r>
          </w:p>
          <w:p w:rsidR="00E82B6D" w:rsidRPr="008C2E6B" w:rsidRDefault="00E82B6D" w:rsidP="007E5CF8">
            <w:p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</w:rPr>
            </w:pPr>
          </w:p>
        </w:tc>
      </w:tr>
      <w:tr w:rsidR="00E82B6D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wat het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 xml:space="preserve">resultaat 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>was van jouw handelen.</w:t>
            </w:r>
          </w:p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</w:rPr>
            </w:pPr>
          </w:p>
        </w:tc>
      </w:tr>
      <w:tr w:rsidR="00E82B6D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hoe je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aanpak</w:t>
            </w:r>
            <w:r w:rsidRPr="008C2E6B">
              <w:rPr>
                <w:rFonts w:cstheme="majorHAnsi"/>
                <w:color w:val="C00000"/>
                <w:sz w:val="21"/>
                <w:szCs w:val="21"/>
                <w:lang w:eastAsia="nl-NL"/>
              </w:rPr>
              <w:t xml:space="preserve"> 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>was in de situatie.</w:t>
            </w:r>
          </w:p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</w:rPr>
            </w:pPr>
          </w:p>
        </w:tc>
      </w:tr>
      <w:tr w:rsidR="00E82B6D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</w:rPr>
            </w:pPr>
            <w:r w:rsidRPr="008C2E6B">
              <w:rPr>
                <w:rFonts w:cstheme="majorHAnsi"/>
                <w:sz w:val="21"/>
                <w:szCs w:val="21"/>
              </w:rPr>
              <w:t xml:space="preserve">Je verwoordt welke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</w:rPr>
              <w:t>keuzes</w:t>
            </w:r>
            <w:r w:rsidRPr="008C2E6B">
              <w:rPr>
                <w:rFonts w:cstheme="majorHAnsi"/>
                <w:sz w:val="21"/>
                <w:szCs w:val="21"/>
              </w:rPr>
              <w:t xml:space="preserve"> je hebt gemaakt. Je gaat hierbij in op: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het protocol/het plan in deze situatie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de teamafspraken in deze situatie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theorie je hebt toegepast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analyse je hebt gemaakt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afwegingen je hebt gemaakt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conclusie je hebt getrokken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oplossingen/verbetervoorstellen jij hebt gegeven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waarom je hiervoor gekozen hebt.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</w:rPr>
            </w:pPr>
          </w:p>
        </w:tc>
      </w:tr>
      <w:tr w:rsidR="00E82B6D" w:rsidRPr="008C2E6B" w:rsidTr="007E5CF8">
        <w:trPr>
          <w:cantSplit/>
        </w:trPr>
        <w:tc>
          <w:tcPr>
            <w:tcW w:w="467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2B6D" w:rsidRDefault="00E82B6D" w:rsidP="00AB1A38">
            <w:pPr>
              <w:rPr>
                <w:rFonts w:cs="Calibri"/>
                <w:b/>
                <w:color w:val="C00000"/>
                <w:sz w:val="20"/>
                <w:szCs w:val="20"/>
              </w:rPr>
            </w:pPr>
            <w:r>
              <w:rPr>
                <w:rFonts w:cs="Calibri"/>
                <w:b/>
                <w:color w:val="C00000"/>
                <w:sz w:val="20"/>
                <w:szCs w:val="20"/>
              </w:rPr>
              <w:t>Beoordeling</w:t>
            </w:r>
          </w:p>
          <w:p w:rsidR="00E82B6D" w:rsidRPr="008C2E6B" w:rsidRDefault="00E82B6D" w:rsidP="00AB1A38">
            <w:pPr>
              <w:rPr>
                <w:rFonts w:cs="Calibri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2B6D" w:rsidRPr="008C2E6B" w:rsidRDefault="00E82B6D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Goed</w:t>
            </w:r>
          </w:p>
        </w:tc>
        <w:tc>
          <w:tcPr>
            <w:tcW w:w="17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2B6D" w:rsidRPr="008C2E6B" w:rsidRDefault="00E82B6D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Voldoende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2B6D" w:rsidRPr="008C2E6B" w:rsidRDefault="00E82B6D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Onvoldoende</w:t>
            </w:r>
          </w:p>
        </w:tc>
      </w:tr>
      <w:tr w:rsidR="00E82B6D" w:rsidRPr="008C2E6B" w:rsidTr="007E5CF8">
        <w:trPr>
          <w:cantSplit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2B6D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ajorHAnsi"/>
                <w:b/>
                <w:color w:val="C00000"/>
                <w:sz w:val="20"/>
                <w:szCs w:val="20"/>
              </w:rPr>
              <w:t>Onderbouwing</w:t>
            </w:r>
          </w:p>
          <w:p w:rsidR="00E82B6D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E82B6D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E82B6D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E82B6D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E82B6D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E82B6D" w:rsidRPr="008C2E6B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</w:tc>
      </w:tr>
    </w:tbl>
    <w:p w:rsidR="00FC764F" w:rsidRDefault="00FC764F"/>
    <w:sectPr w:rsidR="00FC764F" w:rsidSect="003B1C7C">
      <w:pgSz w:w="11906" w:h="16838"/>
      <w:pgMar w:top="567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22F7B"/>
    <w:multiLevelType w:val="hybridMultilevel"/>
    <w:tmpl w:val="7E96AA5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480C02"/>
    <w:multiLevelType w:val="hybridMultilevel"/>
    <w:tmpl w:val="A118A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C7C"/>
    <w:rsid w:val="000D607E"/>
    <w:rsid w:val="003B1C7C"/>
    <w:rsid w:val="003C601D"/>
    <w:rsid w:val="00453B06"/>
    <w:rsid w:val="004845FE"/>
    <w:rsid w:val="00506595"/>
    <w:rsid w:val="00553076"/>
    <w:rsid w:val="00681058"/>
    <w:rsid w:val="00A654C0"/>
    <w:rsid w:val="00AB1A38"/>
    <w:rsid w:val="00BE1D00"/>
    <w:rsid w:val="00C01835"/>
    <w:rsid w:val="00C758F1"/>
    <w:rsid w:val="00D72C1F"/>
    <w:rsid w:val="00E82B6D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1C7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B1C7C"/>
    <w:pPr>
      <w:ind w:left="720"/>
      <w:contextualSpacing/>
    </w:pPr>
    <w:rPr>
      <w:rFonts w:ascii="Times New Roman" w:eastAsia="Times New Roman" w:hAnsi="Times New Roman" w:cs="Times New Roman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1C7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B1C7C"/>
    <w:pPr>
      <w:ind w:left="720"/>
      <w:contextualSpacing/>
    </w:pPr>
    <w:rPr>
      <w:rFonts w:ascii="Times New Roman" w:eastAsia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7D453442</Template>
  <TotalTime>0</TotalTime>
  <Pages>1</Pages>
  <Words>208</Words>
  <Characters>1146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Elzes,L.H.</cp:lastModifiedBy>
  <cp:revision>2</cp:revision>
  <cp:lastPrinted>2015-10-05T07:54:00Z</cp:lastPrinted>
  <dcterms:created xsi:type="dcterms:W3CDTF">2016-05-17T09:13:00Z</dcterms:created>
  <dcterms:modified xsi:type="dcterms:W3CDTF">2016-05-17T09:13:00Z</dcterms:modified>
</cp:coreProperties>
</file>