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892A58" w:rsidRPr="00BA43FB" w:rsidTr="00F37DD8">
        <w:trPr>
          <w:trHeight w:val="433"/>
        </w:trPr>
        <w:tc>
          <w:tcPr>
            <w:tcW w:w="9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Default="00892A58" w:rsidP="00F37DD8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892A58" w:rsidRDefault="00892A58" w:rsidP="00F37DD8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DRAAIBOEK ACTIVITEIT</w:t>
            </w:r>
          </w:p>
          <w:p w:rsidR="00892A58" w:rsidRPr="00BA43FB" w:rsidRDefault="00892A58" w:rsidP="00F37DD8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:rsidR="00892A58" w:rsidRDefault="00892A58" w:rsidP="00892A58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92A58" w:rsidRPr="00B96CF8" w:rsidTr="00F37DD8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B96CF8" w:rsidRDefault="00892A58" w:rsidP="00F37DD8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Oriënteren op de activiteit</w:t>
            </w:r>
          </w:p>
        </w:tc>
      </w:tr>
      <w:tr w:rsidR="00892A58" w:rsidRPr="00B96CF8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B96CF8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Naam activiteit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B96CF8" w:rsidRDefault="00892A58" w:rsidP="00F37DD8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892A58" w:rsidRPr="00B96CF8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B96CF8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Type activiteit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D6520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92A58" w:rsidRPr="00B96CF8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Doelgroep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D6520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92A58" w:rsidRPr="00B96CF8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Groepsgrootte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D6520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92A58" w:rsidRPr="00B96CF8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Situatie / Plaats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D6520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92A58" w:rsidRPr="00B96CF8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Begeleiding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D6520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892A58" w:rsidRDefault="00892A58" w:rsidP="00892A58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92A58" w:rsidRPr="00B96CF8" w:rsidTr="00F37DD8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B96CF8" w:rsidRDefault="00892A58" w:rsidP="00F37DD8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Plannen van de activiteit</w:t>
            </w:r>
          </w:p>
        </w:tc>
      </w:tr>
      <w:tr w:rsidR="00892A58" w:rsidRPr="00B96CF8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B96CF8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Doel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B96CF8" w:rsidRDefault="00892A58" w:rsidP="00F37DD8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892A58" w:rsidRPr="00B96CF8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B96CF8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Tijdstip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D6520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92A58" w:rsidRPr="00B96CF8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Ruimte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D6520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92A58" w:rsidRPr="00B96CF8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Materialen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D6520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92A58" w:rsidRPr="00B96CF8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Klaarzetten ruimte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D6520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92A58" w:rsidRPr="00B96CF8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Overleggen met … over …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D6520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892A58" w:rsidRDefault="00892A58" w:rsidP="00892A58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92A58" w:rsidRPr="00B96CF8" w:rsidTr="00F37DD8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B96CF8" w:rsidRDefault="00892A58" w:rsidP="00F37DD8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Uitvoeren en controleren van de activiteit (programma)</w:t>
            </w:r>
          </w:p>
        </w:tc>
      </w:tr>
      <w:tr w:rsidR="00892A58" w:rsidRPr="00EA09E0" w:rsidTr="00F37DD8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EA09E0" w:rsidRDefault="00892A58" w:rsidP="00F37DD8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EA09E0">
              <w:rPr>
                <w:rFonts w:ascii="Calibri" w:eastAsia="Calibri" w:hAnsi="Calibri" w:cs="Times New Roman"/>
                <w:b/>
                <w:sz w:val="20"/>
                <w:szCs w:val="20"/>
              </w:rPr>
              <w:t>T.a.v. opstarten</w:t>
            </w:r>
          </w:p>
        </w:tc>
      </w:tr>
      <w:tr w:rsidR="00892A58" w:rsidRPr="00EA09E0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EA09E0" w:rsidRDefault="00892A58" w:rsidP="00F37DD8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A09E0">
              <w:rPr>
                <w:rFonts w:ascii="Calibri" w:eastAsia="Calibri" w:hAnsi="Calibri" w:cs="Times New Roman"/>
                <w:sz w:val="20"/>
                <w:szCs w:val="20"/>
              </w:rPr>
              <w:t>Ik vertel, leg uit: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EA09E0" w:rsidRDefault="00892A58" w:rsidP="00F37DD8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892A58" w:rsidRPr="00EA09E0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EA09E0" w:rsidRDefault="00892A58" w:rsidP="00F37DD8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A09E0">
              <w:rPr>
                <w:rFonts w:ascii="Calibri" w:eastAsia="Calibri" w:hAnsi="Calibri" w:cs="Times New Roman"/>
                <w:sz w:val="20"/>
                <w:szCs w:val="20"/>
              </w:rPr>
              <w:t>Ik laat zien: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EA09E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92A58" w:rsidRPr="00EA09E0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EA09E0" w:rsidRDefault="00892A58" w:rsidP="00F37DD8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A09E0">
              <w:rPr>
                <w:rFonts w:ascii="Calibri" w:eastAsia="Calibri" w:hAnsi="Calibri" w:cs="Times New Roman"/>
                <w:sz w:val="20"/>
                <w:szCs w:val="20"/>
              </w:rPr>
              <w:t>Ik deel in/uit: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EA09E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92A58" w:rsidRPr="00EA09E0" w:rsidTr="00F37DD8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EA09E0" w:rsidRDefault="00892A58" w:rsidP="00F37DD8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EA09E0">
              <w:rPr>
                <w:rFonts w:eastAsia="Calibri" w:cstheme="minorHAnsi"/>
                <w:b/>
                <w:sz w:val="20"/>
                <w:szCs w:val="20"/>
              </w:rPr>
              <w:t>T.a.v. doen</w:t>
            </w:r>
          </w:p>
        </w:tc>
      </w:tr>
      <w:tr w:rsidR="00892A58" w:rsidRPr="00EA09E0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EA09E0" w:rsidRDefault="00892A58" w:rsidP="00F37DD8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Ik let op: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EA09E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92A58" w:rsidRPr="00EA09E0" w:rsidTr="00F37DD8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EA09E0" w:rsidRDefault="00892A58" w:rsidP="00F37DD8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EA09E0">
              <w:rPr>
                <w:rFonts w:eastAsia="Calibri" w:cstheme="minorHAnsi"/>
                <w:b/>
                <w:sz w:val="20"/>
                <w:szCs w:val="20"/>
              </w:rPr>
              <w:t>T.a.v. afronden</w:t>
            </w:r>
          </w:p>
        </w:tc>
      </w:tr>
      <w:tr w:rsidR="00892A58" w:rsidRPr="00EA09E0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EA09E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Ik ga na wat men er van vond door: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EA09E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92A58" w:rsidRPr="00EA09E0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EA09E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Ik ruim op/sluit af door: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EA09E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892A58" w:rsidRDefault="00892A58" w:rsidP="00892A58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92A58" w:rsidRPr="00B96CF8" w:rsidTr="00F37DD8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B96CF8" w:rsidRDefault="00892A58" w:rsidP="00F37DD8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Reflecteren op de activiteit</w:t>
            </w:r>
          </w:p>
        </w:tc>
      </w:tr>
      <w:tr w:rsidR="00892A58" w:rsidRPr="00EA09E0" w:rsidTr="00F37DD8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EA09E0" w:rsidRDefault="00892A58" w:rsidP="00F37DD8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Aandachtspunten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A58" w:rsidRPr="00EA09E0" w:rsidRDefault="00892A58" w:rsidP="00F37DD8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892A58" w:rsidRDefault="00892A58" w:rsidP="00892A58"/>
    <w:p w:rsidR="00892A58" w:rsidRPr="00B06523" w:rsidRDefault="00892A58" w:rsidP="00892A5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</w:pPr>
    </w:p>
    <w:p w:rsidR="00892A58" w:rsidRDefault="00892A58" w:rsidP="00892A58"/>
    <w:p w:rsidR="008040FE" w:rsidRPr="008040FE" w:rsidRDefault="008040FE" w:rsidP="008040FE"/>
    <w:p w:rsidR="008040FE" w:rsidRDefault="008040FE"/>
    <w:sectPr w:rsidR="008040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CEC"/>
    <w:multiLevelType w:val="hybridMultilevel"/>
    <w:tmpl w:val="4A2619F2"/>
    <w:lvl w:ilvl="0" w:tplc="9918AB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8A96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0E06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0820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703A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6A10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5A14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88DD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4C74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4C7488"/>
    <w:multiLevelType w:val="hybridMultilevel"/>
    <w:tmpl w:val="CD4A1B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B047BA"/>
    <w:multiLevelType w:val="hybridMultilevel"/>
    <w:tmpl w:val="EAE60112"/>
    <w:lvl w:ilvl="0" w:tplc="B6824E3C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EAA6E18"/>
    <w:multiLevelType w:val="hybridMultilevel"/>
    <w:tmpl w:val="E8C22110"/>
    <w:lvl w:ilvl="0" w:tplc="B6824E3C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4BD68A8"/>
    <w:multiLevelType w:val="hybridMultilevel"/>
    <w:tmpl w:val="A4A26DBE"/>
    <w:lvl w:ilvl="0" w:tplc="B6824E3C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F6127BD"/>
    <w:multiLevelType w:val="hybridMultilevel"/>
    <w:tmpl w:val="4BD0F6F2"/>
    <w:lvl w:ilvl="0" w:tplc="5F0243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C0BA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1A54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DC2D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FA2B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A8B8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C89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BAD0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BC25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0FE"/>
    <w:rsid w:val="004A0812"/>
    <w:rsid w:val="008040FE"/>
    <w:rsid w:val="00860A73"/>
    <w:rsid w:val="00892A58"/>
    <w:rsid w:val="00903DA4"/>
    <w:rsid w:val="00CB5D94"/>
    <w:rsid w:val="00EE2E21"/>
    <w:rsid w:val="00F24A5A"/>
    <w:rsid w:val="00F6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040FE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8040F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B5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5D9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040FE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8040F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B5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5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2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688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9077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59C86-725B-42E8-96B3-BE6FE99D7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D44B2792</Template>
  <TotalTime>1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Noorderpoort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Marjoke</dc:creator>
  <cp:lastModifiedBy>Elzes,L.H.</cp:lastModifiedBy>
  <cp:revision>2</cp:revision>
  <cp:lastPrinted>2015-08-31T19:38:00Z</cp:lastPrinted>
  <dcterms:created xsi:type="dcterms:W3CDTF">2016-03-15T19:20:00Z</dcterms:created>
  <dcterms:modified xsi:type="dcterms:W3CDTF">2016-03-15T19:20:00Z</dcterms:modified>
</cp:coreProperties>
</file>