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AE2" w:rsidRPr="004960D2" w:rsidRDefault="004960D2">
      <w:pPr>
        <w:rPr>
          <w:b/>
        </w:rPr>
      </w:pPr>
      <w:r w:rsidRPr="004960D2">
        <w:rPr>
          <w:b/>
        </w:rPr>
        <w:t xml:space="preserve">Opdracht 2: behoefte peilen van een zorgvrager </w:t>
      </w:r>
    </w:p>
    <w:p w:rsidR="00EE2E21" w:rsidRDefault="00224417">
      <w:r>
        <w:t xml:space="preserve">Mevr. de Backer zat vroeger bij een koor. Deed aan tennis. Speelde graag spelletjes met haar 8 broers en zussen. Ze heeft nu nergens zin in, want alles kost toch te veel moeite. </w:t>
      </w:r>
    </w:p>
    <w:p w:rsidR="00224417" w:rsidRDefault="00224417">
      <w:r>
        <w:t xml:space="preserve">Mevr. Sonnedaal heeft altijd hard gewerkt. Moest naast het werk van haar man ook werken. Ze maakte schoon, heeft nog in een kantine gewerkt en in een winkel gestaan. Als ze thuis kwam moest je het huishouden nog doen. Op school was ze het beste in Nederlands en gym. </w:t>
      </w:r>
    </w:p>
    <w:p w:rsidR="00224417" w:rsidRDefault="00224417">
      <w:r>
        <w:t xml:space="preserve">Mr. Sonnedaal was vroeger melkboer. Hij bracht de hele dag melk rond, de laatste jaren voor hij met pensioen kon kreeg hij een bestelwagen. </w:t>
      </w:r>
      <w:r w:rsidR="00E33C27">
        <w:t>Hij was erg handig en maakte zelf speelgoed voor de kinderen. Daar is hij erg trots op.</w:t>
      </w:r>
    </w:p>
    <w:p w:rsidR="00EE6521" w:rsidRDefault="00EE6521">
      <w:r>
        <w:t>Mevr. Ansen houd erg van dieren. Toen ze nog thuis woonde had ze 3 katten en een hond waar ze iedere dag een wandeling mee maakte. Ze vierde haar verjaardag altijd met een dinertje. Ze dronken dan, luisterden muziek en ze had altijd een uitgebreid menu gekookt.</w:t>
      </w:r>
    </w:p>
    <w:p w:rsidR="00EE6521" w:rsidRDefault="00EE6521">
      <w:r>
        <w:t xml:space="preserve">Mr. Mulder doet aan biljart en speelt bridge. Hij drinkt graag een borreltje op de bank en blijft zo veel mogelijk op de bank zitten. Geef hem zijn puzzelboekje maar. Hij gaat echt niet met al deze dementerenden biljarten, die zijn geen partij voor hem. </w:t>
      </w:r>
    </w:p>
    <w:p w:rsidR="00EE6521" w:rsidRDefault="00EE6521" w:rsidP="00EE6521"/>
    <w:p w:rsidR="00353AE2" w:rsidRDefault="00353AE2">
      <w:r>
        <w:t>Vergelijken</w:t>
      </w:r>
    </w:p>
    <w:p w:rsidR="00353AE2" w:rsidRPr="00353AE2" w:rsidRDefault="00353AE2">
      <w:pPr>
        <w:rPr>
          <w:b/>
        </w:rPr>
      </w:pPr>
      <w:r w:rsidRPr="00353AE2">
        <w:rPr>
          <w:b/>
        </w:rPr>
        <w:t>Vergelijk jullie matrixen:</w:t>
      </w:r>
    </w:p>
    <w:p w:rsidR="00353AE2" w:rsidRDefault="00353AE2">
      <w:r>
        <w:t>- Welke activiteit is populairste?</w:t>
      </w:r>
      <w:r>
        <w:br w:type="page"/>
      </w:r>
      <w:bookmarkStart w:id="0" w:name="_GoBack"/>
      <w:bookmarkEnd w:id="0"/>
    </w:p>
    <w:sectPr w:rsidR="00353A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097E"/>
    <w:multiLevelType w:val="hybridMultilevel"/>
    <w:tmpl w:val="A0763AAC"/>
    <w:lvl w:ilvl="0" w:tplc="E098CE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C863D7"/>
    <w:multiLevelType w:val="hybridMultilevel"/>
    <w:tmpl w:val="75386832"/>
    <w:lvl w:ilvl="0" w:tplc="E098CE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A31456D"/>
    <w:multiLevelType w:val="hybridMultilevel"/>
    <w:tmpl w:val="54AA5158"/>
    <w:lvl w:ilvl="0" w:tplc="E098CE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9AD17C3"/>
    <w:multiLevelType w:val="hybridMultilevel"/>
    <w:tmpl w:val="9D36D0FA"/>
    <w:lvl w:ilvl="0" w:tplc="E098CE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417"/>
    <w:rsid w:val="00224417"/>
    <w:rsid w:val="00353AE2"/>
    <w:rsid w:val="0036104A"/>
    <w:rsid w:val="003673FA"/>
    <w:rsid w:val="004960D2"/>
    <w:rsid w:val="00522AD3"/>
    <w:rsid w:val="0053424B"/>
    <w:rsid w:val="006B6DE6"/>
    <w:rsid w:val="007E3CA7"/>
    <w:rsid w:val="0096750B"/>
    <w:rsid w:val="00AB2852"/>
    <w:rsid w:val="00DD4D4F"/>
    <w:rsid w:val="00E33C27"/>
    <w:rsid w:val="00EE2E21"/>
    <w:rsid w:val="00EE6521"/>
    <w:rsid w:val="00F24A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75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7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34418942</Template>
  <TotalTime>3</TotalTime>
  <Pages>1</Pages>
  <Words>202</Words>
  <Characters>1114</Characters>
  <Application>Microsoft Office Word</Application>
  <DocSecurity>4</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Noorderpoort</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Marjoke</dc:creator>
  <cp:lastModifiedBy>Elzes,L.H.</cp:lastModifiedBy>
  <cp:revision>2</cp:revision>
  <dcterms:created xsi:type="dcterms:W3CDTF">2016-03-15T08:06:00Z</dcterms:created>
  <dcterms:modified xsi:type="dcterms:W3CDTF">2016-03-15T08:06:00Z</dcterms:modified>
</cp:coreProperties>
</file>