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7F" w:rsidRPr="00C24770" w:rsidRDefault="005A637F" w:rsidP="005A637F">
      <w:pPr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096"/>
        <w:gridCol w:w="3096"/>
      </w:tblGrid>
      <w:tr w:rsidR="005A637F" w:rsidRPr="005A637F" w:rsidTr="005A637F">
        <w:tc>
          <w:tcPr>
            <w:tcW w:w="9288" w:type="dxa"/>
            <w:gridSpan w:val="3"/>
            <w:shd w:val="clear" w:color="auto" w:fill="auto"/>
          </w:tcPr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</w:p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  <w:r w:rsidRPr="005A637F">
              <w:rPr>
                <w:rFonts w:ascii="Calibri" w:hAnsi="Calibri" w:cs="Arial"/>
                <w:b/>
                <w:color w:val="C00000"/>
                <w:sz w:val="22"/>
                <w:szCs w:val="22"/>
              </w:rPr>
              <w:t>Samenwerkingscontract</w:t>
            </w:r>
          </w:p>
          <w:p w:rsidR="005A637F" w:rsidRPr="005A637F" w:rsidRDefault="005A637F" w:rsidP="006B3785">
            <w:pPr>
              <w:jc w:val="center"/>
              <w:rPr>
                <w:rFonts w:ascii="Calibri" w:hAnsi="Calibri" w:cs="Arial"/>
                <w:b/>
                <w:color w:val="C00000"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Naam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studenten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1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2</w:t>
            </w:r>
          </w:p>
          <w:p w:rsidR="005A637F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3</w:t>
            </w:r>
          </w:p>
          <w:p w:rsidR="005A637F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4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E-mail adres: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096" w:type="dxa"/>
          </w:tcPr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Telefoonnummer:</w:t>
            </w:r>
          </w:p>
          <w:p w:rsidR="005A637F" w:rsidRPr="00C24770" w:rsidRDefault="005A637F" w:rsidP="006B3785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Doel van de samenwerking: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Contractduur:  van ………………… tot ………………………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Afspraken: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5A637F">
            <w:pPr>
              <w:widowControl/>
              <w:numPr>
                <w:ilvl w:val="0"/>
                <w:numId w:val="1"/>
              </w:num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widowControl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>Plaats:                                                            Datum: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A637F" w:rsidRPr="00C24770" w:rsidTr="006B3785">
        <w:tc>
          <w:tcPr>
            <w:tcW w:w="9288" w:type="dxa"/>
            <w:gridSpan w:val="3"/>
          </w:tcPr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C24770">
              <w:rPr>
                <w:rFonts w:ascii="Calibri" w:hAnsi="Calibri" w:cs="Arial"/>
                <w:b/>
                <w:sz w:val="22"/>
                <w:szCs w:val="22"/>
              </w:rPr>
              <w:t xml:space="preserve">Handtekeningen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studenten:</w:t>
            </w: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5A637F" w:rsidRPr="00C24770" w:rsidRDefault="005A637F" w:rsidP="006B378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5A637F" w:rsidRPr="00C24770" w:rsidRDefault="005A637F" w:rsidP="005A637F">
      <w:pPr>
        <w:rPr>
          <w:rFonts w:ascii="Calibri" w:hAnsi="Calibri" w:cs="Arial"/>
          <w:bCs/>
          <w:sz w:val="22"/>
          <w:szCs w:val="22"/>
        </w:rPr>
      </w:pPr>
    </w:p>
    <w:p w:rsidR="008C4398" w:rsidRDefault="008C4398" w:rsidP="005A637F">
      <w:bookmarkStart w:id="0" w:name="_GoBack"/>
      <w:bookmarkEnd w:id="0"/>
    </w:p>
    <w:sectPr w:rsidR="008C4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525"/>
    <w:multiLevelType w:val="hybridMultilevel"/>
    <w:tmpl w:val="682835EC"/>
    <w:lvl w:ilvl="0" w:tplc="6BA2BCD2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7F"/>
    <w:rsid w:val="00001864"/>
    <w:rsid w:val="000F5087"/>
    <w:rsid w:val="003308A2"/>
    <w:rsid w:val="005A637F"/>
    <w:rsid w:val="008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637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637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D8365C87</Template>
  <TotalTime>0</TotalTime>
  <Pages>1</Pages>
  <Words>45</Words>
  <Characters>251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Elzes,L.H.</cp:lastModifiedBy>
  <cp:revision>2</cp:revision>
  <dcterms:created xsi:type="dcterms:W3CDTF">2016-02-26T14:04:00Z</dcterms:created>
  <dcterms:modified xsi:type="dcterms:W3CDTF">2016-02-26T14:04:00Z</dcterms:modified>
</cp:coreProperties>
</file>