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B3" w:rsidRDefault="001D28B3">
      <w:pPr>
        <w:suppressAutoHyphens w:val="0"/>
        <w:rPr>
          <w:rFonts w:ascii="Calibri" w:hAnsi="Calibri" w:cs="Arial"/>
          <w:bCs/>
          <w:sz w:val="22"/>
          <w:szCs w:val="22"/>
        </w:rPr>
      </w:pPr>
    </w:p>
    <w:p w:rsidR="001D28B3" w:rsidRDefault="001D28B3" w:rsidP="001D28B3">
      <w:pPr>
        <w:spacing w:line="276" w:lineRule="auto"/>
        <w:rPr>
          <w:rFonts w:ascii="Calibri" w:hAnsi="Calibri"/>
          <w:b/>
          <w:color w:val="C00000"/>
          <w:sz w:val="24"/>
          <w:szCs w:val="24"/>
        </w:rPr>
      </w:pPr>
      <w:r w:rsidRPr="00764479">
        <w:rPr>
          <w:rFonts w:ascii="Calibri" w:hAnsi="Calibri"/>
          <w:b/>
          <w:color w:val="C00000"/>
          <w:sz w:val="24"/>
          <w:szCs w:val="24"/>
        </w:rPr>
        <w:t xml:space="preserve">AFTEKENKAART </w:t>
      </w:r>
      <w:r>
        <w:rPr>
          <w:rFonts w:ascii="Calibri" w:hAnsi="Calibri"/>
          <w:b/>
          <w:color w:val="C00000"/>
          <w:sz w:val="24"/>
          <w:szCs w:val="24"/>
        </w:rPr>
        <w:t xml:space="preserve">WEEKPRODUCTEN BEROEPSBEGELEIDING </w:t>
      </w:r>
      <w:r w:rsidR="00581EA6">
        <w:rPr>
          <w:rFonts w:ascii="Calibri" w:hAnsi="Calibri"/>
          <w:b/>
          <w:color w:val="C00000"/>
          <w:sz w:val="24"/>
          <w:szCs w:val="24"/>
        </w:rPr>
        <w:t xml:space="preserve"> </w:t>
      </w:r>
      <w:r>
        <w:rPr>
          <w:rFonts w:ascii="Calibri" w:hAnsi="Calibri"/>
          <w:b/>
          <w:color w:val="C00000"/>
          <w:sz w:val="24"/>
          <w:szCs w:val="24"/>
        </w:rPr>
        <w:t>PERIODE 1</w:t>
      </w:r>
      <w:r w:rsidR="00581EA6">
        <w:rPr>
          <w:rFonts w:ascii="Calibri" w:hAnsi="Calibri"/>
          <w:b/>
          <w:color w:val="C00000"/>
          <w:sz w:val="24"/>
          <w:szCs w:val="24"/>
        </w:rPr>
        <w:t xml:space="preserve"> (BB1)</w:t>
      </w:r>
    </w:p>
    <w:p w:rsidR="001D28B3" w:rsidRPr="00B05977" w:rsidRDefault="001D28B3" w:rsidP="001D28B3">
      <w:pPr>
        <w:spacing w:line="276" w:lineRule="auto"/>
        <w:rPr>
          <w:rFonts w:ascii="Calibri" w:hAnsi="Calibri"/>
          <w:b/>
          <w:bCs/>
          <w:color w:val="C00000"/>
        </w:rPr>
      </w:pPr>
    </w:p>
    <w:p w:rsidR="001D28B3" w:rsidRDefault="001D28B3" w:rsidP="001D28B3">
      <w:pPr>
        <w:outlineLvl w:val="0"/>
        <w:rPr>
          <w:rFonts w:ascii="Calibri" w:hAnsi="Calibri"/>
          <w:b/>
          <w:bCs/>
          <w:color w:val="C00000"/>
          <w:sz w:val="24"/>
          <w:szCs w:val="24"/>
        </w:rPr>
      </w:pPr>
      <w:r w:rsidRPr="00B05977">
        <w:rPr>
          <w:rFonts w:ascii="Calibri" w:hAnsi="Calibri"/>
          <w:b/>
          <w:bCs/>
          <w:color w:val="C00000"/>
          <w:sz w:val="24"/>
          <w:szCs w:val="24"/>
        </w:rPr>
        <w:t>Naam</w:t>
      </w:r>
      <w:r>
        <w:rPr>
          <w:rFonts w:ascii="Calibri" w:hAnsi="Calibri"/>
          <w:b/>
          <w:bCs/>
          <w:color w:val="C00000"/>
          <w:sz w:val="24"/>
          <w:szCs w:val="24"/>
        </w:rPr>
        <w:t xml:space="preserve"> student</w:t>
      </w:r>
      <w:r w:rsidRPr="00B05977">
        <w:rPr>
          <w:rFonts w:ascii="Calibri" w:hAnsi="Calibri"/>
          <w:b/>
          <w:bCs/>
          <w:color w:val="C00000"/>
          <w:sz w:val="24"/>
          <w:szCs w:val="24"/>
        </w:rPr>
        <w:t>:</w:t>
      </w:r>
      <w:r w:rsidRPr="00B05977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05977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05977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05977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05977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05977">
        <w:rPr>
          <w:rFonts w:ascii="Calibri" w:hAnsi="Calibri"/>
          <w:b/>
          <w:bCs/>
          <w:color w:val="C00000"/>
          <w:sz w:val="24"/>
          <w:szCs w:val="24"/>
        </w:rPr>
        <w:tab/>
        <w:t>Groep:</w:t>
      </w:r>
    </w:p>
    <w:p w:rsidR="001D28B3" w:rsidRDefault="001D28B3" w:rsidP="001D28B3">
      <w:pPr>
        <w:outlineLvl w:val="0"/>
        <w:rPr>
          <w:rFonts w:ascii="Calibri" w:hAnsi="Calibri"/>
          <w:b/>
          <w:bCs/>
          <w:color w:val="C00000"/>
          <w:sz w:val="24"/>
          <w:szCs w:val="24"/>
        </w:rPr>
      </w:pPr>
    </w:p>
    <w:p w:rsidR="001D28B3" w:rsidRPr="00B05977" w:rsidRDefault="001D28B3" w:rsidP="001D28B3">
      <w:pPr>
        <w:outlineLvl w:val="0"/>
        <w:rPr>
          <w:rFonts w:ascii="Calibri" w:hAnsi="Calibri"/>
          <w:b/>
          <w:bCs/>
          <w:color w:val="C00000"/>
          <w:sz w:val="24"/>
          <w:szCs w:val="24"/>
        </w:rPr>
      </w:pPr>
      <w:r>
        <w:rPr>
          <w:rFonts w:ascii="Calibri" w:hAnsi="Calibri"/>
          <w:b/>
          <w:bCs/>
          <w:color w:val="C00000"/>
          <w:sz w:val="24"/>
          <w:szCs w:val="24"/>
        </w:rPr>
        <w:t>Naam docent:</w:t>
      </w:r>
    </w:p>
    <w:p w:rsidR="001D28B3" w:rsidRPr="001D28B3" w:rsidRDefault="001D28B3" w:rsidP="001D28B3">
      <w:pPr>
        <w:widowControl w:val="0"/>
        <w:suppressAutoHyphens w:val="0"/>
        <w:rPr>
          <w:rFonts w:ascii="Calibri" w:hAnsi="Calibri"/>
          <w:b/>
          <w:color w:val="FF0000"/>
          <w:sz w:val="32"/>
          <w:szCs w:val="32"/>
        </w:rPr>
      </w:pPr>
    </w:p>
    <w:tbl>
      <w:tblPr>
        <w:tblStyle w:val="Tabelraster1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827"/>
        <w:gridCol w:w="1914"/>
        <w:gridCol w:w="1914"/>
      </w:tblGrid>
      <w:tr w:rsidR="00901922" w:rsidRPr="001D28B3" w:rsidTr="00901922">
        <w:tc>
          <w:tcPr>
            <w:tcW w:w="1384" w:type="dxa"/>
          </w:tcPr>
          <w:p w:rsidR="00901922" w:rsidRPr="00E65727" w:rsidRDefault="00901922" w:rsidP="001D28B3">
            <w:pPr>
              <w:outlineLvl w:val="0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E65727">
              <w:rPr>
                <w:rFonts w:ascii="Calibri" w:hAnsi="Calibri"/>
                <w:b/>
                <w:bCs/>
                <w:sz w:val="28"/>
                <w:szCs w:val="28"/>
              </w:rPr>
              <w:t>Periode 1</w:t>
            </w:r>
          </w:p>
        </w:tc>
        <w:tc>
          <w:tcPr>
            <w:tcW w:w="3827" w:type="dxa"/>
          </w:tcPr>
          <w:p w:rsidR="00901922" w:rsidRPr="00E65727" w:rsidRDefault="00FC1376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Weekproduct</w:t>
            </w:r>
          </w:p>
        </w:tc>
        <w:tc>
          <w:tcPr>
            <w:tcW w:w="1914" w:type="dxa"/>
          </w:tcPr>
          <w:p w:rsidR="00901922" w:rsidRDefault="00901922" w:rsidP="00901922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>Datum</w:t>
            </w:r>
          </w:p>
          <w:p w:rsidR="00901922" w:rsidRPr="00E65727" w:rsidRDefault="00901922" w:rsidP="00901922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901922" w:rsidRPr="00E65727" w:rsidRDefault="00901922" w:rsidP="00901922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>Paraaf docent</w:t>
            </w:r>
          </w:p>
        </w:tc>
      </w:tr>
      <w:tr w:rsidR="002B32F3" w:rsidRPr="001D28B3" w:rsidTr="00901922">
        <w:tc>
          <w:tcPr>
            <w:tcW w:w="1384" w:type="dxa"/>
          </w:tcPr>
          <w:p w:rsidR="002B32F3" w:rsidRPr="00E65727" w:rsidRDefault="002B32F3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Week 1</w:t>
            </w:r>
          </w:p>
        </w:tc>
        <w:tc>
          <w:tcPr>
            <w:tcW w:w="3827" w:type="dxa"/>
          </w:tcPr>
          <w:p w:rsidR="002B32F3" w:rsidRDefault="002B32F3" w:rsidP="002E45C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Introductie </w:t>
            </w:r>
          </w:p>
        </w:tc>
        <w:tc>
          <w:tcPr>
            <w:tcW w:w="1914" w:type="dxa"/>
          </w:tcPr>
          <w:p w:rsidR="002B32F3" w:rsidRPr="00B03976" w:rsidRDefault="00B03976" w:rsidP="001D28B3">
            <w:pPr>
              <w:outlineLvl w:val="0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B03976">
              <w:rPr>
                <w:rFonts w:ascii="Calibri" w:hAnsi="Calibri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1914" w:type="dxa"/>
          </w:tcPr>
          <w:p w:rsidR="002B32F3" w:rsidRPr="00B03976" w:rsidRDefault="00B03976" w:rsidP="001D28B3">
            <w:pPr>
              <w:outlineLvl w:val="0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B03976">
              <w:rPr>
                <w:rFonts w:ascii="Calibri" w:hAnsi="Calibri"/>
                <w:b/>
                <w:bCs/>
                <w:sz w:val="32"/>
                <w:szCs w:val="32"/>
              </w:rPr>
              <w:t xml:space="preserve">X </w:t>
            </w:r>
          </w:p>
        </w:tc>
      </w:tr>
      <w:tr w:rsidR="00901922" w:rsidRPr="001D28B3" w:rsidTr="00901922">
        <w:tc>
          <w:tcPr>
            <w:tcW w:w="1384" w:type="dxa"/>
          </w:tcPr>
          <w:p w:rsidR="00901922" w:rsidRPr="00E65727" w:rsidRDefault="00901922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Week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27" w:type="dxa"/>
          </w:tcPr>
          <w:p w:rsidR="00901922" w:rsidRDefault="009041B2" w:rsidP="002E45C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Schema</w:t>
            </w:r>
            <w:r w:rsidR="00901922" w:rsidRPr="002E45C7">
              <w:rPr>
                <w:rFonts w:eastAsia="Calibri"/>
                <w:sz w:val="24"/>
                <w:szCs w:val="24"/>
                <w:lang w:eastAsia="en-US"/>
              </w:rPr>
              <w:t xml:space="preserve"> persoonlijke zorg</w:t>
            </w:r>
          </w:p>
          <w:p w:rsidR="00901922" w:rsidRPr="002E45C7" w:rsidRDefault="00901922" w:rsidP="002E45C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01922" w:rsidRPr="001D28B3" w:rsidTr="00901922">
        <w:tc>
          <w:tcPr>
            <w:tcW w:w="1384" w:type="dxa"/>
          </w:tcPr>
          <w:p w:rsidR="00901922" w:rsidRPr="00E65727" w:rsidRDefault="00901922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Week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27" w:type="dxa"/>
          </w:tcPr>
          <w:p w:rsidR="00901922" w:rsidRPr="002E45C7" w:rsidRDefault="00901922" w:rsidP="002E45C7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r w:rsidRPr="002E45C7">
              <w:rPr>
                <w:rFonts w:ascii="Calibri" w:hAnsi="Calibri"/>
                <w:bCs/>
                <w:sz w:val="24"/>
                <w:szCs w:val="24"/>
              </w:rPr>
              <w:t xml:space="preserve">Uitwerking opdracht bij praktijksituatie dhr. van </w:t>
            </w:r>
            <w:proofErr w:type="spellStart"/>
            <w:r w:rsidRPr="002E45C7">
              <w:rPr>
                <w:rFonts w:ascii="Calibri" w:hAnsi="Calibri"/>
                <w:bCs/>
                <w:sz w:val="24"/>
                <w:szCs w:val="24"/>
              </w:rPr>
              <w:t>Berkum</w:t>
            </w:r>
            <w:r w:rsidR="002B32F3">
              <w:rPr>
                <w:rFonts w:ascii="Calibri" w:hAnsi="Calibri"/>
                <w:bCs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01922" w:rsidRPr="001D28B3" w:rsidTr="00901922">
        <w:tc>
          <w:tcPr>
            <w:tcW w:w="1384" w:type="dxa"/>
          </w:tcPr>
          <w:p w:rsidR="00901922" w:rsidRPr="00E65727" w:rsidRDefault="00901922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Week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27" w:type="dxa"/>
          </w:tcPr>
          <w:p w:rsidR="00901922" w:rsidRPr="002E45C7" w:rsidRDefault="00B03976" w:rsidP="001D28B3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Uitwerking opdracht 1 hoofdstuk 2 (boek Zorgplan) </w:t>
            </w: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01922" w:rsidRPr="001D28B3" w:rsidTr="00901922">
        <w:tc>
          <w:tcPr>
            <w:tcW w:w="1384" w:type="dxa"/>
          </w:tcPr>
          <w:p w:rsidR="00901922" w:rsidRPr="00E65727" w:rsidRDefault="00901922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Week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27" w:type="dxa"/>
          </w:tcPr>
          <w:p w:rsidR="00901922" w:rsidRPr="002E45C7" w:rsidRDefault="00901922" w:rsidP="001D28B3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Twee</w:t>
            </w:r>
            <w:r w:rsidRPr="002E45C7">
              <w:rPr>
                <w:rFonts w:ascii="Calibri" w:hAnsi="Calibri"/>
                <w:bCs/>
                <w:sz w:val="24"/>
                <w:szCs w:val="24"/>
              </w:rPr>
              <w:t xml:space="preserve"> ingevulde schema’s methodisch werken</w:t>
            </w: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01922" w:rsidRPr="001D28B3" w:rsidTr="00901922">
        <w:tc>
          <w:tcPr>
            <w:tcW w:w="1384" w:type="dxa"/>
          </w:tcPr>
          <w:p w:rsidR="00901922" w:rsidRPr="00E65727" w:rsidRDefault="00901922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Week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27" w:type="dxa"/>
          </w:tcPr>
          <w:p w:rsidR="009918D9" w:rsidRPr="002E45C7" w:rsidRDefault="009918D9" w:rsidP="009918D9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Uitwerking casus mevrouw </w:t>
            </w:r>
            <w:proofErr w:type="spellStart"/>
            <w:r>
              <w:rPr>
                <w:rFonts w:ascii="Calibri" w:hAnsi="Calibri"/>
                <w:bCs/>
                <w:sz w:val="24"/>
                <w:szCs w:val="24"/>
              </w:rPr>
              <w:t>Bernini</w:t>
            </w:r>
            <w:proofErr w:type="spellEnd"/>
            <w:r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01922" w:rsidRPr="001D28B3" w:rsidTr="00901922">
        <w:tc>
          <w:tcPr>
            <w:tcW w:w="1384" w:type="dxa"/>
          </w:tcPr>
          <w:p w:rsidR="00901922" w:rsidRPr="00E65727" w:rsidRDefault="00901922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Week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827" w:type="dxa"/>
          </w:tcPr>
          <w:p w:rsidR="00901922" w:rsidRPr="00D45A6B" w:rsidRDefault="003C771D" w:rsidP="004F334F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r w:rsidRPr="00D45A6B">
              <w:rPr>
                <w:rFonts w:ascii="Calibri" w:hAnsi="Calibri"/>
                <w:bCs/>
                <w:sz w:val="24"/>
                <w:szCs w:val="24"/>
              </w:rPr>
              <w:t xml:space="preserve">Anamnese levensdomeinen mevr. </w:t>
            </w:r>
            <w:proofErr w:type="spellStart"/>
            <w:r w:rsidRPr="00D45A6B">
              <w:rPr>
                <w:rFonts w:ascii="Calibri" w:hAnsi="Calibri"/>
                <w:bCs/>
                <w:sz w:val="24"/>
                <w:szCs w:val="24"/>
              </w:rPr>
              <w:t>Paulussen</w:t>
            </w:r>
            <w:proofErr w:type="spellEnd"/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01922" w:rsidRPr="001D28B3" w:rsidTr="00C00CAE">
        <w:trPr>
          <w:trHeight w:val="1154"/>
        </w:trPr>
        <w:tc>
          <w:tcPr>
            <w:tcW w:w="1384" w:type="dxa"/>
          </w:tcPr>
          <w:p w:rsidR="00901922" w:rsidRPr="00E65727" w:rsidRDefault="00901922" w:rsidP="001D28B3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Week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27" w:type="dxa"/>
          </w:tcPr>
          <w:p w:rsidR="00901922" w:rsidRPr="00D45A6B" w:rsidRDefault="00B22122" w:rsidP="001D28B3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Excursie</w:t>
            </w:r>
            <w:bookmarkStart w:id="0" w:name="_GoBack"/>
            <w:bookmarkEnd w:id="0"/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14" w:type="dxa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01922" w:rsidRPr="001D28B3" w:rsidTr="00901922">
        <w:tc>
          <w:tcPr>
            <w:tcW w:w="1384" w:type="dxa"/>
          </w:tcPr>
          <w:p w:rsidR="00901922" w:rsidRPr="00E65727" w:rsidRDefault="00901922" w:rsidP="00901922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E65727">
              <w:rPr>
                <w:rFonts w:ascii="Calibri" w:eastAsia="Calibri" w:hAnsi="Calibri" w:cs="Calibri"/>
                <w:b/>
                <w:bCs/>
                <w:sz w:val="28"/>
                <w:szCs w:val="28"/>
                <w:lang w:eastAsia="en-US"/>
              </w:rPr>
              <w:t>Resultaat</w:t>
            </w:r>
          </w:p>
        </w:tc>
        <w:tc>
          <w:tcPr>
            <w:tcW w:w="3827" w:type="dxa"/>
          </w:tcPr>
          <w:p w:rsidR="00901922" w:rsidRDefault="00901922" w:rsidP="00901922">
            <w:pPr>
              <w:suppressAutoHyphens w:val="0"/>
              <w:autoSpaceDE w:val="0"/>
              <w:autoSpaceDN w:val="0"/>
              <w:adjustRightInd w:val="0"/>
              <w:ind w:right="-20"/>
              <w:rPr>
                <w:rFonts w:ascii="Calibri" w:eastAsia="Calibri" w:hAnsi="Calibri" w:cs="Calibri"/>
                <w:b/>
                <w:bCs/>
                <w:sz w:val="32"/>
                <w:szCs w:val="32"/>
                <w:lang w:eastAsia="en-US"/>
              </w:rPr>
            </w:pPr>
            <w:r w:rsidRPr="001D28B3">
              <w:rPr>
                <w:rFonts w:ascii="Calibri" w:eastAsia="Calibri" w:hAnsi="Calibri" w:cs="Calibri"/>
                <w:b/>
                <w:bCs/>
                <w:sz w:val="32"/>
                <w:szCs w:val="32"/>
                <w:lang w:eastAsia="en-US"/>
              </w:rPr>
              <w:t>Voldoende / Onvoldoende</w:t>
            </w:r>
          </w:p>
          <w:p w:rsidR="00901922" w:rsidRPr="001D28B3" w:rsidRDefault="00901922" w:rsidP="00901922">
            <w:pPr>
              <w:suppressAutoHyphens w:val="0"/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Calibri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3828" w:type="dxa"/>
            <w:gridSpan w:val="2"/>
          </w:tcPr>
          <w:p w:rsidR="00901922" w:rsidRPr="001D28B3" w:rsidRDefault="00901922" w:rsidP="001D28B3">
            <w:pPr>
              <w:outlineLvl w:val="0"/>
              <w:rPr>
                <w:rFonts w:ascii="Calibri" w:hAnsi="Calibri"/>
                <w:b/>
                <w:bCs/>
                <w:color w:val="FF0000"/>
                <w:sz w:val="32"/>
                <w:szCs w:val="32"/>
              </w:rPr>
            </w:pPr>
          </w:p>
        </w:tc>
      </w:tr>
    </w:tbl>
    <w:p w:rsidR="001D28B3" w:rsidRPr="001D28B3" w:rsidRDefault="001D28B3" w:rsidP="001D28B3">
      <w:pPr>
        <w:outlineLvl w:val="0"/>
        <w:rPr>
          <w:rFonts w:ascii="Calibri" w:hAnsi="Calibri"/>
          <w:b/>
          <w:bCs/>
          <w:color w:val="FF0000"/>
          <w:sz w:val="24"/>
          <w:szCs w:val="24"/>
        </w:rPr>
      </w:pPr>
    </w:p>
    <w:p w:rsidR="00250BAB" w:rsidRDefault="001D28B3" w:rsidP="00E65727">
      <w:pPr>
        <w:suppressAutoHyphens w:val="0"/>
        <w:autoSpaceDE w:val="0"/>
        <w:autoSpaceDN w:val="0"/>
        <w:adjustRightInd w:val="0"/>
        <w:spacing w:before="19"/>
        <w:ind w:right="-20"/>
        <w:rPr>
          <w:rFonts w:ascii="Calibri" w:eastAsia="Calibri" w:hAnsi="Calibri" w:cs="Calibri"/>
          <w:spacing w:val="-3"/>
          <w:position w:val="1"/>
          <w:lang w:eastAsia="en-US"/>
        </w:rPr>
      </w:pPr>
      <w:r w:rsidRPr="001D28B3">
        <w:rPr>
          <w:rFonts w:ascii="Calibri" w:eastAsia="Calibri" w:hAnsi="Calibri" w:cs="Calibri"/>
          <w:position w:val="1"/>
          <w:lang w:eastAsia="en-US"/>
        </w:rPr>
        <w:t>Vo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o</w:t>
      </w:r>
      <w:r w:rsidRPr="001D28B3">
        <w:rPr>
          <w:rFonts w:ascii="Calibri" w:eastAsia="Calibri" w:hAnsi="Calibri" w:cs="Calibri"/>
          <w:position w:val="1"/>
          <w:lang w:eastAsia="en-US"/>
        </w:rPr>
        <w:t>r</w:t>
      </w:r>
      <w:r w:rsidRPr="001D28B3">
        <w:rPr>
          <w:rFonts w:ascii="Calibri" w:eastAsia="Calibri" w:hAnsi="Calibri" w:cs="Calibri"/>
          <w:spacing w:val="-4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ee</w:t>
      </w:r>
      <w:r w:rsidRPr="001D28B3">
        <w:rPr>
          <w:rFonts w:ascii="Calibri" w:eastAsia="Calibri" w:hAnsi="Calibri" w:cs="Calibri"/>
          <w:position w:val="1"/>
          <w:lang w:eastAsia="en-US"/>
        </w:rPr>
        <w:t>n</w:t>
      </w:r>
      <w:r w:rsidRPr="001D28B3">
        <w:rPr>
          <w:rFonts w:ascii="Calibri" w:eastAsia="Calibri" w:hAnsi="Calibri" w:cs="Calibri"/>
          <w:spacing w:val="-2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v</w:t>
      </w:r>
      <w:r w:rsidRPr="001D28B3">
        <w:rPr>
          <w:rFonts w:ascii="Calibri" w:eastAsia="Calibri" w:hAnsi="Calibri" w:cs="Calibri"/>
          <w:position w:val="1"/>
          <w:lang w:eastAsia="en-US"/>
        </w:rPr>
        <w:t>ol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d</w:t>
      </w:r>
      <w:r w:rsidRPr="001D28B3">
        <w:rPr>
          <w:rFonts w:ascii="Calibri" w:eastAsia="Calibri" w:hAnsi="Calibri" w:cs="Calibri"/>
          <w:spacing w:val="3"/>
          <w:position w:val="1"/>
          <w:lang w:eastAsia="en-US"/>
        </w:rPr>
        <w:t>o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nd</w:t>
      </w:r>
      <w:r w:rsidRPr="001D28B3">
        <w:rPr>
          <w:rFonts w:ascii="Calibri" w:eastAsia="Calibri" w:hAnsi="Calibri" w:cs="Calibri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spacing w:val="-10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position w:val="1"/>
          <w:lang w:eastAsia="en-US"/>
        </w:rPr>
        <w:t>r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s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u</w:t>
      </w:r>
      <w:r w:rsidRPr="001D28B3">
        <w:rPr>
          <w:rFonts w:ascii="Calibri" w:eastAsia="Calibri" w:hAnsi="Calibri" w:cs="Calibri"/>
          <w:position w:val="1"/>
          <w:lang w:eastAsia="en-US"/>
        </w:rPr>
        <w:t>lt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a</w:t>
      </w:r>
      <w:r w:rsidRPr="001D28B3">
        <w:rPr>
          <w:rFonts w:ascii="Calibri" w:eastAsia="Calibri" w:hAnsi="Calibri" w:cs="Calibri"/>
          <w:position w:val="1"/>
          <w:lang w:eastAsia="en-US"/>
        </w:rPr>
        <w:t>at</w:t>
      </w:r>
      <w:r w:rsidRPr="001D28B3">
        <w:rPr>
          <w:rFonts w:ascii="Calibri" w:eastAsia="Calibri" w:hAnsi="Calibri" w:cs="Calibri"/>
          <w:spacing w:val="-6"/>
          <w:position w:val="1"/>
          <w:lang w:eastAsia="en-US"/>
        </w:rPr>
        <w:t xml:space="preserve"> op de aftekenkaart </w:t>
      </w:r>
      <w:r w:rsidRPr="001D28B3">
        <w:rPr>
          <w:rFonts w:ascii="Calibri" w:eastAsia="Calibri" w:hAnsi="Calibri" w:cs="Calibri"/>
          <w:position w:val="1"/>
          <w:lang w:eastAsia="en-US"/>
        </w:rPr>
        <w:t>moet</w:t>
      </w:r>
      <w:r w:rsidR="00250BAB">
        <w:rPr>
          <w:rFonts w:ascii="Calibri" w:eastAsia="Calibri" w:hAnsi="Calibri" w:cs="Calibri"/>
          <w:spacing w:val="-4"/>
          <w:position w:val="1"/>
          <w:lang w:eastAsia="en-US"/>
        </w:rPr>
        <w:t xml:space="preserve">en </w:t>
      </w:r>
      <w:r w:rsidRPr="001D28B3">
        <w:rPr>
          <w:rFonts w:ascii="Calibri" w:eastAsia="Calibri" w:hAnsi="Calibri" w:cs="Calibri"/>
          <w:position w:val="1"/>
          <w:lang w:eastAsia="en-US"/>
        </w:rPr>
        <w:t>je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a</w:t>
      </w:r>
      <w:r w:rsidRPr="001D28B3">
        <w:rPr>
          <w:rFonts w:ascii="Calibri" w:eastAsia="Calibri" w:hAnsi="Calibri" w:cs="Calibri"/>
          <w:position w:val="1"/>
          <w:lang w:eastAsia="en-US"/>
        </w:rPr>
        <w:t>a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nw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position w:val="1"/>
          <w:lang w:eastAsia="en-US"/>
        </w:rPr>
        <w:t>zig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h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position w:val="1"/>
          <w:lang w:eastAsia="en-US"/>
        </w:rPr>
        <w:t>id</w:t>
      </w:r>
      <w:r w:rsidRPr="001D28B3">
        <w:rPr>
          <w:rFonts w:ascii="Calibri" w:eastAsia="Calibri" w:hAnsi="Calibri" w:cs="Calibri"/>
          <w:spacing w:val="-11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position w:val="1"/>
          <w:lang w:eastAsia="en-US"/>
        </w:rPr>
        <w:t>en</w:t>
      </w:r>
      <w:r w:rsidRPr="001D28B3">
        <w:rPr>
          <w:rFonts w:ascii="Calibri" w:eastAsia="Calibri" w:hAnsi="Calibri" w:cs="Calibri"/>
          <w:spacing w:val="-2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position w:val="1"/>
          <w:lang w:eastAsia="en-US"/>
        </w:rPr>
        <w:t>i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n</w:t>
      </w:r>
      <w:r w:rsidRPr="001D28B3">
        <w:rPr>
          <w:rFonts w:ascii="Calibri" w:eastAsia="Calibri" w:hAnsi="Calibri" w:cs="Calibri"/>
          <w:position w:val="1"/>
          <w:lang w:eastAsia="en-US"/>
        </w:rPr>
        <w:t>z</w:t>
      </w:r>
      <w:r w:rsidRPr="001D28B3">
        <w:rPr>
          <w:rFonts w:ascii="Calibri" w:eastAsia="Calibri" w:hAnsi="Calibri" w:cs="Calibri"/>
          <w:spacing w:val="2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position w:val="1"/>
          <w:lang w:eastAsia="en-US"/>
        </w:rPr>
        <w:t>t</w:t>
      </w:r>
      <w:r w:rsidRPr="001D28B3">
        <w:rPr>
          <w:rFonts w:ascii="Calibri" w:eastAsia="Calibri" w:hAnsi="Calibri" w:cs="Calibri"/>
          <w:spacing w:val="-3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v</w:t>
      </w:r>
      <w:r w:rsidRPr="001D28B3">
        <w:rPr>
          <w:rFonts w:ascii="Calibri" w:eastAsia="Calibri" w:hAnsi="Calibri" w:cs="Calibri"/>
          <w:position w:val="1"/>
          <w:lang w:eastAsia="en-US"/>
        </w:rPr>
        <w:t>ol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d</w:t>
      </w:r>
      <w:r w:rsidRPr="001D28B3">
        <w:rPr>
          <w:rFonts w:ascii="Calibri" w:eastAsia="Calibri" w:hAnsi="Calibri" w:cs="Calibri"/>
          <w:position w:val="1"/>
          <w:lang w:eastAsia="en-US"/>
        </w:rPr>
        <w:t>o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nd</w:t>
      </w:r>
      <w:r w:rsidRPr="001D28B3">
        <w:rPr>
          <w:rFonts w:ascii="Calibri" w:eastAsia="Calibri" w:hAnsi="Calibri" w:cs="Calibri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spacing w:val="-10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z</w:t>
      </w:r>
      <w:r w:rsidRPr="001D28B3">
        <w:rPr>
          <w:rFonts w:ascii="Calibri" w:eastAsia="Calibri" w:hAnsi="Calibri" w:cs="Calibri"/>
          <w:position w:val="1"/>
          <w:lang w:eastAsia="en-US"/>
        </w:rPr>
        <w:t>ij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n</w:t>
      </w:r>
      <w:r w:rsidRPr="001D28B3">
        <w:rPr>
          <w:rFonts w:ascii="Calibri" w:eastAsia="Calibri" w:hAnsi="Calibri" w:cs="Calibri"/>
          <w:position w:val="1"/>
          <w:lang w:eastAsia="en-US"/>
        </w:rPr>
        <w:t>.</w:t>
      </w:r>
      <w:r w:rsidRPr="001D28B3">
        <w:rPr>
          <w:rFonts w:ascii="Calibri" w:eastAsia="Calibri" w:hAnsi="Calibri" w:cs="Calibri"/>
          <w:spacing w:val="-3"/>
          <w:position w:val="1"/>
          <w:lang w:eastAsia="en-US"/>
        </w:rPr>
        <w:t xml:space="preserve"> </w:t>
      </w:r>
    </w:p>
    <w:p w:rsidR="001D28B3" w:rsidRPr="001D28B3" w:rsidRDefault="001D28B3" w:rsidP="00E65727">
      <w:pPr>
        <w:suppressAutoHyphens w:val="0"/>
        <w:autoSpaceDE w:val="0"/>
        <w:autoSpaceDN w:val="0"/>
        <w:adjustRightInd w:val="0"/>
        <w:spacing w:before="19"/>
        <w:ind w:right="-20"/>
        <w:rPr>
          <w:rFonts w:ascii="Calibri" w:eastAsia="Calibri" w:hAnsi="Calibri" w:cs="Calibri"/>
          <w:lang w:eastAsia="en-US"/>
        </w:rPr>
      </w:pP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H</w:t>
      </w:r>
      <w:r w:rsidRPr="001D28B3">
        <w:rPr>
          <w:rFonts w:ascii="Calibri" w:eastAsia="Calibri" w:hAnsi="Calibri" w:cs="Calibri"/>
          <w:position w:val="1"/>
          <w:lang w:eastAsia="en-US"/>
        </w:rPr>
        <w:t>i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position w:val="1"/>
          <w:lang w:eastAsia="en-US"/>
        </w:rPr>
        <w:t>r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v</w:t>
      </w:r>
      <w:r w:rsidRPr="001D28B3">
        <w:rPr>
          <w:rFonts w:ascii="Calibri" w:eastAsia="Calibri" w:hAnsi="Calibri" w:cs="Calibri"/>
          <w:position w:val="1"/>
          <w:lang w:eastAsia="en-US"/>
        </w:rPr>
        <w:t>oor</w:t>
      </w:r>
      <w:r w:rsidRPr="001D28B3">
        <w:rPr>
          <w:rFonts w:ascii="Calibri" w:eastAsia="Calibri" w:hAnsi="Calibri" w:cs="Calibri"/>
          <w:spacing w:val="-7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2"/>
          <w:position w:val="1"/>
          <w:lang w:eastAsia="en-US"/>
        </w:rPr>
        <w:t>i</w:t>
      </w:r>
      <w:r w:rsidRPr="001D28B3">
        <w:rPr>
          <w:rFonts w:ascii="Calibri" w:eastAsia="Calibri" w:hAnsi="Calibri" w:cs="Calibri"/>
          <w:position w:val="1"/>
          <w:lang w:eastAsia="en-US"/>
        </w:rPr>
        <w:t>s</w:t>
      </w:r>
      <w:r w:rsidRPr="001D28B3">
        <w:rPr>
          <w:rFonts w:ascii="Calibri" w:eastAsia="Calibri" w:hAnsi="Calibri" w:cs="Calibri"/>
          <w:spacing w:val="-2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2"/>
          <w:position w:val="1"/>
          <w:lang w:eastAsia="en-US"/>
        </w:rPr>
        <w:t>v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position w:val="1"/>
          <w:lang w:eastAsia="en-US"/>
        </w:rPr>
        <w:t>r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e</w:t>
      </w:r>
      <w:r w:rsidRPr="001D28B3">
        <w:rPr>
          <w:rFonts w:ascii="Calibri" w:eastAsia="Calibri" w:hAnsi="Calibri" w:cs="Calibri"/>
          <w:spacing w:val="2"/>
          <w:position w:val="1"/>
          <w:lang w:eastAsia="en-US"/>
        </w:rPr>
        <w:t>i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s</w:t>
      </w:r>
      <w:r w:rsidRPr="001D28B3">
        <w:rPr>
          <w:rFonts w:ascii="Calibri" w:eastAsia="Calibri" w:hAnsi="Calibri" w:cs="Calibri"/>
          <w:position w:val="1"/>
          <w:lang w:eastAsia="en-US"/>
        </w:rPr>
        <w:t>t</w:t>
      </w:r>
      <w:r w:rsidRPr="001D28B3">
        <w:rPr>
          <w:rFonts w:ascii="Calibri" w:eastAsia="Calibri" w:hAnsi="Calibri" w:cs="Calibri"/>
          <w:spacing w:val="-4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1"/>
          <w:position w:val="1"/>
          <w:lang w:eastAsia="en-US"/>
        </w:rPr>
        <w:t>d</w:t>
      </w:r>
      <w:r w:rsidRPr="001D28B3">
        <w:rPr>
          <w:rFonts w:ascii="Calibri" w:eastAsia="Calibri" w:hAnsi="Calibri" w:cs="Calibri"/>
          <w:position w:val="1"/>
          <w:lang w:eastAsia="en-US"/>
        </w:rPr>
        <w:t>at</w:t>
      </w:r>
      <w:r w:rsidRPr="001D28B3">
        <w:rPr>
          <w:rFonts w:ascii="Calibri" w:eastAsia="Calibri" w:hAnsi="Calibri" w:cs="Calibri"/>
          <w:spacing w:val="8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position w:val="1"/>
          <w:lang w:eastAsia="en-US"/>
        </w:rPr>
        <w:t>100</w:t>
      </w:r>
      <w:r w:rsidRPr="001D28B3">
        <w:rPr>
          <w:rFonts w:ascii="Calibri" w:eastAsia="Calibri" w:hAnsi="Calibri" w:cs="Calibri"/>
          <w:spacing w:val="-2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position w:val="1"/>
          <w:lang w:eastAsia="en-US"/>
        </w:rPr>
        <w:t>%</w:t>
      </w:r>
      <w:r w:rsidRPr="001D28B3">
        <w:rPr>
          <w:rFonts w:ascii="Calibri" w:eastAsia="Calibri" w:hAnsi="Calibri" w:cs="Calibri"/>
          <w:spacing w:val="-2"/>
          <w:position w:val="1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-1"/>
          <w:position w:val="1"/>
          <w:lang w:eastAsia="en-US"/>
        </w:rPr>
        <w:t>v</w:t>
      </w:r>
      <w:r w:rsidRPr="001D28B3">
        <w:rPr>
          <w:rFonts w:ascii="Calibri" w:eastAsia="Calibri" w:hAnsi="Calibri" w:cs="Calibri"/>
          <w:position w:val="1"/>
          <w:lang w:eastAsia="en-US"/>
        </w:rPr>
        <w:t xml:space="preserve">an </w:t>
      </w:r>
      <w:r w:rsidRPr="001D28B3">
        <w:rPr>
          <w:rFonts w:ascii="Calibri" w:eastAsia="Calibri" w:hAnsi="Calibri" w:cs="Calibri"/>
          <w:spacing w:val="1"/>
          <w:lang w:eastAsia="en-US"/>
        </w:rPr>
        <w:t>d</w:t>
      </w:r>
      <w:r w:rsidRPr="001D28B3">
        <w:rPr>
          <w:rFonts w:ascii="Calibri" w:eastAsia="Calibri" w:hAnsi="Calibri" w:cs="Calibri"/>
          <w:lang w:eastAsia="en-US"/>
        </w:rPr>
        <w:t>e</w:t>
      </w:r>
      <w:r w:rsidRPr="001D28B3">
        <w:rPr>
          <w:rFonts w:ascii="Calibri" w:eastAsia="Calibri" w:hAnsi="Calibri" w:cs="Calibri"/>
          <w:spacing w:val="-2"/>
          <w:lang w:eastAsia="en-US"/>
        </w:rPr>
        <w:t xml:space="preserve"> opdrachten</w:t>
      </w:r>
      <w:r w:rsidRPr="001D28B3">
        <w:rPr>
          <w:rFonts w:ascii="Calibri" w:eastAsia="Calibri" w:hAnsi="Calibri" w:cs="Calibri"/>
          <w:spacing w:val="-8"/>
          <w:lang w:eastAsia="en-US"/>
        </w:rPr>
        <w:t xml:space="preserve"> </w:t>
      </w:r>
      <w:r w:rsidRPr="001D28B3">
        <w:rPr>
          <w:rFonts w:ascii="Calibri" w:eastAsia="Calibri" w:hAnsi="Calibri" w:cs="Calibri"/>
          <w:lang w:eastAsia="en-US"/>
        </w:rPr>
        <w:t>op</w:t>
      </w:r>
      <w:r w:rsidRPr="001D28B3">
        <w:rPr>
          <w:rFonts w:ascii="Calibri" w:eastAsia="Calibri" w:hAnsi="Calibri" w:cs="Calibri"/>
          <w:spacing w:val="-1"/>
          <w:lang w:eastAsia="en-US"/>
        </w:rPr>
        <w:t xml:space="preserve"> </w:t>
      </w:r>
      <w:r w:rsidRPr="001D28B3">
        <w:rPr>
          <w:rFonts w:ascii="Calibri" w:eastAsia="Calibri" w:hAnsi="Calibri" w:cs="Calibri"/>
          <w:lang w:eastAsia="en-US"/>
        </w:rPr>
        <w:t>s</w:t>
      </w:r>
      <w:r w:rsidRPr="001D28B3">
        <w:rPr>
          <w:rFonts w:ascii="Calibri" w:eastAsia="Calibri" w:hAnsi="Calibri" w:cs="Calibri"/>
          <w:spacing w:val="-1"/>
          <w:lang w:eastAsia="en-US"/>
        </w:rPr>
        <w:t>c</w:t>
      </w:r>
      <w:r w:rsidRPr="001D28B3">
        <w:rPr>
          <w:rFonts w:ascii="Calibri" w:eastAsia="Calibri" w:hAnsi="Calibri" w:cs="Calibri"/>
          <w:spacing w:val="1"/>
          <w:lang w:eastAsia="en-US"/>
        </w:rPr>
        <w:t>h</w:t>
      </w:r>
      <w:r w:rsidRPr="001D28B3">
        <w:rPr>
          <w:rFonts w:ascii="Calibri" w:eastAsia="Calibri" w:hAnsi="Calibri" w:cs="Calibri"/>
          <w:lang w:eastAsia="en-US"/>
        </w:rPr>
        <w:t>ool</w:t>
      </w:r>
      <w:r w:rsidRPr="001D28B3">
        <w:rPr>
          <w:rFonts w:ascii="Calibri" w:eastAsia="Calibri" w:hAnsi="Calibri" w:cs="Calibri"/>
          <w:spacing w:val="-5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1"/>
          <w:lang w:eastAsia="en-US"/>
        </w:rPr>
        <w:t>z</w:t>
      </w:r>
      <w:r w:rsidRPr="001D28B3">
        <w:rPr>
          <w:rFonts w:ascii="Calibri" w:eastAsia="Calibri" w:hAnsi="Calibri" w:cs="Calibri"/>
          <w:lang w:eastAsia="en-US"/>
        </w:rPr>
        <w:t>ijn</w:t>
      </w:r>
      <w:r w:rsidRPr="001D28B3">
        <w:rPr>
          <w:rFonts w:ascii="Calibri" w:eastAsia="Calibri" w:hAnsi="Calibri" w:cs="Calibri"/>
          <w:spacing w:val="-2"/>
          <w:lang w:eastAsia="en-US"/>
        </w:rPr>
        <w:t xml:space="preserve"> </w:t>
      </w:r>
      <w:r w:rsidRPr="001D28B3">
        <w:rPr>
          <w:rFonts w:ascii="Calibri" w:eastAsia="Calibri" w:hAnsi="Calibri" w:cs="Calibri"/>
          <w:spacing w:val="1"/>
          <w:lang w:eastAsia="en-US"/>
        </w:rPr>
        <w:t>a</w:t>
      </w:r>
      <w:r w:rsidRPr="001D28B3">
        <w:rPr>
          <w:rFonts w:ascii="Calibri" w:eastAsia="Calibri" w:hAnsi="Calibri" w:cs="Calibri"/>
          <w:spacing w:val="-1"/>
          <w:lang w:eastAsia="en-US"/>
        </w:rPr>
        <w:t>f</w:t>
      </w:r>
      <w:r w:rsidRPr="001D28B3">
        <w:rPr>
          <w:rFonts w:ascii="Calibri" w:eastAsia="Calibri" w:hAnsi="Calibri" w:cs="Calibri"/>
          <w:lang w:eastAsia="en-US"/>
        </w:rPr>
        <w:t>g</w:t>
      </w:r>
      <w:r w:rsidRPr="001D28B3">
        <w:rPr>
          <w:rFonts w:ascii="Calibri" w:eastAsia="Calibri" w:hAnsi="Calibri" w:cs="Calibri"/>
          <w:spacing w:val="-1"/>
          <w:lang w:eastAsia="en-US"/>
        </w:rPr>
        <w:t>e</w:t>
      </w:r>
      <w:r w:rsidRPr="001D28B3">
        <w:rPr>
          <w:rFonts w:ascii="Calibri" w:eastAsia="Calibri" w:hAnsi="Calibri" w:cs="Calibri"/>
          <w:lang w:eastAsia="en-US"/>
        </w:rPr>
        <w:t>te</w:t>
      </w:r>
      <w:r w:rsidRPr="001D28B3">
        <w:rPr>
          <w:rFonts w:ascii="Calibri" w:eastAsia="Calibri" w:hAnsi="Calibri" w:cs="Calibri"/>
          <w:spacing w:val="3"/>
          <w:lang w:eastAsia="en-US"/>
        </w:rPr>
        <w:t>k</w:t>
      </w:r>
      <w:r w:rsidRPr="001D28B3">
        <w:rPr>
          <w:rFonts w:ascii="Calibri" w:eastAsia="Calibri" w:hAnsi="Calibri" w:cs="Calibri"/>
          <w:spacing w:val="-1"/>
          <w:lang w:eastAsia="en-US"/>
        </w:rPr>
        <w:t>e</w:t>
      </w:r>
      <w:r w:rsidRPr="001D28B3">
        <w:rPr>
          <w:rFonts w:ascii="Calibri" w:eastAsia="Calibri" w:hAnsi="Calibri" w:cs="Calibri"/>
          <w:spacing w:val="1"/>
          <w:lang w:eastAsia="en-US"/>
        </w:rPr>
        <w:t>nd</w:t>
      </w:r>
      <w:r w:rsidRPr="001D28B3">
        <w:rPr>
          <w:rFonts w:ascii="Calibri" w:eastAsia="Calibri" w:hAnsi="Calibri" w:cs="Calibri"/>
          <w:lang w:eastAsia="en-US"/>
        </w:rPr>
        <w:t>.</w:t>
      </w:r>
      <w:r w:rsidRPr="001D28B3">
        <w:rPr>
          <w:rFonts w:ascii="Calibri" w:eastAsia="Calibri" w:hAnsi="Calibri" w:cs="Calibri"/>
          <w:spacing w:val="-10"/>
          <w:lang w:eastAsia="en-US"/>
        </w:rPr>
        <w:t xml:space="preserve"> </w:t>
      </w:r>
    </w:p>
    <w:p w:rsidR="00D478F4" w:rsidRPr="00D478F4" w:rsidRDefault="00D478F4" w:rsidP="00D478F4">
      <w:pPr>
        <w:rPr>
          <w:rFonts w:ascii="Calibri" w:hAnsi="Calibri" w:cs="Arial"/>
          <w:bCs/>
          <w:sz w:val="22"/>
          <w:szCs w:val="22"/>
        </w:rPr>
      </w:pPr>
    </w:p>
    <w:p w:rsidR="005012AA" w:rsidRDefault="005012AA" w:rsidP="009041B2">
      <w:pPr>
        <w:suppressAutoHyphens w:val="0"/>
        <w:rPr>
          <w:rFonts w:ascii="Calibri" w:hAnsi="Calibri" w:cs="Arial"/>
          <w:sz w:val="22"/>
          <w:szCs w:val="22"/>
        </w:rPr>
      </w:pPr>
    </w:p>
    <w:p w:rsidR="00620124" w:rsidRPr="00B451FB" w:rsidRDefault="00620124">
      <w:pPr>
        <w:suppressAutoHyphens w:val="0"/>
        <w:rPr>
          <w:rFonts w:ascii="Calibri" w:hAnsi="Calibri"/>
          <w:b/>
          <w:color w:val="C00000"/>
          <w:sz w:val="24"/>
          <w:szCs w:val="24"/>
        </w:rPr>
      </w:pPr>
    </w:p>
    <w:sectPr w:rsidR="00620124" w:rsidRPr="00B451FB" w:rsidSect="00620124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C2" w:rsidRDefault="009D78C2">
      <w:r>
        <w:separator/>
      </w:r>
    </w:p>
  </w:endnote>
  <w:endnote w:type="continuationSeparator" w:id="0">
    <w:p w:rsidR="009D78C2" w:rsidRDefault="009D7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C2" w:rsidRDefault="009D78C2">
      <w:r>
        <w:separator/>
      </w:r>
    </w:p>
  </w:footnote>
  <w:footnote w:type="continuationSeparator" w:id="0">
    <w:p w:rsidR="009D78C2" w:rsidRDefault="009D7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7853"/>
    <w:multiLevelType w:val="hybridMultilevel"/>
    <w:tmpl w:val="59B277C4"/>
    <w:lvl w:ilvl="0" w:tplc="3B7EB8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D471B4"/>
    <w:multiLevelType w:val="hybridMultilevel"/>
    <w:tmpl w:val="99A26820"/>
    <w:lvl w:ilvl="0" w:tplc="CC7084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526D9"/>
    <w:multiLevelType w:val="hybridMultilevel"/>
    <w:tmpl w:val="152A320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F82FEA"/>
    <w:multiLevelType w:val="hybridMultilevel"/>
    <w:tmpl w:val="FFD05550"/>
    <w:lvl w:ilvl="0" w:tplc="46C2ED2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12D73"/>
    <w:multiLevelType w:val="hybridMultilevel"/>
    <w:tmpl w:val="9508FD9C"/>
    <w:lvl w:ilvl="0" w:tplc="DA56CF9E">
      <w:start w:val="20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36712"/>
    <w:multiLevelType w:val="hybridMultilevel"/>
    <w:tmpl w:val="7186A9EC"/>
    <w:lvl w:ilvl="0" w:tplc="FECEC5B2">
      <w:start w:val="3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Calibri" w:hint="default"/>
      </w:rPr>
    </w:lvl>
    <w:lvl w:ilvl="1" w:tplc="5644D66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D23726"/>
    <w:multiLevelType w:val="hybridMultilevel"/>
    <w:tmpl w:val="B612890A"/>
    <w:lvl w:ilvl="0" w:tplc="CC7084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245A4"/>
    <w:multiLevelType w:val="hybridMultilevel"/>
    <w:tmpl w:val="4A1801C4"/>
    <w:lvl w:ilvl="0" w:tplc="46C2ED2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501BB3"/>
    <w:multiLevelType w:val="hybridMultilevel"/>
    <w:tmpl w:val="32AC5600"/>
    <w:lvl w:ilvl="0" w:tplc="D234C9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C31E42"/>
    <w:multiLevelType w:val="hybridMultilevel"/>
    <w:tmpl w:val="8968F69E"/>
    <w:lvl w:ilvl="0" w:tplc="DA56CF9E">
      <w:start w:val="20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A5626"/>
    <w:multiLevelType w:val="hybridMultilevel"/>
    <w:tmpl w:val="F4806942"/>
    <w:lvl w:ilvl="0" w:tplc="98EAB61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10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B1"/>
    <w:rsid w:val="00004CEA"/>
    <w:rsid w:val="00007E42"/>
    <w:rsid w:val="0001273E"/>
    <w:rsid w:val="00020A42"/>
    <w:rsid w:val="0002446F"/>
    <w:rsid w:val="000315F1"/>
    <w:rsid w:val="00037773"/>
    <w:rsid w:val="00054D15"/>
    <w:rsid w:val="00055E8B"/>
    <w:rsid w:val="00063430"/>
    <w:rsid w:val="00064442"/>
    <w:rsid w:val="000727BD"/>
    <w:rsid w:val="00091263"/>
    <w:rsid w:val="00092A03"/>
    <w:rsid w:val="0009422A"/>
    <w:rsid w:val="000A114C"/>
    <w:rsid w:val="000A7200"/>
    <w:rsid w:val="000B3AF2"/>
    <w:rsid w:val="000D62E6"/>
    <w:rsid w:val="000E2918"/>
    <w:rsid w:val="00122A77"/>
    <w:rsid w:val="0013084A"/>
    <w:rsid w:val="001373B7"/>
    <w:rsid w:val="001434E8"/>
    <w:rsid w:val="00161683"/>
    <w:rsid w:val="00162B2B"/>
    <w:rsid w:val="00193305"/>
    <w:rsid w:val="00195D20"/>
    <w:rsid w:val="001A519D"/>
    <w:rsid w:val="001C4C2C"/>
    <w:rsid w:val="001D28B3"/>
    <w:rsid w:val="001F3DB1"/>
    <w:rsid w:val="001F6059"/>
    <w:rsid w:val="00203587"/>
    <w:rsid w:val="00204630"/>
    <w:rsid w:val="00220400"/>
    <w:rsid w:val="002213B9"/>
    <w:rsid w:val="00222217"/>
    <w:rsid w:val="00230732"/>
    <w:rsid w:val="002377F0"/>
    <w:rsid w:val="00240131"/>
    <w:rsid w:val="00250BAB"/>
    <w:rsid w:val="0025238A"/>
    <w:rsid w:val="002660DA"/>
    <w:rsid w:val="00280483"/>
    <w:rsid w:val="00290CE9"/>
    <w:rsid w:val="0029560A"/>
    <w:rsid w:val="002B32F3"/>
    <w:rsid w:val="002B4B93"/>
    <w:rsid w:val="002B5980"/>
    <w:rsid w:val="002C2416"/>
    <w:rsid w:val="002C2EFA"/>
    <w:rsid w:val="002E45C7"/>
    <w:rsid w:val="002E5C79"/>
    <w:rsid w:val="002F722D"/>
    <w:rsid w:val="00354485"/>
    <w:rsid w:val="003561B8"/>
    <w:rsid w:val="00356BDE"/>
    <w:rsid w:val="003905B4"/>
    <w:rsid w:val="00392F96"/>
    <w:rsid w:val="003A09A8"/>
    <w:rsid w:val="003A45AB"/>
    <w:rsid w:val="003A46B5"/>
    <w:rsid w:val="003C659F"/>
    <w:rsid w:val="003C771D"/>
    <w:rsid w:val="003C7A6F"/>
    <w:rsid w:val="003D3E10"/>
    <w:rsid w:val="003D69A6"/>
    <w:rsid w:val="003E1CC2"/>
    <w:rsid w:val="003E3205"/>
    <w:rsid w:val="003F45E1"/>
    <w:rsid w:val="004050DA"/>
    <w:rsid w:val="004121F5"/>
    <w:rsid w:val="00412F39"/>
    <w:rsid w:val="00413262"/>
    <w:rsid w:val="00442DB1"/>
    <w:rsid w:val="00444A81"/>
    <w:rsid w:val="00452AD8"/>
    <w:rsid w:val="00453153"/>
    <w:rsid w:val="00457726"/>
    <w:rsid w:val="0047326B"/>
    <w:rsid w:val="00474BC8"/>
    <w:rsid w:val="004805C0"/>
    <w:rsid w:val="004812A0"/>
    <w:rsid w:val="004912DE"/>
    <w:rsid w:val="00495DFF"/>
    <w:rsid w:val="004A258D"/>
    <w:rsid w:val="004D17F1"/>
    <w:rsid w:val="004D6274"/>
    <w:rsid w:val="004E5736"/>
    <w:rsid w:val="004E5CDC"/>
    <w:rsid w:val="004F334F"/>
    <w:rsid w:val="005012AA"/>
    <w:rsid w:val="0050779E"/>
    <w:rsid w:val="00520092"/>
    <w:rsid w:val="00531424"/>
    <w:rsid w:val="005448BC"/>
    <w:rsid w:val="0054745A"/>
    <w:rsid w:val="00552837"/>
    <w:rsid w:val="005638AD"/>
    <w:rsid w:val="00570388"/>
    <w:rsid w:val="005760B9"/>
    <w:rsid w:val="00581EA6"/>
    <w:rsid w:val="005A3FDA"/>
    <w:rsid w:val="005B28F5"/>
    <w:rsid w:val="005C0306"/>
    <w:rsid w:val="00601498"/>
    <w:rsid w:val="00620124"/>
    <w:rsid w:val="00626842"/>
    <w:rsid w:val="00631C04"/>
    <w:rsid w:val="00650AE4"/>
    <w:rsid w:val="00670FD7"/>
    <w:rsid w:val="006946B3"/>
    <w:rsid w:val="006B136C"/>
    <w:rsid w:val="006B2ADD"/>
    <w:rsid w:val="006E680D"/>
    <w:rsid w:val="006E745E"/>
    <w:rsid w:val="006E7A0C"/>
    <w:rsid w:val="006F7B16"/>
    <w:rsid w:val="00724787"/>
    <w:rsid w:val="00732634"/>
    <w:rsid w:val="007326E4"/>
    <w:rsid w:val="00734576"/>
    <w:rsid w:val="007545DC"/>
    <w:rsid w:val="00764479"/>
    <w:rsid w:val="007968BC"/>
    <w:rsid w:val="007C0C46"/>
    <w:rsid w:val="007C5D31"/>
    <w:rsid w:val="007D7E5A"/>
    <w:rsid w:val="007E1397"/>
    <w:rsid w:val="007E4B53"/>
    <w:rsid w:val="007E7F6D"/>
    <w:rsid w:val="007F437E"/>
    <w:rsid w:val="00805326"/>
    <w:rsid w:val="008138C5"/>
    <w:rsid w:val="008158AD"/>
    <w:rsid w:val="0082129B"/>
    <w:rsid w:val="00836473"/>
    <w:rsid w:val="00841765"/>
    <w:rsid w:val="00846EC4"/>
    <w:rsid w:val="008505D6"/>
    <w:rsid w:val="008516B9"/>
    <w:rsid w:val="0085575D"/>
    <w:rsid w:val="00891A84"/>
    <w:rsid w:val="008B57A0"/>
    <w:rsid w:val="008C521C"/>
    <w:rsid w:val="008D1341"/>
    <w:rsid w:val="008F6126"/>
    <w:rsid w:val="00901922"/>
    <w:rsid w:val="0090336F"/>
    <w:rsid w:val="009041B2"/>
    <w:rsid w:val="0090723D"/>
    <w:rsid w:val="00922917"/>
    <w:rsid w:val="009239B2"/>
    <w:rsid w:val="009301CB"/>
    <w:rsid w:val="0094388A"/>
    <w:rsid w:val="00943C4E"/>
    <w:rsid w:val="00945E81"/>
    <w:rsid w:val="009724A4"/>
    <w:rsid w:val="00972CBB"/>
    <w:rsid w:val="009812A2"/>
    <w:rsid w:val="00990D45"/>
    <w:rsid w:val="009918D9"/>
    <w:rsid w:val="009B3AA4"/>
    <w:rsid w:val="009C39F6"/>
    <w:rsid w:val="009D6FA7"/>
    <w:rsid w:val="009D78C2"/>
    <w:rsid w:val="009E0DEA"/>
    <w:rsid w:val="009F45B3"/>
    <w:rsid w:val="009F62AE"/>
    <w:rsid w:val="00A062D5"/>
    <w:rsid w:val="00A1382D"/>
    <w:rsid w:val="00A45EBE"/>
    <w:rsid w:val="00A46598"/>
    <w:rsid w:val="00A52EE7"/>
    <w:rsid w:val="00A54CDF"/>
    <w:rsid w:val="00A60036"/>
    <w:rsid w:val="00A651D5"/>
    <w:rsid w:val="00A906CA"/>
    <w:rsid w:val="00A928D5"/>
    <w:rsid w:val="00AA34FB"/>
    <w:rsid w:val="00AB1923"/>
    <w:rsid w:val="00AE37E3"/>
    <w:rsid w:val="00AE5D98"/>
    <w:rsid w:val="00AF766E"/>
    <w:rsid w:val="00B03976"/>
    <w:rsid w:val="00B05977"/>
    <w:rsid w:val="00B22122"/>
    <w:rsid w:val="00B30293"/>
    <w:rsid w:val="00B43CF1"/>
    <w:rsid w:val="00B451FB"/>
    <w:rsid w:val="00B45DCC"/>
    <w:rsid w:val="00B638C3"/>
    <w:rsid w:val="00BB3635"/>
    <w:rsid w:val="00BE10D8"/>
    <w:rsid w:val="00BE53EF"/>
    <w:rsid w:val="00C00CAE"/>
    <w:rsid w:val="00C0130E"/>
    <w:rsid w:val="00C15497"/>
    <w:rsid w:val="00C22345"/>
    <w:rsid w:val="00C252E1"/>
    <w:rsid w:val="00C407A9"/>
    <w:rsid w:val="00C40CF0"/>
    <w:rsid w:val="00C53B94"/>
    <w:rsid w:val="00C54744"/>
    <w:rsid w:val="00C61E18"/>
    <w:rsid w:val="00C74C5D"/>
    <w:rsid w:val="00C80D29"/>
    <w:rsid w:val="00C84375"/>
    <w:rsid w:val="00C85C85"/>
    <w:rsid w:val="00C96A52"/>
    <w:rsid w:val="00CB6E6F"/>
    <w:rsid w:val="00CC2A8C"/>
    <w:rsid w:val="00CC7B66"/>
    <w:rsid w:val="00CD0DAD"/>
    <w:rsid w:val="00CD472C"/>
    <w:rsid w:val="00CE480C"/>
    <w:rsid w:val="00CF092E"/>
    <w:rsid w:val="00CF4B35"/>
    <w:rsid w:val="00D02909"/>
    <w:rsid w:val="00D0596C"/>
    <w:rsid w:val="00D07A01"/>
    <w:rsid w:val="00D1598B"/>
    <w:rsid w:val="00D243E6"/>
    <w:rsid w:val="00D35BBA"/>
    <w:rsid w:val="00D40121"/>
    <w:rsid w:val="00D45A6B"/>
    <w:rsid w:val="00D478F4"/>
    <w:rsid w:val="00D5693F"/>
    <w:rsid w:val="00D60C50"/>
    <w:rsid w:val="00D63D61"/>
    <w:rsid w:val="00D659DD"/>
    <w:rsid w:val="00D71DDA"/>
    <w:rsid w:val="00D8395F"/>
    <w:rsid w:val="00D92842"/>
    <w:rsid w:val="00DC56B4"/>
    <w:rsid w:val="00DC68BC"/>
    <w:rsid w:val="00DE3888"/>
    <w:rsid w:val="00DE41B7"/>
    <w:rsid w:val="00DF5763"/>
    <w:rsid w:val="00E101BA"/>
    <w:rsid w:val="00E33E05"/>
    <w:rsid w:val="00E360BF"/>
    <w:rsid w:val="00E36A58"/>
    <w:rsid w:val="00E50C67"/>
    <w:rsid w:val="00E55CA4"/>
    <w:rsid w:val="00E65727"/>
    <w:rsid w:val="00E77B18"/>
    <w:rsid w:val="00E96B3E"/>
    <w:rsid w:val="00EA7779"/>
    <w:rsid w:val="00EB309B"/>
    <w:rsid w:val="00EB5AE8"/>
    <w:rsid w:val="00EB66B8"/>
    <w:rsid w:val="00EC69C7"/>
    <w:rsid w:val="00ED2347"/>
    <w:rsid w:val="00ED7716"/>
    <w:rsid w:val="00EE7B6D"/>
    <w:rsid w:val="00EF6D38"/>
    <w:rsid w:val="00EF6EF6"/>
    <w:rsid w:val="00F012BE"/>
    <w:rsid w:val="00F21AEC"/>
    <w:rsid w:val="00F237D9"/>
    <w:rsid w:val="00F24A2A"/>
    <w:rsid w:val="00F26E78"/>
    <w:rsid w:val="00F315A3"/>
    <w:rsid w:val="00F35000"/>
    <w:rsid w:val="00F37CA5"/>
    <w:rsid w:val="00F42E21"/>
    <w:rsid w:val="00F46C64"/>
    <w:rsid w:val="00F531BA"/>
    <w:rsid w:val="00F5715A"/>
    <w:rsid w:val="00F60A21"/>
    <w:rsid w:val="00F746EF"/>
    <w:rsid w:val="00F90C66"/>
    <w:rsid w:val="00FC1376"/>
    <w:rsid w:val="00FC2334"/>
    <w:rsid w:val="00FC2A27"/>
    <w:rsid w:val="00FC3D74"/>
    <w:rsid w:val="00FF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96B3E"/>
    <w:pPr>
      <w:suppressAutoHyphens/>
    </w:pPr>
    <w:rPr>
      <w:rFonts w:eastAsia="Times New Roman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E96B3E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E96B3E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semiHidden/>
    <w:rsid w:val="007E1397"/>
    <w:pPr>
      <w:suppressAutoHyphens w:val="0"/>
    </w:pPr>
    <w:rPr>
      <w:rFonts w:eastAsia="SimSun"/>
      <w:lang w:eastAsia="zh-CN"/>
    </w:rPr>
  </w:style>
  <w:style w:type="paragraph" w:styleId="Documentstructuur">
    <w:name w:val="Document Map"/>
    <w:basedOn w:val="Standaard"/>
    <w:semiHidden/>
    <w:rsid w:val="00055E8B"/>
    <w:pPr>
      <w:shd w:val="clear" w:color="auto" w:fill="000080"/>
    </w:pPr>
    <w:rPr>
      <w:rFonts w:ascii="Tahoma" w:hAnsi="Tahoma" w:cs="Tahoma"/>
    </w:rPr>
  </w:style>
  <w:style w:type="paragraph" w:styleId="Koptekst">
    <w:name w:val="header"/>
    <w:basedOn w:val="Standaard"/>
    <w:rsid w:val="00055E8B"/>
    <w:pPr>
      <w:tabs>
        <w:tab w:val="center" w:pos="4536"/>
        <w:tab w:val="right" w:pos="9072"/>
      </w:tabs>
    </w:pPr>
  </w:style>
  <w:style w:type="character" w:styleId="Voetnootmarkering">
    <w:name w:val="footnote reference"/>
    <w:semiHidden/>
    <w:rsid w:val="00C252E1"/>
    <w:rPr>
      <w:vertAlign w:val="superscript"/>
    </w:rPr>
  </w:style>
  <w:style w:type="paragraph" w:styleId="Tekstopmerking">
    <w:name w:val="annotation text"/>
    <w:basedOn w:val="Standaard"/>
    <w:semiHidden/>
    <w:rsid w:val="00D243E6"/>
  </w:style>
  <w:style w:type="paragraph" w:styleId="Onderwerpvanopmerking">
    <w:name w:val="annotation subject"/>
    <w:basedOn w:val="Standaard"/>
    <w:next w:val="Standaard"/>
    <w:rsid w:val="00D243E6"/>
    <w:rPr>
      <w:rFonts w:ascii="Arial" w:hAnsi="Arial"/>
      <w:b/>
      <w:bCs/>
    </w:rPr>
  </w:style>
  <w:style w:type="paragraph" w:styleId="Ballontekst">
    <w:name w:val="Balloon Text"/>
    <w:basedOn w:val="Standaard"/>
    <w:link w:val="BallontekstChar"/>
    <w:rsid w:val="00943C4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43C4E"/>
    <w:rPr>
      <w:rFonts w:ascii="Tahoma" w:eastAsia="Times New Roman" w:hAnsi="Tahoma" w:cs="Tahoma"/>
      <w:sz w:val="16"/>
      <w:szCs w:val="16"/>
      <w:lang w:eastAsia="ar-SA"/>
    </w:rPr>
  </w:style>
  <w:style w:type="table" w:styleId="Gemiddeldraster2-accent5">
    <w:name w:val="Medium Grid 2 Accent 5"/>
    <w:basedOn w:val="Standaardtabel"/>
    <w:uiPriority w:val="68"/>
    <w:rsid w:val="00620124"/>
    <w:rPr>
      <w:rFonts w:asciiTheme="majorHAnsi" w:eastAsiaTheme="majorEastAsia" w:hAnsiTheme="majorHAnsi" w:cstheme="majorBidi"/>
      <w:color w:val="000000" w:themeColor="text1"/>
      <w:u w:val="single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jstalinea">
    <w:name w:val="List Paragraph"/>
    <w:basedOn w:val="Standaard"/>
    <w:uiPriority w:val="34"/>
    <w:qFormat/>
    <w:rsid w:val="00F46C64"/>
    <w:pPr>
      <w:ind w:left="720"/>
      <w:contextualSpacing/>
    </w:pPr>
  </w:style>
  <w:style w:type="table" w:styleId="Gemiddeldraster2-accent2">
    <w:name w:val="Medium Grid 2 Accent 2"/>
    <w:basedOn w:val="Standaardtabel"/>
    <w:uiPriority w:val="68"/>
    <w:rsid w:val="00C74C5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abelraster1">
    <w:name w:val="Tabelraster1"/>
    <w:basedOn w:val="Standaardtabel"/>
    <w:next w:val="Tabelraster"/>
    <w:uiPriority w:val="59"/>
    <w:rsid w:val="001D28B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96B3E"/>
    <w:pPr>
      <w:suppressAutoHyphens/>
    </w:pPr>
    <w:rPr>
      <w:rFonts w:eastAsia="Times New Roman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E96B3E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E96B3E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semiHidden/>
    <w:rsid w:val="007E1397"/>
    <w:pPr>
      <w:suppressAutoHyphens w:val="0"/>
    </w:pPr>
    <w:rPr>
      <w:rFonts w:eastAsia="SimSun"/>
      <w:lang w:eastAsia="zh-CN"/>
    </w:rPr>
  </w:style>
  <w:style w:type="paragraph" w:styleId="Documentstructuur">
    <w:name w:val="Document Map"/>
    <w:basedOn w:val="Standaard"/>
    <w:semiHidden/>
    <w:rsid w:val="00055E8B"/>
    <w:pPr>
      <w:shd w:val="clear" w:color="auto" w:fill="000080"/>
    </w:pPr>
    <w:rPr>
      <w:rFonts w:ascii="Tahoma" w:hAnsi="Tahoma" w:cs="Tahoma"/>
    </w:rPr>
  </w:style>
  <w:style w:type="paragraph" w:styleId="Koptekst">
    <w:name w:val="header"/>
    <w:basedOn w:val="Standaard"/>
    <w:rsid w:val="00055E8B"/>
    <w:pPr>
      <w:tabs>
        <w:tab w:val="center" w:pos="4536"/>
        <w:tab w:val="right" w:pos="9072"/>
      </w:tabs>
    </w:pPr>
  </w:style>
  <w:style w:type="character" w:styleId="Voetnootmarkering">
    <w:name w:val="footnote reference"/>
    <w:semiHidden/>
    <w:rsid w:val="00C252E1"/>
    <w:rPr>
      <w:vertAlign w:val="superscript"/>
    </w:rPr>
  </w:style>
  <w:style w:type="paragraph" w:styleId="Tekstopmerking">
    <w:name w:val="annotation text"/>
    <w:basedOn w:val="Standaard"/>
    <w:semiHidden/>
    <w:rsid w:val="00D243E6"/>
  </w:style>
  <w:style w:type="paragraph" w:styleId="Onderwerpvanopmerking">
    <w:name w:val="annotation subject"/>
    <w:basedOn w:val="Standaard"/>
    <w:next w:val="Standaard"/>
    <w:rsid w:val="00D243E6"/>
    <w:rPr>
      <w:rFonts w:ascii="Arial" w:hAnsi="Arial"/>
      <w:b/>
      <w:bCs/>
    </w:rPr>
  </w:style>
  <w:style w:type="paragraph" w:styleId="Ballontekst">
    <w:name w:val="Balloon Text"/>
    <w:basedOn w:val="Standaard"/>
    <w:link w:val="BallontekstChar"/>
    <w:rsid w:val="00943C4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43C4E"/>
    <w:rPr>
      <w:rFonts w:ascii="Tahoma" w:eastAsia="Times New Roman" w:hAnsi="Tahoma" w:cs="Tahoma"/>
      <w:sz w:val="16"/>
      <w:szCs w:val="16"/>
      <w:lang w:eastAsia="ar-SA"/>
    </w:rPr>
  </w:style>
  <w:style w:type="table" w:styleId="Gemiddeldraster2-accent5">
    <w:name w:val="Medium Grid 2 Accent 5"/>
    <w:basedOn w:val="Standaardtabel"/>
    <w:uiPriority w:val="68"/>
    <w:rsid w:val="00620124"/>
    <w:rPr>
      <w:rFonts w:asciiTheme="majorHAnsi" w:eastAsiaTheme="majorEastAsia" w:hAnsiTheme="majorHAnsi" w:cstheme="majorBidi"/>
      <w:color w:val="000000" w:themeColor="text1"/>
      <w:u w:val="single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jstalinea">
    <w:name w:val="List Paragraph"/>
    <w:basedOn w:val="Standaard"/>
    <w:uiPriority w:val="34"/>
    <w:qFormat/>
    <w:rsid w:val="00F46C64"/>
    <w:pPr>
      <w:ind w:left="720"/>
      <w:contextualSpacing/>
    </w:pPr>
  </w:style>
  <w:style w:type="table" w:styleId="Gemiddeldraster2-accent2">
    <w:name w:val="Medium Grid 2 Accent 2"/>
    <w:basedOn w:val="Standaardtabel"/>
    <w:uiPriority w:val="68"/>
    <w:rsid w:val="00C74C5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abelraster1">
    <w:name w:val="Tabelraster1"/>
    <w:basedOn w:val="Standaardtabel"/>
    <w:next w:val="Tabelraster"/>
    <w:uiPriority w:val="59"/>
    <w:rsid w:val="001D28B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93550-7D1C-45AA-90CB-23F0E6DA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85BAF884</Template>
  <TotalTime>0</TotalTime>
  <Pages>1</Pages>
  <Words>98</Words>
  <Characters>622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de Jonge</dc:creator>
  <cp:lastModifiedBy>Boelkens,M.</cp:lastModifiedBy>
  <cp:revision>2</cp:revision>
  <cp:lastPrinted>2012-08-28T06:21:00Z</cp:lastPrinted>
  <dcterms:created xsi:type="dcterms:W3CDTF">2015-09-30T11:16:00Z</dcterms:created>
  <dcterms:modified xsi:type="dcterms:W3CDTF">2015-09-30T11:16:00Z</dcterms:modified>
</cp:coreProperties>
</file>