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658" w:rsidRDefault="00513658" w:rsidP="00513658">
      <w:bookmarkStart w:id="0" w:name="_GoBack"/>
      <w:bookmarkEnd w:id="0"/>
    </w:p>
    <w:tbl>
      <w:tblPr>
        <w:tblW w:w="1026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6660"/>
      </w:tblGrid>
      <w:tr w:rsidR="00513658" w:rsidTr="00B41989">
        <w:trPr>
          <w:cantSplit/>
        </w:trPr>
        <w:tc>
          <w:tcPr>
            <w:tcW w:w="3600" w:type="dxa"/>
          </w:tcPr>
          <w:p w:rsidR="00513658" w:rsidRDefault="00513658" w:rsidP="00B41989">
            <w:pPr>
              <w:pStyle w:val="Kop1"/>
            </w:pPr>
            <w:r>
              <w:rPr>
                <w:b w:val="0"/>
                <w:bCs w:val="0"/>
              </w:rPr>
              <w:br w:type="page"/>
            </w:r>
            <w:r>
              <w:br w:type="page"/>
            </w:r>
            <w:r>
              <w:rPr>
                <w:b w:val="0"/>
                <w:bCs w:val="0"/>
              </w:rPr>
              <w:br w:type="page"/>
            </w:r>
            <w:r>
              <w:t>STARRT</w:t>
            </w:r>
          </w:p>
        </w:tc>
        <w:tc>
          <w:tcPr>
            <w:tcW w:w="6660" w:type="dxa"/>
          </w:tcPr>
          <w:p w:rsidR="00513658" w:rsidRDefault="00513658" w:rsidP="00B41989">
            <w:pPr>
              <w:pStyle w:val="Kop1"/>
              <w:jc w:val="center"/>
            </w:pPr>
            <w:r>
              <w:t>Uitwerking</w:t>
            </w:r>
          </w:p>
        </w:tc>
      </w:tr>
      <w:tr w:rsidR="00513658" w:rsidTr="00B41989">
        <w:trPr>
          <w:cantSplit/>
        </w:trPr>
        <w:tc>
          <w:tcPr>
            <w:tcW w:w="3600" w:type="dxa"/>
          </w:tcPr>
          <w:p w:rsidR="00513658" w:rsidRDefault="00513658" w:rsidP="00B41989">
            <w:pPr>
              <w:rPr>
                <w:b/>
                <w:bCs/>
              </w:rPr>
            </w:pPr>
            <w:r>
              <w:rPr>
                <w:b/>
                <w:bCs/>
              </w:rPr>
              <w:t>1. Situatie</w:t>
            </w:r>
          </w:p>
          <w:p w:rsidR="00513658" w:rsidRDefault="00513658" w:rsidP="00B41989">
            <w:r>
              <w:t>Je beschrijfteen situatie waarin de  genoemde competentie(s) worden aangetoond.</w:t>
            </w:r>
          </w:p>
          <w:p w:rsidR="00513658" w:rsidRDefault="00513658" w:rsidP="00B41989"/>
          <w:p w:rsidR="00513658" w:rsidRDefault="00513658" w:rsidP="00513658">
            <w:pPr>
              <w:numPr>
                <w:ilvl w:val="0"/>
                <w:numId w:val="1"/>
              </w:numPr>
            </w:pPr>
            <w:r>
              <w:rPr>
                <w:sz w:val="22"/>
              </w:rPr>
              <w:t>Welke situatie breng je in?</w:t>
            </w:r>
          </w:p>
          <w:p w:rsidR="00513658" w:rsidRDefault="00513658" w:rsidP="00513658">
            <w:pPr>
              <w:numPr>
                <w:ilvl w:val="0"/>
                <w:numId w:val="1"/>
              </w:numPr>
            </w:pPr>
            <w:r>
              <w:rPr>
                <w:sz w:val="22"/>
              </w:rPr>
              <w:t>Wat deed je ?</w:t>
            </w:r>
          </w:p>
          <w:p w:rsidR="00513658" w:rsidRDefault="00513658" w:rsidP="00513658">
            <w:pPr>
              <w:numPr>
                <w:ilvl w:val="0"/>
                <w:numId w:val="1"/>
              </w:numPr>
            </w:pPr>
            <w:r>
              <w:rPr>
                <w:sz w:val="22"/>
              </w:rPr>
              <w:t>Wie waren erbij betrokken?</w:t>
            </w:r>
          </w:p>
          <w:p w:rsidR="00513658" w:rsidRDefault="00513658" w:rsidP="00513658">
            <w:pPr>
              <w:numPr>
                <w:ilvl w:val="0"/>
                <w:numId w:val="1"/>
              </w:numPr>
            </w:pPr>
            <w:r>
              <w:rPr>
                <w:sz w:val="22"/>
              </w:rPr>
              <w:t>Met wie werkte je samen?</w:t>
            </w:r>
          </w:p>
          <w:p w:rsidR="00513658" w:rsidRDefault="00513658" w:rsidP="00513658">
            <w:pPr>
              <w:numPr>
                <w:ilvl w:val="0"/>
                <w:numId w:val="1"/>
              </w:numPr>
            </w:pPr>
            <w:r>
              <w:rPr>
                <w:sz w:val="22"/>
              </w:rPr>
              <w:t>Wat is de mate van zelfsturing?</w:t>
            </w:r>
          </w:p>
          <w:p w:rsidR="00513658" w:rsidRDefault="00513658" w:rsidP="00513658">
            <w:pPr>
              <w:numPr>
                <w:ilvl w:val="0"/>
                <w:numId w:val="1"/>
              </w:numPr>
            </w:pPr>
            <w:r>
              <w:rPr>
                <w:sz w:val="22"/>
              </w:rPr>
              <w:t>Mate van complexiteit?</w:t>
            </w:r>
          </w:p>
          <w:p w:rsidR="00513658" w:rsidRDefault="00513658" w:rsidP="00B41989"/>
        </w:tc>
        <w:tc>
          <w:tcPr>
            <w:tcW w:w="6660" w:type="dxa"/>
          </w:tcPr>
          <w:p w:rsidR="00513658" w:rsidRDefault="00513658" w:rsidP="00B41989">
            <w:pPr>
              <w:pStyle w:val="Kop1"/>
            </w:pPr>
          </w:p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Pr="0001117C" w:rsidRDefault="00513658" w:rsidP="00B41989"/>
        </w:tc>
      </w:tr>
      <w:tr w:rsidR="00513658" w:rsidTr="00B41989">
        <w:trPr>
          <w:trHeight w:val="2686"/>
        </w:trPr>
        <w:tc>
          <w:tcPr>
            <w:tcW w:w="3600" w:type="dxa"/>
          </w:tcPr>
          <w:p w:rsidR="00513658" w:rsidRDefault="00513658" w:rsidP="00B41989">
            <w:pPr>
              <w:rPr>
                <w:b/>
                <w:bCs/>
              </w:rPr>
            </w:pPr>
            <w:r>
              <w:rPr>
                <w:b/>
                <w:bCs/>
              </w:rPr>
              <w:t>2. Taak</w:t>
            </w:r>
          </w:p>
          <w:p w:rsidR="00513658" w:rsidRDefault="00513658" w:rsidP="00B41989">
            <w:pPr>
              <w:rPr>
                <w:b/>
                <w:bCs/>
              </w:rPr>
            </w:pP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>Wat was je rol en taak</w:t>
            </w: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>Wat was het doel</w:t>
            </w: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>Wat was je verantwoordelijkheid</w:t>
            </w:r>
          </w:p>
          <w:p w:rsidR="00513658" w:rsidRPr="00EF4634" w:rsidRDefault="00513658" w:rsidP="00B41989">
            <w:pPr>
              <w:ind w:left="360"/>
            </w:pPr>
          </w:p>
          <w:p w:rsidR="00513658" w:rsidRDefault="00513658" w:rsidP="00B41989">
            <w:pPr>
              <w:tabs>
                <w:tab w:val="left" w:pos="2565"/>
              </w:tabs>
            </w:pPr>
          </w:p>
          <w:p w:rsidR="00513658" w:rsidRDefault="00513658" w:rsidP="00B41989">
            <w:pPr>
              <w:tabs>
                <w:tab w:val="left" w:pos="2565"/>
              </w:tabs>
            </w:pPr>
          </w:p>
          <w:p w:rsidR="00513658" w:rsidRDefault="00513658" w:rsidP="00B41989">
            <w:pPr>
              <w:tabs>
                <w:tab w:val="left" w:pos="2565"/>
              </w:tabs>
            </w:pPr>
          </w:p>
        </w:tc>
        <w:tc>
          <w:tcPr>
            <w:tcW w:w="6660" w:type="dxa"/>
          </w:tcPr>
          <w:p w:rsidR="00513658" w:rsidRDefault="00513658" w:rsidP="00B41989">
            <w:pPr>
              <w:pStyle w:val="Kop1"/>
            </w:pPr>
          </w:p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</w:tc>
      </w:tr>
      <w:tr w:rsidR="00513658" w:rsidTr="00B41989">
        <w:tc>
          <w:tcPr>
            <w:tcW w:w="3600" w:type="dxa"/>
          </w:tcPr>
          <w:p w:rsidR="00513658" w:rsidRDefault="00513658" w:rsidP="00B41989">
            <w:pPr>
              <w:pStyle w:val="Kop1"/>
            </w:pPr>
            <w:r>
              <w:lastRenderedPageBreak/>
              <w:t>3. Actie / activiteiten</w:t>
            </w:r>
          </w:p>
          <w:p w:rsidR="00513658" w:rsidRDefault="00513658" w:rsidP="00B41989">
            <w:r>
              <w:t>Beschrijf concrete acties / activiteiten  m.b.t. de prestatie-indicator van de competentie</w:t>
            </w:r>
          </w:p>
          <w:p w:rsidR="00513658" w:rsidRDefault="00513658" w:rsidP="00B41989"/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>Wat was het plan van aanpak?</w:t>
            </w: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 xml:space="preserve">Welke prioriteiten </w:t>
            </w:r>
            <w:r>
              <w:rPr>
                <w:sz w:val="22"/>
                <w:szCs w:val="22"/>
              </w:rPr>
              <w:t xml:space="preserve">heb je </w:t>
            </w:r>
            <w:r w:rsidRPr="00EF4634">
              <w:rPr>
                <w:sz w:val="22"/>
                <w:szCs w:val="22"/>
              </w:rPr>
              <w:t xml:space="preserve"> gesteld?</w:t>
            </w: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>Waarom?</w:t>
            </w: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 xml:space="preserve">Welke relevante kennis / inzicht </w:t>
            </w:r>
            <w:r>
              <w:rPr>
                <w:sz w:val="22"/>
                <w:szCs w:val="22"/>
              </w:rPr>
              <w:t xml:space="preserve">heb je </w:t>
            </w:r>
            <w:r w:rsidRPr="00EF4634">
              <w:rPr>
                <w:sz w:val="22"/>
                <w:szCs w:val="22"/>
              </w:rPr>
              <w:t xml:space="preserve"> getoond?</w:t>
            </w: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 xml:space="preserve">Welke relevante houding </w:t>
            </w:r>
            <w:r>
              <w:rPr>
                <w:sz w:val="22"/>
                <w:szCs w:val="22"/>
              </w:rPr>
              <w:t>heb je laten zien ?</w:t>
            </w:r>
          </w:p>
          <w:p w:rsidR="00513658" w:rsidRDefault="00513658" w:rsidP="00466D40">
            <w:pPr>
              <w:ind w:left="720"/>
            </w:pPr>
          </w:p>
        </w:tc>
        <w:tc>
          <w:tcPr>
            <w:tcW w:w="6660" w:type="dxa"/>
          </w:tcPr>
          <w:p w:rsidR="00513658" w:rsidRDefault="00513658" w:rsidP="00B41989">
            <w:pPr>
              <w:pStyle w:val="Kop1"/>
            </w:pPr>
          </w:p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Pr="0001117C" w:rsidRDefault="00513658" w:rsidP="00B41989"/>
        </w:tc>
      </w:tr>
      <w:tr w:rsidR="00513658" w:rsidTr="00B41989">
        <w:tc>
          <w:tcPr>
            <w:tcW w:w="3600" w:type="dxa"/>
          </w:tcPr>
          <w:p w:rsidR="00513658" w:rsidRDefault="00513658" w:rsidP="00B41989">
            <w:pPr>
              <w:pStyle w:val="Kop1"/>
            </w:pPr>
            <w:r>
              <w:t>4. Resultaat</w:t>
            </w:r>
          </w:p>
          <w:p w:rsidR="00513658" w:rsidRDefault="00513658" w:rsidP="00B41989">
            <w:r>
              <w:t>Beschrijf concrete resultaten van de deelnemer m.b.t. de prestatie-indicatoren van de competenties</w:t>
            </w:r>
          </w:p>
          <w:p w:rsidR="00513658" w:rsidRDefault="00513658" w:rsidP="00B41989"/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>Welke resultaten zijn concreet behaald?</w:t>
            </w: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 xml:space="preserve">Welke keuzes </w:t>
            </w:r>
            <w:r>
              <w:rPr>
                <w:sz w:val="22"/>
                <w:szCs w:val="22"/>
              </w:rPr>
              <w:t xml:space="preserve">heb je </w:t>
            </w:r>
            <w:r w:rsidRPr="00EF4634">
              <w:rPr>
                <w:sz w:val="22"/>
                <w:szCs w:val="22"/>
              </w:rPr>
              <w:t>gemaakt?</w:t>
            </w: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 xml:space="preserve">Welke standpunten </w:t>
            </w:r>
            <w:r>
              <w:rPr>
                <w:sz w:val="22"/>
                <w:szCs w:val="22"/>
              </w:rPr>
              <w:t>heb je</w:t>
            </w:r>
            <w:r w:rsidRPr="00EF4634">
              <w:rPr>
                <w:sz w:val="22"/>
                <w:szCs w:val="22"/>
              </w:rPr>
              <w:t xml:space="preserve"> ingenomen?</w:t>
            </w:r>
          </w:p>
          <w:p w:rsidR="00513658" w:rsidRPr="00EF4634" w:rsidRDefault="00513658" w:rsidP="00513658">
            <w:pPr>
              <w:numPr>
                <w:ilvl w:val="0"/>
                <w:numId w:val="1"/>
              </w:numPr>
            </w:pPr>
            <w:r w:rsidRPr="00EF4634">
              <w:rPr>
                <w:sz w:val="22"/>
                <w:szCs w:val="22"/>
              </w:rPr>
              <w:t>He</w:t>
            </w:r>
            <w:r>
              <w:rPr>
                <w:sz w:val="22"/>
                <w:szCs w:val="22"/>
              </w:rPr>
              <w:t xml:space="preserve">b je </w:t>
            </w:r>
            <w:r w:rsidRPr="00EF4634">
              <w:rPr>
                <w:sz w:val="22"/>
                <w:szCs w:val="22"/>
              </w:rPr>
              <w:t>bewust en bekwaam gehandeld?</w:t>
            </w:r>
          </w:p>
          <w:p w:rsidR="00513658" w:rsidRDefault="00513658" w:rsidP="00B41989"/>
          <w:p w:rsidR="00513658" w:rsidRDefault="00513658" w:rsidP="00B41989"/>
        </w:tc>
        <w:tc>
          <w:tcPr>
            <w:tcW w:w="6660" w:type="dxa"/>
          </w:tcPr>
          <w:p w:rsidR="00513658" w:rsidRDefault="00513658" w:rsidP="00B41989">
            <w:pPr>
              <w:pStyle w:val="Kop1"/>
            </w:pPr>
          </w:p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Pr="0001117C" w:rsidRDefault="00513658" w:rsidP="00B41989"/>
        </w:tc>
      </w:tr>
    </w:tbl>
    <w:p w:rsidR="00513658" w:rsidRDefault="00513658" w:rsidP="00513658"/>
    <w:tbl>
      <w:tblPr>
        <w:tblpPr w:leftFromText="141" w:rightFromText="141" w:vertAnchor="page" w:horzAnchor="margin" w:tblpXSpec="center" w:tblpY="1080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504"/>
      </w:tblGrid>
      <w:tr w:rsidR="00513658" w:rsidTr="00B41989">
        <w:trPr>
          <w:cantSplit/>
        </w:trPr>
        <w:tc>
          <w:tcPr>
            <w:tcW w:w="3756" w:type="dxa"/>
          </w:tcPr>
          <w:p w:rsidR="00513658" w:rsidRDefault="00513658" w:rsidP="00B41989"/>
          <w:p w:rsidR="00513658" w:rsidRDefault="00513658" w:rsidP="00B41989">
            <w:pPr>
              <w:pStyle w:val="Kop1"/>
            </w:pPr>
            <w:r>
              <w:t>5. Reflectie</w:t>
            </w:r>
          </w:p>
          <w:p w:rsidR="00513658" w:rsidRDefault="00513658" w:rsidP="00B41989">
            <w:r>
              <w:t>Beschrijf hoe je op de ingebrachte situatie terugkijkt:</w:t>
            </w:r>
          </w:p>
          <w:p w:rsidR="00513658" w:rsidRDefault="00513658" w:rsidP="00B41989"/>
          <w:p w:rsidR="00513658" w:rsidRPr="00EF4634" w:rsidRDefault="00513658" w:rsidP="00466D40">
            <w:pPr>
              <w:numPr>
                <w:ilvl w:val="0"/>
                <w:numId w:val="2"/>
              </w:numPr>
            </w:pPr>
            <w:r w:rsidRPr="00EF4634">
              <w:rPr>
                <w:sz w:val="22"/>
                <w:szCs w:val="22"/>
              </w:rPr>
              <w:t xml:space="preserve">Heb je inzicht in </w:t>
            </w:r>
            <w:r>
              <w:rPr>
                <w:sz w:val="22"/>
                <w:szCs w:val="22"/>
              </w:rPr>
              <w:t xml:space="preserve"> de </w:t>
            </w:r>
            <w:r w:rsidRPr="00EF4634">
              <w:rPr>
                <w:sz w:val="22"/>
                <w:szCs w:val="22"/>
              </w:rPr>
              <w:t xml:space="preserve">relatie </w:t>
            </w:r>
            <w:r>
              <w:rPr>
                <w:sz w:val="22"/>
                <w:szCs w:val="22"/>
              </w:rPr>
              <w:t xml:space="preserve">van een </w:t>
            </w:r>
            <w:r w:rsidRPr="00EF4634">
              <w:rPr>
                <w:sz w:val="22"/>
                <w:szCs w:val="22"/>
              </w:rPr>
              <w:t>werkproces en bijbehorende competentie(s) benoemd?</w:t>
            </w:r>
          </w:p>
          <w:p w:rsidR="00513658" w:rsidRPr="00EF4634" w:rsidRDefault="00513658" w:rsidP="00466D40">
            <w:pPr>
              <w:numPr>
                <w:ilvl w:val="0"/>
                <w:numId w:val="2"/>
              </w:numPr>
            </w:pPr>
            <w:r w:rsidRPr="00EF4634">
              <w:rPr>
                <w:sz w:val="22"/>
                <w:szCs w:val="22"/>
              </w:rPr>
              <w:t>Wat is je manier van werken (manieren van aanpak, zijn er patronen en kun je daar conclusies aan verbinden m.b.t. de competenties ?</w:t>
            </w:r>
          </w:p>
          <w:p w:rsidR="00513658" w:rsidRPr="00466D40" w:rsidRDefault="00513658" w:rsidP="00466D40">
            <w:pPr>
              <w:numPr>
                <w:ilvl w:val="0"/>
                <w:numId w:val="2"/>
              </w:numPr>
            </w:pPr>
            <w:r w:rsidRPr="00EF4634">
              <w:rPr>
                <w:sz w:val="22"/>
                <w:szCs w:val="22"/>
              </w:rPr>
              <w:t xml:space="preserve">In welke mate </w:t>
            </w:r>
            <w:r>
              <w:rPr>
                <w:sz w:val="22"/>
                <w:szCs w:val="22"/>
              </w:rPr>
              <w:t xml:space="preserve">heb je </w:t>
            </w:r>
            <w:r w:rsidRPr="00EF4634">
              <w:rPr>
                <w:sz w:val="22"/>
                <w:szCs w:val="22"/>
              </w:rPr>
              <w:t>inzicht in relatie tot de eigen beroepsidentiteit  benoemd?</w:t>
            </w:r>
          </w:p>
          <w:p w:rsidR="00466D40" w:rsidRPr="00EF4634" w:rsidRDefault="00466D40" w:rsidP="00466D40">
            <w:pPr>
              <w:numPr>
                <w:ilvl w:val="0"/>
                <w:numId w:val="2"/>
              </w:numPr>
            </w:pPr>
            <w:r w:rsidRPr="00EF4634">
              <w:rPr>
                <w:sz w:val="22"/>
                <w:szCs w:val="22"/>
              </w:rPr>
              <w:t>Wat is je visie op je eigen handelen?</w:t>
            </w:r>
          </w:p>
          <w:p w:rsidR="00466D40" w:rsidRPr="00EF4634" w:rsidRDefault="00466D40" w:rsidP="00466D40">
            <w:pPr>
              <w:ind w:left="360"/>
            </w:pPr>
          </w:p>
          <w:p w:rsidR="00513658" w:rsidRDefault="00513658" w:rsidP="00B41989"/>
          <w:p w:rsidR="00513658" w:rsidRDefault="00513658" w:rsidP="00B41989"/>
        </w:tc>
        <w:tc>
          <w:tcPr>
            <w:tcW w:w="6504" w:type="dxa"/>
          </w:tcPr>
          <w:p w:rsidR="00513658" w:rsidRDefault="00513658" w:rsidP="00B41989">
            <w:pPr>
              <w:pStyle w:val="Kop1"/>
              <w:rPr>
                <w:b w:val="0"/>
                <w:bCs w:val="0"/>
              </w:rPr>
            </w:pPr>
          </w:p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Pr="0001117C" w:rsidRDefault="00513658" w:rsidP="00B41989"/>
        </w:tc>
      </w:tr>
      <w:tr w:rsidR="00513658" w:rsidTr="00B41989">
        <w:trPr>
          <w:cantSplit/>
        </w:trPr>
        <w:tc>
          <w:tcPr>
            <w:tcW w:w="3756" w:type="dxa"/>
          </w:tcPr>
          <w:p w:rsidR="00513658" w:rsidRDefault="00513658" w:rsidP="00B41989"/>
          <w:p w:rsidR="00513658" w:rsidRPr="00F7682C" w:rsidRDefault="00513658" w:rsidP="00B41989"/>
          <w:p w:rsidR="00513658" w:rsidRDefault="00513658" w:rsidP="00B41989">
            <w:pPr>
              <w:pStyle w:val="Kop1"/>
            </w:pPr>
            <w:r>
              <w:t>6. Toepassing</w:t>
            </w:r>
          </w:p>
          <w:p w:rsidR="00513658" w:rsidRDefault="00513658" w:rsidP="00B41989">
            <w:r>
              <w:t>Hoe zal  je de verworven competenties in andere situaties toepassen:</w:t>
            </w:r>
          </w:p>
          <w:p w:rsidR="00513658" w:rsidRDefault="00513658" w:rsidP="00B41989"/>
          <w:p w:rsidR="00513658" w:rsidRPr="00EF4634" w:rsidRDefault="00513658" w:rsidP="00513658">
            <w:pPr>
              <w:numPr>
                <w:ilvl w:val="0"/>
                <w:numId w:val="2"/>
              </w:numPr>
            </w:pPr>
            <w:r w:rsidRPr="00EF4634">
              <w:rPr>
                <w:sz w:val="22"/>
                <w:szCs w:val="22"/>
              </w:rPr>
              <w:t>Heb je nieuwe toepassingen benoemd?</w:t>
            </w:r>
          </w:p>
          <w:p w:rsidR="00513658" w:rsidRPr="00EF4634" w:rsidRDefault="00513658" w:rsidP="00513658">
            <w:pPr>
              <w:numPr>
                <w:ilvl w:val="0"/>
                <w:numId w:val="2"/>
              </w:numPr>
            </w:pPr>
            <w:r w:rsidRPr="00EF4634">
              <w:rPr>
                <w:sz w:val="22"/>
                <w:szCs w:val="22"/>
              </w:rPr>
              <w:t>Heb je  aangegeven wat je</w:t>
            </w:r>
            <w:r>
              <w:rPr>
                <w:sz w:val="22"/>
                <w:szCs w:val="22"/>
              </w:rPr>
              <w:t xml:space="preserve"> </w:t>
            </w:r>
            <w:r w:rsidRPr="00EF4634">
              <w:rPr>
                <w:sz w:val="22"/>
                <w:szCs w:val="22"/>
              </w:rPr>
              <w:t>anders zou doen door nieuwe inzichten?</w:t>
            </w:r>
          </w:p>
          <w:p w:rsidR="00513658" w:rsidRPr="00EF4634" w:rsidRDefault="00513658" w:rsidP="00513658">
            <w:pPr>
              <w:numPr>
                <w:ilvl w:val="0"/>
                <w:numId w:val="2"/>
              </w:numPr>
            </w:pPr>
            <w:r w:rsidRPr="00EF4634">
              <w:rPr>
                <w:sz w:val="22"/>
                <w:szCs w:val="22"/>
              </w:rPr>
              <w:t>Wat is je visie op het beroep geworden (of altijd al geweest) ?</w:t>
            </w:r>
          </w:p>
          <w:p w:rsidR="00513658" w:rsidRPr="00EF4634" w:rsidRDefault="00513658" w:rsidP="00513658">
            <w:pPr>
              <w:numPr>
                <w:ilvl w:val="0"/>
                <w:numId w:val="2"/>
              </w:numPr>
            </w:pPr>
            <w:r w:rsidRPr="00EF4634">
              <w:rPr>
                <w:sz w:val="22"/>
                <w:szCs w:val="22"/>
              </w:rPr>
              <w:t>Waarin onderscheid jij je van anderen:  Waar ben je goed in ?</w:t>
            </w:r>
          </w:p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  <w:p w:rsidR="00513658" w:rsidRDefault="00513658" w:rsidP="00B41989"/>
        </w:tc>
        <w:tc>
          <w:tcPr>
            <w:tcW w:w="6504" w:type="dxa"/>
          </w:tcPr>
          <w:p w:rsidR="00513658" w:rsidRDefault="00513658" w:rsidP="00B41989">
            <w:pPr>
              <w:pStyle w:val="Kop1"/>
              <w:rPr>
                <w:b w:val="0"/>
                <w:bCs w:val="0"/>
              </w:rPr>
            </w:pPr>
          </w:p>
        </w:tc>
      </w:tr>
    </w:tbl>
    <w:p w:rsidR="00513658" w:rsidRDefault="00513658" w:rsidP="00513658">
      <w:pPr>
        <w:pStyle w:val="Kop1"/>
        <w:ind w:left="360"/>
      </w:pPr>
    </w:p>
    <w:p w:rsidR="006735F5" w:rsidRDefault="006735F5"/>
    <w:sectPr w:rsidR="006735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39" w:right="924" w:bottom="1079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21C" w:rsidRDefault="0054621C" w:rsidP="00513658">
      <w:r>
        <w:separator/>
      </w:r>
    </w:p>
  </w:endnote>
  <w:endnote w:type="continuationSeparator" w:id="0">
    <w:p w:rsidR="0054621C" w:rsidRDefault="0054621C" w:rsidP="00513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D40" w:rsidRDefault="00466D4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1E4" w:rsidRDefault="00513658">
    <w:pPr>
      <w:pStyle w:val="Voettekst"/>
    </w:pPr>
    <w:r>
      <w:t xml:space="preserve">Verantwoordingsverslag </w:t>
    </w:r>
    <w:r w:rsidR="0054621C">
      <w:t xml:space="preserve"> assessment </w:t>
    </w:r>
    <w:r>
      <w:t>SAW op maat</w:t>
    </w:r>
    <w:r w:rsidR="0054621C">
      <w:t xml:space="preserve">                                               </w:t>
    </w:r>
    <w:r w:rsidR="00466D40">
      <w:t xml:space="preserve">                    </w:t>
    </w:r>
    <w:r>
      <w:t xml:space="preserve">  201</w:t>
    </w:r>
    <w:r w:rsidR="00422276"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D40" w:rsidRDefault="00466D4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21C" w:rsidRDefault="0054621C" w:rsidP="00513658">
      <w:r>
        <w:separator/>
      </w:r>
    </w:p>
  </w:footnote>
  <w:footnote w:type="continuationSeparator" w:id="0">
    <w:p w:rsidR="0054621C" w:rsidRDefault="0054621C" w:rsidP="00513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D40" w:rsidRDefault="00466D40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D40" w:rsidRDefault="00466D40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D40" w:rsidRDefault="00466D4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F444D"/>
    <w:multiLevelType w:val="hybridMultilevel"/>
    <w:tmpl w:val="1F7400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716A49"/>
    <w:multiLevelType w:val="hybridMultilevel"/>
    <w:tmpl w:val="8B9429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58"/>
    <w:rsid w:val="00384D2C"/>
    <w:rsid w:val="00422276"/>
    <w:rsid w:val="00466D40"/>
    <w:rsid w:val="00513658"/>
    <w:rsid w:val="0054621C"/>
    <w:rsid w:val="006735F5"/>
    <w:rsid w:val="009F4E91"/>
    <w:rsid w:val="00E540A2"/>
    <w:rsid w:val="00EC2D25"/>
    <w:rsid w:val="00F3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13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13658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13658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Voettekst">
    <w:name w:val="footer"/>
    <w:basedOn w:val="Standaard"/>
    <w:link w:val="VoettekstChar"/>
    <w:rsid w:val="005136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51365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5136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13658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13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13658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13658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Voettekst">
    <w:name w:val="footer"/>
    <w:basedOn w:val="Standaard"/>
    <w:link w:val="VoettekstChar"/>
    <w:rsid w:val="005136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513658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5136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13658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25005A9A</Template>
  <TotalTime>1</TotalTime>
  <Pages>4</Pages>
  <Words>271</Words>
  <Characters>1495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zwaan</dc:creator>
  <cp:lastModifiedBy>Zwart,Z.</cp:lastModifiedBy>
  <cp:revision>2</cp:revision>
  <dcterms:created xsi:type="dcterms:W3CDTF">2015-03-09T12:36:00Z</dcterms:created>
  <dcterms:modified xsi:type="dcterms:W3CDTF">2015-03-09T12:36:00Z</dcterms:modified>
</cp:coreProperties>
</file>