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6A526" w14:textId="77777777" w:rsidR="00BE0111" w:rsidRDefault="00F27BEB">
      <w:bookmarkStart w:id="0" w:name="_GoBack"/>
      <w:bookmarkEnd w:id="0"/>
      <w:r>
        <w:t>Inloggen in NELO en wijzigen wachtwoord</w:t>
      </w:r>
    </w:p>
    <w:p w14:paraId="2DB6A527" w14:textId="77777777" w:rsidR="00F27BEB" w:rsidRDefault="00F27BEB">
      <w:r>
        <w:t xml:space="preserve">Ga naar </w:t>
      </w:r>
      <w:hyperlink r:id="rId7" w:history="1">
        <w:r w:rsidRPr="00E46675">
          <w:rPr>
            <w:rStyle w:val="Hyperlink"/>
          </w:rPr>
          <w:t>www.noorderpoort.nl</w:t>
        </w:r>
      </w:hyperlink>
    </w:p>
    <w:p w14:paraId="2DB6A528" w14:textId="77777777" w:rsidR="00F27BEB" w:rsidRDefault="00F27BEB">
      <w:r>
        <w:t>Klik op studentinfo</w:t>
      </w:r>
    </w:p>
    <w:p w14:paraId="2DB6A529" w14:textId="77777777" w:rsidR="00F27BEB" w:rsidRDefault="00F27BEB">
      <w:r>
        <w:t>Klik op de knop NELO</w:t>
      </w:r>
    </w:p>
    <w:p w14:paraId="2DB6A52A" w14:textId="77777777" w:rsidR="00F27BEB" w:rsidRDefault="00F27BEB">
      <w:r>
        <w:t>Gebruikersnaam is ID (PS nummer), wachtwoord 1</w:t>
      </w:r>
      <w:r w:rsidRPr="00F27BEB">
        <w:rPr>
          <w:vertAlign w:val="superscript"/>
        </w:rPr>
        <w:t>e</w:t>
      </w:r>
      <w:r>
        <w:t xml:space="preserve"> keer is welkomnp</w:t>
      </w:r>
    </w:p>
    <w:p w14:paraId="2DB6A52B" w14:textId="77777777" w:rsidR="00F27BEB" w:rsidRDefault="00F27BEB">
      <w:r>
        <w:t>Daarna verplicht eigen wachtwoord kiezen</w:t>
      </w:r>
    </w:p>
    <w:p w14:paraId="2DB6A52C" w14:textId="77777777" w:rsidR="00F27BEB" w:rsidRDefault="00F27BEB">
      <w:r>
        <w:t>Wijzigen wachtwoord doe je via:</w:t>
      </w:r>
    </w:p>
    <w:p w14:paraId="2DB6A52D" w14:textId="77777777" w:rsidR="00F27BEB" w:rsidRDefault="00F27BEB">
      <w:r>
        <w:t>Klik op eigen naam (kan linksboven en rechtsboven, maakt niet uit)</w:t>
      </w:r>
    </w:p>
    <w:p w14:paraId="2DB6A52E" w14:textId="77777777" w:rsidR="00F27BEB" w:rsidRDefault="00F27BEB">
      <w:r>
        <w:t>Klik op Mijn Contactkaart (linksboven)</w:t>
      </w:r>
    </w:p>
    <w:p w14:paraId="2DB6A52F" w14:textId="77777777" w:rsidR="00F27BEB" w:rsidRDefault="00F27BEB">
      <w:r>
        <w:t>Scroll naar beneden: klik op inloginfo</w:t>
      </w:r>
    </w:p>
    <w:p w14:paraId="2DB6A530" w14:textId="77777777" w:rsidR="00F27BEB" w:rsidRDefault="00F27BEB">
      <w:r>
        <w:t>Vul bij bestaand wachtwoord in: welkomnp</w:t>
      </w:r>
    </w:p>
    <w:p w14:paraId="2DB6A531" w14:textId="77777777" w:rsidR="00F27BEB" w:rsidRDefault="00F27BEB">
      <w:r>
        <w:t>Vul daarna bij wachtwoord en herhalen 2x hetzelfde eigen wachtwoord in</w:t>
      </w:r>
    </w:p>
    <w:p w14:paraId="2DB6A532" w14:textId="77777777" w:rsidR="00F27BEB" w:rsidRDefault="00F27BEB">
      <w:r>
        <w:t>Tot slot: OPSLAAN</w:t>
      </w:r>
    </w:p>
    <w:p w14:paraId="2DB6A533" w14:textId="77777777" w:rsidR="00F27BEB" w:rsidRDefault="00F27BEB"/>
    <w:p w14:paraId="2DB6A534" w14:textId="77777777" w:rsidR="00F27BEB" w:rsidRPr="00F27BEB" w:rsidRDefault="00F27BEB">
      <w:pPr>
        <w:rPr>
          <w:b/>
        </w:rPr>
      </w:pPr>
      <w:r w:rsidRPr="00F27BEB">
        <w:rPr>
          <w:b/>
        </w:rPr>
        <w:t>Navigeren in NELO</w:t>
      </w:r>
    </w:p>
    <w:p w14:paraId="2DB6A535" w14:textId="77777777" w:rsidR="00F27BEB" w:rsidRDefault="00F27BEB">
      <w:r>
        <w:t>Klik op ALLE RUIMTES om te zien van welke ruimtes je lid bent.</w:t>
      </w:r>
    </w:p>
    <w:p w14:paraId="2DB6A536" w14:textId="77777777" w:rsidR="00F27BEB" w:rsidRDefault="00F27BEB">
      <w:r>
        <w:t>(dit is meestal een cohortruimte of klasseruimte en daarnaast de ruimte Euroborg voor de roosters.</w:t>
      </w:r>
    </w:p>
    <w:p w14:paraId="2DB6A537" w14:textId="77777777" w:rsidR="00F27BEB" w:rsidRDefault="00F27BEB">
      <w:r>
        <w:t>Zet een vinkje voor beide ruimtes en klik op Favoriete Ruimtes, om ze in het snelmenu boven aan de pagina te krijgen. Klik op een ruimtenaam om naar binnen te gaan.</w:t>
      </w:r>
    </w:p>
    <w:sectPr w:rsidR="00F27B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EB"/>
    <w:rsid w:val="00326BE6"/>
    <w:rsid w:val="00BE0111"/>
    <w:rsid w:val="00F27B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A526"/>
  <w15:docId w15:val="{A63786C5-5512-46A1-BD8F-385C2DFB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27B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noorderpoort.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A24292A051C14B97E865DFC600D981" ma:contentTypeVersion="0" ma:contentTypeDescription="Een nieuw document maken." ma:contentTypeScope="" ma:versionID="e55af425b7e8d2b14bcb40b72c62cb85">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8B25F0-99DB-4423-ADD4-D98A6F44B543}">
  <ds:schemaRefs>
    <ds:schemaRef ds:uri="http://schemas.microsoft.com/sharepoint/v3/contenttype/forms"/>
  </ds:schemaRefs>
</ds:datastoreItem>
</file>

<file path=customXml/itemProps2.xml><?xml version="1.0" encoding="utf-8"?>
<ds:datastoreItem xmlns:ds="http://schemas.openxmlformats.org/officeDocument/2006/customXml" ds:itemID="{E134CD3B-2FDE-493E-ABC4-2CDEC0677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93F7549-78B2-44BB-8E47-7E178213CDFC}">
  <ds:schemaRefs>
    <ds:schemaRef ds:uri="http://schemas.microsoft.com/office/2006/documentManagement/types"/>
    <ds:schemaRef ds:uri="http://purl.org/dc/elements/1.1/"/>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A3FE98C4</Template>
  <TotalTime>0</TotalTime>
  <Pages>1</Pages>
  <Words>140</Words>
  <Characters>771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Poortstra,J.</dc:creator>
  <cp:lastModifiedBy>Huizenga,G.W.</cp:lastModifiedBy>
  <cp:revision>2</cp:revision>
  <dcterms:created xsi:type="dcterms:W3CDTF">2015-06-09T08:13:00Z</dcterms:created>
  <dcterms:modified xsi:type="dcterms:W3CDTF">2015-06-09T08:13:00Z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0x0101001BA24292A051C14B97E865DFC600D981</vt:lpwstr>
  </property>
</Properties>
</file>