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7088"/>
      </w:tblGrid>
      <w:tr w:rsidR="00DE692D" w:rsidRPr="00DE692D" w:rsidTr="00DD7BD5">
        <w:tc>
          <w:tcPr>
            <w:tcW w:w="1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3640" w:rsidRPr="00DE692D" w:rsidRDefault="00B7258B" w:rsidP="00003640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br w:type="page"/>
            </w:r>
            <w:r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persoonlijk ACTIVITEITEN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- en ontwikkel</w:t>
            </w:r>
            <w:r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>plan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caps/>
                <w:szCs w:val="24"/>
                <w:lang w:eastAsia="nl-NL"/>
              </w:rPr>
              <w:t xml:space="preserve"> </w:t>
            </w:r>
          </w:p>
        </w:tc>
      </w:tr>
      <w:tr w:rsidR="00AA52D6" w:rsidRPr="00AA52D6" w:rsidTr="00003640">
        <w:tc>
          <w:tcPr>
            <w:tcW w:w="1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3640" w:rsidRPr="00AA52D6" w:rsidRDefault="00003640" w:rsidP="007321B2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aps/>
                <w:lang w:eastAsia="nl-NL"/>
              </w:rPr>
            </w:pPr>
            <w:r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Project </w:t>
            </w:r>
            <w:r w:rsidR="00673DF3"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>4</w:t>
            </w:r>
            <w:r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 – </w:t>
            </w:r>
            <w:r w:rsidR="005D20F1"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>UITV</w:t>
            </w:r>
            <w:r w:rsidR="007321B2"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>OEREN, EVALUEREN EN COORDINEREN</w:t>
            </w:r>
            <w:r w:rsidR="005D20F1"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 VAN HET </w:t>
            </w:r>
            <w:r w:rsidR="007321B2"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 xml:space="preserve">TOTALE </w:t>
            </w:r>
            <w:r w:rsidR="005D20F1" w:rsidRPr="00AA52D6">
              <w:rPr>
                <w:rFonts w:ascii="Calibri" w:eastAsia="Times New Roman" w:hAnsi="Calibri" w:cs="Times New Roman"/>
                <w:b/>
                <w:caps/>
                <w:lang w:eastAsia="nl-NL"/>
              </w:rPr>
              <w:t>ZORGPROCES</w:t>
            </w:r>
          </w:p>
        </w:tc>
      </w:tr>
      <w:tr w:rsidR="00DE692D" w:rsidRPr="00DE692D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DE692D" w:rsidRDefault="00B7258B" w:rsidP="006A2E83">
            <w:pPr>
              <w:spacing w:after="0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Nummer en naam beroepsprestatie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B2" w:rsidRDefault="007321B2" w:rsidP="006A2E83">
            <w:pPr>
              <w:spacing w:after="0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lang w:eastAsia="nl-NL"/>
              </w:rPr>
              <w:t>BP2.4D/E</w:t>
            </w:r>
            <w:r w:rsidR="00A563D6">
              <w:rPr>
                <w:rFonts w:ascii="Calibri" w:eastAsia="Times New Roman" w:hAnsi="Calibri" w:cs="Times New Roman"/>
                <w:b/>
                <w:lang w:eastAsia="nl-NL"/>
              </w:rPr>
              <w:t>/A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 xml:space="preserve"> – Uitvoeren van verpleegtechnische handelingen</w:t>
            </w:r>
          </w:p>
          <w:p w:rsidR="00831BEA" w:rsidRDefault="00B7258B" w:rsidP="006A2E83">
            <w:pPr>
              <w:spacing w:after="0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lang w:eastAsia="nl-NL"/>
              </w:rPr>
              <w:t>BP</w:t>
            </w:r>
            <w:r w:rsidR="005D20F1">
              <w:rPr>
                <w:rFonts w:ascii="Calibri" w:eastAsia="Times New Roman" w:hAnsi="Calibri" w:cs="Times New Roman"/>
                <w:b/>
                <w:lang w:eastAsia="nl-NL"/>
              </w:rPr>
              <w:t>3</w:t>
            </w:r>
            <w:r w:rsidR="005D655D">
              <w:rPr>
                <w:rFonts w:ascii="Calibri" w:eastAsia="Times New Roman" w:hAnsi="Calibri" w:cs="Times New Roman"/>
                <w:b/>
                <w:lang w:eastAsia="nl-NL"/>
              </w:rPr>
              <w:t>.</w:t>
            </w:r>
            <w:r w:rsidR="005D20F1">
              <w:rPr>
                <w:rFonts w:ascii="Calibri" w:eastAsia="Times New Roman" w:hAnsi="Calibri" w:cs="Times New Roman"/>
                <w:b/>
                <w:lang w:eastAsia="nl-NL"/>
              </w:rPr>
              <w:t>1</w:t>
            </w:r>
            <w:r w:rsidR="008B3EB0">
              <w:rPr>
                <w:rFonts w:ascii="Calibri" w:eastAsia="Times New Roman" w:hAnsi="Calibri" w:cs="Times New Roman"/>
                <w:b/>
                <w:lang w:eastAsia="nl-NL"/>
              </w:rPr>
              <w:t>B/C</w:t>
            </w:r>
            <w:r w:rsidR="00976841">
              <w:rPr>
                <w:rFonts w:ascii="Calibri" w:eastAsia="Times New Roman" w:hAnsi="Calibri" w:cs="Times New Roman"/>
                <w:b/>
                <w:lang w:eastAsia="nl-NL"/>
              </w:rPr>
              <w:t>/</w:t>
            </w:r>
            <w:r w:rsidR="005D20F1">
              <w:rPr>
                <w:rFonts w:ascii="Calibri" w:eastAsia="Times New Roman" w:hAnsi="Calibri" w:cs="Times New Roman"/>
                <w:b/>
                <w:lang w:eastAsia="nl-NL"/>
              </w:rPr>
              <w:t>D/A</w:t>
            </w:r>
            <w:r w:rsidR="00831BEA">
              <w:rPr>
                <w:rFonts w:ascii="Calibri" w:eastAsia="Times New Roman" w:hAnsi="Calibri" w:cs="Times New Roman"/>
                <w:b/>
                <w:lang w:eastAsia="nl-NL"/>
              </w:rPr>
              <w:t xml:space="preserve"> –</w:t>
            </w:r>
            <w:r w:rsidR="005D655D">
              <w:rPr>
                <w:rFonts w:ascii="Calibri" w:eastAsia="Times New Roman" w:hAnsi="Calibri" w:cs="Times New Roman"/>
                <w:b/>
                <w:lang w:eastAsia="nl-NL"/>
              </w:rPr>
              <w:t xml:space="preserve"> </w:t>
            </w:r>
            <w:r w:rsidR="005D20F1">
              <w:rPr>
                <w:rFonts w:ascii="Calibri" w:eastAsia="Times New Roman" w:hAnsi="Calibri" w:cs="Times New Roman"/>
                <w:b/>
                <w:lang w:eastAsia="nl-NL"/>
              </w:rPr>
              <w:t xml:space="preserve">De totale zorg verlenen aan </w:t>
            </w:r>
            <w:r w:rsidR="004810CC">
              <w:rPr>
                <w:rFonts w:ascii="Calibri" w:eastAsia="Times New Roman" w:hAnsi="Calibri" w:cs="Times New Roman"/>
                <w:b/>
                <w:lang w:eastAsia="nl-NL"/>
              </w:rPr>
              <w:t>vijf</w:t>
            </w:r>
            <w:r w:rsidR="005D20F1">
              <w:rPr>
                <w:rFonts w:ascii="Calibri" w:eastAsia="Times New Roman" w:hAnsi="Calibri" w:cs="Times New Roman"/>
                <w:b/>
                <w:lang w:eastAsia="nl-NL"/>
              </w:rPr>
              <w:t xml:space="preserve"> </w:t>
            </w:r>
            <w:r w:rsidR="00976841">
              <w:rPr>
                <w:rFonts w:ascii="Calibri" w:eastAsia="Times New Roman" w:hAnsi="Calibri" w:cs="Times New Roman"/>
                <w:b/>
                <w:lang w:eastAsia="nl-NL"/>
              </w:rPr>
              <w:t>cliënten</w:t>
            </w:r>
          </w:p>
          <w:p w:rsidR="00B7258B" w:rsidRDefault="00831BEA" w:rsidP="006A2E83">
            <w:pPr>
              <w:spacing w:after="0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lang w:eastAsia="nl-NL"/>
              </w:rPr>
              <w:t>BP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3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>.</w:t>
            </w:r>
            <w:r w:rsidR="00E40647">
              <w:rPr>
                <w:rFonts w:ascii="Calibri" w:eastAsia="Times New Roman" w:hAnsi="Calibri" w:cs="Times New Roman"/>
                <w:b/>
                <w:lang w:eastAsia="nl-NL"/>
              </w:rPr>
              <w:t>2</w:t>
            </w:r>
            <w:r w:rsidR="00976841">
              <w:rPr>
                <w:rFonts w:ascii="Calibri" w:eastAsia="Times New Roman" w:hAnsi="Calibri" w:cs="Times New Roman"/>
                <w:b/>
                <w:lang w:eastAsia="nl-NL"/>
              </w:rPr>
              <w:t>B/A</w:t>
            </w:r>
            <w:r>
              <w:rPr>
                <w:rFonts w:ascii="Calibri" w:eastAsia="Times New Roman" w:hAnsi="Calibri" w:cs="Times New Roman"/>
                <w:b/>
                <w:lang w:eastAsia="nl-NL"/>
              </w:rPr>
              <w:t xml:space="preserve"> – </w:t>
            </w:r>
            <w:r w:rsidR="00AA52D6">
              <w:rPr>
                <w:rFonts w:ascii="Calibri" w:eastAsia="Times New Roman" w:hAnsi="Calibri" w:cs="Times New Roman"/>
                <w:b/>
                <w:lang w:eastAsia="nl-NL"/>
              </w:rPr>
              <w:t>Regie v</w:t>
            </w:r>
            <w:r w:rsidR="00976841">
              <w:rPr>
                <w:rFonts w:ascii="Calibri" w:eastAsia="Times New Roman" w:hAnsi="Calibri" w:cs="Times New Roman"/>
                <w:b/>
                <w:lang w:eastAsia="nl-NL"/>
              </w:rPr>
              <w:t>oeren</w:t>
            </w:r>
          </w:p>
          <w:p w:rsidR="00976841" w:rsidRDefault="00673DF3" w:rsidP="006A2E83">
            <w:pPr>
              <w:spacing w:after="0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lang w:eastAsia="nl-NL"/>
              </w:rPr>
              <w:t>VV2 – Verantwoordingsverslag 2</w:t>
            </w:r>
          </w:p>
          <w:p w:rsidR="00A563D6" w:rsidRPr="00DE692D" w:rsidRDefault="00A563D6" w:rsidP="006A2E83">
            <w:pPr>
              <w:spacing w:after="0"/>
              <w:rPr>
                <w:rFonts w:ascii="Calibri" w:eastAsia="Times New Roman" w:hAnsi="Calibri" w:cs="Times New Roman"/>
                <w:b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lang w:eastAsia="nl-NL"/>
              </w:rPr>
              <w:t>AG2 – Assessmentgesprek 2</w:t>
            </w:r>
          </w:p>
        </w:tc>
      </w:tr>
      <w:tr w:rsidR="00E40647" w:rsidRPr="00A7771B" w:rsidTr="00E40647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647" w:rsidRPr="00A7771B" w:rsidRDefault="00E40647" w:rsidP="006A2E83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Nummer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en naam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opdracht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en bewijsstuk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(zie ‘’de opdracht’’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en ‘’het resultaat in 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het faseboekje):</w:t>
            </w:r>
          </w:p>
          <w:p w:rsidR="006A2E83" w:rsidRDefault="006A2E83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7321B2" w:rsidRDefault="007321B2" w:rsidP="007321B2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BP2.4D/E: Afgetekende beoordelingslijsten van de verpleegtechnische handelingen</w:t>
            </w:r>
          </w:p>
          <w:p w:rsidR="00A563D6" w:rsidRDefault="00A563D6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8B3EB0" w:rsidRDefault="008B3EB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BP3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1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B: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Verlenen van de totale zorg aan vijf cliënten</w:t>
            </w:r>
          </w:p>
          <w:p w:rsidR="00E40647" w:rsidRDefault="008B3EB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BP3.1C: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Zorgleefplannen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 van vijf cliënten </w:t>
            </w:r>
            <w:r w:rsidR="00E40647" w:rsidRPr="00DE692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bijstellen</w:t>
            </w:r>
          </w:p>
          <w:p w:rsidR="005D655D" w:rsidRDefault="00E40647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</w:t>
            </w:r>
            <w:r w:rsidR="008B3EB0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3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</w:t>
            </w:r>
            <w:r w:rsidR="008B3EB0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1</w:t>
            </w:r>
            <w:r w:rsidR="005D655D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D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: </w:t>
            </w:r>
            <w:r w:rsidR="008B3EB0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Rapportage van de totale zorg aan de vijf cliënten</w:t>
            </w:r>
          </w:p>
          <w:p w:rsidR="005D655D" w:rsidRDefault="005D655D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E40647" w:rsidRDefault="005D655D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BP3.2</w:t>
            </w:r>
            <w:r w:rsidR="00E2572C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</w:t>
            </w: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: </w:t>
            </w:r>
            <w:r w:rsidR="00E2572C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Overzicht van afstemmende werkzaamheden </w:t>
            </w:r>
            <w:proofErr w:type="spellStart"/>
            <w:r w:rsidR="00E2572C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i.h.k.v</w:t>
            </w:r>
            <w:proofErr w:type="spellEnd"/>
            <w:r w:rsidR="00E2572C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regie voeren</w:t>
            </w:r>
          </w:p>
          <w:p w:rsid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Verantwoordingsverslag 2</w:t>
            </w:r>
            <w:r w:rsidR="005D23AA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 (VV2)</w:t>
            </w:r>
          </w:p>
          <w:p w:rsidR="00A563D6" w:rsidRDefault="00A563D6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A563D6" w:rsidRPr="000B28BB" w:rsidRDefault="00A563D6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Assessmentgesprek 2 (AG2)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647" w:rsidRDefault="00E40647" w:rsidP="006A2E83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Werkproces(sen)/competentie(s) die beoordeeld worden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(zie controlelijst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w.b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. bewijstukken en A-lijst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w.b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. handelen)</w:t>
            </w:r>
            <w:r w:rsidRPr="00A7771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:</w:t>
            </w:r>
          </w:p>
          <w:p w:rsidR="006A2E83" w:rsidRPr="00A7771B" w:rsidRDefault="006A2E83" w:rsidP="006A2E83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</w:p>
          <w:p w:rsidR="008B3EB0" w:rsidRDefault="008B3EB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WP1.1, Stelt (mede) het zorgplan op;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D (aandacht en begrip tonen), H (overtuigen en beïnvloeden), J (formuleren en rapporteren), K (vakdeskundigheid toepassen), M (analyseren)</w:t>
            </w:r>
          </w:p>
          <w:p w:rsidR="00E2572C" w:rsidRDefault="00E2572C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WP1.2, Biedt persoonlijke verzorging en observeert gezondheid en welbevinden;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E, F (ethisch en integer handelen), J, R (op de behoeften en verwachtingen van de klant richten)</w:t>
            </w:r>
          </w:p>
          <w:p w:rsidR="00E2572C" w:rsidRDefault="00E2572C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WP1.5, Begeleidt een zorgvrager;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C (begeleiden), D, R</w:t>
            </w:r>
          </w:p>
          <w:p w:rsidR="00E40647" w:rsidRDefault="005D655D" w:rsidP="006A2E83">
            <w:pPr>
              <w:spacing w:after="0"/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WP1.9, Hanteert crisissituaties en onvoorziene situaties</w:t>
            </w:r>
            <w:r w:rsidR="00E2572C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; </w:t>
            </w:r>
            <w:proofErr w:type="spellStart"/>
            <w:r w:rsidR="00E2572C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</w:t>
            </w:r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omp</w:t>
            </w:r>
            <w:proofErr w:type="spellEnd"/>
            <w:r w:rsidRPr="00831BEA"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sz w:val="16"/>
                <w:szCs w:val="16"/>
                <w:lang w:eastAsia="nl-NL"/>
              </w:rPr>
              <w:t xml:space="preserve"> E (samenwerken en overleggen), T (instructies en procedures opvolgen), V (met druk en tegenslag omgaan)</w:t>
            </w:r>
          </w:p>
          <w:p w:rsidR="00E2572C" w:rsidRDefault="00E2572C" w:rsidP="006A2E8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WP1.11, Evalueert de zorgverlening, </w:t>
            </w: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. D, J, M</w:t>
            </w:r>
          </w:p>
          <w:p w:rsidR="00E2572C" w:rsidRDefault="00E2572C" w:rsidP="006A2E83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  <w:p w:rsidR="00E40647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WP1.2;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F</w:t>
            </w:r>
          </w:p>
          <w:p w:rsid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WP1.10, Stemt de zorgverlening af,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E, Q (plannen en organiseren)</w:t>
            </w:r>
          </w:p>
          <w:p w:rsid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WP1.11;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. M </w:t>
            </w:r>
          </w:p>
          <w:p w:rsid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  <w:p w:rsid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WP1.10; </w:t>
            </w:r>
            <w:proofErr w:type="spellStart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Q</w:t>
            </w:r>
          </w:p>
          <w:p w:rsidR="00E74BE0" w:rsidRPr="00E74BE0" w:rsidRDefault="00E74BE0" w:rsidP="006A2E83">
            <w:pPr>
              <w:spacing w:after="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WP2.3,</w:t>
            </w:r>
            <w:r w:rsidR="007321B2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 xml:space="preserve"> Geeft werkbegeleiding; </w:t>
            </w:r>
            <w:proofErr w:type="spellStart"/>
            <w:r w:rsidR="007321B2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comp</w:t>
            </w:r>
            <w:proofErr w:type="spellEnd"/>
            <w:r w:rsidR="007321B2"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. C</w:t>
            </w:r>
          </w:p>
        </w:tc>
      </w:tr>
      <w:tr w:rsidR="00B7258B" w:rsidRPr="001E20D7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1E20D7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Persoonlijk leerdoel waaraan ik ga werken tijdens deze beroepsprestatie</w:t>
            </w:r>
            <w:r w:rsidR="00E40647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s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(POP)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B7258B" w:rsidRPr="001E20D7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Uiterste inleverdatum bewijsstukken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1E20D7" w:rsidRDefault="00B7258B" w:rsidP="00DD7BD5">
            <w:pPr>
              <w:spacing w:after="0" w:line="360" w:lineRule="auto"/>
              <w:ind w:left="360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</w:tbl>
    <w:p w:rsidR="005D23AA" w:rsidRDefault="005D23AA">
      <w:r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  <w:gridCol w:w="1559"/>
        <w:gridCol w:w="1560"/>
        <w:gridCol w:w="1559"/>
      </w:tblGrid>
      <w:tr w:rsidR="00DE692D" w:rsidRPr="00DE692D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lastRenderedPageBreak/>
              <w:t>WAT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Activiteiten/taken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WELKE WIJZE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Hoe en waarmee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WIE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Taakverdeling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  <w:t>WANNEER</w:t>
            </w:r>
            <w:r w:rsidRPr="00DE692D"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  <w:t xml:space="preserve"> 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Week/Datum/ Tijdsinvestering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4"/>
                <w:lang w:eastAsia="nl-NL"/>
              </w:rPr>
              <w:t>WAAR</w:t>
            </w:r>
          </w:p>
          <w:p w:rsidR="00B7258B" w:rsidRPr="00DE692D" w:rsidRDefault="00B7258B" w:rsidP="00DE692D">
            <w:pPr>
              <w:spacing w:after="0"/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16"/>
                <w:szCs w:val="16"/>
                <w:lang w:eastAsia="nl-NL"/>
              </w:rPr>
              <w:t>Op school, in de BPV of elders</w:t>
            </w:r>
          </w:p>
        </w:tc>
      </w:tr>
      <w:tr w:rsidR="00B7258B" w:rsidRPr="00DD7BD5" w:rsidTr="00EE4B20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Oriënteren en plannen:</w:t>
            </w:r>
          </w:p>
          <w:p w:rsidR="008A469D" w:rsidRPr="00DD7BD5" w:rsidRDefault="00003640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Project </w:t>
            </w:r>
            <w:r w:rsidR="005D23AA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4,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BP</w:t>
            </w:r>
            <w:r w:rsidR="005D23AA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en faseboekje VV2/AG2</w:t>
            </w:r>
            <w:r w:rsidR="008A469D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lezen</w:t>
            </w:r>
          </w:p>
          <w:p w:rsidR="00B7258B" w:rsidRDefault="008A469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</w:t>
            </w:r>
            <w:r w:rsidR="00DD7BD5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ontrolelijst</w:t>
            </w:r>
            <w:r w:rsidR="00B7258B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</w:t>
            </w:r>
            <w:r w:rsidR="00F17DC0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bij project 4 </w:t>
            </w:r>
            <w:r w:rsidR="00B7258B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lezen</w:t>
            </w:r>
          </w:p>
          <w:p w:rsidR="00F17DC0" w:rsidRPr="00DD7BD5" w:rsidRDefault="00F17DC0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Controlelijst bij het verantwoordingsverslag lezen</w:t>
            </w:r>
          </w:p>
          <w:p w:rsidR="00DE692D" w:rsidRDefault="00DE692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PAP lezen en afmaken </w:t>
            </w:r>
          </w:p>
          <w:p w:rsidR="008A469D" w:rsidRPr="00DD7BD5" w:rsidRDefault="008A469D" w:rsidP="00B7258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Persoonlijk leerdoel kiezen en opnemen</w:t>
            </w:r>
          </w:p>
          <w:p w:rsidR="008A469D" w:rsidRPr="00DD7BD5" w:rsidRDefault="00B7258B" w:rsidP="008A469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Opdracht</w:t>
            </w:r>
            <w:r w:rsidR="00D26C4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en</w:t>
            </w:r>
            <w:r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en PAP bespreken met </w:t>
            </w:r>
            <w:r w:rsidR="008A469D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</w:t>
            </w:r>
            <w:r w:rsidR="00DD7BD5" w:rsidRPr="00DD7BD5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begeleider</w:t>
            </w:r>
            <w:r w:rsidR="00D26C4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s</w:t>
            </w:r>
          </w:p>
          <w:p w:rsidR="005D655D" w:rsidRDefault="005D23AA" w:rsidP="00C64CC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Zorgvragers kiezen, in BOL</w:t>
            </w:r>
            <w:r w:rsidR="000B28B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-</w:t>
            </w:r>
            <w:proofErr w:type="spellStart"/>
            <w:r w:rsidR="000B28B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fts</w:t>
            </w:r>
            <w:proofErr w:type="spellEnd"/>
            <w:r w:rsidR="000B28B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bij voorkeur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passend bij de casussen die je op school hebt uitgewerkt</w:t>
            </w:r>
          </w:p>
          <w:p w:rsidR="00B7258B" w:rsidRDefault="005D655D" w:rsidP="00C64CC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Informatie opzoeken over opdrachten waarvoor dat nodig is</w:t>
            </w:r>
          </w:p>
          <w:p w:rsidR="005D655D" w:rsidRPr="00DD7BD5" w:rsidRDefault="005D655D" w:rsidP="005D655D">
            <w:pPr>
              <w:widowControl w:val="0"/>
              <w:spacing w:after="0" w:line="240" w:lineRule="auto"/>
              <w:ind w:left="720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C0" w:rsidRDefault="00F17DC0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Leerwijzer</w:t>
            </w:r>
          </w:p>
          <w:p w:rsidR="00B7258B" w:rsidRDefault="00F17DC0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Faseboekje</w:t>
            </w:r>
            <w:r w:rsidR="000B28B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s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 </w:t>
            </w:r>
            <w:r w:rsidR="000B28BB"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BP2.4,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BP3.1 en BP3.2</w:t>
            </w:r>
          </w:p>
          <w:p w:rsidR="00F17DC0" w:rsidRDefault="00F17DC0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 xml:space="preserve">Faseboekje </w:t>
            </w:r>
          </w:p>
          <w:p w:rsidR="00F17DC0" w:rsidRDefault="00F17DC0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verantwoordingsverslag en assessmentgesprek 2</w:t>
            </w:r>
          </w:p>
          <w:p w:rsidR="00F17DC0" w:rsidRDefault="00F17DC0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Controlelijst project 4</w:t>
            </w:r>
          </w:p>
          <w:p w:rsidR="00F17DC0" w:rsidRPr="00DD7BD5" w:rsidRDefault="00F17DC0" w:rsidP="0000364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Controlelijst verantwoordingsverslag (in servicedocument BPV)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92D" w:rsidRPr="00DD7BD5" w:rsidRDefault="00F17DC0" w:rsidP="008A469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  <w:t>Individueel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258B" w:rsidRPr="00DD7BD5" w:rsidRDefault="00B7258B" w:rsidP="00D26C4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F17DC0" w:rsidP="00DD7BD5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  <w:t>BPV</w:t>
            </w:r>
          </w:p>
        </w:tc>
      </w:tr>
      <w:tr w:rsidR="007321B2" w:rsidRPr="007321B2" w:rsidTr="007321B2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B2" w:rsidRPr="007321B2" w:rsidRDefault="007321B2" w:rsidP="000B28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21B2">
              <w:rPr>
                <w:b/>
                <w:sz w:val="20"/>
                <w:szCs w:val="20"/>
              </w:rPr>
              <w:t xml:space="preserve">BP2.4D/E: Afgetekende beoordelingslijsten van de verpleegtechnische </w:t>
            </w:r>
            <w:r w:rsidR="000B28BB">
              <w:rPr>
                <w:b/>
                <w:sz w:val="20"/>
                <w:szCs w:val="20"/>
              </w:rPr>
              <w:t>handelingen</w:t>
            </w:r>
            <w:r>
              <w:rPr>
                <w:b/>
                <w:sz w:val="20"/>
                <w:szCs w:val="20"/>
              </w:rPr>
              <w:t xml:space="preserve"> in de BPV</w:t>
            </w:r>
          </w:p>
        </w:tc>
      </w:tr>
      <w:tr w:rsidR="000B28BB" w:rsidRPr="00DE692D" w:rsidTr="000B28B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7321B2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0B28BB" w:rsidRPr="00DE692D" w:rsidRDefault="000B28BB" w:rsidP="007321B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0B28BB" w:rsidRPr="00DE692D" w:rsidRDefault="000B28BB" w:rsidP="007321B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0B28BB" w:rsidRPr="00C64CCB" w:rsidRDefault="000B28BB" w:rsidP="007321B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8BB" w:rsidRDefault="000B28BB" w:rsidP="007321B2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>Aftekenkaarten VTH1,2,3,4</w:t>
            </w:r>
          </w:p>
          <w:p w:rsidR="000B28BB" w:rsidRDefault="000B28BB" w:rsidP="007321B2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>Protocollen</w:t>
            </w:r>
          </w:p>
          <w:p w:rsidR="006D3765" w:rsidRPr="00DE692D" w:rsidRDefault="006D3765" w:rsidP="007321B2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7321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7321B2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7321B2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B28BB" w:rsidRPr="00DE692D" w:rsidTr="000B28B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7321B2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0B28BB" w:rsidRPr="00DE692D" w:rsidRDefault="000B28BB" w:rsidP="007321B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0B28BB" w:rsidRPr="00DE692D" w:rsidRDefault="000B28BB" w:rsidP="007321B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0B28BB" w:rsidRPr="00C64CCB" w:rsidRDefault="000B28BB" w:rsidP="007321B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7321B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7321B2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7321B2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B28BB" w:rsidRPr="005D655D" w:rsidTr="000B28BB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22" w:rsidRPr="005D655D" w:rsidRDefault="000B28BB" w:rsidP="00A563D6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BP3</w:t>
            </w: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1C</w:t>
            </w: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: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Zorgleefplannen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 van </w:t>
            </w:r>
            <w:r w:rsidR="00A563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drie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 cliënten bijstellen</w:t>
            </w:r>
            <w:r w:rsidR="005A622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 op basis van het verlenen van de totale zorg aan </w:t>
            </w:r>
            <w:r w:rsidR="00A563D6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drie</w:t>
            </w:r>
            <w:r w:rsidR="005A6222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 cliënten</w:t>
            </w:r>
          </w:p>
        </w:tc>
      </w:tr>
      <w:tr w:rsidR="000B28BB" w:rsidRPr="00DE692D" w:rsidTr="000B28B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0B28BB" w:rsidRPr="00DE692D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0B28BB" w:rsidRPr="00DE692D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0B28BB" w:rsidRPr="00C64CCB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E10AF6" w:rsidRPr="00DD7BD5" w:rsidTr="00E10AF6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F6" w:rsidRPr="00DE692D" w:rsidRDefault="00E10AF6" w:rsidP="00E10AF6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E10AF6" w:rsidRPr="00E10AF6" w:rsidRDefault="00E10AF6" w:rsidP="00E10AF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E10AF6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E10AF6" w:rsidRPr="00E10AF6" w:rsidRDefault="00E10AF6" w:rsidP="00E10AF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E10AF6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E10AF6" w:rsidRPr="00E10AF6" w:rsidRDefault="00E10AF6" w:rsidP="00E10AF6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E10AF6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F6" w:rsidRPr="00DE692D" w:rsidRDefault="00E10AF6" w:rsidP="00E10AF6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AF6" w:rsidRPr="00DD7BD5" w:rsidRDefault="00E10AF6" w:rsidP="00E10AF6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AF6" w:rsidRPr="00DD7BD5" w:rsidRDefault="00E10AF6" w:rsidP="00E10AF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AF6" w:rsidRPr="00DD7BD5" w:rsidRDefault="00E10AF6" w:rsidP="00E10AF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B28BB" w:rsidRPr="00DE692D" w:rsidTr="000B28BB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5D655D" w:rsidRDefault="000B28BB" w:rsidP="000B28BB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>
              <w:br w:type="page"/>
            </w: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BP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3</w:t>
            </w: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1D</w:t>
            </w:r>
            <w:r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Rapportage van de totale zorg aan vijf cliënten</w:t>
            </w:r>
          </w:p>
        </w:tc>
      </w:tr>
      <w:tr w:rsidR="000B28BB" w:rsidRPr="00DE692D" w:rsidTr="000B28B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0B28BB" w:rsidRPr="00DE692D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0B28BB" w:rsidRPr="00DE692D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0B28BB" w:rsidRPr="00C64CCB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0B28BB" w:rsidRPr="00DE692D" w:rsidTr="000B28BB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lastRenderedPageBreak/>
              <w:t xml:space="preserve">Controleren en reflecteren: </w:t>
            </w:r>
          </w:p>
          <w:p w:rsidR="000B28BB" w:rsidRPr="00DE692D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0B28BB" w:rsidRDefault="000B28BB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E10AF6" w:rsidRPr="00673DF3" w:rsidRDefault="00E10AF6" w:rsidP="000B28BB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BB" w:rsidRPr="00DE692D" w:rsidRDefault="000B28BB" w:rsidP="000B28BB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8BB" w:rsidRPr="00DE692D" w:rsidRDefault="000B28BB" w:rsidP="000B28B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C2044E" w:rsidRPr="00DD7BD5" w:rsidTr="00C2044E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44E" w:rsidRPr="00DD7BD5" w:rsidRDefault="00C2044E" w:rsidP="00A563D6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  <w:r>
              <w:br w:type="page"/>
            </w:r>
            <w:r>
              <w:br w:type="page"/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BP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3</w:t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.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2B</w:t>
            </w:r>
            <w:r w:rsidRPr="00D26C4B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Regie voeren over de zorg tijdens zeven verantwoordelijke diensten / zo mogelijk voor de </w:t>
            </w:r>
            <w:r w:rsidR="00A563D6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drie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 xml:space="preserve"> cliënten</w:t>
            </w:r>
          </w:p>
        </w:tc>
      </w:tr>
      <w:tr w:rsidR="00C2044E" w:rsidRPr="00DD7BD5" w:rsidTr="00C2044E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44E" w:rsidRPr="00DE692D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sz w:val="20"/>
                <w:szCs w:val="20"/>
                <w:lang w:eastAsia="nl-NL"/>
              </w:rPr>
              <w:t>Uitvoeren:</w:t>
            </w:r>
          </w:p>
          <w:p w:rsidR="00C2044E" w:rsidRDefault="00C2044E" w:rsidP="00C2044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</w:t>
            </w:r>
          </w:p>
          <w:p w:rsidR="00C2044E" w:rsidRDefault="00C2044E" w:rsidP="00C2044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  <w:t xml:space="preserve">  </w:t>
            </w:r>
          </w:p>
          <w:p w:rsidR="00C2044E" w:rsidRPr="00C64CCB" w:rsidRDefault="00C2044E" w:rsidP="00C2044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4E" w:rsidRPr="00DE692D" w:rsidRDefault="00C2044E" w:rsidP="00C2044E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44E" w:rsidRPr="00DD7BD5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4E" w:rsidRPr="00DD7BD5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4E" w:rsidRPr="00DD7BD5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C2044E" w:rsidRPr="00DD7BD5" w:rsidTr="00C2044E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44E" w:rsidRPr="00DE692D" w:rsidRDefault="00C2044E" w:rsidP="00C2044E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C2044E" w:rsidRDefault="00C2044E" w:rsidP="00C2044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</w:t>
            </w:r>
          </w:p>
          <w:p w:rsidR="00C2044E" w:rsidRDefault="00C2044E" w:rsidP="00C2044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  <w:p w:rsidR="00C2044E" w:rsidRPr="00C64CCB" w:rsidRDefault="00C2044E" w:rsidP="00C2044E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4E" w:rsidRPr="00DE692D" w:rsidRDefault="00C2044E" w:rsidP="00C2044E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44E" w:rsidRPr="00DD7BD5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4E" w:rsidRPr="00DD7BD5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044E" w:rsidRPr="00DD7BD5" w:rsidRDefault="00C2044E" w:rsidP="00C2044E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5D655D" w:rsidTr="00976841">
        <w:trPr>
          <w:cantSplit/>
        </w:trPr>
        <w:tc>
          <w:tcPr>
            <w:tcW w:w="14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5D655D" w:rsidRDefault="00C2044E" w:rsidP="00C2044E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VV2</w:t>
            </w:r>
            <w:r w:rsidR="005D655D"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: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Verantwoordingsverslag schrijven</w:t>
            </w:r>
            <w:r w:rsidR="005D655D" w:rsidRPr="005D655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 xml:space="preserve"> </w:t>
            </w:r>
            <w:r w:rsidR="006A2E8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nl-NL"/>
              </w:rPr>
              <w:t>incl. het STARTT-verslag ter voorbereiding op het assessmentgesprek</w:t>
            </w:r>
          </w:p>
        </w:tc>
      </w:tr>
      <w:tr w:rsidR="005D655D" w:rsidRPr="00DE692D" w:rsidTr="00976841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976841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Uitvoeren:</w:t>
            </w:r>
          </w:p>
          <w:p w:rsidR="005D655D" w:rsidRPr="00DE692D" w:rsidRDefault="005D655D" w:rsidP="0097684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5D655D" w:rsidRPr="00DE692D" w:rsidRDefault="005D655D" w:rsidP="0097684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  <w:p w:rsidR="005D655D" w:rsidRPr="00673DF3" w:rsidRDefault="005D655D" w:rsidP="00673DF3">
            <w:pPr>
              <w:spacing w:after="0" w:line="240" w:lineRule="auto"/>
              <w:ind w:left="360"/>
              <w:rPr>
                <w:rFonts w:cstheme="minorHAnsi"/>
                <w:b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Default="006A2E83" w:rsidP="00976841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>Servicedocument BPV BOL of BBL, controlelijst verantwoordingsverslag</w:t>
            </w:r>
          </w:p>
          <w:p w:rsidR="006A2E83" w:rsidRPr="00DE692D" w:rsidRDefault="006A2E83" w:rsidP="00976841">
            <w:pPr>
              <w:widowControl w:val="0"/>
              <w:spacing w:after="0" w:line="240" w:lineRule="auto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  <w:r>
              <w:rPr>
                <w:rFonts w:ascii="Calibri" w:hAnsi="Calibri" w:cs="Times New Roman"/>
                <w:sz w:val="20"/>
                <w:szCs w:val="20"/>
                <w:lang w:eastAsia="nl-NL"/>
              </w:rPr>
              <w:t>Faseboekje VV2/AG2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97684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976841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976841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5D655D" w:rsidRPr="00DE692D" w:rsidTr="00976841">
        <w:trPr>
          <w:cantSplit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976841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reflecteren: </w:t>
            </w:r>
          </w:p>
          <w:p w:rsidR="005D655D" w:rsidRPr="00DE692D" w:rsidRDefault="005D655D" w:rsidP="00976841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E10AF6" w:rsidRDefault="005D655D" w:rsidP="00673DF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</w:p>
          <w:p w:rsidR="005D655D" w:rsidRPr="00673DF3" w:rsidRDefault="005D655D" w:rsidP="00673DF3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DE692D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</w:t>
            </w:r>
            <w:r w:rsidRPr="00673DF3">
              <w:rPr>
                <w:rFonts w:cstheme="minorHAnsi"/>
                <w:b/>
                <w:sz w:val="20"/>
                <w:szCs w:val="20"/>
                <w:lang w:eastAsia="nl-NL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D" w:rsidRPr="00DE692D" w:rsidRDefault="005D655D" w:rsidP="00976841">
            <w:pPr>
              <w:widowControl w:val="0"/>
              <w:spacing w:after="0" w:line="240" w:lineRule="auto"/>
              <w:ind w:left="360"/>
              <w:rPr>
                <w:rFonts w:ascii="Calibri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97684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976841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55D" w:rsidRPr="00DE692D" w:rsidRDefault="005D655D" w:rsidP="00976841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  <w:lang w:eastAsia="nl-NL"/>
              </w:rPr>
            </w:pPr>
          </w:p>
        </w:tc>
      </w:tr>
      <w:tr w:rsidR="00D26C4B" w:rsidRPr="00DD7BD5" w:rsidTr="00831BEA">
        <w:trPr>
          <w:cantSplit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Pr="00DE692D" w:rsidRDefault="00DE692D" w:rsidP="00AB3B2B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nl-NL"/>
              </w:rPr>
            </w:pPr>
            <w:r>
              <w:br w:type="page"/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Controleren en reflecteren </w:t>
            </w:r>
            <w:r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m.b.t.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</w:t>
            </w:r>
            <w:r w:rsidR="00003640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het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 gehele </w:t>
            </w:r>
            <w:r w:rsidR="00003640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project</w:t>
            </w:r>
            <w:r w:rsidR="00D26C4B" w:rsidRPr="00DE692D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 xml:space="preserve">: 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>Afronden bewijsstuk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ken</w:t>
            </w: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m.b.v. controlelijst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Bestanden met bewijsstukken juiste code/naam geven</w:t>
            </w:r>
          </w:p>
          <w:p w:rsidR="00D26C4B" w:rsidRPr="00DD7BD5" w:rsidRDefault="00D26C4B" w:rsidP="00831BE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AB3B2B">
              <w:rPr>
                <w:rFonts w:eastAsia="Times New Roman" w:cstheme="minorHAnsi"/>
                <w:sz w:val="20"/>
                <w:szCs w:val="20"/>
                <w:lang w:eastAsia="nl-NL"/>
              </w:rPr>
              <w:t>Inleveren bewijsstukken in NELO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op afgesproken moment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003640" w:rsidP="00831BE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Student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School</w:t>
            </w:r>
          </w:p>
        </w:tc>
      </w:tr>
      <w:tr w:rsidR="00D26C4B" w:rsidRPr="00DD7BD5" w:rsidTr="00831BEA">
        <w:trPr>
          <w:cantSplit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C4B" w:rsidRDefault="00D26C4B" w:rsidP="008A469D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Beoordelen bewijsstukken m.b.v. controlelijst</w:t>
            </w:r>
            <w:r w:rsidR="006A2E83">
              <w:rPr>
                <w:rFonts w:eastAsia="Times New Roman" w:cstheme="minorHAnsi"/>
                <w:sz w:val="20"/>
                <w:szCs w:val="20"/>
                <w:lang w:eastAsia="nl-NL"/>
              </w:rPr>
              <w:t>en</w:t>
            </w:r>
          </w:p>
          <w:p w:rsidR="00D26C4B" w:rsidRDefault="00E10AF6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Bespreken, i</w:t>
            </w:r>
            <w:r w:rsidR="00D26C4B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nvullen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en ondertekenen </w:t>
            </w:r>
            <w:r w:rsidR="00D26C4B">
              <w:rPr>
                <w:rFonts w:eastAsia="Times New Roman" w:cstheme="minorHAnsi"/>
                <w:sz w:val="20"/>
                <w:szCs w:val="20"/>
                <w:lang w:eastAsia="nl-NL"/>
              </w:rPr>
              <w:t>A-lijst</w:t>
            </w:r>
            <w:r w:rsidR="00DE692D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BP2.4, </w:t>
            </w:r>
            <w:r w:rsidR="00C64CCB">
              <w:rPr>
                <w:rFonts w:eastAsia="Times New Roman" w:cstheme="minorHAnsi"/>
                <w:sz w:val="20"/>
                <w:szCs w:val="20"/>
                <w:lang w:eastAsia="nl-NL"/>
              </w:rPr>
              <w:t>BP</w:t>
            </w:r>
            <w:r w:rsidR="006A2E83">
              <w:rPr>
                <w:rFonts w:eastAsia="Times New Roman" w:cstheme="minorHAnsi"/>
                <w:sz w:val="20"/>
                <w:szCs w:val="20"/>
                <w:lang w:eastAsia="nl-NL"/>
              </w:rPr>
              <w:t>3</w:t>
            </w:r>
            <w:r w:rsidR="00003640">
              <w:rPr>
                <w:rFonts w:eastAsia="Times New Roman" w:cstheme="minorHAnsi"/>
                <w:sz w:val="20"/>
                <w:szCs w:val="20"/>
                <w:lang w:eastAsia="nl-NL"/>
              </w:rPr>
              <w:t>.</w:t>
            </w:r>
            <w:r w:rsidR="006A2E83">
              <w:rPr>
                <w:rFonts w:eastAsia="Times New Roman" w:cstheme="minorHAnsi"/>
                <w:sz w:val="20"/>
                <w:szCs w:val="20"/>
                <w:lang w:eastAsia="nl-NL"/>
              </w:rPr>
              <w:t>1 en BP3.2</w:t>
            </w:r>
          </w:p>
          <w:p w:rsidR="006A2E83" w:rsidRDefault="006A2E83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Invullen beoordelingslijst verantwoordingsverslag 2</w:t>
            </w:r>
          </w:p>
          <w:p w:rsidR="00A563D6" w:rsidRDefault="00A563D6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Voeren assessmentgesprek 2</w:t>
            </w:r>
          </w:p>
          <w:p w:rsidR="00D26C4B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Invullen resultaten in LBS</w:t>
            </w:r>
          </w:p>
          <w:p w:rsidR="00D26C4B" w:rsidRPr="00DD7BD5" w:rsidRDefault="00D26C4B" w:rsidP="00AB3B2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Terugkoppelen beoordeling  en indien nodig afspreken herkansing.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8A469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DD7BD5">
              <w:rPr>
                <w:rFonts w:eastAsia="Times New Roman" w:cstheme="minorHAnsi"/>
                <w:sz w:val="20"/>
                <w:szCs w:val="20"/>
                <w:lang w:eastAsia="nl-NL"/>
              </w:rPr>
              <w:t>Beoordelaar</w:t>
            </w:r>
            <w:r w:rsidR="00C64CCB">
              <w:rPr>
                <w:rFonts w:eastAsia="Times New Roman" w:cstheme="minorHAnsi"/>
                <w:sz w:val="20"/>
                <w:szCs w:val="20"/>
                <w:lang w:eastAsia="nl-NL"/>
              </w:rPr>
              <w:t>(s)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2BF" w:rsidRDefault="005062BF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BPV</w:t>
            </w:r>
          </w:p>
          <w:p w:rsidR="00D26C4B" w:rsidRPr="00DD7BD5" w:rsidRDefault="00D26C4B" w:rsidP="00DD7BD5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School </w:t>
            </w:r>
          </w:p>
        </w:tc>
      </w:tr>
    </w:tbl>
    <w:p w:rsidR="00C64CCB" w:rsidRDefault="00C64CCB" w:rsidP="00B7258B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78"/>
        <w:gridCol w:w="3119"/>
        <w:gridCol w:w="1559"/>
      </w:tblGrid>
      <w:tr w:rsidR="00DE692D" w:rsidRPr="00DE692D" w:rsidTr="00775B02">
        <w:trPr>
          <w:trHeight w:val="40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3B2B" w:rsidRPr="00DE692D" w:rsidRDefault="00AB3B2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</w:p>
          <w:p w:rsidR="00775B02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GO / NO GO </w:t>
            </w:r>
          </w:p>
          <w:p w:rsidR="00B7258B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  <w:proofErr w:type="spellStart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voor</w:t>
            </w:r>
            <w:proofErr w:type="spellEnd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 </w:t>
            </w:r>
            <w:proofErr w:type="spellStart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uitvoering</w:t>
            </w:r>
            <w:proofErr w:type="spellEnd"/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 xml:space="preserve"> PAP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  <w:t>/POP</w:t>
            </w:r>
          </w:p>
          <w:p w:rsidR="00B7258B" w:rsidRPr="00DE692D" w:rsidRDefault="00B7258B" w:rsidP="00775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Cs w:val="24"/>
                <w:lang w:val="en-US" w:eastAsia="nl-N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Naam docent school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DE692D" w:rsidRPr="00DE692D" w:rsidRDefault="00DE692D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775B02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Handtekening</w:t>
            </w:r>
            <w:r w:rsidR="00B7258B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Datum:</w:t>
            </w:r>
          </w:p>
        </w:tc>
      </w:tr>
      <w:tr w:rsidR="00DE692D" w:rsidRPr="00DE692D" w:rsidTr="00775B02">
        <w:trPr>
          <w:trHeight w:val="405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2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Naam begeleider BPV</w:t>
            </w:r>
            <w:r w:rsidR="00775B02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775B02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Handtekening</w:t>
            </w:r>
            <w:r w:rsidR="00B7258B"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>:</w:t>
            </w:r>
          </w:p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58B" w:rsidRPr="00DE692D" w:rsidRDefault="00B7258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  <w:r w:rsidRPr="00DE692D"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  <w:t xml:space="preserve">Datum: </w:t>
            </w:r>
          </w:p>
          <w:p w:rsidR="00AB3B2B" w:rsidRPr="00DE692D" w:rsidRDefault="00AB3B2B" w:rsidP="00DD7B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Cs w:val="24"/>
                <w:lang w:eastAsia="nl-NL"/>
              </w:rPr>
            </w:pPr>
          </w:p>
        </w:tc>
      </w:tr>
    </w:tbl>
    <w:p w:rsidR="00C64CCB" w:rsidRDefault="00C64CCB" w:rsidP="00B7258B">
      <w:pPr>
        <w:spacing w:after="0" w:line="240" w:lineRule="auto"/>
        <w:rPr>
          <w:rFonts w:ascii="Calibri" w:eastAsia="Times New Roman" w:hAnsi="Calibri" w:cs="Calibri"/>
          <w:b/>
          <w:color w:val="808080"/>
          <w:sz w:val="24"/>
          <w:szCs w:val="24"/>
          <w:lang w:eastAsia="nl-NL"/>
        </w:rPr>
        <w:sectPr w:rsidR="00C64CCB" w:rsidSect="00AB3B2B">
          <w:pgSz w:w="16838" w:h="11906" w:orient="landscape" w:code="9"/>
          <w:pgMar w:top="851" w:right="851" w:bottom="851" w:left="851" w:header="709" w:footer="141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B95720" w:rsidRDefault="00B95720"/>
    <w:sectPr w:rsidR="00B95720" w:rsidSect="00B725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A4A49"/>
    <w:multiLevelType w:val="hybridMultilevel"/>
    <w:tmpl w:val="A76A0D0C"/>
    <w:lvl w:ilvl="0" w:tplc="2F202E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8B"/>
    <w:rsid w:val="00003640"/>
    <w:rsid w:val="000B28BB"/>
    <w:rsid w:val="000D3634"/>
    <w:rsid w:val="000F5087"/>
    <w:rsid w:val="00294822"/>
    <w:rsid w:val="003308A2"/>
    <w:rsid w:val="0037460A"/>
    <w:rsid w:val="003B11C0"/>
    <w:rsid w:val="003B2A04"/>
    <w:rsid w:val="003E3D27"/>
    <w:rsid w:val="004810CC"/>
    <w:rsid w:val="0048370F"/>
    <w:rsid w:val="00487766"/>
    <w:rsid w:val="005062BF"/>
    <w:rsid w:val="005A6222"/>
    <w:rsid w:val="005D20F1"/>
    <w:rsid w:val="005D23AA"/>
    <w:rsid w:val="005D655D"/>
    <w:rsid w:val="00673DF3"/>
    <w:rsid w:val="006A2E83"/>
    <w:rsid w:val="006D3765"/>
    <w:rsid w:val="007321B2"/>
    <w:rsid w:val="00764C81"/>
    <w:rsid w:val="007705E8"/>
    <w:rsid w:val="00775B02"/>
    <w:rsid w:val="00831BEA"/>
    <w:rsid w:val="008A469D"/>
    <w:rsid w:val="008B3EB0"/>
    <w:rsid w:val="009212FE"/>
    <w:rsid w:val="00976841"/>
    <w:rsid w:val="0099425C"/>
    <w:rsid w:val="00A563D6"/>
    <w:rsid w:val="00AA52D6"/>
    <w:rsid w:val="00AB3B2B"/>
    <w:rsid w:val="00AC0B1D"/>
    <w:rsid w:val="00B460D9"/>
    <w:rsid w:val="00B7258B"/>
    <w:rsid w:val="00B95720"/>
    <w:rsid w:val="00C2044E"/>
    <w:rsid w:val="00C60AFF"/>
    <w:rsid w:val="00C63EA6"/>
    <w:rsid w:val="00C64CCB"/>
    <w:rsid w:val="00D20895"/>
    <w:rsid w:val="00D26C4B"/>
    <w:rsid w:val="00D85FB3"/>
    <w:rsid w:val="00DD7BD5"/>
    <w:rsid w:val="00DE692D"/>
    <w:rsid w:val="00E10AF6"/>
    <w:rsid w:val="00E2572C"/>
    <w:rsid w:val="00E40647"/>
    <w:rsid w:val="00E74BE0"/>
    <w:rsid w:val="00EA03A9"/>
    <w:rsid w:val="00EE4B20"/>
    <w:rsid w:val="00F17DC0"/>
    <w:rsid w:val="00F2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48343ED6</Template>
  <TotalTime>28</TotalTime>
  <Pages>4</Pages>
  <Words>650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5</cp:revision>
  <dcterms:created xsi:type="dcterms:W3CDTF">2014-04-12T06:55:00Z</dcterms:created>
  <dcterms:modified xsi:type="dcterms:W3CDTF">2015-07-04T15:21:00Z</dcterms:modified>
</cp:coreProperties>
</file>