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  <w:gridCol w:w="1559"/>
        <w:gridCol w:w="1560"/>
        <w:gridCol w:w="1559"/>
      </w:tblGrid>
      <w:tr w:rsidR="00DE692D" w:rsidRPr="00DE692D" w:rsidTr="00DD7BD5"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3640" w:rsidRPr="00DE692D" w:rsidRDefault="00B7258B" w:rsidP="00003640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br w:type="page"/>
            </w:r>
            <w:r w:rsidRPr="00DE692D"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  <w:t>persoonlijk ACTIVITEITEN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  <w:t>- en ontwikkel</w:t>
            </w:r>
            <w:r w:rsidRPr="00DE692D"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  <w:t>plan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  <w:t xml:space="preserve"> </w:t>
            </w:r>
          </w:p>
        </w:tc>
      </w:tr>
      <w:tr w:rsidR="00BA1207" w:rsidRPr="00BA1207" w:rsidTr="00003640"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3640" w:rsidRPr="00BA1207" w:rsidRDefault="00003640" w:rsidP="005D655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aps/>
                <w:lang w:eastAsia="nl-NL"/>
              </w:rPr>
            </w:pPr>
            <w:r w:rsidRPr="00BA1207">
              <w:rPr>
                <w:rFonts w:ascii="Calibri" w:eastAsia="Times New Roman" w:hAnsi="Calibri" w:cs="Times New Roman"/>
                <w:b/>
                <w:caps/>
                <w:lang w:eastAsia="nl-NL"/>
              </w:rPr>
              <w:t xml:space="preserve">Project </w:t>
            </w:r>
            <w:r w:rsidR="005D655D" w:rsidRPr="00BA1207">
              <w:rPr>
                <w:rFonts w:ascii="Calibri" w:eastAsia="Times New Roman" w:hAnsi="Calibri" w:cs="Times New Roman"/>
                <w:b/>
                <w:caps/>
                <w:lang w:eastAsia="nl-NL"/>
              </w:rPr>
              <w:t>3</w:t>
            </w:r>
            <w:r w:rsidRPr="00BA1207">
              <w:rPr>
                <w:rFonts w:ascii="Calibri" w:eastAsia="Times New Roman" w:hAnsi="Calibri" w:cs="Times New Roman"/>
                <w:b/>
                <w:caps/>
                <w:lang w:eastAsia="nl-NL"/>
              </w:rPr>
              <w:t xml:space="preserve"> – </w:t>
            </w:r>
            <w:r w:rsidR="00E40647" w:rsidRPr="00BA1207">
              <w:rPr>
                <w:rFonts w:ascii="Calibri" w:eastAsia="Times New Roman" w:hAnsi="Calibri" w:cs="Times New Roman"/>
                <w:b/>
                <w:caps/>
                <w:lang w:eastAsia="nl-NL"/>
              </w:rPr>
              <w:t>BE</w:t>
            </w:r>
            <w:r w:rsidR="005D655D" w:rsidRPr="00BA1207">
              <w:rPr>
                <w:rFonts w:ascii="Calibri" w:eastAsia="Times New Roman" w:hAnsi="Calibri" w:cs="Times New Roman"/>
                <w:b/>
                <w:caps/>
                <w:lang w:eastAsia="nl-NL"/>
              </w:rPr>
              <w:t>ROEPSBEKWAAM HANDELEN (LEREN AAN ANDEREN)</w:t>
            </w:r>
          </w:p>
        </w:tc>
      </w:tr>
      <w:tr w:rsidR="00DE692D" w:rsidRPr="00DE692D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DE692D" w:rsidRDefault="00B7258B" w:rsidP="00003640">
            <w:pPr>
              <w:spacing w:after="0" w:line="36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lang w:eastAsia="nl-NL"/>
              </w:rPr>
              <w:t>Nummer en naam beroepsprestatie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BEA" w:rsidRDefault="00B7258B" w:rsidP="007705E8">
            <w:pPr>
              <w:spacing w:after="0" w:line="36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lang w:eastAsia="nl-NL"/>
              </w:rPr>
              <w:t>BP</w:t>
            </w:r>
            <w:r w:rsidR="005D655D">
              <w:rPr>
                <w:rFonts w:ascii="Calibri" w:eastAsia="Times New Roman" w:hAnsi="Calibri" w:cs="Times New Roman"/>
                <w:b/>
                <w:lang w:eastAsia="nl-NL"/>
              </w:rPr>
              <w:t>2.4</w:t>
            </w:r>
            <w:r w:rsidR="00E529AE">
              <w:rPr>
                <w:rFonts w:ascii="Calibri" w:eastAsia="Times New Roman" w:hAnsi="Calibri" w:cs="Times New Roman"/>
                <w:b/>
                <w:lang w:eastAsia="nl-NL"/>
              </w:rPr>
              <w:t>B/C/F/G</w:t>
            </w:r>
            <w:r w:rsidR="00831BEA">
              <w:rPr>
                <w:rFonts w:ascii="Calibri" w:eastAsia="Times New Roman" w:hAnsi="Calibri" w:cs="Times New Roman"/>
                <w:b/>
                <w:lang w:eastAsia="nl-NL"/>
              </w:rPr>
              <w:t xml:space="preserve"> –</w:t>
            </w:r>
            <w:r w:rsidR="005D655D">
              <w:rPr>
                <w:rFonts w:ascii="Calibri" w:eastAsia="Times New Roman" w:hAnsi="Calibri" w:cs="Times New Roman"/>
                <w:b/>
                <w:lang w:eastAsia="nl-NL"/>
              </w:rPr>
              <w:t xml:space="preserve"> Uitvoeren van verpleegtechnische vaardigheden</w:t>
            </w:r>
          </w:p>
          <w:p w:rsidR="00B7258B" w:rsidRPr="00DE692D" w:rsidRDefault="00831BEA" w:rsidP="005D655D">
            <w:pPr>
              <w:spacing w:after="0" w:line="36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lang w:eastAsia="nl-NL"/>
              </w:rPr>
              <w:t>BP</w:t>
            </w:r>
            <w:r w:rsidR="00E40647">
              <w:rPr>
                <w:rFonts w:ascii="Calibri" w:eastAsia="Times New Roman" w:hAnsi="Calibri" w:cs="Times New Roman"/>
                <w:b/>
                <w:lang w:eastAsia="nl-NL"/>
              </w:rPr>
              <w:t>3</w:t>
            </w:r>
            <w:r>
              <w:rPr>
                <w:rFonts w:ascii="Calibri" w:eastAsia="Times New Roman" w:hAnsi="Calibri" w:cs="Times New Roman"/>
                <w:b/>
                <w:lang w:eastAsia="nl-NL"/>
              </w:rPr>
              <w:t>.</w:t>
            </w:r>
            <w:r w:rsidR="00E40647">
              <w:rPr>
                <w:rFonts w:ascii="Calibri" w:eastAsia="Times New Roman" w:hAnsi="Calibri" w:cs="Times New Roman"/>
                <w:b/>
                <w:lang w:eastAsia="nl-NL"/>
              </w:rPr>
              <w:t>2</w:t>
            </w:r>
            <w:r w:rsidR="005D655D">
              <w:rPr>
                <w:rFonts w:ascii="Calibri" w:eastAsia="Times New Roman" w:hAnsi="Calibri" w:cs="Times New Roman"/>
                <w:b/>
                <w:lang w:eastAsia="nl-NL"/>
              </w:rPr>
              <w:t>C</w:t>
            </w:r>
            <w:r>
              <w:rPr>
                <w:rFonts w:ascii="Calibri" w:eastAsia="Times New Roman" w:hAnsi="Calibri" w:cs="Times New Roman"/>
                <w:b/>
                <w:lang w:eastAsia="nl-NL"/>
              </w:rPr>
              <w:t xml:space="preserve"> – </w:t>
            </w:r>
            <w:r w:rsidR="005D655D">
              <w:rPr>
                <w:rFonts w:ascii="Calibri" w:eastAsia="Times New Roman" w:hAnsi="Calibri" w:cs="Times New Roman"/>
                <w:b/>
                <w:lang w:eastAsia="nl-NL"/>
              </w:rPr>
              <w:t>Bewijsstuk van het begeleiden van een stagiaire in een krachtige leeromgeving</w:t>
            </w:r>
          </w:p>
        </w:tc>
      </w:tr>
      <w:tr w:rsidR="00E40647" w:rsidRPr="00A7771B" w:rsidTr="00E40647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647" w:rsidRPr="00A7771B" w:rsidRDefault="00E40647" w:rsidP="00831BEA">
            <w:pPr>
              <w:spacing w:after="0" w:line="36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Nummer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 en naam </w:t>
            </w: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opdracht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en bewijsstuk </w:t>
            </w: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(zie ‘’de opdracht’’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 en ‘’het resultaat in </w:t>
            </w: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het faseboekje):</w:t>
            </w:r>
          </w:p>
          <w:p w:rsidR="00E40647" w:rsidRPr="00A7771B" w:rsidRDefault="00E40647" w:rsidP="00831BEA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</w:pPr>
          </w:p>
          <w:p w:rsidR="00E40647" w:rsidRDefault="005D655D" w:rsidP="00831BEA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BP2.4B/C: Schema over relevante wetgeving aan de hand van casuïstiek</w:t>
            </w:r>
            <w:r w:rsidR="00E40647" w:rsidRPr="00DE692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 </w:t>
            </w:r>
          </w:p>
          <w:p w:rsidR="005D655D" w:rsidRDefault="00E40647" w:rsidP="005D655D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BP</w:t>
            </w:r>
            <w:r w:rsidR="005D655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2</w:t>
            </w:r>
            <w:r w:rsidRPr="00DE692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.</w:t>
            </w:r>
            <w:r w:rsidR="005D655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4F</w:t>
            </w:r>
            <w:r w:rsidRPr="00DE692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: </w:t>
            </w:r>
            <w:r w:rsidR="005D655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Plan van aanpak voor voorlichting, advies of instructie geven</w:t>
            </w:r>
          </w:p>
          <w:p w:rsidR="00E529AE" w:rsidRDefault="00E529AE" w:rsidP="005D655D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BP2.4</w:t>
            </w:r>
            <w:r w:rsidR="00324174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G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: </w:t>
            </w:r>
            <w:r w:rsidR="00324174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STARRT-verslag over onverwachte situatie bij verpleegtechnisch handelen</w:t>
            </w:r>
          </w:p>
          <w:p w:rsidR="00324174" w:rsidRDefault="00324174" w:rsidP="005D655D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  <w:p w:rsidR="00E40647" w:rsidRPr="00A7771B" w:rsidRDefault="005D655D" w:rsidP="005D655D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BP3.2C: Bewijsstuk van begeleiding in een krachtige leeromgeving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647" w:rsidRPr="00A7771B" w:rsidRDefault="00E40647" w:rsidP="00831BEA">
            <w:pPr>
              <w:spacing w:after="0" w:line="36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Werkproces(sen)/competentie(s) die beoordeeld worden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 (zie controlelijst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w.b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. bewijstukken en A-lijst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w.b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. handelen)</w:t>
            </w: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:</w:t>
            </w:r>
          </w:p>
          <w:p w:rsidR="00E40647" w:rsidRDefault="00E40647" w:rsidP="00E40647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  <w:p w:rsidR="005D655D" w:rsidRDefault="00E40647" w:rsidP="00E40647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 w:rsidRPr="00831BEA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WP1.</w:t>
            </w:r>
            <w:r w:rsidR="005D655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3</w:t>
            </w:r>
            <w:r w:rsidRPr="00831BEA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,</w:t>
            </w:r>
            <w:r w:rsidR="005D655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 Voert verpleegtechnische handelingen uit</w:t>
            </w:r>
          </w:p>
          <w:p w:rsidR="005D655D" w:rsidRPr="005D655D" w:rsidRDefault="005D655D" w:rsidP="00E40647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</w:pPr>
            <w:proofErr w:type="spellStart"/>
            <w:r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  <w:t>Comp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  <w:t>. K (vakdeskundigheid toepassen), L (materialen en middelen inzetten), T (instructies en procedures opvolgen)</w:t>
            </w:r>
          </w:p>
          <w:p w:rsidR="005D655D" w:rsidRDefault="005D655D" w:rsidP="00E40647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WP1.8, Geeft voorlichting, advies en instructie</w:t>
            </w:r>
          </w:p>
          <w:p w:rsidR="00E40647" w:rsidRDefault="005D655D" w:rsidP="00831BEA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</w:pPr>
            <w:proofErr w:type="spellStart"/>
            <w:r w:rsidRPr="00E40647"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  <w:t>Comp</w:t>
            </w:r>
            <w:proofErr w:type="spellEnd"/>
            <w:r w:rsidRPr="00E40647"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  <w:t>.</w:t>
            </w:r>
            <w:r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  <w:t xml:space="preserve"> I (presenteren), L (materialen en middelen inzetten)</w:t>
            </w:r>
          </w:p>
          <w:p w:rsidR="005D655D" w:rsidRPr="005D655D" w:rsidRDefault="005D655D" w:rsidP="00831BEA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WP1.9, Hanteert crisissituaties en onvoorziene situaties</w:t>
            </w:r>
          </w:p>
          <w:p w:rsidR="00E40647" w:rsidRDefault="005D655D" w:rsidP="00831BEA">
            <w:pPr>
              <w:spacing w:after="0" w:line="360" w:lineRule="auto"/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</w:pPr>
            <w:proofErr w:type="spellStart"/>
            <w:r w:rsidRPr="00831BEA"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>Comp</w:t>
            </w:r>
            <w:proofErr w:type="spellEnd"/>
            <w:r w:rsidRPr="00831BEA"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>.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 xml:space="preserve"> E (samenwerken en overleggen), T (instructies en procedures opvolgen), V (met druk en tegenslag omgaan)</w:t>
            </w:r>
          </w:p>
          <w:p w:rsidR="005D655D" w:rsidRDefault="005D655D" w:rsidP="00831BEA">
            <w:pPr>
              <w:spacing w:after="0" w:line="36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WP2.3, Geeft werkbegeleiding</w:t>
            </w:r>
          </w:p>
          <w:p w:rsidR="00E40647" w:rsidRPr="005D655D" w:rsidRDefault="005D655D" w:rsidP="00E40647">
            <w:pPr>
              <w:spacing w:after="0" w:line="360" w:lineRule="auto"/>
              <w:rPr>
                <w:rFonts w:ascii="Calibri" w:eastAsia="Times New Roman" w:hAnsi="Calibri" w:cs="Times New Roman"/>
                <w:bCs/>
                <w:sz w:val="16"/>
                <w:szCs w:val="16"/>
                <w:lang w:eastAsia="nl-NL"/>
              </w:rPr>
            </w:pPr>
            <w:proofErr w:type="spellStart"/>
            <w:r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>Comp</w:t>
            </w:r>
            <w:proofErr w:type="spellEnd"/>
            <w:r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>. C (begeleiden)</w:t>
            </w:r>
          </w:p>
        </w:tc>
      </w:tr>
      <w:tr w:rsidR="00B7258B" w:rsidRPr="001E20D7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1E20D7" w:rsidRDefault="00B7258B" w:rsidP="00DD7BD5">
            <w:pPr>
              <w:spacing w:after="0" w:line="36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1E20D7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Persoonlijk leerdoel waaraan ik ga werken tijdens deze beroepsprestatie</w:t>
            </w:r>
            <w:r w:rsidR="00E40647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s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 (POP)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1E20D7" w:rsidRDefault="00B7258B" w:rsidP="00DD7BD5">
            <w:pPr>
              <w:spacing w:after="0" w:line="360" w:lineRule="auto"/>
              <w:ind w:left="36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B7258B" w:rsidRPr="001E20D7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1E20D7" w:rsidRDefault="00B7258B" w:rsidP="00DD7BD5">
            <w:pPr>
              <w:spacing w:after="0" w:line="36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Uiterste inleverdatum bewijsstukken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1E20D7" w:rsidRDefault="00B7258B" w:rsidP="00DD7BD5">
            <w:pPr>
              <w:spacing w:after="0" w:line="360" w:lineRule="auto"/>
              <w:ind w:left="36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E692D" w:rsidRPr="00DE692D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  <w:t>WAT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Activiteiten/taken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  <w:t>WELKE WIJZE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Hoe en waarmee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  <w:t>WIE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Taakverdeling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20"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  <w:t>WANNEER</w:t>
            </w:r>
            <w:r w:rsidRPr="00DE692D">
              <w:rPr>
                <w:rFonts w:ascii="Calibri" w:eastAsia="Times New Roman" w:hAnsi="Calibri" w:cs="Times New Roman"/>
                <w:b/>
                <w:sz w:val="20"/>
                <w:szCs w:val="24"/>
                <w:lang w:eastAsia="nl-NL"/>
              </w:rPr>
              <w:t xml:space="preserve"> 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Week/Datum/ Tijdsinvestering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20"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20"/>
                <w:szCs w:val="24"/>
                <w:lang w:eastAsia="nl-NL"/>
              </w:rPr>
              <w:t>WAAR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Op school, in de BPV of elders</w:t>
            </w:r>
          </w:p>
        </w:tc>
      </w:tr>
      <w:tr w:rsidR="00B7258B" w:rsidRPr="00DD7BD5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Oriënteren en plannen:</w:t>
            </w:r>
          </w:p>
          <w:p w:rsidR="008A469D" w:rsidRPr="00DD7BD5" w:rsidRDefault="00003640" w:rsidP="00B7258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Project </w:t>
            </w:r>
            <w:r w:rsidR="005D655D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3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en BP</w:t>
            </w:r>
            <w:r w:rsidR="008A469D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lezen</w:t>
            </w:r>
          </w:p>
          <w:p w:rsidR="00B7258B" w:rsidRPr="00DD7BD5" w:rsidRDefault="008A469D" w:rsidP="00B7258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C</w:t>
            </w:r>
            <w:r w:rsidR="00DD7BD5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ontrolelijst</w:t>
            </w:r>
            <w:r w:rsidR="00B7258B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lezen</w:t>
            </w:r>
          </w:p>
          <w:p w:rsidR="00DE692D" w:rsidRDefault="00DE692D" w:rsidP="00B7258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PAP lezen en afmaken </w:t>
            </w:r>
          </w:p>
          <w:p w:rsidR="008A469D" w:rsidRPr="00DD7BD5" w:rsidRDefault="008A469D" w:rsidP="00B7258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Persoonlijk leerdoel kiezen en opnemen</w:t>
            </w:r>
          </w:p>
          <w:p w:rsidR="008A469D" w:rsidRPr="00DD7BD5" w:rsidRDefault="00B7258B" w:rsidP="008A469D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Opdracht</w:t>
            </w:r>
            <w:r w:rsidR="00D26C4B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en</w:t>
            </w:r>
            <w:r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en PAP bespreken met </w:t>
            </w:r>
            <w:r w:rsidR="008A469D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</w:t>
            </w:r>
            <w:r w:rsidR="00DD7BD5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begeleider</w:t>
            </w:r>
            <w:r w:rsidR="00D26C4B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s</w:t>
            </w:r>
          </w:p>
          <w:p w:rsidR="005D655D" w:rsidRDefault="005D655D" w:rsidP="00C64CC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Zorgvragers</w:t>
            </w:r>
            <w:r w:rsidR="00E529AE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(BOL-</w:t>
            </w:r>
            <w:proofErr w:type="spellStart"/>
            <w:r w:rsidR="00E529AE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pts</w:t>
            </w:r>
            <w:proofErr w:type="spellEnd"/>
            <w:r w:rsidR="00E529AE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, BBL) of casussen (BOL-</w:t>
            </w:r>
            <w:proofErr w:type="spellStart"/>
            <w:r w:rsidR="00E529AE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fts</w:t>
            </w:r>
            <w:proofErr w:type="spellEnd"/>
            <w:r w:rsidR="00E529AE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)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kiezen bij opdrachten waarvoor dat nodig is</w:t>
            </w:r>
          </w:p>
          <w:p w:rsidR="00B7258B" w:rsidRDefault="005D655D" w:rsidP="00C64CC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Informatie opzoeken over opdrachten waarvoor dat nodig is</w:t>
            </w:r>
          </w:p>
          <w:p w:rsidR="005D655D" w:rsidRPr="00DD7BD5" w:rsidRDefault="005D655D" w:rsidP="00E529AE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8B" w:rsidRPr="00DD7BD5" w:rsidRDefault="00B7258B" w:rsidP="00003640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D7BD5" w:rsidRDefault="00DE692D" w:rsidP="008A469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DD7BD5" w:rsidRDefault="00B7258B" w:rsidP="00D26C4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5D655D" w:rsidRPr="00DD7BD5" w:rsidTr="00E529AE">
        <w:trPr>
          <w:cantSplit/>
        </w:trPr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55D" w:rsidRPr="00DD7BD5" w:rsidRDefault="005D655D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lastRenderedPageBreak/>
              <w:br w:type="page"/>
            </w:r>
            <w:r w:rsidRPr="00D26C4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BP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2</w:t>
            </w:r>
            <w:r w:rsidRPr="00D26C4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.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4B/C</w:t>
            </w:r>
            <w:r w:rsidRPr="00D26C4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: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Schema van relevante wetgeving aan de hand van casuïstiek</w:t>
            </w:r>
          </w:p>
        </w:tc>
      </w:tr>
      <w:tr w:rsidR="00DE692D" w:rsidRPr="00DD7BD5" w:rsidTr="00831BEA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92D" w:rsidRPr="00DE692D" w:rsidRDefault="00DE692D" w:rsidP="00DE692D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Uitvoeren:</w:t>
            </w:r>
          </w:p>
          <w:p w:rsidR="00DE692D" w:rsidRDefault="00DE692D" w:rsidP="00DE692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  <w:t xml:space="preserve"> </w:t>
            </w:r>
          </w:p>
          <w:p w:rsidR="00DE692D" w:rsidRDefault="00DE692D" w:rsidP="00DE692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  <w:t xml:space="preserve">  </w:t>
            </w:r>
          </w:p>
          <w:p w:rsidR="00DE692D" w:rsidRPr="00C64CCB" w:rsidRDefault="00DE692D" w:rsidP="00DD7BD5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BF" w:rsidRPr="00DE692D" w:rsidRDefault="005062BF" w:rsidP="005062BF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D7BD5" w:rsidRDefault="00DE692D" w:rsidP="00DD7BD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D7BD5" w:rsidRDefault="00DE692D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D7BD5" w:rsidRDefault="00DE692D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26C4B" w:rsidRPr="00DD7BD5" w:rsidTr="00831BEA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C4B" w:rsidRPr="00DE692D" w:rsidRDefault="00D26C4B" w:rsidP="00831BEA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Controleren en reflecteren: </w:t>
            </w:r>
          </w:p>
          <w:p w:rsidR="00D26C4B" w:rsidRDefault="00DE692D" w:rsidP="00DE692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 xml:space="preserve"> </w:t>
            </w:r>
          </w:p>
          <w:p w:rsidR="00DE692D" w:rsidRDefault="00DE692D" w:rsidP="00DE692D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 xml:space="preserve">  </w:t>
            </w:r>
          </w:p>
          <w:p w:rsidR="00DE692D" w:rsidRPr="00C64CCB" w:rsidRDefault="00DE692D" w:rsidP="00C64CC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C4B" w:rsidRPr="00DE692D" w:rsidRDefault="00D26C4B" w:rsidP="005062BF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5D655D" w:rsidRPr="005D655D" w:rsidTr="00E529AE">
        <w:trPr>
          <w:cantSplit/>
        </w:trPr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5D655D" w:rsidRDefault="005D655D" w:rsidP="005D655D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</w:pPr>
            <w:r w:rsidRPr="005D655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BP2.4F: Plan van aanpak voor voorlichting, advies of instructie geven</w:t>
            </w:r>
          </w:p>
        </w:tc>
      </w:tr>
      <w:tr w:rsidR="005D655D" w:rsidRPr="00DE692D" w:rsidTr="00E529AE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DE692D" w:rsidRDefault="005D655D" w:rsidP="00E529AE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Uitvoeren:</w:t>
            </w:r>
          </w:p>
          <w:p w:rsidR="005D655D" w:rsidRPr="00DE692D" w:rsidRDefault="005D655D" w:rsidP="00E529A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5D655D" w:rsidRPr="00DE692D" w:rsidRDefault="005D655D" w:rsidP="00E529A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  <w:p w:rsidR="005D655D" w:rsidRPr="00C64CCB" w:rsidRDefault="005D655D" w:rsidP="00E529A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DE692D" w:rsidRDefault="005D655D" w:rsidP="00E529AE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E529A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E529AE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E529AE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5D655D" w:rsidRPr="00DE692D" w:rsidTr="00E529AE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DE692D" w:rsidRDefault="005D655D" w:rsidP="00E529AE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Controleren en reflecteren: </w:t>
            </w:r>
          </w:p>
          <w:p w:rsidR="005D655D" w:rsidRPr="00DE692D" w:rsidRDefault="005D655D" w:rsidP="00E529A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5D655D" w:rsidRPr="00DE692D" w:rsidRDefault="005D655D" w:rsidP="00E529A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  <w:p w:rsidR="005D655D" w:rsidRPr="00C64CCB" w:rsidRDefault="005D655D" w:rsidP="00E529A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DE692D" w:rsidRDefault="005D655D" w:rsidP="00E529AE">
            <w:pPr>
              <w:widowControl w:val="0"/>
              <w:spacing w:after="0" w:line="240" w:lineRule="auto"/>
              <w:ind w:left="360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E529A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E529AE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E529AE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996A08" w:rsidRPr="00996A08" w:rsidTr="00996A08">
        <w:trPr>
          <w:cantSplit/>
        </w:trPr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08" w:rsidRPr="00996A08" w:rsidRDefault="00996A08" w:rsidP="00996A08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</w:pPr>
            <w:r w:rsidRPr="00996A0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br w:type="page"/>
              <w:t xml:space="preserve">BP2.4G: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 xml:space="preserve">STARRT-verslag </w:t>
            </w:r>
            <w:r w:rsidRPr="00996A0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 xml:space="preserve">over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onverwachte situatie</w:t>
            </w:r>
            <w:r w:rsidR="00EA613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 xml:space="preserve"> bij verpleegtechnisch handelen</w:t>
            </w:r>
          </w:p>
        </w:tc>
      </w:tr>
      <w:tr w:rsidR="00996A08" w:rsidRPr="00DD7BD5" w:rsidTr="006E7A0B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A08" w:rsidRPr="00DE692D" w:rsidRDefault="00996A08" w:rsidP="006E7A0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Uitvoeren:</w:t>
            </w:r>
          </w:p>
          <w:p w:rsidR="00996A08" w:rsidRDefault="00996A08" w:rsidP="006E7A0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  <w:t xml:space="preserve"> </w:t>
            </w:r>
          </w:p>
          <w:p w:rsidR="00996A08" w:rsidRDefault="00996A08" w:rsidP="006E7A0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  <w:t xml:space="preserve">  </w:t>
            </w:r>
          </w:p>
          <w:p w:rsidR="00996A08" w:rsidRPr="00C64CCB" w:rsidRDefault="00996A08" w:rsidP="006E7A0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08" w:rsidRPr="00DE692D" w:rsidRDefault="00996A08" w:rsidP="006E7A0B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A08" w:rsidRPr="00DD7BD5" w:rsidRDefault="00996A08" w:rsidP="006E7A0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6A08" w:rsidRPr="00DD7BD5" w:rsidRDefault="00996A08" w:rsidP="006E7A0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6A08" w:rsidRPr="00DD7BD5" w:rsidRDefault="00996A08" w:rsidP="006E7A0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996A08" w:rsidRPr="00DD7BD5" w:rsidTr="006E7A0B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A08" w:rsidRPr="00DE692D" w:rsidRDefault="00996A08" w:rsidP="006E7A0B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Controleren en reflecteren: </w:t>
            </w:r>
          </w:p>
          <w:p w:rsidR="00996A08" w:rsidRDefault="00996A08" w:rsidP="006E7A0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 xml:space="preserve"> </w:t>
            </w:r>
          </w:p>
          <w:p w:rsidR="00996A08" w:rsidRDefault="00996A08" w:rsidP="006E7A0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 xml:space="preserve">  </w:t>
            </w:r>
          </w:p>
          <w:p w:rsidR="00996A08" w:rsidRPr="00C64CCB" w:rsidRDefault="00996A08" w:rsidP="006E7A0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08" w:rsidRPr="00DE692D" w:rsidRDefault="00996A08" w:rsidP="006E7A0B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A08" w:rsidRPr="00DD7BD5" w:rsidRDefault="00996A08" w:rsidP="006E7A0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6A08" w:rsidRPr="00DD7BD5" w:rsidRDefault="00996A08" w:rsidP="006E7A0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6A08" w:rsidRPr="00DD7BD5" w:rsidRDefault="00996A08" w:rsidP="006E7A0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5D655D" w:rsidRPr="005D655D" w:rsidTr="00E529AE">
        <w:trPr>
          <w:cantSplit/>
        </w:trPr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5D655D" w:rsidRDefault="005D655D" w:rsidP="005D655D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</w:pPr>
            <w:r w:rsidRPr="005D655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 xml:space="preserve">BP3.2C: Bewijsstuk van begeleiding in een krachtige leeromgeving </w:t>
            </w:r>
          </w:p>
        </w:tc>
      </w:tr>
      <w:tr w:rsidR="005D655D" w:rsidRPr="00DE692D" w:rsidTr="00E529AE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DE692D" w:rsidRDefault="005D655D" w:rsidP="00E529AE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Uitvoeren:</w:t>
            </w:r>
          </w:p>
          <w:p w:rsidR="005D655D" w:rsidRPr="00DE692D" w:rsidRDefault="005D655D" w:rsidP="00E529A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5D655D" w:rsidRPr="00DE692D" w:rsidRDefault="005D655D" w:rsidP="00E529A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  <w:p w:rsidR="005D655D" w:rsidRPr="00C64CCB" w:rsidRDefault="005D655D" w:rsidP="00E529A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DE692D" w:rsidRDefault="005D655D" w:rsidP="00E529AE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E529A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E529AE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E529AE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5D655D" w:rsidRPr="00DE692D" w:rsidTr="00E529AE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DE692D" w:rsidRDefault="005D655D" w:rsidP="00E529AE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Controleren en reflecteren: </w:t>
            </w:r>
          </w:p>
          <w:p w:rsidR="005D655D" w:rsidRPr="00DE692D" w:rsidRDefault="005D655D" w:rsidP="00E529A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5D655D" w:rsidRPr="00DE692D" w:rsidRDefault="005D655D" w:rsidP="00E529A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  <w:p w:rsidR="005D655D" w:rsidRPr="00C64CCB" w:rsidRDefault="005D655D" w:rsidP="00E529A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DE692D" w:rsidRDefault="005D655D" w:rsidP="00E529AE">
            <w:pPr>
              <w:widowControl w:val="0"/>
              <w:spacing w:after="0" w:line="240" w:lineRule="auto"/>
              <w:ind w:left="360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E529A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E529AE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E529AE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26C4B" w:rsidRPr="00DD7BD5" w:rsidTr="00831BEA">
        <w:trPr>
          <w:cantSplit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C4B" w:rsidRPr="00DE692D" w:rsidRDefault="00DE692D" w:rsidP="00AB3B2B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>
              <w:lastRenderedPageBreak/>
              <w:br w:type="page"/>
            </w:r>
            <w:r w:rsidR="00D26C4B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Controleren en reflecteren </w:t>
            </w: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m.b.t.</w:t>
            </w:r>
            <w:r w:rsidR="00D26C4B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 </w:t>
            </w:r>
            <w:r w:rsidR="00003640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het</w:t>
            </w:r>
            <w:r w:rsidR="00D26C4B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 gehele </w:t>
            </w:r>
            <w:r w:rsidR="00003640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project</w:t>
            </w:r>
            <w:r w:rsidR="00D26C4B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: </w:t>
            </w:r>
          </w:p>
          <w:p w:rsidR="00D26C4B" w:rsidRDefault="00D26C4B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DD7BD5">
              <w:rPr>
                <w:rFonts w:eastAsia="Times New Roman" w:cstheme="minorHAnsi"/>
                <w:sz w:val="20"/>
                <w:szCs w:val="20"/>
                <w:lang w:eastAsia="nl-NL"/>
              </w:rPr>
              <w:t>Afronden bewijsstuk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ken</w:t>
            </w:r>
            <w:r w:rsidRPr="00DD7BD5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m.b.v. controlelijst</w:t>
            </w:r>
          </w:p>
          <w:p w:rsidR="00D26C4B" w:rsidRDefault="00D26C4B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Bestanden met bewijsstukken juiste code/naam geven</w:t>
            </w:r>
          </w:p>
          <w:p w:rsidR="00D26C4B" w:rsidRPr="00DD7BD5" w:rsidRDefault="00D26C4B" w:rsidP="00831BE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AB3B2B">
              <w:rPr>
                <w:rFonts w:eastAsia="Times New Roman" w:cstheme="minorHAnsi"/>
                <w:sz w:val="20"/>
                <w:szCs w:val="20"/>
                <w:lang w:eastAsia="nl-NL"/>
              </w:rPr>
              <w:t>Inleveren bewijsstukken in NELO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op afgesproken moment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003640" w:rsidP="00831BE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Student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School</w:t>
            </w:r>
          </w:p>
        </w:tc>
      </w:tr>
      <w:tr w:rsidR="00D26C4B" w:rsidRPr="00DD7BD5" w:rsidTr="00831BEA">
        <w:trPr>
          <w:cantSplit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C4B" w:rsidRDefault="00D26C4B" w:rsidP="008A469D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Beoordelen bewijsstukken m.b.v. controlelijst</w:t>
            </w:r>
          </w:p>
          <w:p w:rsidR="00D26C4B" w:rsidRDefault="00D26C4B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Invullen resultaten in LBS</w:t>
            </w:r>
          </w:p>
          <w:p w:rsidR="00D26C4B" w:rsidRPr="00DD7BD5" w:rsidRDefault="00D26C4B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Terugkoppelen beoordeling  en indien nodig afspreken herkansing.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8A469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DD7BD5">
              <w:rPr>
                <w:rFonts w:eastAsia="Times New Roman" w:cstheme="minorHAnsi"/>
                <w:sz w:val="20"/>
                <w:szCs w:val="20"/>
                <w:lang w:eastAsia="nl-NL"/>
              </w:rPr>
              <w:t>Beoordelaar</w:t>
            </w:r>
            <w:r w:rsidR="00C64CCB">
              <w:rPr>
                <w:rFonts w:eastAsia="Times New Roman" w:cstheme="minorHAnsi"/>
                <w:sz w:val="20"/>
                <w:szCs w:val="20"/>
                <w:lang w:eastAsia="nl-NL"/>
              </w:rPr>
              <w:t>(s)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130" w:rsidRDefault="00D26C4B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School</w:t>
            </w:r>
            <w:r w:rsidR="00EA6130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 xml:space="preserve"> en BPV (BOL-</w:t>
            </w:r>
            <w:proofErr w:type="spellStart"/>
            <w:r w:rsidR="00EA6130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pts</w:t>
            </w:r>
            <w:proofErr w:type="spellEnd"/>
            <w:r w:rsidR="00EA6130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, BBL)</w:t>
            </w:r>
          </w:p>
          <w:p w:rsidR="00EA6130" w:rsidRDefault="00EA6130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School</w:t>
            </w:r>
          </w:p>
          <w:p w:rsidR="00D26C4B" w:rsidRPr="00DD7BD5" w:rsidRDefault="00EA6130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(BOL-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fts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)</w:t>
            </w:r>
            <w:r w:rsidR="00D26C4B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 xml:space="preserve"> </w:t>
            </w:r>
          </w:p>
        </w:tc>
      </w:tr>
    </w:tbl>
    <w:p w:rsidR="00C64CCB" w:rsidRDefault="00C64CCB" w:rsidP="00B7258B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78"/>
        <w:gridCol w:w="3119"/>
        <w:gridCol w:w="1559"/>
      </w:tblGrid>
      <w:tr w:rsidR="00DE692D" w:rsidRPr="00DE692D" w:rsidTr="00775B02">
        <w:trPr>
          <w:trHeight w:val="405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B2B" w:rsidRPr="00DE692D" w:rsidRDefault="00AB3B2B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</w:pPr>
          </w:p>
          <w:p w:rsidR="00775B02" w:rsidRPr="00DE692D" w:rsidRDefault="00B7258B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 xml:space="preserve">GO / NO GO </w:t>
            </w:r>
          </w:p>
          <w:p w:rsidR="00B7258B" w:rsidRPr="00DE692D" w:rsidRDefault="00B7258B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</w:pPr>
            <w:proofErr w:type="spellStart"/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>voor</w:t>
            </w:r>
            <w:proofErr w:type="spellEnd"/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 xml:space="preserve"> </w:t>
            </w:r>
            <w:proofErr w:type="spellStart"/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>uitvoering</w:t>
            </w:r>
            <w:proofErr w:type="spellEnd"/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 xml:space="preserve"> PAP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>/POP</w:t>
            </w:r>
          </w:p>
          <w:p w:rsidR="00B7258B" w:rsidRPr="00DE692D" w:rsidRDefault="00B7258B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Naam docent school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:</w:t>
            </w:r>
          </w:p>
          <w:p w:rsidR="00DE692D" w:rsidRPr="00DE692D" w:rsidRDefault="00DE692D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775B02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Handtekening</w:t>
            </w:r>
            <w:r w:rsidR="00B7258B"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:</w:t>
            </w:r>
          </w:p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Datum:</w:t>
            </w:r>
          </w:p>
        </w:tc>
      </w:tr>
      <w:tr w:rsidR="00DE692D" w:rsidRPr="00DE692D" w:rsidTr="00775B02">
        <w:trPr>
          <w:trHeight w:val="405"/>
        </w:trPr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2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Naam begeleider BPV</w:t>
            </w:r>
            <w:r w:rsidR="00EA6130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 xml:space="preserve"> (</w:t>
            </w:r>
            <w:proofErr w:type="spellStart"/>
            <w:r w:rsidR="00EA6130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nvt</w:t>
            </w:r>
            <w:proofErr w:type="spellEnd"/>
            <w:r w:rsidR="00EA6130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 xml:space="preserve"> in BOL-</w:t>
            </w:r>
            <w:proofErr w:type="spellStart"/>
            <w:r w:rsidR="00EA6130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fts</w:t>
            </w:r>
            <w:proofErr w:type="spellEnd"/>
            <w:r w:rsidR="00EA6130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)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775B02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Handtekening</w:t>
            </w:r>
            <w:r w:rsidR="00B7258B"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:</w:t>
            </w:r>
          </w:p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 xml:space="preserve">Datum: </w:t>
            </w:r>
          </w:p>
          <w:p w:rsidR="00AB3B2B" w:rsidRPr="00DE692D" w:rsidRDefault="00AB3B2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</w:tr>
    </w:tbl>
    <w:p w:rsidR="00C64CCB" w:rsidRDefault="00C64CCB" w:rsidP="00B7258B">
      <w:pPr>
        <w:spacing w:after="0" w:line="240" w:lineRule="auto"/>
        <w:rPr>
          <w:rFonts w:ascii="Calibri" w:eastAsia="Times New Roman" w:hAnsi="Calibri" w:cs="Calibri"/>
          <w:b/>
          <w:color w:val="808080"/>
          <w:sz w:val="24"/>
          <w:szCs w:val="24"/>
          <w:lang w:eastAsia="nl-NL"/>
        </w:rPr>
        <w:sectPr w:rsidR="00C64CCB" w:rsidSect="00AB3B2B">
          <w:pgSz w:w="16838" w:h="11906" w:orient="landscape" w:code="9"/>
          <w:pgMar w:top="851" w:right="851" w:bottom="851" w:left="851" w:header="709" w:footer="1418" w:gutter="0"/>
          <w:pgNumType w:start="1"/>
          <w:cols w:space="708"/>
          <w:titlePg/>
          <w:docGrid w:linePitch="360"/>
        </w:sectPr>
      </w:pPr>
    </w:p>
    <w:p w:rsidR="00B95720" w:rsidRDefault="00B95720"/>
    <w:sectPr w:rsidR="00B95720" w:rsidSect="00B725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A4A49"/>
    <w:multiLevelType w:val="hybridMultilevel"/>
    <w:tmpl w:val="A76A0D0C"/>
    <w:lvl w:ilvl="0" w:tplc="2F202E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58B"/>
    <w:rsid w:val="00003640"/>
    <w:rsid w:val="000F5087"/>
    <w:rsid w:val="00294822"/>
    <w:rsid w:val="00324174"/>
    <w:rsid w:val="003308A2"/>
    <w:rsid w:val="0037460A"/>
    <w:rsid w:val="003B11C0"/>
    <w:rsid w:val="003B2A04"/>
    <w:rsid w:val="003E3D27"/>
    <w:rsid w:val="0048370F"/>
    <w:rsid w:val="00487766"/>
    <w:rsid w:val="005062BF"/>
    <w:rsid w:val="005D655D"/>
    <w:rsid w:val="007705E8"/>
    <w:rsid w:val="00775B02"/>
    <w:rsid w:val="00831BEA"/>
    <w:rsid w:val="008A469D"/>
    <w:rsid w:val="00996A08"/>
    <w:rsid w:val="00AB3B2B"/>
    <w:rsid w:val="00AC0B1D"/>
    <w:rsid w:val="00B460D9"/>
    <w:rsid w:val="00B7258B"/>
    <w:rsid w:val="00B95720"/>
    <w:rsid w:val="00BA1207"/>
    <w:rsid w:val="00C442F2"/>
    <w:rsid w:val="00C63EA6"/>
    <w:rsid w:val="00C64CCB"/>
    <w:rsid w:val="00D20895"/>
    <w:rsid w:val="00D26C4B"/>
    <w:rsid w:val="00D85FB3"/>
    <w:rsid w:val="00DD7BD5"/>
    <w:rsid w:val="00DE692D"/>
    <w:rsid w:val="00E40647"/>
    <w:rsid w:val="00E529AE"/>
    <w:rsid w:val="00EA03A9"/>
    <w:rsid w:val="00EA6130"/>
    <w:rsid w:val="00EE4B20"/>
    <w:rsid w:val="00F2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25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25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60299756</Template>
  <TotalTime>26</TotalTime>
  <Pages>4</Pages>
  <Words>399</Words>
  <Characters>2584</Characters>
  <Application>Microsoft Office Word</Application>
  <DocSecurity>0</DocSecurity>
  <Lines>143</Lines>
  <Paragraphs>78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7</cp:revision>
  <dcterms:created xsi:type="dcterms:W3CDTF">2013-11-08T20:44:00Z</dcterms:created>
  <dcterms:modified xsi:type="dcterms:W3CDTF">2014-08-29T11:45:00Z</dcterms:modified>
</cp:coreProperties>
</file>