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  <w:gridCol w:w="1559"/>
        <w:gridCol w:w="1560"/>
        <w:gridCol w:w="1559"/>
      </w:tblGrid>
      <w:tr w:rsidR="00DE692D" w:rsidRPr="00DE692D" w:rsidTr="00DD7BD5"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3640" w:rsidRPr="00DE692D" w:rsidRDefault="00B7258B" w:rsidP="00003640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br w:type="page"/>
            </w:r>
            <w:r w:rsidRPr="00DE692D"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  <w:t>persoonlijk ACTIVITEITEN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  <w:t>- en ontwikkel</w:t>
            </w:r>
            <w:r w:rsidRPr="00DE692D"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  <w:t>plan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  <w:t xml:space="preserve"> </w:t>
            </w:r>
          </w:p>
        </w:tc>
      </w:tr>
      <w:tr w:rsidR="00C95F8F" w:rsidRPr="00C95F8F" w:rsidTr="00003640"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3640" w:rsidRPr="00C95F8F" w:rsidRDefault="00003640" w:rsidP="00E4064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aps/>
                <w:lang w:eastAsia="nl-NL"/>
              </w:rPr>
            </w:pPr>
            <w:r w:rsidRPr="00C95F8F">
              <w:rPr>
                <w:rFonts w:ascii="Calibri" w:eastAsia="Times New Roman" w:hAnsi="Calibri" w:cs="Times New Roman"/>
                <w:b/>
                <w:caps/>
                <w:lang w:eastAsia="nl-NL"/>
              </w:rPr>
              <w:t xml:space="preserve">Project </w:t>
            </w:r>
            <w:r w:rsidR="00E40647" w:rsidRPr="00C95F8F">
              <w:rPr>
                <w:rFonts w:ascii="Calibri" w:eastAsia="Times New Roman" w:hAnsi="Calibri" w:cs="Times New Roman"/>
                <w:b/>
                <w:caps/>
                <w:lang w:eastAsia="nl-NL"/>
              </w:rPr>
              <w:t>2</w:t>
            </w:r>
            <w:r w:rsidRPr="00C95F8F">
              <w:rPr>
                <w:rFonts w:ascii="Calibri" w:eastAsia="Times New Roman" w:hAnsi="Calibri" w:cs="Times New Roman"/>
                <w:b/>
                <w:caps/>
                <w:lang w:eastAsia="nl-NL"/>
              </w:rPr>
              <w:t xml:space="preserve"> – </w:t>
            </w:r>
            <w:r w:rsidR="00E40647" w:rsidRPr="00C95F8F">
              <w:rPr>
                <w:rFonts w:ascii="Calibri" w:eastAsia="Times New Roman" w:hAnsi="Calibri" w:cs="Times New Roman"/>
                <w:b/>
                <w:caps/>
                <w:lang w:eastAsia="nl-NL"/>
              </w:rPr>
              <w:t>BEVORDEREN VAN KWALITEITSZORG EN DESKUNDIGHEID VIA WERKSTUK &amp; WORKSHOP</w:t>
            </w:r>
          </w:p>
        </w:tc>
      </w:tr>
      <w:tr w:rsidR="00DE692D" w:rsidRPr="00DE692D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DE692D" w:rsidRDefault="00B7258B" w:rsidP="00003640">
            <w:pPr>
              <w:spacing w:after="0" w:line="36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lang w:eastAsia="nl-NL"/>
              </w:rPr>
              <w:t>Nummer en naam beroepsprestatie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BEA" w:rsidRDefault="00B7258B" w:rsidP="007705E8">
            <w:pPr>
              <w:spacing w:after="0" w:line="36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lang w:eastAsia="nl-NL"/>
              </w:rPr>
              <w:t>BP</w:t>
            </w:r>
            <w:r w:rsidR="007705E8">
              <w:rPr>
                <w:rFonts w:ascii="Calibri" w:eastAsia="Times New Roman" w:hAnsi="Calibri" w:cs="Times New Roman"/>
                <w:b/>
                <w:lang w:eastAsia="nl-NL"/>
              </w:rPr>
              <w:t>3</w:t>
            </w:r>
            <w:r w:rsidRPr="00DE692D">
              <w:rPr>
                <w:rFonts w:ascii="Calibri" w:eastAsia="Times New Roman" w:hAnsi="Calibri" w:cs="Times New Roman"/>
                <w:b/>
                <w:lang w:eastAsia="nl-NL"/>
              </w:rPr>
              <w:t>.</w:t>
            </w:r>
            <w:r w:rsidR="00E40647">
              <w:rPr>
                <w:rFonts w:ascii="Calibri" w:eastAsia="Times New Roman" w:hAnsi="Calibri" w:cs="Times New Roman"/>
                <w:b/>
                <w:lang w:eastAsia="nl-NL"/>
              </w:rPr>
              <w:t>3A/</w:t>
            </w:r>
            <w:r w:rsidR="007705E8">
              <w:rPr>
                <w:rFonts w:ascii="Calibri" w:eastAsia="Times New Roman" w:hAnsi="Calibri" w:cs="Times New Roman"/>
                <w:b/>
                <w:lang w:eastAsia="nl-NL"/>
              </w:rPr>
              <w:t>B/C</w:t>
            </w:r>
            <w:r w:rsidR="00831BEA">
              <w:rPr>
                <w:rFonts w:ascii="Calibri" w:eastAsia="Times New Roman" w:hAnsi="Calibri" w:cs="Times New Roman"/>
                <w:b/>
                <w:lang w:eastAsia="nl-NL"/>
              </w:rPr>
              <w:t xml:space="preserve"> –</w:t>
            </w:r>
            <w:r w:rsidR="00E40647">
              <w:rPr>
                <w:rFonts w:ascii="Calibri" w:eastAsia="Times New Roman" w:hAnsi="Calibri" w:cs="Times New Roman"/>
                <w:b/>
                <w:lang w:eastAsia="nl-NL"/>
              </w:rPr>
              <w:t>Participatie in kwaliteit van zorg (in de branche)</w:t>
            </w:r>
          </w:p>
          <w:p w:rsidR="00B7258B" w:rsidRPr="00DE692D" w:rsidRDefault="00831BEA" w:rsidP="00E40647">
            <w:pPr>
              <w:spacing w:after="0" w:line="36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lang w:eastAsia="nl-NL"/>
              </w:rPr>
              <w:t>BP</w:t>
            </w:r>
            <w:r w:rsidR="00E40647">
              <w:rPr>
                <w:rFonts w:ascii="Calibri" w:eastAsia="Times New Roman" w:hAnsi="Calibri" w:cs="Times New Roman"/>
                <w:b/>
                <w:lang w:eastAsia="nl-NL"/>
              </w:rPr>
              <w:t>3</w:t>
            </w:r>
            <w:r>
              <w:rPr>
                <w:rFonts w:ascii="Calibri" w:eastAsia="Times New Roman" w:hAnsi="Calibri" w:cs="Times New Roman"/>
                <w:b/>
                <w:lang w:eastAsia="nl-NL"/>
              </w:rPr>
              <w:t>.</w:t>
            </w:r>
            <w:r w:rsidR="00E40647">
              <w:rPr>
                <w:rFonts w:ascii="Calibri" w:eastAsia="Times New Roman" w:hAnsi="Calibri" w:cs="Times New Roman"/>
                <w:b/>
                <w:lang w:eastAsia="nl-NL"/>
              </w:rPr>
              <w:t>2</w:t>
            </w:r>
            <w:r>
              <w:rPr>
                <w:rFonts w:ascii="Calibri" w:eastAsia="Times New Roman" w:hAnsi="Calibri" w:cs="Times New Roman"/>
                <w:b/>
                <w:lang w:eastAsia="nl-NL"/>
              </w:rPr>
              <w:t xml:space="preserve">D – </w:t>
            </w:r>
            <w:r w:rsidR="00E40647">
              <w:rPr>
                <w:rFonts w:ascii="Calibri" w:eastAsia="Times New Roman" w:hAnsi="Calibri" w:cs="Times New Roman"/>
                <w:b/>
                <w:lang w:eastAsia="nl-NL"/>
              </w:rPr>
              <w:t>Vakkennis overdragen via workshop</w:t>
            </w:r>
          </w:p>
        </w:tc>
      </w:tr>
      <w:tr w:rsidR="00E40647" w:rsidRPr="00A7771B" w:rsidTr="00E40647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647" w:rsidRPr="00A7771B" w:rsidRDefault="00E40647" w:rsidP="00831BEA">
            <w:pPr>
              <w:spacing w:after="0" w:line="36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Nummer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 en naam </w:t>
            </w: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opdracht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en bewijsstuk </w:t>
            </w: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(zie ‘’de opdracht’’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 en ‘’het resultaat in </w:t>
            </w: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het faseboekje):</w:t>
            </w:r>
          </w:p>
          <w:p w:rsidR="00E40647" w:rsidRPr="00A7771B" w:rsidRDefault="00E40647" w:rsidP="00831BEA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</w:pPr>
          </w:p>
          <w:p w:rsidR="00E40647" w:rsidRDefault="00E40647" w:rsidP="00831BEA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BP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3</w:t>
            </w:r>
            <w:r w:rsidRPr="00DE692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.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3</w:t>
            </w:r>
            <w:r w:rsidRPr="00DE692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B: 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Samenvatting artikel ontwikkelingen en trends</w:t>
            </w:r>
          </w:p>
          <w:p w:rsidR="00E40647" w:rsidRDefault="00E40647" w:rsidP="00831BEA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BP3.3C: Werkstuk met onderzoeksresultaten van de kwaliteit van zorg en verbetervoorstel</w:t>
            </w:r>
          </w:p>
          <w:p w:rsidR="00E40647" w:rsidRPr="00A7771B" w:rsidRDefault="00E40647" w:rsidP="00831BEA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BP3</w:t>
            </w:r>
            <w:r w:rsidRPr="00DE692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.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2</w:t>
            </w:r>
            <w:r w:rsidRPr="00DE692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D: 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Vakkennis overdragen via workshop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647" w:rsidRPr="00A7771B" w:rsidRDefault="00E40647" w:rsidP="00831BEA">
            <w:pPr>
              <w:spacing w:after="0" w:line="36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Werkproces(sen)/competentie(s) die beoordeeld worden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 (zie controlelijst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w.b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. bewijstukken en A-lijst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w.b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. handelen)</w:t>
            </w: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:</w:t>
            </w:r>
          </w:p>
          <w:p w:rsidR="00E40647" w:rsidRDefault="00E40647" w:rsidP="00E40647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  <w:p w:rsidR="00E40647" w:rsidRPr="00831BEA" w:rsidRDefault="00E40647" w:rsidP="00E40647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 w:rsidRPr="00831BEA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WP1.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11</w:t>
            </w:r>
            <w:r w:rsidRPr="00831BEA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, 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Evalueert de zorgverlening</w:t>
            </w:r>
            <w:r w:rsidRPr="00831BEA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; </w:t>
            </w:r>
          </w:p>
          <w:p w:rsidR="00E40647" w:rsidRDefault="00E40647" w:rsidP="00E40647">
            <w:pPr>
              <w:spacing w:after="0" w:line="360" w:lineRule="auto"/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</w:pPr>
            <w:proofErr w:type="spellStart"/>
            <w:r w:rsidRPr="00831BEA"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>Comp</w:t>
            </w:r>
            <w:proofErr w:type="spellEnd"/>
            <w:r w:rsidRPr="00831BEA"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>.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 xml:space="preserve"> J</w:t>
            </w:r>
            <w:r w:rsidRPr="00831BEA"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 xml:space="preserve"> (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>formuleren en rapporteren), M (analyseren)</w:t>
            </w:r>
          </w:p>
          <w:p w:rsidR="00E40647" w:rsidRDefault="00E40647" w:rsidP="00831BEA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 w:rsidRPr="00A7771B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WP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2.1</w:t>
            </w:r>
            <w:r w:rsidRPr="00A7771B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, 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Werkt aan deskundigheidsbevordering en professionalisering van het beroep;</w:t>
            </w:r>
          </w:p>
          <w:p w:rsidR="00E40647" w:rsidRPr="00E40647" w:rsidRDefault="00E40647" w:rsidP="00831BEA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</w:pPr>
            <w:proofErr w:type="spellStart"/>
            <w:r w:rsidRPr="00E40647"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  <w:t>Comp</w:t>
            </w:r>
            <w:proofErr w:type="spellEnd"/>
            <w:r w:rsidRPr="00E40647"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  <w:t>.</w:t>
            </w:r>
            <w:r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  <w:t xml:space="preserve"> K</w:t>
            </w:r>
            <w:r w:rsidRPr="00E40647"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  <w:t xml:space="preserve"> (</w:t>
            </w:r>
            <w:r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  <w:t>vakdeskundigheid toepassen</w:t>
            </w:r>
            <w:r w:rsidRPr="00E40647"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  <w:t>)</w:t>
            </w:r>
            <w:r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  <w:t xml:space="preserve">;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>T</w:t>
            </w:r>
            <w:r w:rsidRPr="00831BEA"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 xml:space="preserve"> (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>instructies en procedures opvolgen)</w:t>
            </w:r>
          </w:p>
          <w:p w:rsidR="00E40647" w:rsidRPr="00831BEA" w:rsidRDefault="00E40647" w:rsidP="00E40647">
            <w:pPr>
              <w:spacing w:after="0" w:line="360" w:lineRule="auto"/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</w:pPr>
          </w:p>
        </w:tc>
      </w:tr>
      <w:tr w:rsidR="00B7258B" w:rsidRPr="001E20D7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1E20D7" w:rsidRDefault="00B7258B" w:rsidP="00DD7BD5">
            <w:pPr>
              <w:spacing w:after="0" w:line="36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1E20D7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Persoonlijk leerdoel waaraan ik ga werken tijdens deze beroepsprestatie</w:t>
            </w:r>
            <w:r w:rsidR="00E40647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s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 (POP)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1E20D7" w:rsidRDefault="00B7258B" w:rsidP="00DD7BD5">
            <w:pPr>
              <w:spacing w:after="0" w:line="360" w:lineRule="auto"/>
              <w:ind w:left="36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B7258B" w:rsidRPr="001E20D7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1E20D7" w:rsidRDefault="00B7258B" w:rsidP="00DD7BD5">
            <w:pPr>
              <w:spacing w:after="0" w:line="36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Uiterste inleverdatum bewijsstukken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1E20D7" w:rsidRDefault="00B7258B" w:rsidP="00DD7BD5">
            <w:pPr>
              <w:spacing w:after="0" w:line="360" w:lineRule="auto"/>
              <w:ind w:left="36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E692D" w:rsidRPr="00DE692D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  <w:t>WAT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Activiteiten/taken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  <w:t>WELKE WIJZE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Hoe en waarmee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  <w:t>WIE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Taakverdeling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20"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  <w:t>WANNEER</w:t>
            </w:r>
            <w:r w:rsidRPr="00DE692D">
              <w:rPr>
                <w:rFonts w:ascii="Calibri" w:eastAsia="Times New Roman" w:hAnsi="Calibri" w:cs="Times New Roman"/>
                <w:b/>
                <w:sz w:val="20"/>
                <w:szCs w:val="24"/>
                <w:lang w:eastAsia="nl-NL"/>
              </w:rPr>
              <w:t xml:space="preserve"> 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Week/Datum/ Tijdsinvestering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20"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20"/>
                <w:szCs w:val="24"/>
                <w:lang w:eastAsia="nl-NL"/>
              </w:rPr>
              <w:t>WAAR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Op school, in de BPV of elders</w:t>
            </w:r>
          </w:p>
        </w:tc>
      </w:tr>
      <w:tr w:rsidR="00B7258B" w:rsidRPr="00DD7BD5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Oriënteren en plannen:</w:t>
            </w:r>
          </w:p>
          <w:p w:rsidR="008A469D" w:rsidRPr="00DD7BD5" w:rsidRDefault="00003640" w:rsidP="00B7258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Project </w:t>
            </w:r>
            <w:r w:rsidR="00E40647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2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en BP</w:t>
            </w:r>
            <w:r w:rsidR="008A469D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lezen</w:t>
            </w:r>
          </w:p>
          <w:p w:rsidR="00B7258B" w:rsidRPr="00DD7BD5" w:rsidRDefault="008A469D" w:rsidP="00B7258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C</w:t>
            </w:r>
            <w:r w:rsidR="00DD7BD5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ontrolelijst</w:t>
            </w:r>
            <w:r w:rsidR="00B7258B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lezen</w:t>
            </w:r>
          </w:p>
          <w:p w:rsidR="00DE692D" w:rsidRDefault="00DE692D" w:rsidP="00B7258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PAP lezen en afmaken </w:t>
            </w:r>
          </w:p>
          <w:p w:rsidR="008A469D" w:rsidRPr="00DD7BD5" w:rsidRDefault="008A469D" w:rsidP="00B7258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Persoonlijk leerdoel kiezen en opnemen</w:t>
            </w:r>
          </w:p>
          <w:p w:rsidR="008A469D" w:rsidRPr="00DD7BD5" w:rsidRDefault="00B7258B" w:rsidP="008A469D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Opdracht</w:t>
            </w:r>
            <w:r w:rsidR="00D26C4B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en</w:t>
            </w:r>
            <w:r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en PAP bespreken met </w:t>
            </w:r>
            <w:r w:rsidR="008A469D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</w:t>
            </w:r>
            <w:r w:rsidR="00DD7BD5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begeleider</w:t>
            </w:r>
            <w:r w:rsidR="00D26C4B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s</w:t>
            </w:r>
          </w:p>
          <w:p w:rsidR="00B7258B" w:rsidRPr="005F2B83" w:rsidRDefault="00C64CCB" w:rsidP="005F2B83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Onderwerp kiezen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8B" w:rsidRPr="00DD7BD5" w:rsidRDefault="00B7258B" w:rsidP="00003640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D7BD5" w:rsidRDefault="00DE692D" w:rsidP="008A469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DD7BD5" w:rsidRDefault="00B7258B" w:rsidP="00D26C4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5F2B83" w:rsidRPr="005F2B83" w:rsidTr="005F2B83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83" w:rsidRPr="005F2B83" w:rsidRDefault="00C64CCB" w:rsidP="005F2B8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>
              <w:br w:type="page"/>
            </w:r>
            <w:r w:rsidR="005F2B83" w:rsidRPr="005F2B83">
              <w:rPr>
                <w:b/>
                <w:sz w:val="20"/>
                <w:szCs w:val="20"/>
              </w:rPr>
              <w:br w:type="page"/>
              <w:t xml:space="preserve">BP3.3B: </w:t>
            </w:r>
            <w:r w:rsidR="005F2B83" w:rsidRPr="005F2B83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Samenvatten artikel o</w:t>
            </w:r>
            <w:r w:rsidR="005F2B83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ntwikkelingen en trends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83" w:rsidRPr="005F2B83" w:rsidRDefault="005F2B83" w:rsidP="005F2B83">
            <w:pPr>
              <w:widowControl w:val="0"/>
              <w:spacing w:after="0" w:line="240" w:lineRule="auto"/>
              <w:ind w:left="360"/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B83" w:rsidRPr="005F2B83" w:rsidRDefault="005F2B83" w:rsidP="005F2B8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B83" w:rsidRPr="005F2B83" w:rsidRDefault="005F2B83" w:rsidP="005F2B8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B83" w:rsidRPr="005F2B83" w:rsidRDefault="005F2B83" w:rsidP="005F2B8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5F2B83" w:rsidRPr="005F2B83" w:rsidTr="005F2B83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83" w:rsidRPr="005F2B83" w:rsidRDefault="005F2B83" w:rsidP="005F2B8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F2B83">
              <w:rPr>
                <w:b/>
                <w:sz w:val="20"/>
                <w:szCs w:val="20"/>
              </w:rPr>
              <w:t>Uitvoeren:</w:t>
            </w:r>
          </w:p>
          <w:p w:rsidR="005F2B83" w:rsidRPr="005F2B83" w:rsidRDefault="005F2B83" w:rsidP="005F2B83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Theme="minorHAnsi"/>
                <w:sz w:val="20"/>
                <w:szCs w:val="20"/>
              </w:rPr>
            </w:pPr>
            <w:r w:rsidRPr="005F2B83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5F2B83" w:rsidRPr="005F2B83" w:rsidRDefault="005F2B83" w:rsidP="005F2B83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Theme="minorHAnsi"/>
                <w:sz w:val="20"/>
                <w:szCs w:val="20"/>
              </w:rPr>
            </w:pPr>
            <w:r w:rsidRPr="005F2B83">
              <w:rPr>
                <w:rFonts w:eastAsiaTheme="minorHAnsi"/>
                <w:sz w:val="20"/>
                <w:szCs w:val="20"/>
              </w:rPr>
              <w:t xml:space="preserve">  </w:t>
            </w:r>
          </w:p>
          <w:p w:rsidR="005F2B83" w:rsidRPr="005F2B83" w:rsidRDefault="005F2B83" w:rsidP="005F2B83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83" w:rsidRPr="005F2B83" w:rsidRDefault="005F2B83" w:rsidP="005F2B83">
            <w:pPr>
              <w:widowControl w:val="0"/>
              <w:spacing w:after="0" w:line="240" w:lineRule="auto"/>
              <w:ind w:left="360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B83" w:rsidRPr="005F2B83" w:rsidRDefault="005F2B83" w:rsidP="005F2B8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B83" w:rsidRPr="005F2B83" w:rsidRDefault="005F2B83" w:rsidP="005F2B8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B83" w:rsidRPr="005F2B83" w:rsidRDefault="005F2B83" w:rsidP="005F2B8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5F2B83" w:rsidRPr="005F2B83" w:rsidTr="005F2B83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83" w:rsidRPr="005F2B83" w:rsidRDefault="005F2B83" w:rsidP="005F2B8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F2B83">
              <w:rPr>
                <w:b/>
                <w:sz w:val="20"/>
                <w:szCs w:val="20"/>
              </w:rPr>
              <w:t xml:space="preserve">Controleren en reflecteren: </w:t>
            </w:r>
          </w:p>
          <w:p w:rsidR="005F2B83" w:rsidRPr="005F2B83" w:rsidRDefault="005F2B83" w:rsidP="005F2B83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Theme="minorHAnsi"/>
                <w:sz w:val="20"/>
                <w:szCs w:val="20"/>
              </w:rPr>
            </w:pPr>
            <w:r w:rsidRPr="005F2B83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5F2B83" w:rsidRPr="005F2B83" w:rsidRDefault="005F2B83" w:rsidP="005F2B83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Theme="minorHAnsi"/>
                <w:sz w:val="20"/>
                <w:szCs w:val="20"/>
              </w:rPr>
            </w:pPr>
            <w:r w:rsidRPr="005F2B83">
              <w:rPr>
                <w:rFonts w:eastAsiaTheme="minorHAnsi"/>
                <w:sz w:val="20"/>
                <w:szCs w:val="20"/>
              </w:rPr>
              <w:t xml:space="preserve">  </w:t>
            </w:r>
          </w:p>
          <w:p w:rsidR="005F2B83" w:rsidRPr="005F2B83" w:rsidRDefault="005F2B83" w:rsidP="005F2B83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Theme="minorHAnsi"/>
                <w:sz w:val="20"/>
                <w:szCs w:val="20"/>
              </w:rPr>
            </w:pPr>
            <w:r w:rsidRPr="005F2B83">
              <w:rPr>
                <w:rFonts w:eastAsiaTheme="minorHAnsi"/>
                <w:sz w:val="20"/>
                <w:szCs w:val="20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83" w:rsidRPr="005F2B83" w:rsidRDefault="005F2B83" w:rsidP="005F2B83">
            <w:pPr>
              <w:widowControl w:val="0"/>
              <w:spacing w:after="0" w:line="240" w:lineRule="auto"/>
              <w:ind w:left="360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B83" w:rsidRPr="005F2B83" w:rsidRDefault="005F2B83" w:rsidP="005F2B8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B83" w:rsidRPr="005F2B83" w:rsidRDefault="005F2B83" w:rsidP="005F2B8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B83" w:rsidRPr="005F2B83" w:rsidRDefault="005F2B83" w:rsidP="005F2B8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E692D" w:rsidRPr="00DD7BD5" w:rsidTr="00831BEA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92D" w:rsidRPr="00D26C4B" w:rsidRDefault="00DE692D" w:rsidP="00C64CC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>
              <w:lastRenderedPageBreak/>
              <w:br w:type="page"/>
            </w:r>
            <w:r w:rsidRPr="00D26C4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BP</w:t>
            </w:r>
            <w:r w:rsidR="00003640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3</w:t>
            </w:r>
            <w:r w:rsidRPr="00D26C4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.</w:t>
            </w:r>
            <w:r w:rsidR="00C64CC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3C</w:t>
            </w:r>
            <w:r w:rsidRPr="00D26C4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: </w:t>
            </w:r>
            <w:r w:rsidR="00C64CC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Werkstuk incl. onderzoek en verbetervoorstel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2D" w:rsidRPr="00DE692D" w:rsidRDefault="00DE692D" w:rsidP="00DE692D">
            <w:pPr>
              <w:widowControl w:val="0"/>
              <w:spacing w:after="0" w:line="240" w:lineRule="auto"/>
              <w:ind w:left="360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D7BD5" w:rsidRDefault="00DE692D" w:rsidP="00DD7BD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D7BD5" w:rsidRDefault="00DE692D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D7BD5" w:rsidRDefault="00DE692D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E692D" w:rsidRPr="00DD7BD5" w:rsidTr="00831BEA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92D" w:rsidRPr="00DE692D" w:rsidRDefault="00DE692D" w:rsidP="00DE692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Uitvoeren:</w:t>
            </w:r>
          </w:p>
          <w:p w:rsidR="00DE692D" w:rsidRDefault="00DE692D" w:rsidP="00DE692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  <w:t xml:space="preserve"> </w:t>
            </w:r>
            <w:r w:rsidR="005F2B83">
              <w:rPr>
                <w:rFonts w:ascii="Calibri" w:hAnsi="Calibri" w:cs="Times New Roman"/>
                <w:sz w:val="20"/>
                <w:szCs w:val="20"/>
                <w:lang w:eastAsia="nl-NL"/>
              </w:rPr>
              <w:t>Vraagstelling en doelstelling formuleren</w:t>
            </w:r>
          </w:p>
          <w:p w:rsidR="00DE692D" w:rsidRDefault="00DE692D" w:rsidP="00DE692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  <w:t xml:space="preserve">  </w:t>
            </w:r>
          </w:p>
          <w:p w:rsidR="00DE692D" w:rsidRPr="00C64CCB" w:rsidRDefault="00DE692D" w:rsidP="00DD7BD5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BF" w:rsidRPr="00DE692D" w:rsidRDefault="005062BF" w:rsidP="005062BF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D7BD5" w:rsidRDefault="00DE692D" w:rsidP="00DD7BD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D7BD5" w:rsidRDefault="00DE692D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D7BD5" w:rsidRDefault="00DE692D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26C4B" w:rsidRPr="00DD7BD5" w:rsidTr="00831BEA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C4B" w:rsidRPr="00DE692D" w:rsidRDefault="00D26C4B" w:rsidP="00831BEA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Controleren en reflecteren: </w:t>
            </w:r>
          </w:p>
          <w:p w:rsidR="00D26C4B" w:rsidRDefault="00DE692D" w:rsidP="00DE692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 xml:space="preserve"> </w:t>
            </w:r>
          </w:p>
          <w:p w:rsidR="00DE692D" w:rsidRDefault="00DE692D" w:rsidP="00DE692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 xml:space="preserve">  </w:t>
            </w:r>
          </w:p>
          <w:p w:rsidR="00DE692D" w:rsidRPr="00C64CCB" w:rsidRDefault="00DE692D" w:rsidP="00C64CC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C4B" w:rsidRPr="00DE692D" w:rsidRDefault="00D26C4B" w:rsidP="005062BF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E692D" w:rsidRPr="00DE692D" w:rsidTr="00DE692D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2D" w:rsidRPr="00DE692D" w:rsidRDefault="00C64CCB" w:rsidP="00C64CCB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BP3</w:t>
            </w:r>
            <w:r w:rsidR="00DE692D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.</w:t>
            </w:r>
            <w:r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2D</w:t>
            </w:r>
            <w:r w:rsidR="00DE692D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: </w:t>
            </w:r>
            <w:r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Workshop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2D" w:rsidRPr="00DE692D" w:rsidRDefault="00DE692D" w:rsidP="00831BEA">
            <w:pPr>
              <w:widowControl w:val="0"/>
              <w:spacing w:after="0" w:line="240" w:lineRule="auto"/>
              <w:ind w:left="360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E692D" w:rsidRDefault="00DE692D" w:rsidP="00831BE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E692D" w:rsidRDefault="00DE692D" w:rsidP="00831BEA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E692D" w:rsidRDefault="00DE692D" w:rsidP="00831BEA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E692D" w:rsidRPr="00DE692D" w:rsidTr="00DE692D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2D" w:rsidRPr="00DE692D" w:rsidRDefault="00DE692D" w:rsidP="00831BEA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Uitvoeren:</w:t>
            </w:r>
          </w:p>
          <w:p w:rsidR="00DE692D" w:rsidRPr="00DE692D" w:rsidRDefault="00DE692D" w:rsidP="00831BE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DE692D" w:rsidRPr="00DE692D" w:rsidRDefault="00DE692D" w:rsidP="00831BE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  <w:p w:rsidR="00DE692D" w:rsidRPr="00C64CCB" w:rsidRDefault="00DE692D" w:rsidP="00C64CC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2D" w:rsidRPr="00DE692D" w:rsidRDefault="00DE692D" w:rsidP="005062BF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E692D" w:rsidRDefault="00DE692D" w:rsidP="00831BE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E692D" w:rsidRDefault="00DE692D" w:rsidP="00831BEA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E692D" w:rsidRDefault="00DE692D" w:rsidP="00831BEA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E692D" w:rsidRPr="00DE692D" w:rsidTr="00DE692D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2D" w:rsidRPr="00DE692D" w:rsidRDefault="00DE692D" w:rsidP="00831BEA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Controleren en reflecteren: </w:t>
            </w:r>
          </w:p>
          <w:p w:rsidR="00DE692D" w:rsidRPr="00DE692D" w:rsidRDefault="00DE692D" w:rsidP="00831BE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DE692D" w:rsidRPr="00DE692D" w:rsidRDefault="00DE692D" w:rsidP="00831BE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  <w:p w:rsidR="00DE692D" w:rsidRPr="00C64CCB" w:rsidRDefault="00DE692D" w:rsidP="00C64CC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2D" w:rsidRPr="00DE692D" w:rsidRDefault="00DE692D" w:rsidP="00831BEA">
            <w:pPr>
              <w:widowControl w:val="0"/>
              <w:spacing w:after="0" w:line="240" w:lineRule="auto"/>
              <w:ind w:left="360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E692D" w:rsidRDefault="00DE692D" w:rsidP="00831BE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E692D" w:rsidRDefault="00DE692D" w:rsidP="00831BEA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E692D" w:rsidRDefault="00DE692D" w:rsidP="00831BEA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26C4B" w:rsidRPr="00DD7BD5" w:rsidTr="00831BEA">
        <w:trPr>
          <w:cantSplit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C4B" w:rsidRPr="00DE692D" w:rsidRDefault="00DE692D" w:rsidP="00AB3B2B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>
              <w:br w:type="page"/>
            </w:r>
            <w:r w:rsidR="00D26C4B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Controleren en reflecteren </w:t>
            </w: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m.b.t.</w:t>
            </w:r>
            <w:r w:rsidR="00D26C4B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 </w:t>
            </w:r>
            <w:r w:rsidR="00003640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het</w:t>
            </w:r>
            <w:r w:rsidR="00D26C4B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 gehele </w:t>
            </w:r>
            <w:r w:rsidR="00003640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project</w:t>
            </w:r>
            <w:r w:rsidR="00D26C4B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: </w:t>
            </w:r>
          </w:p>
          <w:p w:rsidR="00D26C4B" w:rsidRDefault="00D26C4B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DD7BD5">
              <w:rPr>
                <w:rFonts w:eastAsia="Times New Roman" w:cstheme="minorHAnsi"/>
                <w:sz w:val="20"/>
                <w:szCs w:val="20"/>
                <w:lang w:eastAsia="nl-NL"/>
              </w:rPr>
              <w:t>Afronden bewijsstuk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ken</w:t>
            </w:r>
            <w:r w:rsidRPr="00DD7BD5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m.b.v. controlelijst</w:t>
            </w:r>
          </w:p>
          <w:p w:rsidR="00D26C4B" w:rsidRDefault="00D26C4B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Bestanden met bewijsstukken juiste code/naam geven</w:t>
            </w:r>
          </w:p>
          <w:p w:rsidR="00D26C4B" w:rsidRPr="00DD7BD5" w:rsidRDefault="00D26C4B" w:rsidP="00831BE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AB3B2B">
              <w:rPr>
                <w:rFonts w:eastAsia="Times New Roman" w:cstheme="minorHAnsi"/>
                <w:sz w:val="20"/>
                <w:szCs w:val="20"/>
                <w:lang w:eastAsia="nl-NL"/>
              </w:rPr>
              <w:t>Inleveren bewijsstukken in NELO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op afgesproken moment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003640" w:rsidP="00831BE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Student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School</w:t>
            </w:r>
          </w:p>
        </w:tc>
      </w:tr>
      <w:tr w:rsidR="00D26C4B" w:rsidRPr="00DD7BD5" w:rsidTr="00831BEA">
        <w:trPr>
          <w:cantSplit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C4B" w:rsidRDefault="00D26C4B" w:rsidP="008A469D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Beoordelen bewijsstukken m.b.v. controlelijst</w:t>
            </w:r>
          </w:p>
          <w:p w:rsidR="00D26C4B" w:rsidRDefault="005F2B83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Bespreken, i</w:t>
            </w:r>
            <w:r w:rsidR="00D26C4B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nvullen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en ondertekenen </w:t>
            </w:r>
            <w:r w:rsidR="00D26C4B">
              <w:rPr>
                <w:rFonts w:eastAsia="Times New Roman" w:cstheme="minorHAnsi"/>
                <w:sz w:val="20"/>
                <w:szCs w:val="20"/>
                <w:lang w:eastAsia="nl-NL"/>
              </w:rPr>
              <w:t>A-lijst</w:t>
            </w:r>
            <w:r w:rsidR="00DE692D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  <w:r w:rsidR="00C64CCB">
              <w:rPr>
                <w:rFonts w:eastAsia="Times New Roman" w:cstheme="minorHAnsi"/>
                <w:sz w:val="20"/>
                <w:szCs w:val="20"/>
                <w:lang w:eastAsia="nl-NL"/>
              </w:rPr>
              <w:t>BP3</w:t>
            </w:r>
            <w:r w:rsidR="00003640">
              <w:rPr>
                <w:rFonts w:eastAsia="Times New Roman" w:cstheme="minorHAnsi"/>
                <w:sz w:val="20"/>
                <w:szCs w:val="20"/>
                <w:lang w:eastAsia="nl-NL"/>
              </w:rPr>
              <w:t>.</w:t>
            </w:r>
            <w:r w:rsidR="00C64CCB">
              <w:rPr>
                <w:rFonts w:eastAsia="Times New Roman" w:cstheme="minorHAnsi"/>
                <w:sz w:val="20"/>
                <w:szCs w:val="20"/>
                <w:lang w:eastAsia="nl-NL"/>
              </w:rPr>
              <w:t>3</w:t>
            </w:r>
          </w:p>
          <w:p w:rsidR="00D26C4B" w:rsidRDefault="00D26C4B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Invullen resultaten in LBS</w:t>
            </w:r>
          </w:p>
          <w:p w:rsidR="00D26C4B" w:rsidRPr="00DD7BD5" w:rsidRDefault="00D26C4B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Terugkoppelen beoordeling  en indien nodig afspreken herkansing.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8A469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DD7BD5">
              <w:rPr>
                <w:rFonts w:eastAsia="Times New Roman" w:cstheme="minorHAnsi"/>
                <w:sz w:val="20"/>
                <w:szCs w:val="20"/>
                <w:lang w:eastAsia="nl-NL"/>
              </w:rPr>
              <w:t>Beoordelaar</w:t>
            </w:r>
            <w:r w:rsidR="00C64CCB">
              <w:rPr>
                <w:rFonts w:eastAsia="Times New Roman" w:cstheme="minorHAnsi"/>
                <w:sz w:val="20"/>
                <w:szCs w:val="20"/>
                <w:lang w:eastAsia="nl-NL"/>
              </w:rPr>
              <w:t>(s)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2B83" w:rsidRDefault="00D26C4B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School</w:t>
            </w:r>
            <w:r w:rsidR="005F2B83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 xml:space="preserve"> en BPV (BOL-</w:t>
            </w:r>
            <w:proofErr w:type="spellStart"/>
            <w:r w:rsidR="005F2B83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pts</w:t>
            </w:r>
            <w:proofErr w:type="spellEnd"/>
            <w:r w:rsidR="005F2B83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, BBL)</w:t>
            </w:r>
          </w:p>
          <w:p w:rsidR="005F2B83" w:rsidRDefault="005F2B83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School</w:t>
            </w:r>
          </w:p>
          <w:p w:rsidR="00D26C4B" w:rsidRPr="00DD7BD5" w:rsidRDefault="005F2B83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(BOL-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fts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)</w:t>
            </w:r>
            <w:r w:rsidR="00D26C4B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 xml:space="preserve"> </w:t>
            </w:r>
          </w:p>
        </w:tc>
      </w:tr>
    </w:tbl>
    <w:p w:rsidR="00B7258B" w:rsidRDefault="00B7258B" w:rsidP="00B7258B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5F2B83" w:rsidRPr="00DD7BD5" w:rsidRDefault="005F2B83" w:rsidP="00B7258B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78"/>
        <w:gridCol w:w="3119"/>
        <w:gridCol w:w="1559"/>
      </w:tblGrid>
      <w:tr w:rsidR="00DE692D" w:rsidRPr="00DE692D" w:rsidTr="00775B02">
        <w:trPr>
          <w:trHeight w:val="405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B2B" w:rsidRPr="00DE692D" w:rsidRDefault="00AB3B2B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</w:pPr>
          </w:p>
          <w:p w:rsidR="00775B02" w:rsidRPr="00DE692D" w:rsidRDefault="00B7258B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 xml:space="preserve">GO / NO GO </w:t>
            </w:r>
          </w:p>
          <w:p w:rsidR="00B7258B" w:rsidRPr="00DE692D" w:rsidRDefault="00B7258B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</w:pPr>
            <w:proofErr w:type="spellStart"/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>voor</w:t>
            </w:r>
            <w:proofErr w:type="spellEnd"/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 xml:space="preserve"> </w:t>
            </w:r>
            <w:proofErr w:type="spellStart"/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>uitvoering</w:t>
            </w:r>
            <w:proofErr w:type="spellEnd"/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 xml:space="preserve"> PAP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>/POP</w:t>
            </w:r>
          </w:p>
          <w:p w:rsidR="00B7258B" w:rsidRPr="00DE692D" w:rsidRDefault="00B7258B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Naam docent school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:</w:t>
            </w:r>
          </w:p>
          <w:p w:rsidR="00DE692D" w:rsidRPr="00DE692D" w:rsidRDefault="00DE692D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775B02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Handtekening</w:t>
            </w:r>
            <w:r w:rsidR="00B7258B"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:</w:t>
            </w:r>
          </w:p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Datum:</w:t>
            </w:r>
          </w:p>
        </w:tc>
      </w:tr>
      <w:tr w:rsidR="00DE692D" w:rsidRPr="00DE692D" w:rsidTr="00775B02">
        <w:trPr>
          <w:trHeight w:val="405"/>
        </w:trPr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2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Naam begeleider BPV</w:t>
            </w:r>
            <w:r w:rsidR="007C7931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 xml:space="preserve"> (</w:t>
            </w:r>
            <w:proofErr w:type="spellStart"/>
            <w:r w:rsidR="007C7931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nvt</w:t>
            </w:r>
            <w:proofErr w:type="spellEnd"/>
            <w:r w:rsidR="007C7931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 xml:space="preserve"> in BOL-</w:t>
            </w:r>
            <w:proofErr w:type="spellStart"/>
            <w:r w:rsidR="007C7931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fts</w:t>
            </w:r>
            <w:proofErr w:type="spellEnd"/>
            <w:r w:rsidR="007C7931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)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775B02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Handtekening</w:t>
            </w:r>
            <w:r w:rsidR="00B7258B"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:</w:t>
            </w:r>
          </w:p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 xml:space="preserve">Datum: </w:t>
            </w:r>
          </w:p>
          <w:p w:rsidR="00AB3B2B" w:rsidRPr="00DE692D" w:rsidRDefault="00AB3B2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</w:tr>
    </w:tbl>
    <w:p w:rsidR="00C64CCB" w:rsidRDefault="00C64CCB" w:rsidP="00B7258B">
      <w:pPr>
        <w:spacing w:after="0" w:line="240" w:lineRule="auto"/>
        <w:rPr>
          <w:rFonts w:ascii="Calibri" w:eastAsia="Times New Roman" w:hAnsi="Calibri" w:cs="Calibri"/>
          <w:b/>
          <w:color w:val="808080"/>
          <w:sz w:val="24"/>
          <w:szCs w:val="24"/>
          <w:lang w:eastAsia="nl-NL"/>
        </w:rPr>
        <w:sectPr w:rsidR="00C64CCB" w:rsidSect="00AB3B2B">
          <w:pgSz w:w="16838" w:h="11906" w:orient="landscape" w:code="9"/>
          <w:pgMar w:top="851" w:right="851" w:bottom="851" w:left="851" w:header="709" w:footer="1418" w:gutter="0"/>
          <w:pgNumType w:start="1"/>
          <w:cols w:space="708"/>
          <w:titlePg/>
          <w:docGrid w:linePitch="360"/>
        </w:sectPr>
      </w:pPr>
    </w:p>
    <w:p w:rsidR="00B95720" w:rsidRDefault="00B95720">
      <w:bookmarkStart w:id="0" w:name="_GoBack"/>
      <w:bookmarkEnd w:id="0"/>
    </w:p>
    <w:sectPr w:rsidR="00B95720" w:rsidSect="00B725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A4A49"/>
    <w:multiLevelType w:val="hybridMultilevel"/>
    <w:tmpl w:val="A76A0D0C"/>
    <w:lvl w:ilvl="0" w:tplc="2F202E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58B"/>
    <w:rsid w:val="00003640"/>
    <w:rsid w:val="000F5087"/>
    <w:rsid w:val="00294822"/>
    <w:rsid w:val="003308A2"/>
    <w:rsid w:val="0037460A"/>
    <w:rsid w:val="003B11C0"/>
    <w:rsid w:val="003E3D27"/>
    <w:rsid w:val="0048370F"/>
    <w:rsid w:val="00487766"/>
    <w:rsid w:val="005062BF"/>
    <w:rsid w:val="005F2B83"/>
    <w:rsid w:val="007705E8"/>
    <w:rsid w:val="00775B02"/>
    <w:rsid w:val="007C7931"/>
    <w:rsid w:val="00831BEA"/>
    <w:rsid w:val="008A469D"/>
    <w:rsid w:val="00AB3B2B"/>
    <w:rsid w:val="00AC0B1D"/>
    <w:rsid w:val="00B460D9"/>
    <w:rsid w:val="00B7258B"/>
    <w:rsid w:val="00B95720"/>
    <w:rsid w:val="00C63EA6"/>
    <w:rsid w:val="00C64CCB"/>
    <w:rsid w:val="00C95F8F"/>
    <w:rsid w:val="00D20895"/>
    <w:rsid w:val="00D26C4B"/>
    <w:rsid w:val="00D85FB3"/>
    <w:rsid w:val="00DD7BD5"/>
    <w:rsid w:val="00DE692D"/>
    <w:rsid w:val="00E40647"/>
    <w:rsid w:val="00EA03A9"/>
    <w:rsid w:val="00EE4B20"/>
    <w:rsid w:val="00F2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25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25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60299756</Template>
  <TotalTime>19</TotalTime>
  <Pages>3</Pages>
  <Words>317</Words>
  <Characters>2056</Characters>
  <Application>Microsoft Office Word</Application>
  <DocSecurity>0</DocSecurity>
  <Lines>114</Lines>
  <Paragraphs>62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5</cp:revision>
  <dcterms:created xsi:type="dcterms:W3CDTF">2013-10-17T10:34:00Z</dcterms:created>
  <dcterms:modified xsi:type="dcterms:W3CDTF">2014-08-29T11:43:00Z</dcterms:modified>
</cp:coreProperties>
</file>