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DF7" w:rsidRPr="00995DF7" w:rsidRDefault="00995DF7" w:rsidP="00995DF7">
      <w:pPr>
        <w:spacing w:after="0" w:line="240" w:lineRule="auto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995DF7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995DF7" w:rsidRPr="00995DF7" w:rsidRDefault="00995DF7" w:rsidP="00995DF7">
      <w:pPr>
        <w:widowControl w:val="0"/>
        <w:spacing w:after="0" w:line="240" w:lineRule="auto"/>
        <w:rPr>
          <w:rFonts w:ascii="Arial" w:eastAsia="Times New Roman" w:hAnsi="Arial" w:cs="Times New Roman"/>
          <w:sz w:val="20"/>
          <w:szCs w:val="20"/>
          <w:lang w:eastAsia="nl-NL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995DF7" w:rsidRPr="00995DF7" w:rsidTr="005C699B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995DF7" w:rsidRPr="00995DF7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 xml:space="preserve">HELPEND </w:t>
            </w:r>
            <w:r w:rsidR="00995DF7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GESPREK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:rsidR="00995DF7" w:rsidRPr="00995DF7" w:rsidRDefault="00995DF7" w:rsidP="00995DF7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995DF7" w:rsidRPr="00995DF7" w:rsidTr="005C699B">
        <w:tc>
          <w:tcPr>
            <w:tcW w:w="6689" w:type="dxa"/>
            <w:gridSpan w:val="3"/>
            <w:vMerge/>
            <w:shd w:val="clear" w:color="auto" w:fill="000000"/>
          </w:tcPr>
          <w:p w:rsidR="00995DF7" w:rsidRPr="00995DF7" w:rsidRDefault="00995DF7" w:rsidP="00995DF7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995DF7" w:rsidRPr="00995DF7" w:rsidRDefault="00995DF7" w:rsidP="00995DF7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995DF7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12239E" w:rsidRPr="0012239E" w:rsidTr="00AF6618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Aanloopfase</w:t>
            </w:r>
          </w:p>
        </w:tc>
      </w:tr>
      <w:tr w:rsidR="0012239E" w:rsidRPr="0012239E" w:rsidTr="005C699B">
        <w:tc>
          <w:tcPr>
            <w:tcW w:w="900" w:type="dxa"/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begroet de ander en stelt je zelf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–met ‘’</w:t>
            </w:r>
            <w:proofErr w:type="spellStart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de ander op zijn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voor een bij het gespreksdoel passende sfeer.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E11679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Planningsfase</w:t>
            </w:r>
          </w:p>
        </w:tc>
      </w:tr>
      <w:tr w:rsidR="0012239E" w:rsidRPr="0012239E" w:rsidTr="005C699B">
        <w:tc>
          <w:tcPr>
            <w:tcW w:w="900" w:type="dxa"/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verduidelijkt de rollen van de gesprekspartners.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(samen) vast welk doel je wilt bereiken.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de randvoorwaarden aan of stelt deze samen vast.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aan wat het verloop (de structuur) van het gesprek is.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790ABA">
        <w:tc>
          <w:tcPr>
            <w:tcW w:w="9720" w:type="dxa"/>
            <w:gridSpan w:val="10"/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Themafase</w:t>
            </w: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bCs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bCs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probleem en beleving laten formuleren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via invoelen, (door)vragen en parafraseren probleem verhelderen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(samen) oplossingen onderzoeken die zorgvrager heeft uitgeprobeerd en nieuwe oplossingen bedenken en hieruit conclusies trekken</w:t>
            </w:r>
          </w:p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acceptatie van / tevredenheid met oplossing peilen</w:t>
            </w: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12239E" w:rsidRPr="0012239E" w:rsidTr="009618D6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12239E" w:rsidRDefault="0012239E" w:rsidP="0012239E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2239E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Slotfase</w:t>
            </w: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vat de inhoud van het gesprek kort samen.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controleert of de ander het eens is met jouw samenvatting en stelt deze </w:t>
            </w:r>
            <w:proofErr w:type="spellStart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zonodig</w:t>
            </w:r>
            <w:proofErr w:type="spellEnd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bij.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vat eventuele afspraken kort samen (volgens de 4 W’s-methode), controleert deze bij de ander en legt ze eventueel schriftelijk vast.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12239E" w:rsidRPr="0012239E" w:rsidTr="005C699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9E" w:rsidRPr="000A6B27" w:rsidRDefault="0012239E" w:rsidP="0012239E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0A6B27">
              <w:rPr>
                <w:rFonts w:eastAsia="SimSun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neemt –met ‘’</w:t>
            </w:r>
            <w:proofErr w:type="spellStart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12239E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afscheid van de ander.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239E" w:rsidRPr="0012239E" w:rsidRDefault="0012239E" w:rsidP="0012239E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</w:tbl>
    <w:p w:rsidR="0012239E" w:rsidRPr="0012239E" w:rsidRDefault="0012239E" w:rsidP="0012239E">
      <w:pPr>
        <w:spacing w:after="0" w:line="240" w:lineRule="auto"/>
        <w:rPr>
          <w:rFonts w:ascii="Calibri" w:eastAsia="SimSun" w:hAnsi="Calibri" w:cs="Arial"/>
          <w:sz w:val="20"/>
          <w:szCs w:val="20"/>
          <w:lang w:eastAsia="zh-CN"/>
        </w:rPr>
      </w:pPr>
    </w:p>
    <w:p w:rsidR="008A20D9" w:rsidRDefault="008A20D9"/>
    <w:sectPr w:rsidR="008A2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DF7"/>
    <w:rsid w:val="000A6B27"/>
    <w:rsid w:val="000F5087"/>
    <w:rsid w:val="000F520F"/>
    <w:rsid w:val="0012239E"/>
    <w:rsid w:val="003308A2"/>
    <w:rsid w:val="00493F20"/>
    <w:rsid w:val="008A20D9"/>
    <w:rsid w:val="00995DF7"/>
    <w:rsid w:val="00C85690"/>
    <w:rsid w:val="00F46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A6C9BD2E</Template>
  <TotalTime>0</TotalTime>
  <Pages>1</Pages>
  <Words>196</Words>
  <Characters>1079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Iedema,J.C.</cp:lastModifiedBy>
  <cp:revision>2</cp:revision>
  <dcterms:created xsi:type="dcterms:W3CDTF">2016-04-12T14:09:00Z</dcterms:created>
  <dcterms:modified xsi:type="dcterms:W3CDTF">2016-04-12T14:09:00Z</dcterms:modified>
</cp:coreProperties>
</file>