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94C729" w14:textId="77777777" w:rsidR="00025000" w:rsidRPr="00926D47" w:rsidRDefault="00025000" w:rsidP="00025000">
      <w:pPr>
        <w:widowControl/>
        <w:rPr>
          <w:rFonts w:ascii="Calibri" w:eastAsia="SimSun" w:hAnsi="Calibri"/>
          <w:b/>
          <w:bCs/>
          <w:sz w:val="24"/>
          <w:szCs w:val="24"/>
          <w:lang w:eastAsia="zh-CN"/>
        </w:rPr>
      </w:pPr>
      <w:bookmarkStart w:id="0" w:name="_GoBack"/>
      <w:bookmarkEnd w:id="0"/>
      <w:r>
        <w:rPr>
          <w:rFonts w:ascii="Calibri" w:eastAsia="SimSun" w:hAnsi="Calibri"/>
          <w:b/>
          <w:bCs/>
          <w:sz w:val="24"/>
          <w:szCs w:val="24"/>
          <w:lang w:eastAsia="zh-CN"/>
        </w:rPr>
        <w:t>N</w:t>
      </w:r>
      <w:r w:rsidRPr="00926D47">
        <w:rPr>
          <w:rFonts w:ascii="Calibri" w:eastAsia="SimSun" w:hAnsi="Calibri"/>
          <w:b/>
          <w:bCs/>
          <w:sz w:val="24"/>
          <w:szCs w:val="24"/>
          <w:lang w:eastAsia="zh-CN"/>
        </w:rPr>
        <w:t>aam:</w:t>
      </w:r>
      <w:r w:rsidRPr="00926D47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926D47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926D47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926D47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926D47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926D47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926D47">
        <w:rPr>
          <w:rFonts w:ascii="Calibri" w:eastAsia="SimSun" w:hAnsi="Calibri"/>
          <w:b/>
          <w:bCs/>
          <w:sz w:val="24"/>
          <w:szCs w:val="24"/>
          <w:lang w:eastAsia="zh-CN"/>
        </w:rPr>
        <w:tab/>
        <w:t>Groep:</w:t>
      </w:r>
    </w:p>
    <w:p w14:paraId="3A94C72A" w14:textId="77777777" w:rsidR="00025000" w:rsidRDefault="00025000" w:rsidP="00025000"/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900"/>
        <w:gridCol w:w="5760"/>
        <w:gridCol w:w="900"/>
        <w:gridCol w:w="720"/>
        <w:gridCol w:w="720"/>
        <w:gridCol w:w="678"/>
        <w:gridCol w:w="42"/>
      </w:tblGrid>
      <w:tr w:rsidR="00025000" w:rsidRPr="00CD7561" w14:paraId="3A94C730" w14:textId="77777777" w:rsidTr="001510EA">
        <w:trPr>
          <w:gridAfter w:val="1"/>
          <w:wAfter w:w="42" w:type="dxa"/>
          <w:cantSplit/>
          <w:trHeight w:val="820"/>
        </w:trPr>
        <w:tc>
          <w:tcPr>
            <w:tcW w:w="6660" w:type="dxa"/>
            <w:gridSpan w:val="2"/>
            <w:vMerge w:val="restart"/>
            <w:shd w:val="clear" w:color="auto" w:fill="000000"/>
          </w:tcPr>
          <w:p w14:paraId="3A94C72B" w14:textId="77777777" w:rsidR="00025000" w:rsidRPr="00CD7561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</w:pPr>
          </w:p>
          <w:p w14:paraId="3A94C72C" w14:textId="77777777" w:rsidR="00025000" w:rsidRPr="00CD7561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  <w:t>CONSULTATIE- OF OVERDRACHTSGESPREK TUSSEN PROFESSIONALS VAN VERSCHILLENDE DISCIPLINES/ZORGORGANISATIES</w:t>
            </w:r>
          </w:p>
          <w:p w14:paraId="3A94C72D" w14:textId="77777777" w:rsidR="00025000" w:rsidRPr="00CD7561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lang w:eastAsia="zh-CN"/>
              </w:rPr>
            </w:pPr>
          </w:p>
        </w:tc>
        <w:tc>
          <w:tcPr>
            <w:tcW w:w="3018" w:type="dxa"/>
            <w:gridSpan w:val="4"/>
            <w:shd w:val="clear" w:color="auto" w:fill="000000"/>
          </w:tcPr>
          <w:p w14:paraId="3A94C72E" w14:textId="77777777" w:rsidR="00025000" w:rsidRPr="00CD7561" w:rsidRDefault="00025000" w:rsidP="001510EA">
            <w:pPr>
              <w:widowControl/>
              <w:jc w:val="center"/>
              <w:rPr>
                <w:rFonts w:ascii="Calibri" w:eastAsia="SimSun" w:hAnsi="Calibri" w:cs="Arial"/>
                <w:b/>
                <w:bCs/>
                <w:sz w:val="22"/>
                <w:szCs w:val="22"/>
                <w:lang w:eastAsia="zh-CN"/>
              </w:rPr>
            </w:pPr>
          </w:p>
          <w:p w14:paraId="3A94C72F" w14:textId="77777777" w:rsidR="00025000" w:rsidRPr="00CD7561" w:rsidRDefault="00025000" w:rsidP="001510EA">
            <w:pPr>
              <w:widowControl/>
              <w:jc w:val="center"/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</w:pPr>
            <w:r w:rsidRPr="00CD7561"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  <w:t>Waardering</w:t>
            </w:r>
          </w:p>
        </w:tc>
      </w:tr>
      <w:tr w:rsidR="00025000" w:rsidRPr="00CD7561" w14:paraId="3A94C736" w14:textId="77777777" w:rsidTr="001510EA">
        <w:trPr>
          <w:gridAfter w:val="1"/>
          <w:wAfter w:w="42" w:type="dxa"/>
        </w:trPr>
        <w:tc>
          <w:tcPr>
            <w:tcW w:w="6660" w:type="dxa"/>
            <w:gridSpan w:val="2"/>
            <w:vMerge/>
            <w:shd w:val="clear" w:color="auto" w:fill="000000"/>
          </w:tcPr>
          <w:p w14:paraId="3A94C731" w14:textId="77777777" w:rsidR="00025000" w:rsidRPr="00CD7561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900" w:type="dxa"/>
            <w:shd w:val="clear" w:color="auto" w:fill="000000"/>
          </w:tcPr>
          <w:p w14:paraId="3A94C732" w14:textId="77777777" w:rsidR="00025000" w:rsidRPr="00CD7561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CD7561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Goed</w:t>
            </w:r>
          </w:p>
        </w:tc>
        <w:tc>
          <w:tcPr>
            <w:tcW w:w="720" w:type="dxa"/>
            <w:shd w:val="clear" w:color="auto" w:fill="000000"/>
          </w:tcPr>
          <w:p w14:paraId="3A94C733" w14:textId="77777777" w:rsidR="00025000" w:rsidRPr="00CD7561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CD7561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Fout</w:t>
            </w:r>
          </w:p>
        </w:tc>
        <w:tc>
          <w:tcPr>
            <w:tcW w:w="720" w:type="dxa"/>
            <w:shd w:val="clear" w:color="auto" w:fill="000000"/>
          </w:tcPr>
          <w:p w14:paraId="3A94C734" w14:textId="77777777" w:rsidR="00025000" w:rsidRPr="00CD7561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CD7561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Niet gedaan</w:t>
            </w:r>
          </w:p>
        </w:tc>
        <w:tc>
          <w:tcPr>
            <w:tcW w:w="678" w:type="dxa"/>
            <w:shd w:val="clear" w:color="auto" w:fill="000000"/>
          </w:tcPr>
          <w:p w14:paraId="3A94C735" w14:textId="77777777" w:rsidR="00025000" w:rsidRPr="00CD7561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CD7561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NVT</w:t>
            </w:r>
          </w:p>
        </w:tc>
      </w:tr>
      <w:tr w:rsidR="00025000" w:rsidRPr="00186E4C" w14:paraId="3A94C738" w14:textId="77777777" w:rsidTr="001510EA">
        <w:tc>
          <w:tcPr>
            <w:tcW w:w="9720" w:type="dxa"/>
            <w:gridSpan w:val="7"/>
          </w:tcPr>
          <w:p w14:paraId="3A94C737" w14:textId="77777777" w:rsidR="00025000" w:rsidRPr="00186E4C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186E4C">
              <w:rPr>
                <w:rFonts w:ascii="Calibri" w:eastAsia="SimSun" w:hAnsi="Calibri" w:cs="Arial"/>
                <w:b/>
                <w:bCs/>
                <w:lang w:eastAsia="zh-CN"/>
              </w:rPr>
              <w:t>Observatiepunten Aanloopfase</w:t>
            </w:r>
          </w:p>
        </w:tc>
      </w:tr>
      <w:tr w:rsidR="00025000" w:rsidRPr="00186E4C" w14:paraId="3A94C73F" w14:textId="77777777" w:rsidTr="001510EA">
        <w:tc>
          <w:tcPr>
            <w:tcW w:w="900" w:type="dxa"/>
          </w:tcPr>
          <w:p w14:paraId="3A94C739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1</w:t>
            </w:r>
          </w:p>
        </w:tc>
        <w:tc>
          <w:tcPr>
            <w:tcW w:w="5760" w:type="dxa"/>
            <w:shd w:val="clear" w:color="auto" w:fill="auto"/>
          </w:tcPr>
          <w:p w14:paraId="3A94C73A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 xml:space="preserve">De professionals begroeten elkaar en stellen zichzelf voor, onder vermelding van functie/organisatie. </w:t>
            </w:r>
          </w:p>
        </w:tc>
        <w:tc>
          <w:tcPr>
            <w:tcW w:w="900" w:type="dxa"/>
            <w:shd w:val="clear" w:color="auto" w:fill="auto"/>
          </w:tcPr>
          <w:p w14:paraId="3A94C73B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shd w:val="clear" w:color="auto" w:fill="auto"/>
          </w:tcPr>
          <w:p w14:paraId="3A94C73C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shd w:val="clear" w:color="auto" w:fill="auto"/>
          </w:tcPr>
          <w:p w14:paraId="3A94C73D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3A94C73E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25000" w:rsidRPr="00186E4C" w14:paraId="3A94C746" w14:textId="77777777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4C740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4C741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De professionals leiden het gesprek met ‘’social talk’’ in.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4C742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4C743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4C744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4C745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25000" w:rsidRPr="00186E4C" w14:paraId="3A94C74D" w14:textId="77777777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4C747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4C748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De informatie- of adviesvrager houdt de regie.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4C749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4C74A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4C74B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4C74C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25000" w:rsidRPr="00186E4C" w14:paraId="3A94C74F" w14:textId="77777777" w:rsidTr="001510EA">
        <w:tc>
          <w:tcPr>
            <w:tcW w:w="9720" w:type="dxa"/>
            <w:gridSpan w:val="7"/>
          </w:tcPr>
          <w:p w14:paraId="3A94C74E" w14:textId="77777777" w:rsidR="00025000" w:rsidRPr="00186E4C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186E4C">
              <w:rPr>
                <w:rFonts w:ascii="Calibri" w:eastAsia="SimSun" w:hAnsi="Calibri" w:cs="Arial"/>
                <w:b/>
                <w:bCs/>
                <w:lang w:eastAsia="zh-CN"/>
              </w:rPr>
              <w:t>Observatiepunten Planningsfase</w:t>
            </w:r>
          </w:p>
        </w:tc>
      </w:tr>
      <w:tr w:rsidR="00025000" w:rsidRPr="00186E4C" w14:paraId="3A94C756" w14:textId="77777777" w:rsidTr="001510EA">
        <w:tc>
          <w:tcPr>
            <w:tcW w:w="900" w:type="dxa"/>
          </w:tcPr>
          <w:p w14:paraId="3A94C750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4</w:t>
            </w:r>
          </w:p>
        </w:tc>
        <w:tc>
          <w:tcPr>
            <w:tcW w:w="5760" w:type="dxa"/>
            <w:shd w:val="clear" w:color="auto" w:fill="auto"/>
          </w:tcPr>
          <w:p w14:paraId="3A94C751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De informatie- of adviesvrager vertelt voor welke zorgvrager zij/hij de ander informeert/raadpleegt.</w:t>
            </w:r>
          </w:p>
        </w:tc>
        <w:tc>
          <w:tcPr>
            <w:tcW w:w="900" w:type="dxa"/>
            <w:shd w:val="clear" w:color="auto" w:fill="auto"/>
          </w:tcPr>
          <w:p w14:paraId="3A94C752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sz w:val="16"/>
                <w:szCs w:val="16"/>
                <w:lang w:eastAsia="zh-CN"/>
              </w:rPr>
            </w:pPr>
          </w:p>
        </w:tc>
        <w:tc>
          <w:tcPr>
            <w:tcW w:w="720" w:type="dxa"/>
            <w:shd w:val="clear" w:color="auto" w:fill="auto"/>
          </w:tcPr>
          <w:p w14:paraId="3A94C753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sz w:val="16"/>
                <w:szCs w:val="16"/>
                <w:lang w:eastAsia="zh-CN"/>
              </w:rPr>
            </w:pPr>
          </w:p>
        </w:tc>
        <w:tc>
          <w:tcPr>
            <w:tcW w:w="720" w:type="dxa"/>
            <w:shd w:val="clear" w:color="auto" w:fill="auto"/>
          </w:tcPr>
          <w:p w14:paraId="3A94C754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sz w:val="16"/>
                <w:szCs w:val="16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3A94C755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sz w:val="16"/>
                <w:szCs w:val="16"/>
                <w:lang w:eastAsia="zh-CN"/>
              </w:rPr>
            </w:pPr>
          </w:p>
        </w:tc>
      </w:tr>
      <w:tr w:rsidR="00025000" w:rsidRPr="00186E4C" w14:paraId="3A94C75D" w14:textId="77777777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4C757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4C758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De professionals stellen vast wat het doel van het gesprek is.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4C759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sz w:val="16"/>
                <w:szCs w:val="16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4C75A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sz w:val="16"/>
                <w:szCs w:val="16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4C75B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sz w:val="16"/>
                <w:szCs w:val="16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4C75C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sz w:val="16"/>
                <w:szCs w:val="16"/>
                <w:lang w:eastAsia="zh-CN"/>
              </w:rPr>
            </w:pPr>
          </w:p>
        </w:tc>
      </w:tr>
      <w:tr w:rsidR="00025000" w:rsidRPr="00186E4C" w14:paraId="3A94C764" w14:textId="77777777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4C75E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4C75F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De professionals spreken de randvoorwaarden af.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4C760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sz w:val="16"/>
                <w:szCs w:val="16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4C761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sz w:val="16"/>
                <w:szCs w:val="16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4C762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sz w:val="16"/>
                <w:szCs w:val="16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4C763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sz w:val="16"/>
                <w:szCs w:val="16"/>
                <w:lang w:eastAsia="zh-CN"/>
              </w:rPr>
            </w:pPr>
          </w:p>
        </w:tc>
      </w:tr>
      <w:tr w:rsidR="00025000" w:rsidRPr="00186E4C" w14:paraId="3A94C766" w14:textId="77777777" w:rsidTr="001510EA">
        <w:tc>
          <w:tcPr>
            <w:tcW w:w="9720" w:type="dxa"/>
            <w:gridSpan w:val="7"/>
          </w:tcPr>
          <w:p w14:paraId="3A94C765" w14:textId="77777777" w:rsidR="00025000" w:rsidRPr="00186E4C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186E4C">
              <w:rPr>
                <w:rFonts w:ascii="Calibri" w:eastAsia="SimSun" w:hAnsi="Calibri" w:cs="Arial"/>
                <w:b/>
                <w:bCs/>
                <w:lang w:eastAsia="zh-CN"/>
              </w:rPr>
              <w:t>Observatiepunten Themafase</w:t>
            </w:r>
          </w:p>
        </w:tc>
      </w:tr>
      <w:tr w:rsidR="00025000" w:rsidRPr="00186E4C" w14:paraId="3A94C774" w14:textId="77777777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4C767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7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4C768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b/>
                <w:bCs/>
                <w:lang w:eastAsia="zh-CN"/>
              </w:rPr>
            </w:pPr>
            <w:r w:rsidRPr="00186E4C">
              <w:rPr>
                <w:rFonts w:ascii="Calibri" w:eastAsia="SimSun" w:hAnsi="Calibri" w:cs="Arial"/>
                <w:b/>
                <w:bCs/>
                <w:lang w:eastAsia="zh-CN"/>
              </w:rPr>
              <w:t>De professional met een vraag om informatie/advies:</w:t>
            </w:r>
          </w:p>
          <w:p w14:paraId="3A94C769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0 vraag helder en to-the-point formuleren</w:t>
            </w:r>
          </w:p>
          <w:p w14:paraId="3A94C76A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0 vraag gestructureerd toelichten</w:t>
            </w:r>
          </w:p>
          <w:p w14:paraId="3A94C76B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0 (actief) luisteren, samenvatten, doorvragen</w:t>
            </w:r>
          </w:p>
          <w:p w14:paraId="3A94C76C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b/>
                <w:bCs/>
                <w:lang w:eastAsia="zh-CN"/>
              </w:rPr>
            </w:pPr>
            <w:r w:rsidRPr="00186E4C">
              <w:rPr>
                <w:rFonts w:ascii="Calibri" w:eastAsia="SimSun" w:hAnsi="Calibri" w:cs="Arial"/>
                <w:b/>
                <w:bCs/>
                <w:lang w:eastAsia="zh-CN"/>
              </w:rPr>
              <w:t>De professional die om informatie/advies gevraagd wordt:</w:t>
            </w:r>
          </w:p>
          <w:p w14:paraId="3A94C76D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0 (actief) luisteren, samenvatten en doorvragen</w:t>
            </w:r>
          </w:p>
          <w:p w14:paraId="3A94C76E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0 relevante informatie / advies presenteren en onderbouwen</w:t>
            </w:r>
          </w:p>
          <w:p w14:paraId="3A94C76F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b/>
                <w:bCs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0 tevredenheid informatie- of adviesvrager peilen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4C770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b/>
                <w:bCs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4C771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b/>
                <w:bCs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4C772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b/>
                <w:bCs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4C773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b/>
                <w:bCs/>
                <w:lang w:eastAsia="zh-CN"/>
              </w:rPr>
            </w:pPr>
          </w:p>
        </w:tc>
      </w:tr>
      <w:tr w:rsidR="00025000" w:rsidRPr="00186E4C" w14:paraId="3A94C776" w14:textId="77777777" w:rsidTr="001510EA">
        <w:tc>
          <w:tcPr>
            <w:tcW w:w="9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4C775" w14:textId="77777777"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b/>
                <w:bCs/>
                <w:lang w:eastAsia="zh-CN"/>
              </w:rPr>
            </w:pPr>
            <w:r w:rsidRPr="00186E4C">
              <w:rPr>
                <w:rFonts w:ascii="Calibri" w:eastAsia="SimSun" w:hAnsi="Calibri" w:cs="Arial"/>
                <w:b/>
                <w:bCs/>
                <w:lang w:eastAsia="zh-CN"/>
              </w:rPr>
              <w:t>Observatiepunten Slotfas</w:t>
            </w:r>
            <w:r>
              <w:rPr>
                <w:rFonts w:ascii="Calibri" w:eastAsia="SimSun" w:hAnsi="Calibri" w:cs="Arial"/>
                <w:b/>
                <w:bCs/>
                <w:lang w:eastAsia="zh-CN"/>
              </w:rPr>
              <w:t>e</w:t>
            </w:r>
          </w:p>
        </w:tc>
      </w:tr>
      <w:tr w:rsidR="00025000" w:rsidRPr="00186E4C" w14:paraId="3A94C77D" w14:textId="77777777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4C777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8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4C778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De informatie- of adviesvrager vat de inhoud van het gesprek en gemaakte afspraken (volgens de 4 W’s-methode) kort samen.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4C779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4C77A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4C77B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4C77C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25000" w:rsidRPr="00186E4C" w14:paraId="3A94C784" w14:textId="77777777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4C77E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9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4C77F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De informatie- of adviesvrager controleert of de ander het eens is met de samenvatting en afspraken en stelt deze zonodig bij.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4C780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4C781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4C782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4C783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25000" w:rsidRPr="00186E4C" w14:paraId="3A94C78B" w14:textId="77777777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4C785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4C786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 xml:space="preserve">De informatie- of adviesvrager legt de afspraken eventueel schriftelijk vast.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4C787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4C788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4C789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4C78A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25000" w:rsidRPr="00186E4C" w14:paraId="3A94C792" w14:textId="77777777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4C78C" w14:textId="77777777" w:rsidR="00025000" w:rsidRPr="00186E4C" w:rsidRDefault="00025000" w:rsidP="001510EA">
            <w:pPr>
              <w:widowControl/>
              <w:spacing w:line="276" w:lineRule="auto"/>
              <w:rPr>
                <w:rFonts w:ascii="Times New Roman" w:eastAsia="SimSun" w:hAnsi="Times New Roman" w:cs="Arial"/>
                <w:lang w:eastAsia="zh-CN"/>
              </w:rPr>
            </w:pPr>
            <w:r w:rsidRPr="00186E4C">
              <w:rPr>
                <w:rFonts w:ascii="Times New Roman" w:eastAsia="SimSun" w:hAnsi="Times New Roman" w:cs="Arial"/>
                <w:lang w:eastAsia="zh-CN"/>
              </w:rPr>
              <w:t>11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4C78D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De professionals nemen –met ‘’social talk’’- afscheid van elkaar.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4C78E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4C78F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4C790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4C791" w14:textId="77777777"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</w:tbl>
    <w:p w14:paraId="3A94C793" w14:textId="77777777" w:rsidR="00B95720" w:rsidRDefault="00B95720" w:rsidP="00216FDF">
      <w:pPr>
        <w:widowControl/>
      </w:pPr>
    </w:p>
    <w:sectPr w:rsidR="00B95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000"/>
    <w:rsid w:val="00025000"/>
    <w:rsid w:val="000F5087"/>
    <w:rsid w:val="00216FDF"/>
    <w:rsid w:val="003308A2"/>
    <w:rsid w:val="005576A4"/>
    <w:rsid w:val="00B75CF1"/>
    <w:rsid w:val="00B95720"/>
    <w:rsid w:val="00CA2EFD"/>
    <w:rsid w:val="00D20895"/>
    <w:rsid w:val="00EE0A2D"/>
    <w:rsid w:val="00FC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4C7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25000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widowControl/>
      <w:autoSpaceDE w:val="0"/>
      <w:autoSpaceDN w:val="0"/>
      <w:spacing w:line="280" w:lineRule="atLeast"/>
      <w:ind w:left="720"/>
      <w:contextualSpacing/>
    </w:pPr>
    <w:rPr>
      <w:rFonts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25000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widowControl/>
      <w:autoSpaceDE w:val="0"/>
      <w:autoSpaceDN w:val="0"/>
      <w:spacing w:line="280" w:lineRule="atLeast"/>
      <w:ind w:left="720"/>
      <w:contextualSpacing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F696CD62</Template>
  <TotalTime>0</TotalTime>
  <Pages>1</Pages>
  <Words>241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Iedema,J.C.</cp:lastModifiedBy>
  <cp:revision>2</cp:revision>
  <dcterms:created xsi:type="dcterms:W3CDTF">2016-04-26T11:58:00Z</dcterms:created>
  <dcterms:modified xsi:type="dcterms:W3CDTF">2016-04-26T11:58:00Z</dcterms:modified>
</cp:coreProperties>
</file>