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801" w:rsidRPr="00877801" w:rsidRDefault="00877801" w:rsidP="00877801">
      <w:pPr>
        <w:shd w:val="clear" w:color="auto" w:fill="FFFFFF"/>
        <w:spacing w:after="225" w:line="600" w:lineRule="atLeast"/>
        <w:outlineLvl w:val="0"/>
        <w:rPr>
          <w:rFonts w:ascii="Merriweather Sans" w:eastAsia="Times New Roman" w:hAnsi="Merriweather Sans" w:cs="Helvetica"/>
          <w:b/>
          <w:bCs/>
          <w:color w:val="696969"/>
          <w:kern w:val="36"/>
          <w:sz w:val="36"/>
          <w:szCs w:val="36"/>
          <w:lang w:val="en" w:eastAsia="nl-NL"/>
        </w:rPr>
      </w:pPr>
      <w:r w:rsidRPr="00877801">
        <w:rPr>
          <w:rFonts w:ascii="Merriweather Sans" w:eastAsia="Times New Roman" w:hAnsi="Merriweather Sans" w:cs="Helvetica"/>
          <w:b/>
          <w:bCs/>
          <w:color w:val="696969"/>
          <w:kern w:val="36"/>
          <w:sz w:val="36"/>
          <w:szCs w:val="36"/>
          <w:lang w:val="en" w:eastAsia="nl-NL"/>
        </w:rPr>
        <w:t xml:space="preserve">Marco </w:t>
      </w:r>
      <w:proofErr w:type="spellStart"/>
      <w:r w:rsidRPr="00877801">
        <w:rPr>
          <w:rFonts w:ascii="Merriweather Sans" w:eastAsia="Times New Roman" w:hAnsi="Merriweather Sans" w:cs="Helvetica"/>
          <w:b/>
          <w:bCs/>
          <w:color w:val="696969"/>
          <w:kern w:val="36"/>
          <w:sz w:val="36"/>
          <w:szCs w:val="36"/>
          <w:lang w:val="en" w:eastAsia="nl-NL"/>
        </w:rPr>
        <w:t>Borsato</w:t>
      </w:r>
      <w:proofErr w:type="spellEnd"/>
      <w:r w:rsidRPr="00877801">
        <w:rPr>
          <w:rFonts w:ascii="Merriweather Sans" w:eastAsia="Times New Roman" w:hAnsi="Merriweather Sans" w:cs="Helvetica"/>
          <w:b/>
          <w:bCs/>
          <w:color w:val="696969"/>
          <w:kern w:val="36"/>
          <w:sz w:val="36"/>
          <w:szCs w:val="36"/>
          <w:lang w:val="en" w:eastAsia="nl-NL"/>
        </w:rPr>
        <w:t xml:space="preserve"> - </w:t>
      </w:r>
      <w:proofErr w:type="spellStart"/>
      <w:r w:rsidRPr="00877801">
        <w:rPr>
          <w:rFonts w:ascii="Merriweather Sans" w:eastAsia="Times New Roman" w:hAnsi="Merriweather Sans" w:cs="Helvetica"/>
          <w:b/>
          <w:bCs/>
          <w:color w:val="696969"/>
          <w:kern w:val="36"/>
          <w:sz w:val="36"/>
          <w:szCs w:val="36"/>
          <w:lang w:val="en" w:eastAsia="nl-NL"/>
        </w:rPr>
        <w:t>Afscheid</w:t>
      </w:r>
      <w:proofErr w:type="spellEnd"/>
      <w:r w:rsidRPr="00877801">
        <w:rPr>
          <w:rFonts w:ascii="Merriweather Sans" w:eastAsia="Times New Roman" w:hAnsi="Merriweather Sans" w:cs="Helvetica"/>
          <w:b/>
          <w:bCs/>
          <w:color w:val="696969"/>
          <w:kern w:val="36"/>
          <w:sz w:val="36"/>
          <w:szCs w:val="36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b/>
          <w:bCs/>
          <w:color w:val="696969"/>
          <w:kern w:val="36"/>
          <w:sz w:val="36"/>
          <w:szCs w:val="36"/>
          <w:lang w:val="en" w:eastAsia="nl-NL"/>
        </w:rPr>
        <w:t>Nemen</w:t>
      </w:r>
      <w:proofErr w:type="spellEnd"/>
      <w:r w:rsidRPr="00877801">
        <w:rPr>
          <w:rFonts w:ascii="Merriweather Sans" w:eastAsia="Times New Roman" w:hAnsi="Merriweather Sans" w:cs="Helvetica"/>
          <w:b/>
          <w:bCs/>
          <w:color w:val="696969"/>
          <w:kern w:val="36"/>
          <w:sz w:val="36"/>
          <w:szCs w:val="36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b/>
          <w:bCs/>
          <w:color w:val="696969"/>
          <w:kern w:val="36"/>
          <w:sz w:val="36"/>
          <w:szCs w:val="36"/>
          <w:lang w:val="en" w:eastAsia="nl-NL"/>
        </w:rPr>
        <w:t>Bestaat</w:t>
      </w:r>
      <w:proofErr w:type="spellEnd"/>
      <w:r w:rsidRPr="00877801">
        <w:rPr>
          <w:rFonts w:ascii="Merriweather Sans" w:eastAsia="Times New Roman" w:hAnsi="Merriweather Sans" w:cs="Helvetica"/>
          <w:b/>
          <w:bCs/>
          <w:color w:val="696969"/>
          <w:kern w:val="36"/>
          <w:sz w:val="36"/>
          <w:szCs w:val="36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b/>
          <w:bCs/>
          <w:color w:val="696969"/>
          <w:kern w:val="36"/>
          <w:sz w:val="36"/>
          <w:szCs w:val="36"/>
          <w:lang w:val="en" w:eastAsia="nl-NL"/>
        </w:rPr>
        <w:t>Niet</w:t>
      </w:r>
      <w:proofErr w:type="spellEnd"/>
    </w:p>
    <w:p w:rsidR="00877801" w:rsidRPr="00877801" w:rsidRDefault="00877801" w:rsidP="00877801">
      <w:pPr>
        <w:shd w:val="clear" w:color="auto" w:fill="FFFFFF"/>
        <w:spacing w:line="240" w:lineRule="auto"/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</w:pP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Afscheid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nemen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bestaat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niet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Ik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ga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wel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weg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maar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verlaat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je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niet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M'n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lief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je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moet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me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geloven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, al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doet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het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pijn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.</w:t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Ik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wil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dat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je me los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laat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  <w:t xml:space="preserve">en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dat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je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morgen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weer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verder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gaat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  <w:t xml:space="preserve">Maar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als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je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eenzaam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of bang bent</w:t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zal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ik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er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zijn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Kom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als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de wind die je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voelt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en de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regen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Volg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wat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je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doet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als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het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licht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van de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maan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zoek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me in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alles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dan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kom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je me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tegen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Fluister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mijn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naam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...en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ik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kom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eraan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Zie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...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wat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onzichtbaar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is</w:t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Wat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je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gelooft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is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waar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  <w:t xml:space="preserve">Open je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ogen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maar en</w:t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dan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zal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ik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bij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je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zijn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Alles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wat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jij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moet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doen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  <w:t xml:space="preserve">is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mij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op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mijn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woord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geloven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Afscheid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nemen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bestaat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niet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  <w:t xml:space="preserve">'k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kom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als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de wind die je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voelt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en de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regen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!</w:t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Volg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wat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je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doet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als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het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licht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van de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maan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!</w:t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zoek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me in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alles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dan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kom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je me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tegen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!</w:t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Fluister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mijn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naam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...en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ik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kom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eraan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!</w:t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Kijk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in de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lucht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,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kijk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naar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de zee!</w:t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Waar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je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ook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zult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lopen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,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ja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ik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loop met je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mee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!</w:t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Iedere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stap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en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ieder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moment...</w:t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waar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je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dan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ook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bent!</w:t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Wat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je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ook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doet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,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waar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je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ook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gaat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...</w:t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wanneer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je me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nodig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hebt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...</w:t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fluister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gewoon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mijn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naam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...</w:t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  <w:t xml:space="preserve">en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ik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kom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eraan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!!!</w:t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br/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Afscheid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nemen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bestaat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 xml:space="preserve"> </w:t>
      </w:r>
      <w:proofErr w:type="spellStart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niet</w:t>
      </w:r>
      <w:proofErr w:type="spellEnd"/>
      <w:r w:rsidRPr="00877801">
        <w:rPr>
          <w:rFonts w:ascii="Merriweather Sans" w:eastAsia="Times New Roman" w:hAnsi="Merriweather Sans" w:cs="Helvetica"/>
          <w:color w:val="686868"/>
          <w:sz w:val="18"/>
          <w:szCs w:val="18"/>
          <w:lang w:val="en" w:eastAsia="nl-NL"/>
        </w:rPr>
        <w:t>...!</w:t>
      </w:r>
    </w:p>
    <w:p w:rsidR="003170C1" w:rsidRDefault="003170C1">
      <w:bookmarkStart w:id="0" w:name="_GoBack"/>
      <w:bookmarkEnd w:id="0"/>
    </w:p>
    <w:sectPr w:rsidR="00317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erriweather Sans">
    <w:altName w:val="Times New Roman"/>
    <w:charset w:val="00"/>
    <w:family w:val="auto"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01"/>
    <w:rsid w:val="003170C1"/>
    <w:rsid w:val="0087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1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66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10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415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27547">
                              <w:marLeft w:val="150"/>
                              <w:marRight w:val="15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697CBC41</Template>
  <TotalTime>1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Kreuning,A.J.B.</dc:creator>
  <cp:lastModifiedBy>Kreuning,A.J.B.</cp:lastModifiedBy>
  <cp:revision>1</cp:revision>
  <dcterms:created xsi:type="dcterms:W3CDTF">2015-11-30T12:26:00Z</dcterms:created>
  <dcterms:modified xsi:type="dcterms:W3CDTF">2015-11-30T12:27:00Z</dcterms:modified>
</cp:coreProperties>
</file>