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0C1" w:rsidRPr="00561844" w:rsidRDefault="00561844">
      <w:pPr>
        <w:rPr>
          <w:b/>
        </w:rPr>
      </w:pPr>
      <w:r w:rsidRPr="00561844">
        <w:rPr>
          <w:b/>
        </w:rPr>
        <w:t>Tijdverdeling themaweek</w:t>
      </w:r>
    </w:p>
    <w:p w:rsidR="00561844" w:rsidRDefault="0056184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</w:tblGrid>
      <w:tr w:rsidR="00561844" w:rsidRPr="00561844" w:rsidTr="00561844">
        <w:tc>
          <w:tcPr>
            <w:tcW w:w="3070" w:type="dxa"/>
          </w:tcPr>
          <w:p w:rsidR="00561844" w:rsidRPr="00561844" w:rsidRDefault="00561844">
            <w:pPr>
              <w:rPr>
                <w:b/>
              </w:rPr>
            </w:pPr>
            <w:r w:rsidRPr="00561844">
              <w:rPr>
                <w:b/>
              </w:rPr>
              <w:t>Onderdeel</w:t>
            </w:r>
          </w:p>
        </w:tc>
        <w:tc>
          <w:tcPr>
            <w:tcW w:w="3071" w:type="dxa"/>
          </w:tcPr>
          <w:p w:rsidR="00561844" w:rsidRPr="00561844" w:rsidRDefault="00561844">
            <w:pPr>
              <w:rPr>
                <w:b/>
              </w:rPr>
            </w:pPr>
            <w:r w:rsidRPr="00561844">
              <w:rPr>
                <w:b/>
              </w:rPr>
              <w:t>tijdsduur</w:t>
            </w:r>
          </w:p>
        </w:tc>
      </w:tr>
      <w:tr w:rsidR="00561844" w:rsidTr="00561844">
        <w:tc>
          <w:tcPr>
            <w:tcW w:w="3070" w:type="dxa"/>
          </w:tcPr>
          <w:p w:rsidR="00561844" w:rsidRDefault="00561844">
            <w:r>
              <w:t>Onderdeel 1</w:t>
            </w:r>
          </w:p>
        </w:tc>
        <w:tc>
          <w:tcPr>
            <w:tcW w:w="3071" w:type="dxa"/>
          </w:tcPr>
          <w:p w:rsidR="00561844" w:rsidRDefault="00561844">
            <w:r>
              <w:t>5 lesuren</w:t>
            </w:r>
          </w:p>
        </w:tc>
      </w:tr>
      <w:tr w:rsidR="00561844" w:rsidTr="00561844">
        <w:tc>
          <w:tcPr>
            <w:tcW w:w="3070" w:type="dxa"/>
          </w:tcPr>
          <w:p w:rsidR="00561844" w:rsidRDefault="00561844">
            <w:r>
              <w:t>Onderdeel 2</w:t>
            </w:r>
          </w:p>
        </w:tc>
        <w:tc>
          <w:tcPr>
            <w:tcW w:w="3071" w:type="dxa"/>
          </w:tcPr>
          <w:p w:rsidR="00561844" w:rsidRDefault="00561844">
            <w:r>
              <w:t>2 lesuren</w:t>
            </w:r>
          </w:p>
        </w:tc>
      </w:tr>
      <w:tr w:rsidR="00561844" w:rsidTr="00561844">
        <w:tc>
          <w:tcPr>
            <w:tcW w:w="3070" w:type="dxa"/>
          </w:tcPr>
          <w:p w:rsidR="00561844" w:rsidRDefault="00561844">
            <w:r>
              <w:t>Onderdeel 3</w:t>
            </w:r>
          </w:p>
        </w:tc>
        <w:tc>
          <w:tcPr>
            <w:tcW w:w="3071" w:type="dxa"/>
          </w:tcPr>
          <w:p w:rsidR="00561844" w:rsidRDefault="00561844">
            <w:r>
              <w:t>3 lesuren</w:t>
            </w:r>
          </w:p>
        </w:tc>
      </w:tr>
      <w:tr w:rsidR="00561844" w:rsidTr="00561844">
        <w:tc>
          <w:tcPr>
            <w:tcW w:w="3070" w:type="dxa"/>
          </w:tcPr>
          <w:p w:rsidR="00561844" w:rsidRDefault="00561844">
            <w:r>
              <w:t>Onderdeel 4</w:t>
            </w:r>
          </w:p>
        </w:tc>
        <w:tc>
          <w:tcPr>
            <w:tcW w:w="3071" w:type="dxa"/>
          </w:tcPr>
          <w:p w:rsidR="00561844" w:rsidRDefault="00561844">
            <w:r>
              <w:t>5 tot 6 lesuren</w:t>
            </w:r>
          </w:p>
        </w:tc>
      </w:tr>
      <w:tr w:rsidR="00561844" w:rsidTr="00561844">
        <w:tc>
          <w:tcPr>
            <w:tcW w:w="3070" w:type="dxa"/>
          </w:tcPr>
          <w:p w:rsidR="00561844" w:rsidRDefault="00561844">
            <w:r>
              <w:t>Excursie + gastles</w:t>
            </w:r>
          </w:p>
        </w:tc>
        <w:tc>
          <w:tcPr>
            <w:tcW w:w="3071" w:type="dxa"/>
          </w:tcPr>
          <w:p w:rsidR="00561844" w:rsidRDefault="00561844">
            <w:r>
              <w:t>4 lesuren</w:t>
            </w:r>
            <w:bookmarkStart w:id="0" w:name="_GoBack"/>
            <w:bookmarkEnd w:id="0"/>
          </w:p>
        </w:tc>
      </w:tr>
    </w:tbl>
    <w:p w:rsidR="00561844" w:rsidRDefault="00561844"/>
    <w:sectPr w:rsidR="00561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44"/>
    <w:rsid w:val="003170C1"/>
    <w:rsid w:val="0056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61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61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97816F37</Template>
  <TotalTime>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Kreuning</dc:creator>
  <cp:lastModifiedBy>Kreuning</cp:lastModifiedBy>
  <cp:revision>1</cp:revision>
  <dcterms:created xsi:type="dcterms:W3CDTF">2015-12-10T14:46:00Z</dcterms:created>
  <dcterms:modified xsi:type="dcterms:W3CDTF">2015-12-10T14:51:00Z</dcterms:modified>
</cp:coreProperties>
</file>