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ADD" w:rsidRDefault="008F5ADD" w:rsidP="008F5ADD">
      <w:pPr>
        <w:pStyle w:val="Geenafstand"/>
        <w:pBdr>
          <w:top w:val="single" w:sz="4" w:space="1" w:color="auto"/>
          <w:left w:val="single" w:sz="4" w:space="4" w:color="auto"/>
          <w:bottom w:val="single" w:sz="4" w:space="0" w:color="auto"/>
          <w:right w:val="single" w:sz="4" w:space="4" w:color="auto"/>
        </w:pBdr>
        <w:shd w:val="clear" w:color="auto" w:fill="76923C" w:themeFill="accent3" w:themeFillShade="BF"/>
        <w:tabs>
          <w:tab w:val="center" w:pos="4536"/>
          <w:tab w:val="right" w:pos="9072"/>
        </w:tabs>
        <w:rPr>
          <w:b/>
          <w:sz w:val="24"/>
          <w:szCs w:val="24"/>
        </w:rPr>
      </w:pPr>
      <w:r>
        <w:rPr>
          <w:b/>
          <w:sz w:val="24"/>
          <w:szCs w:val="24"/>
        </w:rPr>
        <w:tab/>
      </w:r>
      <w:r w:rsidRPr="008F5ADD">
        <w:rPr>
          <w:b/>
          <w:sz w:val="24"/>
          <w:szCs w:val="24"/>
        </w:rPr>
        <w:t>Excel opdracht</w:t>
      </w:r>
      <w:r>
        <w:rPr>
          <w:b/>
          <w:sz w:val="24"/>
          <w:szCs w:val="24"/>
        </w:rPr>
        <w:tab/>
      </w:r>
    </w:p>
    <w:p w:rsidR="008F5ADD" w:rsidRDefault="008F5ADD" w:rsidP="008F5ADD">
      <w:pPr>
        <w:pStyle w:val="Geenafstand"/>
      </w:pPr>
    </w:p>
    <w:p w:rsidR="00B21A45" w:rsidRDefault="00B21A45" w:rsidP="00B21A45">
      <w:pPr>
        <w:pStyle w:val="Geenafstand"/>
        <w:jc w:val="center"/>
      </w:pPr>
      <w:r>
        <w:t>Excel is bedoelt als rekenprogramma. Je kunt er berekeningen mee uit voeren voor allerlei verschillende doelen. Zo kun je je administratie bij houden, een begroting maken, maar ook een hardloopschema mee maken. Je kunt de computer verschillende soorten berekeningen laten maken zoals optellen, aftrekken, gemiddelde berekenen etc.</w:t>
      </w:r>
    </w:p>
    <w:p w:rsidR="00B21A45" w:rsidRDefault="00B21A45" w:rsidP="008F5ADD">
      <w:pPr>
        <w:pStyle w:val="Geenafstand"/>
      </w:pPr>
    </w:p>
    <w:p w:rsidR="008F5ADD" w:rsidRDefault="00B21A45" w:rsidP="008F5ADD">
      <w:pPr>
        <w:pStyle w:val="Geenafstand"/>
      </w:pPr>
      <w:r>
        <w:t xml:space="preserve">- </w:t>
      </w:r>
      <w:r w:rsidR="008F5ADD">
        <w:t>Open een leeg Excel bestand.</w:t>
      </w:r>
    </w:p>
    <w:p w:rsidR="008F5ADD" w:rsidRDefault="008F5ADD" w:rsidP="008F5ADD">
      <w:pPr>
        <w:pStyle w:val="Geenafstand"/>
      </w:pPr>
    </w:p>
    <w:p w:rsidR="009E40C1" w:rsidRPr="009E40C1" w:rsidRDefault="009E40C1" w:rsidP="008F5ADD">
      <w:pPr>
        <w:pStyle w:val="Geenafstand"/>
        <w:rPr>
          <w:b/>
        </w:rPr>
      </w:pPr>
      <w:r>
        <w:rPr>
          <w:b/>
        </w:rPr>
        <w:t>Vragen:</w:t>
      </w:r>
    </w:p>
    <w:p w:rsidR="008F5ADD" w:rsidRDefault="00815FCD" w:rsidP="008F5ADD">
      <w:pPr>
        <w:pStyle w:val="Geenafstand"/>
      </w:pPr>
      <w:r>
        <w:t>Hoe heten de hokjes?</w:t>
      </w:r>
    </w:p>
    <w:p w:rsidR="00815FCD" w:rsidRDefault="00815FCD" w:rsidP="008F5ADD">
      <w:pPr>
        <w:pStyle w:val="Geenafstand"/>
      </w:pPr>
      <w:r>
        <w:t>Hoe heet 1 “vel” met allemaal hokjes?</w:t>
      </w:r>
    </w:p>
    <w:p w:rsidR="009E40C1" w:rsidRDefault="009E40C1" w:rsidP="008F5ADD">
      <w:pPr>
        <w:pStyle w:val="Geenafstand"/>
      </w:pPr>
      <w:r>
        <w:t>Welke naam heeft het eerste “hokje”?</w:t>
      </w:r>
    </w:p>
    <w:p w:rsidR="009E40C1" w:rsidRDefault="009E40C1" w:rsidP="008F5ADD">
      <w:pPr>
        <w:pStyle w:val="Geenafstand"/>
      </w:pPr>
    </w:p>
    <w:p w:rsidR="00965F51" w:rsidRDefault="009E40C1" w:rsidP="00965F51">
      <w:pPr>
        <w:pStyle w:val="Geenafstand"/>
        <w:jc w:val="center"/>
      </w:pPr>
      <w:r>
        <w:t xml:space="preserve">In Excel kun je allerlei soorten gegevens bijhouden (percentages, bedragen, data, </w:t>
      </w:r>
    </w:p>
    <w:p w:rsidR="009E40C1" w:rsidRDefault="00965F51" w:rsidP="00965F51">
      <w:pPr>
        <w:pStyle w:val="Geenafstand"/>
        <w:jc w:val="center"/>
      </w:pPr>
      <w:r>
        <w:t>t</w:t>
      </w:r>
      <w:r w:rsidR="009E40C1">
        <w:t>elefoonnummers etc.). Je kunt Excel zo instellen dat deze getallen goed worden genoteerd.</w:t>
      </w:r>
    </w:p>
    <w:p w:rsidR="009E40C1" w:rsidRDefault="009E40C1" w:rsidP="00965F51">
      <w:pPr>
        <w:pStyle w:val="Geenafstand"/>
        <w:jc w:val="center"/>
      </w:pPr>
      <w:r>
        <w:t>Dit doe je bij:</w:t>
      </w:r>
    </w:p>
    <w:p w:rsidR="009E40C1" w:rsidRDefault="009E40C1" w:rsidP="00D16899">
      <w:pPr>
        <w:pStyle w:val="Geenafstand"/>
        <w:ind w:left="1416"/>
      </w:pPr>
      <w:r>
        <w:t>- Start &gt; kolom waar nu waarschijnlijk “standaard” staat</w:t>
      </w:r>
    </w:p>
    <w:p w:rsidR="009E40C1" w:rsidRDefault="009E40C1" w:rsidP="00D16899">
      <w:pPr>
        <w:pStyle w:val="Geenafstand"/>
        <w:ind w:left="1416"/>
      </w:pPr>
      <w:r>
        <w:t xml:space="preserve">- Rechtermuisknop op een cel &gt; </w:t>
      </w:r>
      <w:proofErr w:type="spellStart"/>
      <w:r>
        <w:t>celeigenschappen</w:t>
      </w:r>
      <w:proofErr w:type="spellEnd"/>
      <w:r>
        <w:t xml:space="preserve"> &gt; tabblad “getal”</w:t>
      </w:r>
    </w:p>
    <w:p w:rsidR="009E40C1" w:rsidRPr="009E40C1" w:rsidRDefault="009E40C1" w:rsidP="008F5ADD">
      <w:pPr>
        <w:pStyle w:val="Geenafstand"/>
      </w:pPr>
    </w:p>
    <w:p w:rsidR="009E40C1" w:rsidRPr="00D16899" w:rsidRDefault="009E40C1" w:rsidP="009E40C1">
      <w:pPr>
        <w:pStyle w:val="Geenafstand"/>
        <w:rPr>
          <w:b/>
        </w:rPr>
      </w:pPr>
      <w:r w:rsidRPr="00D16899">
        <w:rPr>
          <w:b/>
        </w:rPr>
        <w:t>Oefening 1:</w:t>
      </w:r>
    </w:p>
    <w:p w:rsidR="009E40C1" w:rsidRPr="009E40C1" w:rsidRDefault="009E40C1" w:rsidP="009E40C1">
      <w:pPr>
        <w:pStyle w:val="Geenafstand"/>
      </w:pPr>
      <w:r>
        <w:t xml:space="preserve">- </w:t>
      </w:r>
      <w:r w:rsidRPr="009E40C1">
        <w:t>Verander de opmaak van A1 in standaard</w:t>
      </w:r>
    </w:p>
    <w:p w:rsidR="009E40C1" w:rsidRPr="009E40C1" w:rsidRDefault="009E40C1" w:rsidP="009E40C1">
      <w:pPr>
        <w:pStyle w:val="Geenafstand"/>
      </w:pPr>
      <w:r>
        <w:t xml:space="preserve">- </w:t>
      </w:r>
      <w:r w:rsidRPr="009E40C1">
        <w:t>Verander de opmaak van B1 in getal</w:t>
      </w:r>
    </w:p>
    <w:p w:rsidR="009E40C1" w:rsidRPr="009E40C1" w:rsidRDefault="009E40C1" w:rsidP="009E40C1">
      <w:pPr>
        <w:pStyle w:val="Geenafstand"/>
      </w:pPr>
      <w:r>
        <w:t xml:space="preserve">- </w:t>
      </w:r>
      <w:r w:rsidRPr="009E40C1">
        <w:t>Verander de opmaak van C1 in valuta</w:t>
      </w:r>
    </w:p>
    <w:p w:rsidR="009E40C1" w:rsidRPr="009E40C1" w:rsidRDefault="009E40C1" w:rsidP="009E40C1">
      <w:pPr>
        <w:pStyle w:val="Geenafstand"/>
      </w:pPr>
      <w:r>
        <w:t xml:space="preserve">- </w:t>
      </w:r>
      <w:r w:rsidRPr="009E40C1">
        <w:t>Verander de opmaak van D1 in Financieel</w:t>
      </w:r>
    </w:p>
    <w:p w:rsidR="009E40C1" w:rsidRPr="009E40C1" w:rsidRDefault="009E40C1" w:rsidP="009E40C1">
      <w:pPr>
        <w:pStyle w:val="Geenafstand"/>
      </w:pPr>
      <w:r>
        <w:t xml:space="preserve">- </w:t>
      </w:r>
      <w:r w:rsidRPr="009E40C1">
        <w:t xml:space="preserve">Verander de opmaak van E1 in datum (opmaak: </w:t>
      </w:r>
      <w:proofErr w:type="spellStart"/>
      <w:r w:rsidRPr="009E40C1">
        <w:t>dd</w:t>
      </w:r>
      <w:proofErr w:type="spellEnd"/>
      <w:r w:rsidRPr="009E40C1">
        <w:t>-mm-</w:t>
      </w:r>
      <w:proofErr w:type="spellStart"/>
      <w:r w:rsidRPr="009E40C1">
        <w:t>jjjj</w:t>
      </w:r>
      <w:proofErr w:type="spellEnd"/>
      <w:r w:rsidRPr="009E40C1">
        <w:t>)</w:t>
      </w:r>
    </w:p>
    <w:p w:rsidR="009E40C1" w:rsidRPr="009E40C1" w:rsidRDefault="009E40C1" w:rsidP="009E40C1">
      <w:pPr>
        <w:pStyle w:val="Geenafstand"/>
      </w:pPr>
      <w:r>
        <w:t xml:space="preserve">- </w:t>
      </w:r>
      <w:r w:rsidRPr="009E40C1">
        <w:t xml:space="preserve">Verander de opmaak van F1 in tijd (opmaak: </w:t>
      </w:r>
      <w:proofErr w:type="spellStart"/>
      <w:r w:rsidRPr="009E40C1">
        <w:t>uu</w:t>
      </w:r>
      <w:proofErr w:type="spellEnd"/>
      <w:r w:rsidRPr="009E40C1">
        <w:t>-mm-ss)</w:t>
      </w:r>
    </w:p>
    <w:p w:rsidR="009E40C1" w:rsidRPr="009E40C1" w:rsidRDefault="009E40C1" w:rsidP="009E40C1">
      <w:pPr>
        <w:pStyle w:val="Geenafstand"/>
      </w:pPr>
      <w:r>
        <w:t xml:space="preserve">- </w:t>
      </w:r>
      <w:r w:rsidRPr="009E40C1">
        <w:t>Verander de opmaak van G1in percentage</w:t>
      </w:r>
    </w:p>
    <w:p w:rsidR="009E40C1" w:rsidRPr="009E40C1" w:rsidRDefault="009E40C1" w:rsidP="009E40C1">
      <w:pPr>
        <w:pStyle w:val="Geenafstand"/>
      </w:pPr>
      <w:r>
        <w:t xml:space="preserve">- </w:t>
      </w:r>
      <w:r w:rsidRPr="009E40C1">
        <w:t>Verander de opmaak van H1 in breuk met maximaal 3 cijfers</w:t>
      </w:r>
    </w:p>
    <w:p w:rsidR="009E40C1" w:rsidRPr="009E40C1" w:rsidRDefault="009E40C1" w:rsidP="009E40C1">
      <w:pPr>
        <w:pStyle w:val="Geenafstand"/>
      </w:pPr>
      <w:r>
        <w:t xml:space="preserve">- </w:t>
      </w:r>
      <w:r w:rsidRPr="009E40C1">
        <w:t>Verander de opmaak van I1 in tekst</w:t>
      </w:r>
    </w:p>
    <w:p w:rsidR="009E40C1" w:rsidRPr="009E40C1" w:rsidRDefault="009E40C1" w:rsidP="009E40C1">
      <w:pPr>
        <w:pStyle w:val="Geenafstand"/>
      </w:pPr>
      <w:r>
        <w:t xml:space="preserve">- </w:t>
      </w:r>
      <w:r w:rsidRPr="009E40C1">
        <w:t>Verander de opmaak van J1 in telefoonnummer (kijk bij speciaal)</w:t>
      </w:r>
    </w:p>
    <w:p w:rsidR="009E40C1" w:rsidRPr="009E40C1" w:rsidRDefault="009E40C1" w:rsidP="009E40C1">
      <w:pPr>
        <w:pStyle w:val="Geenafstand"/>
      </w:pPr>
    </w:p>
    <w:p w:rsidR="009E40C1" w:rsidRDefault="00207CE7" w:rsidP="009E40C1">
      <w:pPr>
        <w:pStyle w:val="Geenafstand"/>
      </w:pPr>
      <w:r>
        <w:t>Vul in alle cellen het getal 0100 in en kijk naar het resultaat.</w:t>
      </w:r>
    </w:p>
    <w:p w:rsidR="00207CE7" w:rsidRDefault="00207CE7" w:rsidP="009E40C1">
      <w:pPr>
        <w:pStyle w:val="Geenafstand"/>
      </w:pPr>
      <w:r>
        <w:t>Verander de invoer van cel H1 van 0100 naar 1/100</w:t>
      </w:r>
    </w:p>
    <w:p w:rsidR="00207CE7" w:rsidRPr="009E40C1" w:rsidRDefault="00207CE7" w:rsidP="009E40C1">
      <w:pPr>
        <w:pStyle w:val="Geenafstand"/>
      </w:pPr>
      <w:r>
        <w:t>Als je dit goed hebt gedaan, krijg je onderstaand resultaat:</w:t>
      </w:r>
    </w:p>
    <w:p w:rsidR="009E40C1" w:rsidRDefault="00207CE7" w:rsidP="009E40C1">
      <w:pPr>
        <w:pStyle w:val="Geenafstand"/>
      </w:pPr>
      <w:r>
        <w:rPr>
          <w:noProof/>
          <w:lang w:eastAsia="nl-NL"/>
        </w:rPr>
        <w:drawing>
          <wp:anchor distT="0" distB="0" distL="114300" distR="114300" simplePos="0" relativeHeight="251658240" behindDoc="1" locked="0" layoutInCell="1" allowOverlap="1" wp14:anchorId="03FC9176" wp14:editId="0B65193D">
            <wp:simplePos x="0" y="0"/>
            <wp:positionH relativeFrom="column">
              <wp:posOffset>-267335</wp:posOffset>
            </wp:positionH>
            <wp:positionV relativeFrom="paragraph">
              <wp:posOffset>83185</wp:posOffset>
            </wp:positionV>
            <wp:extent cx="6050280" cy="594360"/>
            <wp:effectExtent l="0" t="0" r="762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02E73.tmp"/>
                    <pic:cNvPicPr/>
                  </pic:nvPicPr>
                  <pic:blipFill rotWithShape="1">
                    <a:blip r:embed="rId6">
                      <a:extLst>
                        <a:ext uri="{28A0092B-C50C-407E-A947-70E740481C1C}">
                          <a14:useLocalDpi xmlns:a14="http://schemas.microsoft.com/office/drawing/2010/main" val="0"/>
                        </a:ext>
                      </a:extLst>
                    </a:blip>
                    <a:srcRect l="488" t="19284" r="52284" b="72154"/>
                    <a:stretch/>
                  </pic:blipFill>
                  <pic:spPr bwMode="auto">
                    <a:xfrm>
                      <a:off x="0" y="0"/>
                      <a:ext cx="6050280" cy="5943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07CE7" w:rsidRDefault="00207CE7" w:rsidP="009E40C1">
      <w:pPr>
        <w:pStyle w:val="Geenafstand"/>
      </w:pPr>
    </w:p>
    <w:p w:rsidR="00207CE7" w:rsidRDefault="00207CE7" w:rsidP="009E40C1">
      <w:pPr>
        <w:pStyle w:val="Geenafstand"/>
      </w:pPr>
    </w:p>
    <w:p w:rsidR="00207CE7" w:rsidRDefault="00207CE7" w:rsidP="009E40C1">
      <w:pPr>
        <w:pStyle w:val="Geenafstand"/>
      </w:pPr>
    </w:p>
    <w:p w:rsidR="00207CE7" w:rsidRDefault="00207CE7" w:rsidP="009E40C1">
      <w:pPr>
        <w:pStyle w:val="Geenafstand"/>
      </w:pPr>
    </w:p>
    <w:p w:rsidR="00207CE7" w:rsidRDefault="00207CE7" w:rsidP="009E40C1">
      <w:pPr>
        <w:pStyle w:val="Geenafstand"/>
      </w:pPr>
    </w:p>
    <w:p w:rsidR="00965F51" w:rsidRPr="00D16899" w:rsidRDefault="00965F51" w:rsidP="00965F51">
      <w:pPr>
        <w:pStyle w:val="Geenafstand"/>
        <w:rPr>
          <w:b/>
        </w:rPr>
      </w:pPr>
      <w:r w:rsidRPr="00D16899">
        <w:rPr>
          <w:b/>
        </w:rPr>
        <w:t>Oefening 2:</w:t>
      </w:r>
    </w:p>
    <w:p w:rsidR="00965F51" w:rsidRPr="00965F51" w:rsidRDefault="00965F51" w:rsidP="00965F51">
      <w:pPr>
        <w:pStyle w:val="Geenafstand"/>
      </w:pPr>
      <w:r>
        <w:t>- Voer in A3</w:t>
      </w:r>
      <w:r w:rsidRPr="00965F51">
        <w:t xml:space="preserve"> de huidige datum en verander de opmaak in getal</w:t>
      </w:r>
      <w:r>
        <w:t>.</w:t>
      </w:r>
    </w:p>
    <w:p w:rsidR="00965F51" w:rsidRPr="00965F51" w:rsidRDefault="00965F51" w:rsidP="00965F51">
      <w:pPr>
        <w:pStyle w:val="Geenafstand"/>
      </w:pPr>
      <w:r>
        <w:t>- Voer in A4</w:t>
      </w:r>
      <w:r w:rsidRPr="00965F51">
        <w:t xml:space="preserve"> je geboortedatum in en vera</w:t>
      </w:r>
      <w:r>
        <w:t>nder de opmaak in getal.</w:t>
      </w:r>
    </w:p>
    <w:p w:rsidR="00965F51" w:rsidRPr="00965F51" w:rsidRDefault="00965F51" w:rsidP="00965F51">
      <w:pPr>
        <w:pStyle w:val="Geenafstand"/>
      </w:pPr>
      <w:r>
        <w:t>- Reken in A5</w:t>
      </w:r>
      <w:r w:rsidRPr="00965F51">
        <w:t xml:space="preserve"> uit hoeveel je overhou</w:t>
      </w:r>
      <w:r>
        <w:t>dt als je A4 en A3 van elkaar a</w:t>
      </w:r>
      <w:r w:rsidRPr="00965F51">
        <w:t>ftrekt.</w:t>
      </w:r>
    </w:p>
    <w:p w:rsidR="00965F51" w:rsidRDefault="00965F51" w:rsidP="00965F51">
      <w:pPr>
        <w:pStyle w:val="Geenafstand"/>
      </w:pPr>
      <w:r>
        <w:t>- Reken in A6 uit hoeveel je overhoudt als je A5 deelt door 365,25.</w:t>
      </w:r>
    </w:p>
    <w:p w:rsidR="00965F51" w:rsidRPr="00965F51" w:rsidRDefault="00965F51" w:rsidP="00965F51">
      <w:pPr>
        <w:pStyle w:val="Geenafstand"/>
      </w:pPr>
      <w:r w:rsidRPr="00965F51">
        <w:t>Het resultaat is h</w:t>
      </w:r>
      <w:r w:rsidR="001A459B">
        <w:t>et aantal dagen dat</w:t>
      </w:r>
      <w:bookmarkStart w:id="0" w:name="_GoBack"/>
      <w:bookmarkEnd w:id="0"/>
      <w:r>
        <w:t xml:space="preserve"> je al leeft, je exacte leeftijd.</w:t>
      </w:r>
    </w:p>
    <w:p w:rsidR="00207CE7" w:rsidRDefault="00207CE7" w:rsidP="00965F51">
      <w:pPr>
        <w:pStyle w:val="Geenafstand"/>
      </w:pPr>
    </w:p>
    <w:p w:rsidR="009E40C1" w:rsidRDefault="00864A96" w:rsidP="008F5ADD">
      <w:pPr>
        <w:pStyle w:val="Geenafstand"/>
      </w:pPr>
      <w:r>
        <w:t>Als er in een cel ####### komt te staan, betekent dit dat de cel te klein is voor het getal. Oplossing is om de kolombreedte te vergroten of automatisch aan te passen.</w:t>
      </w:r>
    </w:p>
    <w:p w:rsidR="00864A96" w:rsidRDefault="00864A96" w:rsidP="008F5ADD">
      <w:pPr>
        <w:pStyle w:val="Geenafstand"/>
      </w:pPr>
      <w:r>
        <w:t>Start &gt; opmaak &gt; kolombreedte automatisch aanpassen</w:t>
      </w:r>
    </w:p>
    <w:p w:rsidR="00864A96" w:rsidRDefault="003E4F50" w:rsidP="008F5ADD">
      <w:pPr>
        <w:pStyle w:val="Geenafstand"/>
        <w:rPr>
          <w:b/>
        </w:rPr>
      </w:pPr>
      <w:r>
        <w:rPr>
          <w:b/>
        </w:rPr>
        <w:lastRenderedPageBreak/>
        <w:t>Opdracht 3:</w:t>
      </w:r>
    </w:p>
    <w:p w:rsidR="00B908CD" w:rsidRDefault="005A2106" w:rsidP="00B908CD">
      <w:pPr>
        <w:pStyle w:val="Geenafstand"/>
      </w:pPr>
      <w:r>
        <w:t xml:space="preserve">1. </w:t>
      </w:r>
      <w:r w:rsidR="00B908CD">
        <w:t xml:space="preserve">Maak een </w:t>
      </w:r>
      <w:r w:rsidR="00180D5E">
        <w:t xml:space="preserve">fictieve </w:t>
      </w:r>
      <w:r w:rsidR="00B908CD">
        <w:t>begroting voor een evenement. Bijvoorbeeld uitgave en inkomsten voor de kerstmarkt.</w:t>
      </w:r>
      <w:r w:rsidR="00180D5E">
        <w:t xml:space="preserve"> Aangezien er drie groepen mee werken aan dit evenement moet er ook drie keer een begroting worden gemaakt. Als je dit hebt gedaan laat je de computer zien welk groepje het meeste winst heeft gemaakt en wat de totale winst is geworden. </w:t>
      </w:r>
    </w:p>
    <w:p w:rsidR="00814A27" w:rsidRDefault="00814A27" w:rsidP="00814A27">
      <w:pPr>
        <w:pStyle w:val="Geenafstand"/>
      </w:pPr>
      <w:r>
        <w:t xml:space="preserve">Gebruik tijdens deze opdracht beide manieren om een formule in te voeren, zodat je ze allebei een keer hebt gebruikt. </w:t>
      </w:r>
    </w:p>
    <w:p w:rsidR="00180D5E" w:rsidRDefault="00180D5E" w:rsidP="00B908CD">
      <w:pPr>
        <w:pStyle w:val="Geenafstand"/>
      </w:pPr>
      <w:r>
        <w:t>De volgende formules komen er in voor:</w:t>
      </w:r>
    </w:p>
    <w:p w:rsidR="00180D5E" w:rsidRDefault="00180D5E" w:rsidP="00B908CD">
      <w:pPr>
        <w:pStyle w:val="Geenafstand"/>
      </w:pPr>
      <w:r>
        <w:t>- optellen</w:t>
      </w:r>
    </w:p>
    <w:p w:rsidR="00180D5E" w:rsidRDefault="00180D5E" w:rsidP="00B908CD">
      <w:pPr>
        <w:pStyle w:val="Geenafstand"/>
      </w:pPr>
      <w:r>
        <w:t>- aftrekken</w:t>
      </w:r>
    </w:p>
    <w:p w:rsidR="00180D5E" w:rsidRDefault="00180D5E" w:rsidP="00B908CD">
      <w:pPr>
        <w:pStyle w:val="Geenafstand"/>
      </w:pPr>
      <w:r>
        <w:t>- max berekenen (hoogste cijfer)</w:t>
      </w:r>
    </w:p>
    <w:p w:rsidR="00180D5E" w:rsidRDefault="00180D5E" w:rsidP="00B908CD">
      <w:pPr>
        <w:pStyle w:val="Geenafstand"/>
      </w:pPr>
    </w:p>
    <w:p w:rsidR="00180D5E" w:rsidRDefault="005A2106" w:rsidP="00B908CD">
      <w:pPr>
        <w:pStyle w:val="Geenafstand"/>
      </w:pPr>
      <w:r>
        <w:t xml:space="preserve">2. </w:t>
      </w:r>
      <w:r w:rsidR="00180D5E">
        <w:t>In totaal hebben 15 mensen mee gedaan. De winst wordt onder hun verdeeld, hoeveel krijgt ieder?</w:t>
      </w:r>
    </w:p>
    <w:p w:rsidR="00180D5E" w:rsidRDefault="00180D5E" w:rsidP="00180D5E">
      <w:pPr>
        <w:pStyle w:val="Geenafstand"/>
      </w:pPr>
      <w:r>
        <w:t>De volgende formules komen er in voor:</w:t>
      </w:r>
    </w:p>
    <w:p w:rsidR="00180D5E" w:rsidRDefault="00180D5E" w:rsidP="00B908CD">
      <w:pPr>
        <w:pStyle w:val="Geenafstand"/>
      </w:pPr>
      <w:r>
        <w:t>- delen</w:t>
      </w:r>
      <w:r w:rsidR="00814A27">
        <w:t xml:space="preserve"> </w:t>
      </w:r>
    </w:p>
    <w:p w:rsidR="00814A27" w:rsidRDefault="00814A27" w:rsidP="00B908CD">
      <w:pPr>
        <w:pStyle w:val="Geenafstand"/>
      </w:pPr>
    </w:p>
    <w:p w:rsidR="00814A27" w:rsidRDefault="005A2106" w:rsidP="00B908CD">
      <w:pPr>
        <w:pStyle w:val="Geenafstand"/>
      </w:pPr>
      <w:r>
        <w:t xml:space="preserve">3. </w:t>
      </w:r>
      <w:r w:rsidR="00814A27">
        <w:t>Maak gebruik van kleuren om duidelijk te maken dat het om meerdere groepen gaat.</w:t>
      </w:r>
    </w:p>
    <w:p w:rsidR="005A2106" w:rsidRDefault="005A2106" w:rsidP="00B908CD">
      <w:pPr>
        <w:pStyle w:val="Geenafstand"/>
      </w:pPr>
      <w:r>
        <w:t>4. Voeg als laatste verschillende grafieken toe. Bijvoorbeeld een cirkeldiagram en een kolomdiagram.</w:t>
      </w:r>
    </w:p>
    <w:p w:rsidR="00180D5E" w:rsidRDefault="00180D5E" w:rsidP="00B908CD">
      <w:pPr>
        <w:pStyle w:val="Geenafstand"/>
      </w:pPr>
    </w:p>
    <w:p w:rsidR="00180D5E" w:rsidRPr="00814A27" w:rsidRDefault="00180D5E" w:rsidP="00B908CD">
      <w:pPr>
        <w:pStyle w:val="Geenafstand"/>
        <w:rPr>
          <w:b/>
        </w:rPr>
      </w:pPr>
      <w:r w:rsidRPr="00814A27">
        <w:rPr>
          <w:b/>
        </w:rPr>
        <w:t>2 manieren om een formule in te voeren:</w:t>
      </w:r>
    </w:p>
    <w:p w:rsidR="00180D5E" w:rsidRDefault="00180D5E" w:rsidP="00B908CD">
      <w:pPr>
        <w:pStyle w:val="Geenafstand"/>
      </w:pPr>
      <w:r>
        <w:t xml:space="preserve">- intoetsen in het balkje naast </w:t>
      </w:r>
      <w:proofErr w:type="spellStart"/>
      <w:r>
        <w:t>fx</w:t>
      </w:r>
      <w:proofErr w:type="spellEnd"/>
      <w:r>
        <w:t xml:space="preserve"> met als eerste een = teken. Voorbeeld: =a1-a2</w:t>
      </w:r>
    </w:p>
    <w:p w:rsidR="00180D5E" w:rsidRDefault="00180D5E" w:rsidP="00B908CD">
      <w:pPr>
        <w:pStyle w:val="Geenafstand"/>
      </w:pPr>
      <w:r>
        <w:t xml:space="preserve">- klikken op het </w:t>
      </w:r>
      <w:proofErr w:type="spellStart"/>
      <w:r>
        <w:t>fx</w:t>
      </w:r>
      <w:proofErr w:type="spellEnd"/>
      <w:r>
        <w:t xml:space="preserve"> teken (functie invoegen).</w:t>
      </w:r>
    </w:p>
    <w:p w:rsidR="00180D5E" w:rsidRDefault="00180D5E" w:rsidP="00B908CD">
      <w:pPr>
        <w:pStyle w:val="Geenafstand"/>
      </w:pPr>
    </w:p>
    <w:p w:rsidR="00180D5E" w:rsidRDefault="00180D5E" w:rsidP="00B908CD">
      <w:pPr>
        <w:pStyle w:val="Geenafstand"/>
      </w:pPr>
      <w:r>
        <w:t>Voor het berekenen van de totale winst is het handig om te kiezen voor de laatste manier. Dit omdat je de cellen, die je op wilt tellen, zo kunt aanklikken. Anders moet je eerst uitzoeken welke cel het is.</w:t>
      </w:r>
    </w:p>
    <w:p w:rsidR="00814A27" w:rsidRDefault="005A2106" w:rsidP="00B908CD">
      <w:pPr>
        <w:pStyle w:val="Geenafstand"/>
      </w:pPr>
      <w:r>
        <w:rPr>
          <w:b/>
          <w:noProof/>
          <w:lang w:eastAsia="nl-NL"/>
        </w:rPr>
        <w:drawing>
          <wp:anchor distT="0" distB="0" distL="114300" distR="114300" simplePos="0" relativeHeight="251659264" behindDoc="1" locked="0" layoutInCell="1" allowOverlap="1" wp14:anchorId="559068D6" wp14:editId="2012C7BD">
            <wp:simplePos x="0" y="0"/>
            <wp:positionH relativeFrom="column">
              <wp:posOffset>167005</wp:posOffset>
            </wp:positionH>
            <wp:positionV relativeFrom="paragraph">
              <wp:posOffset>110490</wp:posOffset>
            </wp:positionV>
            <wp:extent cx="5074920" cy="3598734"/>
            <wp:effectExtent l="0" t="0" r="0" b="190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0A0B8.tmp"/>
                    <pic:cNvPicPr/>
                  </pic:nvPicPr>
                  <pic:blipFill rotWithShape="1">
                    <a:blip r:embed="rId7">
                      <a:extLst>
                        <a:ext uri="{28A0092B-C50C-407E-A947-70E740481C1C}">
                          <a14:useLocalDpi xmlns:a14="http://schemas.microsoft.com/office/drawing/2010/main" val="0"/>
                        </a:ext>
                      </a:extLst>
                    </a:blip>
                    <a:srcRect l="794" t="19595" r="49074" b="14791"/>
                    <a:stretch/>
                  </pic:blipFill>
                  <pic:spPr bwMode="auto">
                    <a:xfrm>
                      <a:off x="0" y="0"/>
                      <a:ext cx="5074920" cy="35987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14A27" w:rsidRDefault="00814A27" w:rsidP="008F5ADD">
      <w:pPr>
        <w:pStyle w:val="Geenafstand"/>
        <w:rPr>
          <w:b/>
          <w:noProof/>
          <w:lang w:eastAsia="nl-NL"/>
        </w:rPr>
      </w:pPr>
    </w:p>
    <w:p w:rsidR="00B908CD" w:rsidRDefault="00B908CD" w:rsidP="008F5ADD">
      <w:pPr>
        <w:pStyle w:val="Geenafstand"/>
      </w:pPr>
    </w:p>
    <w:p w:rsidR="005A2106" w:rsidRDefault="005A2106" w:rsidP="008F5ADD">
      <w:pPr>
        <w:pStyle w:val="Geenafstand"/>
        <w:rPr>
          <w:noProof/>
          <w:lang w:eastAsia="nl-NL"/>
        </w:rPr>
      </w:pPr>
    </w:p>
    <w:p w:rsidR="005A2106" w:rsidRDefault="005A2106" w:rsidP="008F5ADD">
      <w:pPr>
        <w:pStyle w:val="Geenafstand"/>
        <w:rPr>
          <w:noProof/>
          <w:lang w:eastAsia="nl-NL"/>
        </w:rPr>
      </w:pPr>
    </w:p>
    <w:p w:rsidR="005A2106" w:rsidRDefault="005A2106" w:rsidP="008F5ADD">
      <w:pPr>
        <w:pStyle w:val="Geenafstand"/>
        <w:rPr>
          <w:noProof/>
          <w:lang w:eastAsia="nl-NL"/>
        </w:rPr>
      </w:pPr>
    </w:p>
    <w:p w:rsidR="005A2106" w:rsidRDefault="005A2106" w:rsidP="008F5ADD">
      <w:pPr>
        <w:pStyle w:val="Geenafstand"/>
        <w:rPr>
          <w:noProof/>
          <w:lang w:eastAsia="nl-NL"/>
        </w:rPr>
      </w:pPr>
    </w:p>
    <w:p w:rsidR="005A2106" w:rsidRPr="003E4F50" w:rsidRDefault="005A2106" w:rsidP="008F5ADD">
      <w:pPr>
        <w:pStyle w:val="Geenafstand"/>
      </w:pPr>
      <w:r>
        <w:rPr>
          <w:noProof/>
          <w:lang w:eastAsia="nl-NL"/>
        </w:rPr>
        <w:drawing>
          <wp:anchor distT="0" distB="0" distL="114300" distR="114300" simplePos="0" relativeHeight="251660288" behindDoc="0" locked="0" layoutInCell="1" allowOverlap="1" wp14:anchorId="6595C0AE" wp14:editId="3D0DD19E">
            <wp:simplePos x="0" y="0"/>
            <wp:positionH relativeFrom="column">
              <wp:posOffset>2887345</wp:posOffset>
            </wp:positionH>
            <wp:positionV relativeFrom="paragraph">
              <wp:posOffset>2503170</wp:posOffset>
            </wp:positionV>
            <wp:extent cx="2766060" cy="1668780"/>
            <wp:effectExtent l="0" t="0" r="0" b="762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039FC.tmp"/>
                    <pic:cNvPicPr/>
                  </pic:nvPicPr>
                  <pic:blipFill rotWithShape="1">
                    <a:blip r:embed="rId8" cstate="print">
                      <a:extLst>
                        <a:ext uri="{28A0092B-C50C-407E-A947-70E740481C1C}">
                          <a14:useLocalDpi xmlns:a14="http://schemas.microsoft.com/office/drawing/2010/main" val="0"/>
                        </a:ext>
                      </a:extLst>
                    </a:blip>
                    <a:srcRect l="48687" t="57473" r="20839" b="8594"/>
                    <a:stretch/>
                  </pic:blipFill>
                  <pic:spPr bwMode="auto">
                    <a:xfrm>
                      <a:off x="0" y="0"/>
                      <a:ext cx="2766060" cy="1668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0" locked="0" layoutInCell="1" allowOverlap="1" wp14:anchorId="1CA826E2" wp14:editId="79E87321">
            <wp:simplePos x="0" y="0"/>
            <wp:positionH relativeFrom="column">
              <wp:posOffset>-107315</wp:posOffset>
            </wp:positionH>
            <wp:positionV relativeFrom="paragraph">
              <wp:posOffset>2531745</wp:posOffset>
            </wp:positionV>
            <wp:extent cx="2781300" cy="1653540"/>
            <wp:effectExtent l="0" t="0" r="0" b="381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B039FC.tmp"/>
                    <pic:cNvPicPr/>
                  </pic:nvPicPr>
                  <pic:blipFill rotWithShape="1">
                    <a:blip r:embed="rId8" cstate="print">
                      <a:extLst>
                        <a:ext uri="{28A0092B-C50C-407E-A947-70E740481C1C}">
                          <a14:useLocalDpi xmlns:a14="http://schemas.microsoft.com/office/drawing/2010/main" val="0"/>
                        </a:ext>
                      </a:extLst>
                    </a:blip>
                    <a:srcRect l="48856" t="22143" r="20502" b="44232"/>
                    <a:stretch/>
                  </pic:blipFill>
                  <pic:spPr bwMode="auto">
                    <a:xfrm>
                      <a:off x="0" y="0"/>
                      <a:ext cx="2781300" cy="16535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5A2106" w:rsidRPr="003E4F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61414"/>
    <w:multiLevelType w:val="hybridMultilevel"/>
    <w:tmpl w:val="22022584"/>
    <w:lvl w:ilvl="0" w:tplc="C654002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653454E"/>
    <w:multiLevelType w:val="hybridMultilevel"/>
    <w:tmpl w:val="1B0E68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E2240B3"/>
    <w:multiLevelType w:val="hybridMultilevel"/>
    <w:tmpl w:val="A24E27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4C15299"/>
    <w:multiLevelType w:val="hybridMultilevel"/>
    <w:tmpl w:val="E4066F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ADD"/>
    <w:rsid w:val="00152FC5"/>
    <w:rsid w:val="00180D5E"/>
    <w:rsid w:val="001A459B"/>
    <w:rsid w:val="00207CE7"/>
    <w:rsid w:val="003E4F50"/>
    <w:rsid w:val="005A2106"/>
    <w:rsid w:val="00731CCE"/>
    <w:rsid w:val="00814A27"/>
    <w:rsid w:val="00815FCD"/>
    <w:rsid w:val="00864A96"/>
    <w:rsid w:val="008F5ADD"/>
    <w:rsid w:val="00965F51"/>
    <w:rsid w:val="009E40C1"/>
    <w:rsid w:val="00B21A45"/>
    <w:rsid w:val="00B908CD"/>
    <w:rsid w:val="00BB2B99"/>
    <w:rsid w:val="00D168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40C1"/>
    <w:pPr>
      <w:autoSpaceDE w:val="0"/>
      <w:autoSpaceDN w:val="0"/>
      <w:spacing w:after="0" w:line="240" w:lineRule="auto"/>
    </w:pPr>
    <w:rPr>
      <w:rFonts w:ascii="Verdana" w:eastAsia="Times New Roman" w:hAnsi="Verdana" w:cs="Arial"/>
      <w:sz w:val="18"/>
      <w:szCs w:val="18"/>
      <w:lang w:eastAsia="nl-NL"/>
    </w:rPr>
  </w:style>
  <w:style w:type="paragraph" w:styleId="Kop2">
    <w:name w:val="heading 2"/>
    <w:basedOn w:val="Standaard"/>
    <w:link w:val="Kop2Char"/>
    <w:uiPriority w:val="9"/>
    <w:qFormat/>
    <w:rsid w:val="00B21A45"/>
    <w:pPr>
      <w:spacing w:before="75" w:after="150" w:line="300" w:lineRule="auto"/>
      <w:outlineLvl w:val="1"/>
    </w:pPr>
    <w:rPr>
      <w:rFonts w:ascii="Times New Roman" w:hAnsi="Times New Roman" w:cs="Times New Roman"/>
      <w:b/>
      <w:bCs/>
      <w:color w:val="333333"/>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5ADD"/>
    <w:pPr>
      <w:spacing w:after="0" w:line="240" w:lineRule="auto"/>
    </w:pPr>
  </w:style>
  <w:style w:type="character" w:customStyle="1" w:styleId="Kop2Char">
    <w:name w:val="Kop 2 Char"/>
    <w:basedOn w:val="Standaardalinea-lettertype"/>
    <w:link w:val="Kop2"/>
    <w:uiPriority w:val="9"/>
    <w:rsid w:val="00B21A45"/>
    <w:rPr>
      <w:rFonts w:ascii="Times New Roman" w:eastAsia="Times New Roman" w:hAnsi="Times New Roman" w:cs="Times New Roman"/>
      <w:b/>
      <w:bCs/>
      <w:color w:val="333333"/>
      <w:sz w:val="24"/>
      <w:szCs w:val="24"/>
      <w:lang w:eastAsia="nl-NL"/>
    </w:rPr>
  </w:style>
  <w:style w:type="paragraph" w:styleId="Lijstalinea">
    <w:name w:val="List Paragraph"/>
    <w:basedOn w:val="Standaard"/>
    <w:uiPriority w:val="34"/>
    <w:qFormat/>
    <w:rsid w:val="009E40C1"/>
    <w:pPr>
      <w:ind w:left="720"/>
      <w:contextualSpacing/>
    </w:pPr>
  </w:style>
  <w:style w:type="paragraph" w:styleId="Normaalweb">
    <w:name w:val="Normal (Web)"/>
    <w:basedOn w:val="Standaard"/>
    <w:uiPriority w:val="99"/>
    <w:semiHidden/>
    <w:unhideWhenUsed/>
    <w:rsid w:val="009E40C1"/>
    <w:pPr>
      <w:autoSpaceDE/>
      <w:autoSpaceDN/>
      <w:spacing w:before="100" w:beforeAutospacing="1" w:after="100" w:afterAutospacing="1"/>
    </w:pPr>
    <w:rPr>
      <w:rFonts w:ascii="Times New Roman" w:hAnsi="Times New Roman" w:cs="Times New Roman"/>
      <w:sz w:val="24"/>
      <w:szCs w:val="24"/>
    </w:rPr>
  </w:style>
  <w:style w:type="paragraph" w:styleId="Ballontekst">
    <w:name w:val="Balloon Text"/>
    <w:basedOn w:val="Standaard"/>
    <w:link w:val="BallontekstChar"/>
    <w:uiPriority w:val="99"/>
    <w:semiHidden/>
    <w:unhideWhenUsed/>
    <w:rsid w:val="00207CE7"/>
    <w:rPr>
      <w:rFonts w:ascii="Tahoma" w:hAnsi="Tahoma" w:cs="Tahoma"/>
      <w:sz w:val="16"/>
      <w:szCs w:val="16"/>
    </w:rPr>
  </w:style>
  <w:style w:type="character" w:customStyle="1" w:styleId="BallontekstChar">
    <w:name w:val="Ballontekst Char"/>
    <w:basedOn w:val="Standaardalinea-lettertype"/>
    <w:link w:val="Ballontekst"/>
    <w:uiPriority w:val="99"/>
    <w:semiHidden/>
    <w:rsid w:val="00207CE7"/>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40C1"/>
    <w:pPr>
      <w:autoSpaceDE w:val="0"/>
      <w:autoSpaceDN w:val="0"/>
      <w:spacing w:after="0" w:line="240" w:lineRule="auto"/>
    </w:pPr>
    <w:rPr>
      <w:rFonts w:ascii="Verdana" w:eastAsia="Times New Roman" w:hAnsi="Verdana" w:cs="Arial"/>
      <w:sz w:val="18"/>
      <w:szCs w:val="18"/>
      <w:lang w:eastAsia="nl-NL"/>
    </w:rPr>
  </w:style>
  <w:style w:type="paragraph" w:styleId="Kop2">
    <w:name w:val="heading 2"/>
    <w:basedOn w:val="Standaard"/>
    <w:link w:val="Kop2Char"/>
    <w:uiPriority w:val="9"/>
    <w:qFormat/>
    <w:rsid w:val="00B21A45"/>
    <w:pPr>
      <w:spacing w:before="75" w:after="150" w:line="300" w:lineRule="auto"/>
      <w:outlineLvl w:val="1"/>
    </w:pPr>
    <w:rPr>
      <w:rFonts w:ascii="Times New Roman" w:hAnsi="Times New Roman" w:cs="Times New Roman"/>
      <w:b/>
      <w:bCs/>
      <w:color w:val="333333"/>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F5ADD"/>
    <w:pPr>
      <w:spacing w:after="0" w:line="240" w:lineRule="auto"/>
    </w:pPr>
  </w:style>
  <w:style w:type="character" w:customStyle="1" w:styleId="Kop2Char">
    <w:name w:val="Kop 2 Char"/>
    <w:basedOn w:val="Standaardalinea-lettertype"/>
    <w:link w:val="Kop2"/>
    <w:uiPriority w:val="9"/>
    <w:rsid w:val="00B21A45"/>
    <w:rPr>
      <w:rFonts w:ascii="Times New Roman" w:eastAsia="Times New Roman" w:hAnsi="Times New Roman" w:cs="Times New Roman"/>
      <w:b/>
      <w:bCs/>
      <w:color w:val="333333"/>
      <w:sz w:val="24"/>
      <w:szCs w:val="24"/>
      <w:lang w:eastAsia="nl-NL"/>
    </w:rPr>
  </w:style>
  <w:style w:type="paragraph" w:styleId="Lijstalinea">
    <w:name w:val="List Paragraph"/>
    <w:basedOn w:val="Standaard"/>
    <w:uiPriority w:val="34"/>
    <w:qFormat/>
    <w:rsid w:val="009E40C1"/>
    <w:pPr>
      <w:ind w:left="720"/>
      <w:contextualSpacing/>
    </w:pPr>
  </w:style>
  <w:style w:type="paragraph" w:styleId="Normaalweb">
    <w:name w:val="Normal (Web)"/>
    <w:basedOn w:val="Standaard"/>
    <w:uiPriority w:val="99"/>
    <w:semiHidden/>
    <w:unhideWhenUsed/>
    <w:rsid w:val="009E40C1"/>
    <w:pPr>
      <w:autoSpaceDE/>
      <w:autoSpaceDN/>
      <w:spacing w:before="100" w:beforeAutospacing="1" w:after="100" w:afterAutospacing="1"/>
    </w:pPr>
    <w:rPr>
      <w:rFonts w:ascii="Times New Roman" w:hAnsi="Times New Roman" w:cs="Times New Roman"/>
      <w:sz w:val="24"/>
      <w:szCs w:val="24"/>
    </w:rPr>
  </w:style>
  <w:style w:type="paragraph" w:styleId="Ballontekst">
    <w:name w:val="Balloon Text"/>
    <w:basedOn w:val="Standaard"/>
    <w:link w:val="BallontekstChar"/>
    <w:uiPriority w:val="99"/>
    <w:semiHidden/>
    <w:unhideWhenUsed/>
    <w:rsid w:val="00207CE7"/>
    <w:rPr>
      <w:rFonts w:ascii="Tahoma" w:hAnsi="Tahoma" w:cs="Tahoma"/>
      <w:sz w:val="16"/>
      <w:szCs w:val="16"/>
    </w:rPr>
  </w:style>
  <w:style w:type="character" w:customStyle="1" w:styleId="BallontekstChar">
    <w:name w:val="Ballontekst Char"/>
    <w:basedOn w:val="Standaardalinea-lettertype"/>
    <w:link w:val="Ballontekst"/>
    <w:uiPriority w:val="99"/>
    <w:semiHidden/>
    <w:rsid w:val="00207CE7"/>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373280">
      <w:bodyDiv w:val="1"/>
      <w:marLeft w:val="0"/>
      <w:marRight w:val="0"/>
      <w:marTop w:val="0"/>
      <w:marBottom w:val="0"/>
      <w:divBdr>
        <w:top w:val="none" w:sz="0" w:space="0" w:color="auto"/>
        <w:left w:val="none" w:sz="0" w:space="0" w:color="auto"/>
        <w:bottom w:val="none" w:sz="0" w:space="0" w:color="auto"/>
        <w:right w:val="none" w:sz="0" w:space="0" w:color="auto"/>
      </w:divBdr>
      <w:divsChild>
        <w:div w:id="1189954535">
          <w:marLeft w:val="0"/>
          <w:marRight w:val="0"/>
          <w:marTop w:val="0"/>
          <w:marBottom w:val="0"/>
          <w:divBdr>
            <w:top w:val="none" w:sz="0" w:space="0" w:color="auto"/>
            <w:left w:val="single" w:sz="6" w:space="15" w:color="C8C8C8"/>
            <w:bottom w:val="single" w:sz="6" w:space="15" w:color="C8C8C8"/>
            <w:right w:val="single" w:sz="6" w:space="15" w:color="C8C8C8"/>
          </w:divBdr>
          <w:divsChild>
            <w:div w:id="1813911222">
              <w:marLeft w:val="0"/>
              <w:marRight w:val="0"/>
              <w:marTop w:val="0"/>
              <w:marBottom w:val="0"/>
              <w:divBdr>
                <w:top w:val="none" w:sz="0" w:space="0" w:color="auto"/>
                <w:left w:val="none" w:sz="0" w:space="0" w:color="auto"/>
                <w:bottom w:val="none" w:sz="0" w:space="0" w:color="auto"/>
                <w:right w:val="none" w:sz="0" w:space="0" w:color="auto"/>
              </w:divBdr>
              <w:divsChild>
                <w:div w:id="955872027">
                  <w:marLeft w:val="0"/>
                  <w:marRight w:val="0"/>
                  <w:marTop w:val="0"/>
                  <w:marBottom w:val="0"/>
                  <w:divBdr>
                    <w:top w:val="none" w:sz="0" w:space="0" w:color="auto"/>
                    <w:left w:val="none" w:sz="0" w:space="0" w:color="auto"/>
                    <w:bottom w:val="none" w:sz="0" w:space="0" w:color="auto"/>
                    <w:right w:val="none" w:sz="0" w:space="0" w:color="auto"/>
                  </w:divBdr>
                  <w:divsChild>
                    <w:div w:id="926040620">
                      <w:marLeft w:val="0"/>
                      <w:marRight w:val="0"/>
                      <w:marTop w:val="0"/>
                      <w:marBottom w:val="0"/>
                      <w:divBdr>
                        <w:top w:val="none" w:sz="0" w:space="0" w:color="auto"/>
                        <w:left w:val="none" w:sz="0" w:space="0" w:color="auto"/>
                        <w:bottom w:val="none" w:sz="0" w:space="0" w:color="auto"/>
                        <w:right w:val="none" w:sz="0" w:space="0" w:color="auto"/>
                      </w:divBdr>
                      <w:divsChild>
                        <w:div w:id="163980819">
                          <w:marLeft w:val="0"/>
                          <w:marRight w:val="0"/>
                          <w:marTop w:val="0"/>
                          <w:marBottom w:val="0"/>
                          <w:divBdr>
                            <w:top w:val="none" w:sz="0" w:space="0" w:color="auto"/>
                            <w:left w:val="none" w:sz="0" w:space="0" w:color="auto"/>
                            <w:bottom w:val="none" w:sz="0" w:space="0" w:color="auto"/>
                            <w:right w:val="none" w:sz="0" w:space="0" w:color="auto"/>
                          </w:divBdr>
                          <w:divsChild>
                            <w:div w:id="1645743392">
                              <w:marLeft w:val="0"/>
                              <w:marRight w:val="0"/>
                              <w:marTop w:val="0"/>
                              <w:marBottom w:val="0"/>
                              <w:divBdr>
                                <w:top w:val="none" w:sz="0" w:space="0" w:color="auto"/>
                                <w:left w:val="none" w:sz="0" w:space="0" w:color="auto"/>
                                <w:bottom w:val="none" w:sz="0" w:space="0" w:color="auto"/>
                                <w:right w:val="none" w:sz="0" w:space="0" w:color="auto"/>
                              </w:divBdr>
                              <w:divsChild>
                                <w:div w:id="525095237">
                                  <w:marLeft w:val="0"/>
                                  <w:marRight w:val="0"/>
                                  <w:marTop w:val="0"/>
                                  <w:marBottom w:val="0"/>
                                  <w:divBdr>
                                    <w:top w:val="none" w:sz="0" w:space="0" w:color="auto"/>
                                    <w:left w:val="none" w:sz="0" w:space="0" w:color="auto"/>
                                    <w:bottom w:val="dotted" w:sz="6" w:space="8" w:color="0061AF"/>
                                    <w:right w:val="none" w:sz="0" w:space="0" w:color="auto"/>
                                  </w:divBdr>
                                  <w:divsChild>
                                    <w:div w:id="14512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2191117">
      <w:bodyDiv w:val="1"/>
      <w:marLeft w:val="0"/>
      <w:marRight w:val="0"/>
      <w:marTop w:val="0"/>
      <w:marBottom w:val="0"/>
      <w:divBdr>
        <w:top w:val="none" w:sz="0" w:space="0" w:color="auto"/>
        <w:left w:val="none" w:sz="0" w:space="0" w:color="auto"/>
        <w:bottom w:val="none" w:sz="0" w:space="0" w:color="auto"/>
        <w:right w:val="none" w:sz="0" w:space="0" w:color="auto"/>
      </w:divBdr>
      <w:divsChild>
        <w:div w:id="18548122">
          <w:marLeft w:val="0"/>
          <w:marRight w:val="0"/>
          <w:marTop w:val="0"/>
          <w:marBottom w:val="0"/>
          <w:divBdr>
            <w:top w:val="none" w:sz="0" w:space="0" w:color="auto"/>
            <w:left w:val="single" w:sz="6" w:space="15" w:color="C8C8C8"/>
            <w:bottom w:val="single" w:sz="6" w:space="15" w:color="C8C8C8"/>
            <w:right w:val="single" w:sz="6" w:space="15" w:color="C8C8C8"/>
          </w:divBdr>
          <w:divsChild>
            <w:div w:id="238828391">
              <w:marLeft w:val="0"/>
              <w:marRight w:val="0"/>
              <w:marTop w:val="0"/>
              <w:marBottom w:val="0"/>
              <w:divBdr>
                <w:top w:val="none" w:sz="0" w:space="0" w:color="auto"/>
                <w:left w:val="none" w:sz="0" w:space="0" w:color="auto"/>
                <w:bottom w:val="none" w:sz="0" w:space="0" w:color="auto"/>
                <w:right w:val="none" w:sz="0" w:space="0" w:color="auto"/>
              </w:divBdr>
              <w:divsChild>
                <w:div w:id="914709514">
                  <w:marLeft w:val="0"/>
                  <w:marRight w:val="0"/>
                  <w:marTop w:val="0"/>
                  <w:marBottom w:val="0"/>
                  <w:divBdr>
                    <w:top w:val="none" w:sz="0" w:space="0" w:color="auto"/>
                    <w:left w:val="none" w:sz="0" w:space="0" w:color="auto"/>
                    <w:bottom w:val="none" w:sz="0" w:space="0" w:color="auto"/>
                    <w:right w:val="none" w:sz="0" w:space="0" w:color="auto"/>
                  </w:divBdr>
                  <w:divsChild>
                    <w:div w:id="1912235420">
                      <w:marLeft w:val="0"/>
                      <w:marRight w:val="0"/>
                      <w:marTop w:val="0"/>
                      <w:marBottom w:val="0"/>
                      <w:divBdr>
                        <w:top w:val="none" w:sz="0" w:space="0" w:color="auto"/>
                        <w:left w:val="none" w:sz="0" w:space="0" w:color="auto"/>
                        <w:bottom w:val="none" w:sz="0" w:space="0" w:color="auto"/>
                        <w:right w:val="none" w:sz="0" w:space="0" w:color="auto"/>
                      </w:divBdr>
                      <w:divsChild>
                        <w:div w:id="1768040350">
                          <w:marLeft w:val="0"/>
                          <w:marRight w:val="0"/>
                          <w:marTop w:val="0"/>
                          <w:marBottom w:val="0"/>
                          <w:divBdr>
                            <w:top w:val="none" w:sz="0" w:space="0" w:color="auto"/>
                            <w:left w:val="none" w:sz="0" w:space="0" w:color="auto"/>
                            <w:bottom w:val="none" w:sz="0" w:space="0" w:color="auto"/>
                            <w:right w:val="none" w:sz="0" w:space="0" w:color="auto"/>
                          </w:divBdr>
                          <w:divsChild>
                            <w:div w:id="1878353601">
                              <w:marLeft w:val="0"/>
                              <w:marRight w:val="0"/>
                              <w:marTop w:val="150"/>
                              <w:marBottom w:val="150"/>
                              <w:divBdr>
                                <w:top w:val="dotted" w:sz="6" w:space="8" w:color="0061AF"/>
                                <w:left w:val="none" w:sz="0" w:space="0" w:color="auto"/>
                                <w:bottom w:val="none" w:sz="0" w:space="0" w:color="auto"/>
                                <w:right w:val="none" w:sz="0" w:space="0" w:color="auto"/>
                              </w:divBdr>
                            </w:div>
                            <w:div w:id="895243069">
                              <w:marLeft w:val="0"/>
                              <w:marRight w:val="0"/>
                              <w:marTop w:val="0"/>
                              <w:marBottom w:val="0"/>
                              <w:divBdr>
                                <w:top w:val="none" w:sz="0" w:space="0" w:color="auto"/>
                                <w:left w:val="none" w:sz="0" w:space="0" w:color="auto"/>
                                <w:bottom w:val="none" w:sz="0" w:space="0" w:color="auto"/>
                                <w:right w:val="none" w:sz="0" w:space="0" w:color="auto"/>
                              </w:divBdr>
                              <w:divsChild>
                                <w:div w:id="885800092">
                                  <w:marLeft w:val="0"/>
                                  <w:marRight w:val="0"/>
                                  <w:marTop w:val="0"/>
                                  <w:marBottom w:val="0"/>
                                  <w:divBdr>
                                    <w:top w:val="none" w:sz="0" w:space="0" w:color="auto"/>
                                    <w:left w:val="none" w:sz="0" w:space="0" w:color="auto"/>
                                    <w:bottom w:val="dotted" w:sz="6" w:space="8" w:color="0061AF"/>
                                    <w:right w:val="none" w:sz="0" w:space="0" w:color="auto"/>
                                  </w:divBdr>
                                  <w:divsChild>
                                    <w:div w:id="3353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3" Type="http://schemas.microsoft.com/office/2007/relationships/stylesWithEffects" Target="stylesWithEffects.xml"/><Relationship Id="rId7" Type="http://schemas.openxmlformats.org/officeDocument/2006/relationships/image" Target="media/image2.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DF7824D3</Template>
  <TotalTime>251</TotalTime>
  <Pages>2</Pages>
  <Words>512</Words>
  <Characters>2821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3327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2</cp:revision>
  <dcterms:created xsi:type="dcterms:W3CDTF">2014-11-30T09:42:00Z</dcterms:created>
  <dcterms:modified xsi:type="dcterms:W3CDTF">2015-08-19T13:20:00Z</dcterms:modified>
</cp:coreProperties>
</file>