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63" w:rsidRPr="00FC28BE" w:rsidRDefault="003D7D63" w:rsidP="003D7D63">
      <w:pPr>
        <w:rPr>
          <w:sz w:val="24"/>
          <w:szCs w:val="24"/>
        </w:rPr>
      </w:pPr>
      <w:r w:rsidRPr="00FC28BE">
        <w:rPr>
          <w:b/>
          <w:sz w:val="24"/>
          <w:szCs w:val="24"/>
        </w:rPr>
        <w:t>Feedbackformulier presenteren</w:t>
      </w:r>
      <w:r w:rsidRPr="00FC28BE">
        <w:rPr>
          <w:b/>
          <w:sz w:val="24"/>
          <w:szCs w:val="24"/>
        </w:rPr>
        <w:br/>
      </w:r>
      <w:r w:rsidRPr="00FC28BE">
        <w:rPr>
          <w:i/>
          <w:sz w:val="24"/>
          <w:szCs w:val="24"/>
        </w:rPr>
        <w:t>Studievaardigheden</w:t>
      </w:r>
    </w:p>
    <w:p w:rsidR="003D7D63" w:rsidRPr="00FC28BE" w:rsidRDefault="003D7D63" w:rsidP="003D7D63"/>
    <w:tbl>
      <w:tblPr>
        <w:tblStyle w:val="Tabelraster"/>
        <w:tblW w:w="9464" w:type="dxa"/>
        <w:tblLook w:val="04A0" w:firstRow="1" w:lastRow="0" w:firstColumn="1" w:lastColumn="0" w:noHBand="0" w:noVBand="1"/>
      </w:tblPr>
      <w:tblGrid>
        <w:gridCol w:w="5070"/>
        <w:gridCol w:w="567"/>
        <w:gridCol w:w="567"/>
        <w:gridCol w:w="577"/>
        <w:gridCol w:w="2683"/>
      </w:tblGrid>
      <w:tr w:rsidR="003D7D63" w:rsidRPr="00FC28BE" w:rsidTr="00900A43">
        <w:tc>
          <w:tcPr>
            <w:tcW w:w="5070" w:type="dxa"/>
          </w:tcPr>
          <w:p w:rsidR="003D7D63" w:rsidRPr="00FC28BE" w:rsidRDefault="003D7D63" w:rsidP="00900A43"/>
        </w:tc>
        <w:tc>
          <w:tcPr>
            <w:tcW w:w="567" w:type="dxa"/>
          </w:tcPr>
          <w:p w:rsidR="003D7D63" w:rsidRPr="00FC28BE" w:rsidRDefault="003D7D63" w:rsidP="00900A43">
            <w:r w:rsidRPr="00FC28BE">
              <w:t>Ja</w:t>
            </w:r>
          </w:p>
        </w:tc>
        <w:tc>
          <w:tcPr>
            <w:tcW w:w="567" w:type="dxa"/>
          </w:tcPr>
          <w:p w:rsidR="003D7D63" w:rsidRPr="00FC28BE" w:rsidRDefault="003D7D63" w:rsidP="00900A43">
            <w:r w:rsidRPr="00FC28BE">
              <w:t>+/-</w:t>
            </w:r>
          </w:p>
        </w:tc>
        <w:tc>
          <w:tcPr>
            <w:tcW w:w="577" w:type="dxa"/>
          </w:tcPr>
          <w:p w:rsidR="003D7D63" w:rsidRPr="00FC28BE" w:rsidRDefault="003D7D63" w:rsidP="00900A43">
            <w:r w:rsidRPr="00FC28BE">
              <w:t>Nee</w:t>
            </w:r>
          </w:p>
        </w:tc>
        <w:tc>
          <w:tcPr>
            <w:tcW w:w="2683" w:type="dxa"/>
          </w:tcPr>
          <w:p w:rsidR="003D7D63" w:rsidRPr="00FC28BE" w:rsidRDefault="003D7D63" w:rsidP="00900A43">
            <w:r w:rsidRPr="00FC28BE">
              <w:t>Toelichting</w:t>
            </w:r>
          </w:p>
        </w:tc>
      </w:tr>
      <w:tr w:rsidR="003D7D63" w:rsidRPr="00FC28BE" w:rsidTr="00900A43">
        <w:tc>
          <w:tcPr>
            <w:tcW w:w="5070" w:type="dxa"/>
          </w:tcPr>
          <w:p w:rsidR="003D7D63" w:rsidRPr="00FC28BE" w:rsidRDefault="003D7D63" w:rsidP="00900A43">
            <w:r w:rsidRPr="00FC28BE">
              <w:t>Het doel is duidelijk</w:t>
            </w:r>
          </w:p>
          <w:p w:rsidR="003D7D63" w:rsidRPr="00FC28BE" w:rsidRDefault="003D7D63" w:rsidP="00900A43"/>
        </w:tc>
        <w:tc>
          <w:tcPr>
            <w:tcW w:w="567" w:type="dxa"/>
          </w:tcPr>
          <w:p w:rsidR="003D7D63" w:rsidRPr="00FC28BE" w:rsidRDefault="003D7D63" w:rsidP="00900A43"/>
        </w:tc>
        <w:tc>
          <w:tcPr>
            <w:tcW w:w="567" w:type="dxa"/>
          </w:tcPr>
          <w:p w:rsidR="003D7D63" w:rsidRPr="00FC28BE" w:rsidRDefault="003D7D63" w:rsidP="00900A43"/>
        </w:tc>
        <w:tc>
          <w:tcPr>
            <w:tcW w:w="577" w:type="dxa"/>
          </w:tcPr>
          <w:p w:rsidR="003D7D63" w:rsidRPr="00FC28BE" w:rsidRDefault="003D7D63" w:rsidP="00900A43"/>
        </w:tc>
        <w:tc>
          <w:tcPr>
            <w:tcW w:w="2683" w:type="dxa"/>
          </w:tcPr>
          <w:p w:rsidR="003D7D63" w:rsidRPr="00FC28BE" w:rsidRDefault="003D7D63" w:rsidP="00900A43"/>
        </w:tc>
      </w:tr>
      <w:tr w:rsidR="003D7D63" w:rsidRPr="00FC28BE" w:rsidTr="00900A43">
        <w:tc>
          <w:tcPr>
            <w:tcW w:w="5070" w:type="dxa"/>
          </w:tcPr>
          <w:p w:rsidR="003D7D63" w:rsidRPr="00FC28BE" w:rsidRDefault="003D7D63" w:rsidP="00900A43">
            <w:r w:rsidRPr="00FC28BE">
              <w:t>Het onderwerp is duidelijk</w:t>
            </w:r>
          </w:p>
          <w:p w:rsidR="003D7D63" w:rsidRPr="00FC28BE" w:rsidRDefault="003D7D63" w:rsidP="00900A43"/>
        </w:tc>
        <w:tc>
          <w:tcPr>
            <w:tcW w:w="567" w:type="dxa"/>
          </w:tcPr>
          <w:p w:rsidR="003D7D63" w:rsidRPr="00FC28BE" w:rsidRDefault="003D7D63" w:rsidP="00900A43"/>
        </w:tc>
        <w:tc>
          <w:tcPr>
            <w:tcW w:w="567" w:type="dxa"/>
          </w:tcPr>
          <w:p w:rsidR="003D7D63" w:rsidRPr="00FC28BE" w:rsidRDefault="003D7D63" w:rsidP="00900A43"/>
        </w:tc>
        <w:tc>
          <w:tcPr>
            <w:tcW w:w="577" w:type="dxa"/>
          </w:tcPr>
          <w:p w:rsidR="003D7D63" w:rsidRPr="00FC28BE" w:rsidRDefault="003D7D63" w:rsidP="00900A43"/>
        </w:tc>
        <w:tc>
          <w:tcPr>
            <w:tcW w:w="2683" w:type="dxa"/>
          </w:tcPr>
          <w:p w:rsidR="003D7D63" w:rsidRPr="00FC28BE" w:rsidRDefault="003D7D63" w:rsidP="00900A43"/>
        </w:tc>
      </w:tr>
      <w:tr w:rsidR="003D7D63" w:rsidRPr="00FC28BE" w:rsidTr="00900A43">
        <w:tc>
          <w:tcPr>
            <w:tcW w:w="5070" w:type="dxa"/>
          </w:tcPr>
          <w:p w:rsidR="003D7D63" w:rsidRPr="00FC28BE" w:rsidRDefault="003D7D63" w:rsidP="00900A43">
            <w:r w:rsidRPr="00FC28BE">
              <w:t>De mening is duidelijk</w:t>
            </w:r>
          </w:p>
          <w:p w:rsidR="003D7D63" w:rsidRPr="00FC28BE" w:rsidRDefault="003D7D63" w:rsidP="00900A43"/>
        </w:tc>
        <w:tc>
          <w:tcPr>
            <w:tcW w:w="567" w:type="dxa"/>
          </w:tcPr>
          <w:p w:rsidR="003D7D63" w:rsidRPr="00FC28BE" w:rsidRDefault="003D7D63" w:rsidP="00900A43"/>
        </w:tc>
        <w:tc>
          <w:tcPr>
            <w:tcW w:w="567" w:type="dxa"/>
          </w:tcPr>
          <w:p w:rsidR="003D7D63" w:rsidRPr="00FC28BE" w:rsidRDefault="003D7D63" w:rsidP="00900A43"/>
        </w:tc>
        <w:tc>
          <w:tcPr>
            <w:tcW w:w="577" w:type="dxa"/>
          </w:tcPr>
          <w:p w:rsidR="003D7D63" w:rsidRPr="00FC28BE" w:rsidRDefault="003D7D63" w:rsidP="00900A43"/>
        </w:tc>
        <w:tc>
          <w:tcPr>
            <w:tcW w:w="2683" w:type="dxa"/>
          </w:tcPr>
          <w:p w:rsidR="003D7D63" w:rsidRPr="00FC28BE" w:rsidRDefault="003D7D63" w:rsidP="00900A43"/>
        </w:tc>
      </w:tr>
      <w:tr w:rsidR="003D7D63" w:rsidRPr="00FC28BE" w:rsidTr="00900A43">
        <w:tc>
          <w:tcPr>
            <w:tcW w:w="5070" w:type="dxa"/>
          </w:tcPr>
          <w:p w:rsidR="003D7D63" w:rsidRPr="00FC28BE" w:rsidRDefault="003D7D63" w:rsidP="00900A43">
            <w:r w:rsidRPr="00FC28BE">
              <w:t>De mening wordt verklaard met redenen</w:t>
            </w:r>
          </w:p>
          <w:p w:rsidR="003D7D63" w:rsidRPr="00FC28BE" w:rsidRDefault="003D7D63" w:rsidP="00900A43"/>
        </w:tc>
        <w:tc>
          <w:tcPr>
            <w:tcW w:w="567" w:type="dxa"/>
          </w:tcPr>
          <w:p w:rsidR="003D7D63" w:rsidRPr="00FC28BE" w:rsidRDefault="003D7D63" w:rsidP="00900A43"/>
        </w:tc>
        <w:tc>
          <w:tcPr>
            <w:tcW w:w="567" w:type="dxa"/>
          </w:tcPr>
          <w:p w:rsidR="003D7D63" w:rsidRPr="00FC28BE" w:rsidRDefault="003D7D63" w:rsidP="00900A43"/>
        </w:tc>
        <w:tc>
          <w:tcPr>
            <w:tcW w:w="577" w:type="dxa"/>
          </w:tcPr>
          <w:p w:rsidR="003D7D63" w:rsidRPr="00FC28BE" w:rsidRDefault="003D7D63" w:rsidP="00900A43"/>
        </w:tc>
        <w:tc>
          <w:tcPr>
            <w:tcW w:w="2683" w:type="dxa"/>
          </w:tcPr>
          <w:p w:rsidR="003D7D63" w:rsidRPr="00FC28BE" w:rsidRDefault="003D7D63" w:rsidP="00900A43"/>
        </w:tc>
      </w:tr>
      <w:tr w:rsidR="003D7D63" w:rsidRPr="00FC28BE" w:rsidTr="00900A43">
        <w:tc>
          <w:tcPr>
            <w:tcW w:w="5070" w:type="dxa"/>
          </w:tcPr>
          <w:p w:rsidR="003D7D63" w:rsidRPr="00FC28BE" w:rsidRDefault="003D7D63" w:rsidP="00900A43">
            <w:r w:rsidRPr="00FC28BE">
              <w:t>De gebruikte bronnen zijn bekend</w:t>
            </w:r>
          </w:p>
          <w:p w:rsidR="003D7D63" w:rsidRPr="00FC28BE" w:rsidRDefault="003D7D63" w:rsidP="00900A43"/>
        </w:tc>
        <w:tc>
          <w:tcPr>
            <w:tcW w:w="567" w:type="dxa"/>
          </w:tcPr>
          <w:p w:rsidR="003D7D63" w:rsidRPr="00FC28BE" w:rsidRDefault="003D7D63" w:rsidP="00900A43"/>
        </w:tc>
        <w:tc>
          <w:tcPr>
            <w:tcW w:w="567" w:type="dxa"/>
          </w:tcPr>
          <w:p w:rsidR="003D7D63" w:rsidRPr="00FC28BE" w:rsidRDefault="003D7D63" w:rsidP="00900A43"/>
        </w:tc>
        <w:tc>
          <w:tcPr>
            <w:tcW w:w="577" w:type="dxa"/>
          </w:tcPr>
          <w:p w:rsidR="003D7D63" w:rsidRPr="00FC28BE" w:rsidRDefault="003D7D63" w:rsidP="00900A43"/>
        </w:tc>
        <w:tc>
          <w:tcPr>
            <w:tcW w:w="2683" w:type="dxa"/>
          </w:tcPr>
          <w:p w:rsidR="003D7D63" w:rsidRPr="00FC28BE" w:rsidRDefault="003D7D63" w:rsidP="00900A43"/>
        </w:tc>
      </w:tr>
      <w:tr w:rsidR="003D7D63" w:rsidRPr="00FC28BE" w:rsidTr="00900A43">
        <w:tc>
          <w:tcPr>
            <w:tcW w:w="5070" w:type="dxa"/>
          </w:tcPr>
          <w:p w:rsidR="003D7D63" w:rsidRPr="00FC28BE" w:rsidRDefault="003D7D63" w:rsidP="00900A43">
            <w:r w:rsidRPr="00FC28BE">
              <w:t>De gebruikte bronnen zijn betrouwbaar</w:t>
            </w:r>
          </w:p>
          <w:p w:rsidR="003D7D63" w:rsidRPr="00FC28BE" w:rsidRDefault="003D7D63" w:rsidP="00900A43"/>
        </w:tc>
        <w:tc>
          <w:tcPr>
            <w:tcW w:w="567" w:type="dxa"/>
          </w:tcPr>
          <w:p w:rsidR="003D7D63" w:rsidRPr="00FC28BE" w:rsidRDefault="003D7D63" w:rsidP="00900A43"/>
        </w:tc>
        <w:tc>
          <w:tcPr>
            <w:tcW w:w="567" w:type="dxa"/>
          </w:tcPr>
          <w:p w:rsidR="003D7D63" w:rsidRPr="00FC28BE" w:rsidRDefault="003D7D63" w:rsidP="00900A43"/>
        </w:tc>
        <w:tc>
          <w:tcPr>
            <w:tcW w:w="577" w:type="dxa"/>
          </w:tcPr>
          <w:p w:rsidR="003D7D63" w:rsidRPr="00FC28BE" w:rsidRDefault="003D7D63" w:rsidP="00900A43"/>
        </w:tc>
        <w:tc>
          <w:tcPr>
            <w:tcW w:w="2683" w:type="dxa"/>
          </w:tcPr>
          <w:p w:rsidR="003D7D63" w:rsidRPr="00FC28BE" w:rsidRDefault="003D7D63" w:rsidP="00900A43"/>
        </w:tc>
      </w:tr>
      <w:tr w:rsidR="003D7D63" w:rsidRPr="00FC28BE" w:rsidTr="00900A43">
        <w:tc>
          <w:tcPr>
            <w:tcW w:w="5070" w:type="dxa"/>
          </w:tcPr>
          <w:p w:rsidR="003D7D63" w:rsidRPr="00FC28BE" w:rsidRDefault="003D7D63" w:rsidP="00900A43">
            <w:r w:rsidRPr="00FC28BE">
              <w:t>De presentatie is compleet (inleiding, kern, conclusie)</w:t>
            </w:r>
          </w:p>
          <w:p w:rsidR="003D7D63" w:rsidRPr="00FC28BE" w:rsidRDefault="003D7D63" w:rsidP="00900A43"/>
        </w:tc>
        <w:tc>
          <w:tcPr>
            <w:tcW w:w="567" w:type="dxa"/>
          </w:tcPr>
          <w:p w:rsidR="003D7D63" w:rsidRPr="00FC28BE" w:rsidRDefault="003D7D63" w:rsidP="00900A43"/>
        </w:tc>
        <w:tc>
          <w:tcPr>
            <w:tcW w:w="567" w:type="dxa"/>
          </w:tcPr>
          <w:p w:rsidR="003D7D63" w:rsidRPr="00FC28BE" w:rsidRDefault="003D7D63" w:rsidP="00900A43"/>
        </w:tc>
        <w:tc>
          <w:tcPr>
            <w:tcW w:w="577" w:type="dxa"/>
          </w:tcPr>
          <w:p w:rsidR="003D7D63" w:rsidRPr="00FC28BE" w:rsidRDefault="003D7D63" w:rsidP="00900A43"/>
        </w:tc>
        <w:tc>
          <w:tcPr>
            <w:tcW w:w="2683" w:type="dxa"/>
          </w:tcPr>
          <w:p w:rsidR="003D7D63" w:rsidRPr="00FC28BE" w:rsidRDefault="003D7D63" w:rsidP="00900A43"/>
        </w:tc>
      </w:tr>
      <w:tr w:rsidR="003D7D63" w:rsidRPr="00FC28BE" w:rsidTr="00900A43">
        <w:tc>
          <w:tcPr>
            <w:tcW w:w="5070" w:type="dxa"/>
          </w:tcPr>
          <w:p w:rsidR="003D7D63" w:rsidRPr="00FC28BE" w:rsidRDefault="003D7D63" w:rsidP="00900A43">
            <w:r w:rsidRPr="00FC28BE">
              <w:t>De presentatie heeft een logische indeling</w:t>
            </w:r>
          </w:p>
          <w:p w:rsidR="003D7D63" w:rsidRPr="00FC28BE" w:rsidRDefault="003D7D63" w:rsidP="00900A43"/>
        </w:tc>
        <w:tc>
          <w:tcPr>
            <w:tcW w:w="567" w:type="dxa"/>
          </w:tcPr>
          <w:p w:rsidR="003D7D63" w:rsidRPr="00FC28BE" w:rsidRDefault="003D7D63" w:rsidP="00900A43"/>
        </w:tc>
        <w:tc>
          <w:tcPr>
            <w:tcW w:w="567" w:type="dxa"/>
          </w:tcPr>
          <w:p w:rsidR="003D7D63" w:rsidRPr="00FC28BE" w:rsidRDefault="003D7D63" w:rsidP="00900A43"/>
        </w:tc>
        <w:tc>
          <w:tcPr>
            <w:tcW w:w="577" w:type="dxa"/>
          </w:tcPr>
          <w:p w:rsidR="003D7D63" w:rsidRPr="00FC28BE" w:rsidRDefault="003D7D63" w:rsidP="00900A43"/>
        </w:tc>
        <w:tc>
          <w:tcPr>
            <w:tcW w:w="2683" w:type="dxa"/>
          </w:tcPr>
          <w:p w:rsidR="003D7D63" w:rsidRPr="00FC28BE" w:rsidRDefault="003D7D63" w:rsidP="00900A43"/>
        </w:tc>
      </w:tr>
    </w:tbl>
    <w:p w:rsidR="003D7D63" w:rsidRPr="00FC28BE" w:rsidRDefault="003D7D63" w:rsidP="003D7D63"/>
    <w:p w:rsidR="003D7D63" w:rsidRPr="00FC28BE" w:rsidRDefault="003D7D63" w:rsidP="003D7D63">
      <w:r w:rsidRPr="00FC28BE">
        <w:t>Eindoordeel:</w:t>
      </w:r>
    </w:p>
    <w:p w:rsidR="003D7D63" w:rsidRPr="00FC28BE" w:rsidRDefault="003D7D63" w:rsidP="003D7D63">
      <w:r w:rsidRPr="00FC28BE">
        <w:t>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.</w:t>
      </w:r>
    </w:p>
    <w:p w:rsidR="003D7D63" w:rsidRPr="00FC28BE" w:rsidRDefault="003D7D63" w:rsidP="003D7D63">
      <w:pPr>
        <w:rPr>
          <w:rFonts w:cs="Arial"/>
          <w:color w:val="000000"/>
          <w:shd w:val="clear" w:color="auto" w:fill="FFFFFF"/>
        </w:rPr>
      </w:pPr>
    </w:p>
    <w:p w:rsidR="003D7D63" w:rsidRPr="00FC28BE" w:rsidRDefault="003D7D63" w:rsidP="003D7D63">
      <w:pPr>
        <w:rPr>
          <w:b/>
        </w:rPr>
      </w:pPr>
    </w:p>
    <w:p w:rsidR="00152FC5" w:rsidRDefault="00152FC5">
      <w:bookmarkStart w:id="0" w:name="_GoBack"/>
      <w:bookmarkEnd w:id="0"/>
    </w:p>
    <w:sectPr w:rsidR="00152F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D63"/>
    <w:rsid w:val="00152FC5"/>
    <w:rsid w:val="003D7D63"/>
    <w:rsid w:val="00731CCE"/>
    <w:rsid w:val="00BB2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D7D6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D7D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D7D6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D7D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934FB056</Template>
  <TotalTime>1</TotalTime>
  <Pages>1</Pages>
  <Words>101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 Blik</dc:creator>
  <cp:lastModifiedBy>M. Blik</cp:lastModifiedBy>
  <cp:revision>1</cp:revision>
  <dcterms:created xsi:type="dcterms:W3CDTF">2015-05-26T15:38:00Z</dcterms:created>
  <dcterms:modified xsi:type="dcterms:W3CDTF">2015-05-26T15:39:00Z</dcterms:modified>
</cp:coreProperties>
</file>