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6B4" w:rsidRPr="00D05AD7" w:rsidRDefault="005F06B4" w:rsidP="005F06B4">
      <w:pPr>
        <w:rPr>
          <w:rFonts w:cstheme="minorHAnsi"/>
          <w:b/>
          <w:sz w:val="24"/>
        </w:rPr>
      </w:pPr>
      <w:r w:rsidRPr="00D05AD7">
        <w:rPr>
          <w:rFonts w:cstheme="minorHAnsi"/>
          <w:b/>
          <w:sz w:val="24"/>
        </w:rPr>
        <w:t>Werkmodel: Samenwerkingscontract</w:t>
      </w:r>
    </w:p>
    <w:p w:rsidR="005F06B4" w:rsidRDefault="005F06B4" w:rsidP="005F06B4">
      <w:pPr>
        <w:rPr>
          <w:rFonts w:cstheme="minorHAnsi"/>
        </w:rPr>
      </w:pPr>
      <w:r>
        <w:rPr>
          <w:rFonts w:cstheme="minorHAnsi"/>
        </w:rPr>
        <w:t>Jullie maken een samenwerkingscontract aan de hand van de volgende punten:</w:t>
      </w:r>
    </w:p>
    <w:p w:rsidR="005F06B4" w:rsidRPr="003C2F71" w:rsidRDefault="005F06B4" w:rsidP="005F06B4">
      <w:pPr>
        <w:pStyle w:val="Lijstalinea"/>
        <w:numPr>
          <w:ilvl w:val="0"/>
          <w:numId w:val="2"/>
        </w:numPr>
        <w:rPr>
          <w:rFonts w:cstheme="minorHAnsi"/>
        </w:rPr>
      </w:pPr>
      <w:r w:rsidRPr="003C2F71">
        <w:rPr>
          <w:rFonts w:cstheme="minorHAnsi"/>
        </w:rPr>
        <w:t>Adressen en telefoonnummers van alle partners die bij jou in het groepje zitten.</w:t>
      </w:r>
    </w:p>
    <w:p w:rsidR="005F06B4" w:rsidRDefault="005F06B4" w:rsidP="005F06B4">
      <w:pPr>
        <w:pStyle w:val="Lijstalinea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Wat jullie samenwerkingsafspraken worden:</w:t>
      </w:r>
    </w:p>
    <w:p w:rsidR="005F06B4" w:rsidRDefault="005F06B4" w:rsidP="005F06B4">
      <w:pPr>
        <w:pStyle w:val="Lijstalinea"/>
        <w:numPr>
          <w:ilvl w:val="2"/>
          <w:numId w:val="3"/>
        </w:numPr>
        <w:rPr>
          <w:rFonts w:cstheme="minorHAnsi"/>
        </w:rPr>
      </w:pPr>
      <w:r>
        <w:rPr>
          <w:rFonts w:cstheme="minorHAnsi"/>
        </w:rPr>
        <w:t>Wat doen jullie bij afwezigheid of ziekte van deelnemers of jezelf?</w:t>
      </w:r>
    </w:p>
    <w:p w:rsidR="005F06B4" w:rsidRDefault="005F06B4" w:rsidP="005F06B4">
      <w:pPr>
        <w:pStyle w:val="Lijstalinea"/>
        <w:numPr>
          <w:ilvl w:val="2"/>
          <w:numId w:val="3"/>
        </w:numPr>
        <w:rPr>
          <w:rFonts w:cstheme="minorHAnsi"/>
        </w:rPr>
      </w:pPr>
      <w:r>
        <w:rPr>
          <w:rFonts w:cstheme="minorHAnsi"/>
        </w:rPr>
        <w:t>Wat doen jullie bij onenigheid in je groep?</w:t>
      </w:r>
    </w:p>
    <w:p w:rsidR="005F06B4" w:rsidRDefault="005F06B4" w:rsidP="005F06B4">
      <w:pPr>
        <w:pStyle w:val="Lijstalinea"/>
        <w:numPr>
          <w:ilvl w:val="2"/>
          <w:numId w:val="3"/>
        </w:numPr>
        <w:rPr>
          <w:rFonts w:cstheme="minorHAnsi"/>
        </w:rPr>
      </w:pPr>
      <w:r>
        <w:rPr>
          <w:rFonts w:cstheme="minorHAnsi"/>
        </w:rPr>
        <w:t>Hoe gaan jullie het werk verdelen?</w:t>
      </w:r>
    </w:p>
    <w:p w:rsidR="005F06B4" w:rsidRDefault="005F06B4" w:rsidP="005F06B4">
      <w:pPr>
        <w:pStyle w:val="Lijstalinea"/>
        <w:numPr>
          <w:ilvl w:val="2"/>
          <w:numId w:val="3"/>
        </w:numPr>
        <w:rPr>
          <w:rFonts w:cstheme="minorHAnsi"/>
        </w:rPr>
      </w:pPr>
      <w:r>
        <w:rPr>
          <w:rFonts w:cstheme="minorHAnsi"/>
        </w:rPr>
        <w:t>Hoe blijf je van ieders werk op de hoogte?</w:t>
      </w:r>
    </w:p>
    <w:p w:rsidR="005F06B4" w:rsidRDefault="005F06B4" w:rsidP="005F06B4">
      <w:pPr>
        <w:pStyle w:val="Lijstalinea"/>
        <w:numPr>
          <w:ilvl w:val="2"/>
          <w:numId w:val="3"/>
        </w:numPr>
        <w:rPr>
          <w:rFonts w:cstheme="minorHAnsi"/>
        </w:rPr>
      </w:pPr>
      <w:r>
        <w:rPr>
          <w:rFonts w:cstheme="minorHAnsi"/>
        </w:rPr>
        <w:t>Hoe gaan jullie de kennis delen?</w:t>
      </w:r>
    </w:p>
    <w:p w:rsidR="005F06B4" w:rsidRDefault="005F06B4" w:rsidP="005F06B4">
      <w:pPr>
        <w:pStyle w:val="Lijstalinea"/>
        <w:numPr>
          <w:ilvl w:val="2"/>
          <w:numId w:val="3"/>
        </w:numPr>
        <w:rPr>
          <w:rFonts w:cstheme="minorHAnsi"/>
        </w:rPr>
      </w:pPr>
      <w:r>
        <w:rPr>
          <w:rFonts w:cstheme="minorHAnsi"/>
        </w:rPr>
        <w:t>Hoe weten jullie of jullie voldoende kennis hebben opgedaan?</w:t>
      </w:r>
    </w:p>
    <w:p w:rsidR="005F06B4" w:rsidRPr="000B08B5" w:rsidRDefault="005F06B4" w:rsidP="005F06B4">
      <w:pPr>
        <w:pStyle w:val="Lijstalinea"/>
        <w:numPr>
          <w:ilvl w:val="2"/>
          <w:numId w:val="3"/>
        </w:numPr>
        <w:rPr>
          <w:rFonts w:cstheme="minorHAnsi"/>
        </w:rPr>
      </w:pPr>
      <w:r>
        <w:rPr>
          <w:rFonts w:cstheme="minorHAnsi"/>
        </w:rPr>
        <w:t>Wat doen jullie als je iets niet snapt?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9"/>
        <w:gridCol w:w="2727"/>
        <w:gridCol w:w="4495"/>
      </w:tblGrid>
      <w:tr w:rsidR="005F06B4" w:rsidRPr="005A018B" w:rsidTr="001808EF">
        <w:trPr>
          <w:trHeight w:val="552"/>
        </w:trPr>
        <w:tc>
          <w:tcPr>
            <w:tcW w:w="10031" w:type="dxa"/>
            <w:gridSpan w:val="3"/>
            <w:shd w:val="clear" w:color="auto" w:fill="548DD4" w:themeFill="text2" w:themeFillTint="99"/>
            <w:vAlign w:val="center"/>
          </w:tcPr>
          <w:p w:rsidR="005F06B4" w:rsidRPr="005A018B" w:rsidRDefault="005F06B4" w:rsidP="001808EF">
            <w:pPr>
              <w:spacing w:after="0"/>
              <w:jc w:val="center"/>
            </w:pPr>
            <w:r w:rsidRPr="005A018B">
              <w:t>Samenwerkingscontract</w:t>
            </w:r>
          </w:p>
        </w:tc>
      </w:tr>
      <w:tr w:rsidR="005F06B4" w:rsidRPr="005A018B" w:rsidTr="001808EF">
        <w:tc>
          <w:tcPr>
            <w:tcW w:w="2809" w:type="dxa"/>
          </w:tcPr>
          <w:p w:rsidR="005F06B4" w:rsidRDefault="005F06B4" w:rsidP="001808EF">
            <w:pPr>
              <w:spacing w:after="0"/>
            </w:pPr>
            <w:r w:rsidRPr="005A018B">
              <w:t>Naam deelnemers</w:t>
            </w:r>
          </w:p>
          <w:p w:rsidR="005F06B4" w:rsidRDefault="005F06B4" w:rsidP="001808EF">
            <w:pPr>
              <w:spacing w:after="0"/>
            </w:pPr>
            <w:r>
              <w:t>1.</w:t>
            </w:r>
          </w:p>
          <w:p w:rsidR="005F06B4" w:rsidRDefault="005F06B4" w:rsidP="001808EF">
            <w:pPr>
              <w:spacing w:after="0"/>
            </w:pPr>
            <w:r>
              <w:t>2</w:t>
            </w:r>
          </w:p>
          <w:p w:rsidR="005F06B4" w:rsidRDefault="005F06B4" w:rsidP="001808EF">
            <w:pPr>
              <w:spacing w:after="0"/>
            </w:pPr>
            <w:r>
              <w:t>3.</w:t>
            </w:r>
          </w:p>
          <w:p w:rsidR="005F06B4" w:rsidRDefault="005F06B4" w:rsidP="001808EF">
            <w:pPr>
              <w:spacing w:after="0"/>
            </w:pPr>
            <w:r>
              <w:t>4.</w:t>
            </w:r>
          </w:p>
          <w:p w:rsidR="005F06B4" w:rsidRDefault="005F06B4" w:rsidP="001808EF">
            <w:pPr>
              <w:spacing w:after="0"/>
            </w:pPr>
            <w:r>
              <w:t>5.</w:t>
            </w:r>
          </w:p>
          <w:p w:rsidR="005F06B4" w:rsidRPr="00454758" w:rsidRDefault="005F06B4" w:rsidP="001808EF">
            <w:pPr>
              <w:spacing w:after="0"/>
            </w:pPr>
            <w:r>
              <w:t>6.</w:t>
            </w:r>
          </w:p>
        </w:tc>
        <w:tc>
          <w:tcPr>
            <w:tcW w:w="2727" w:type="dxa"/>
          </w:tcPr>
          <w:p w:rsidR="005F06B4" w:rsidRPr="00D037CD" w:rsidRDefault="005F06B4" w:rsidP="001808EF">
            <w:pPr>
              <w:spacing w:after="0"/>
              <w:rPr>
                <w:lang w:val="en-US"/>
              </w:rPr>
            </w:pPr>
            <w:r w:rsidRPr="00D037CD">
              <w:rPr>
                <w:lang w:val="en-US"/>
              </w:rPr>
              <w:t>E-mail adres:</w:t>
            </w:r>
          </w:p>
          <w:p w:rsidR="005F06B4" w:rsidRPr="00D037CD" w:rsidRDefault="005F06B4" w:rsidP="001808E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4495" w:type="dxa"/>
          </w:tcPr>
          <w:p w:rsidR="005F06B4" w:rsidRPr="005A018B" w:rsidRDefault="005F06B4" w:rsidP="001808EF">
            <w:pPr>
              <w:spacing w:after="0"/>
            </w:pPr>
            <w:r w:rsidRPr="005A018B">
              <w:t>Telefoonnummer:</w:t>
            </w:r>
          </w:p>
          <w:p w:rsidR="005F06B4" w:rsidRPr="005A018B" w:rsidRDefault="005F06B4" w:rsidP="001808EF">
            <w:pPr>
              <w:spacing w:after="0"/>
            </w:pPr>
          </w:p>
        </w:tc>
      </w:tr>
      <w:tr w:rsidR="005F06B4" w:rsidRPr="005A018B" w:rsidTr="001808EF">
        <w:tc>
          <w:tcPr>
            <w:tcW w:w="10031" w:type="dxa"/>
            <w:gridSpan w:val="3"/>
          </w:tcPr>
          <w:p w:rsidR="005F06B4" w:rsidRDefault="005F06B4" w:rsidP="001808EF">
            <w:pPr>
              <w:spacing w:after="0"/>
            </w:pPr>
            <w:r>
              <w:t>O</w:t>
            </w:r>
            <w:r w:rsidRPr="005A018B">
              <w:t>pdracht:</w:t>
            </w:r>
            <w:r>
              <w:t xml:space="preserve"> </w:t>
            </w:r>
          </w:p>
          <w:p w:rsidR="005F06B4" w:rsidRDefault="005F06B4" w:rsidP="001808EF">
            <w:pPr>
              <w:spacing w:after="0"/>
              <w:rPr>
                <w:color w:val="FF0000"/>
              </w:rPr>
            </w:pPr>
          </w:p>
          <w:p w:rsidR="005F06B4" w:rsidRDefault="005F06B4" w:rsidP="001808EF">
            <w:pPr>
              <w:spacing w:after="0"/>
            </w:pPr>
          </w:p>
          <w:p w:rsidR="005F06B4" w:rsidRPr="005A018B" w:rsidRDefault="005F06B4" w:rsidP="001808EF">
            <w:pPr>
              <w:spacing w:after="0"/>
            </w:pPr>
          </w:p>
        </w:tc>
      </w:tr>
      <w:tr w:rsidR="005F06B4" w:rsidRPr="005A018B" w:rsidTr="001808EF">
        <w:trPr>
          <w:trHeight w:val="488"/>
        </w:trPr>
        <w:tc>
          <w:tcPr>
            <w:tcW w:w="10031" w:type="dxa"/>
            <w:gridSpan w:val="3"/>
            <w:vAlign w:val="center"/>
          </w:tcPr>
          <w:p w:rsidR="005F06B4" w:rsidRPr="005A018B" w:rsidRDefault="005F06B4" w:rsidP="001808EF">
            <w:pPr>
              <w:spacing w:after="0"/>
            </w:pPr>
            <w:r w:rsidRPr="005A018B">
              <w:t>Contractduur</w:t>
            </w:r>
            <w:r>
              <w:t xml:space="preserve">:  </w:t>
            </w:r>
          </w:p>
        </w:tc>
      </w:tr>
      <w:tr w:rsidR="005F06B4" w:rsidRPr="005A018B" w:rsidTr="005F06B4">
        <w:trPr>
          <w:trHeight w:val="2686"/>
        </w:trPr>
        <w:tc>
          <w:tcPr>
            <w:tcW w:w="10031" w:type="dxa"/>
            <w:gridSpan w:val="3"/>
          </w:tcPr>
          <w:p w:rsidR="005F06B4" w:rsidRPr="005A018B" w:rsidRDefault="005F06B4" w:rsidP="001808EF">
            <w:pPr>
              <w:spacing w:after="0"/>
            </w:pPr>
            <w:r w:rsidRPr="005A018B">
              <w:t xml:space="preserve">Samenwerkingsafspraken: </w:t>
            </w:r>
          </w:p>
          <w:p w:rsidR="005F06B4" w:rsidRDefault="005F06B4" w:rsidP="001808EF">
            <w:pPr>
              <w:spacing w:after="0"/>
            </w:pPr>
            <w:r>
              <w:t>-</w:t>
            </w:r>
          </w:p>
          <w:p w:rsidR="005F06B4" w:rsidRDefault="005F06B4" w:rsidP="001808EF">
            <w:pPr>
              <w:spacing w:after="0"/>
            </w:pPr>
            <w:r>
              <w:t>-</w:t>
            </w:r>
          </w:p>
          <w:p w:rsidR="005F06B4" w:rsidRDefault="005F06B4" w:rsidP="001808EF">
            <w:pPr>
              <w:spacing w:after="0"/>
            </w:pPr>
            <w:r>
              <w:t>-</w:t>
            </w:r>
          </w:p>
          <w:p w:rsidR="005F06B4" w:rsidRDefault="005F06B4" w:rsidP="001808EF">
            <w:pPr>
              <w:spacing w:after="0"/>
            </w:pPr>
            <w:r>
              <w:t>-</w:t>
            </w:r>
          </w:p>
          <w:p w:rsidR="005F06B4" w:rsidRDefault="005F06B4" w:rsidP="001808EF">
            <w:pPr>
              <w:spacing w:after="0"/>
            </w:pPr>
            <w:r>
              <w:t>-</w:t>
            </w:r>
          </w:p>
          <w:p w:rsidR="005F06B4" w:rsidRPr="005A018B" w:rsidRDefault="005F06B4" w:rsidP="001808EF">
            <w:pPr>
              <w:spacing w:after="0"/>
            </w:pPr>
            <w:r>
              <w:t>-</w:t>
            </w:r>
          </w:p>
          <w:p w:rsidR="005F06B4" w:rsidRPr="005A018B" w:rsidRDefault="005F06B4" w:rsidP="001808EF">
            <w:pPr>
              <w:spacing w:after="0"/>
            </w:pPr>
            <w:r>
              <w:t>-</w:t>
            </w:r>
            <w:bookmarkStart w:id="0" w:name="_GoBack"/>
            <w:bookmarkEnd w:id="0"/>
          </w:p>
        </w:tc>
      </w:tr>
      <w:tr w:rsidR="005F06B4" w:rsidRPr="005A018B" w:rsidTr="001808EF">
        <w:trPr>
          <w:trHeight w:val="568"/>
        </w:trPr>
        <w:tc>
          <w:tcPr>
            <w:tcW w:w="10031" w:type="dxa"/>
            <w:gridSpan w:val="3"/>
            <w:vAlign w:val="center"/>
          </w:tcPr>
          <w:p w:rsidR="005F06B4" w:rsidRPr="005A018B" w:rsidRDefault="005F06B4" w:rsidP="001808EF">
            <w:pPr>
              <w:spacing w:after="0"/>
            </w:pPr>
            <w:r w:rsidRPr="005A018B">
              <w:t>Plaats:</w:t>
            </w:r>
            <w:r>
              <w:t xml:space="preserve">                               </w:t>
            </w:r>
            <w:r w:rsidRPr="005A018B">
              <w:t xml:space="preserve">                           Datum:</w:t>
            </w:r>
          </w:p>
        </w:tc>
      </w:tr>
      <w:tr w:rsidR="005F06B4" w:rsidRPr="005A018B" w:rsidTr="005F06B4">
        <w:trPr>
          <w:trHeight w:val="1812"/>
        </w:trPr>
        <w:tc>
          <w:tcPr>
            <w:tcW w:w="10031" w:type="dxa"/>
            <w:gridSpan w:val="3"/>
          </w:tcPr>
          <w:p w:rsidR="005F06B4" w:rsidRPr="005A018B" w:rsidRDefault="005F06B4" w:rsidP="001808EF">
            <w:pPr>
              <w:spacing w:after="0"/>
            </w:pPr>
            <w:r w:rsidRPr="005A018B">
              <w:t>Handtekeningen deelnemers</w:t>
            </w:r>
          </w:p>
          <w:p w:rsidR="005F06B4" w:rsidRPr="005A018B" w:rsidRDefault="005F06B4" w:rsidP="001808EF">
            <w:pPr>
              <w:spacing w:after="0"/>
            </w:pPr>
          </w:p>
        </w:tc>
      </w:tr>
    </w:tbl>
    <w:p w:rsidR="00152FC5" w:rsidRDefault="00152FC5" w:rsidP="005F06B4"/>
    <w:sectPr w:rsidR="00152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F5BC3"/>
    <w:multiLevelType w:val="hybridMultilevel"/>
    <w:tmpl w:val="2144AB1C"/>
    <w:lvl w:ilvl="0" w:tplc="6F06D4F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77B16"/>
    <w:multiLevelType w:val="hybridMultilevel"/>
    <w:tmpl w:val="9A9E4252"/>
    <w:lvl w:ilvl="0" w:tplc="6F06D4F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504B3F"/>
    <w:multiLevelType w:val="multilevel"/>
    <w:tmpl w:val="1C6E0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6B4"/>
    <w:rsid w:val="00152FC5"/>
    <w:rsid w:val="005F06B4"/>
    <w:rsid w:val="00731CCE"/>
    <w:rsid w:val="00BB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F0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F0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5970E120</Template>
  <TotalTime>1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Blik</dc:creator>
  <cp:lastModifiedBy>M. Blik</cp:lastModifiedBy>
  <cp:revision>1</cp:revision>
  <dcterms:created xsi:type="dcterms:W3CDTF">2015-05-19T19:49:00Z</dcterms:created>
  <dcterms:modified xsi:type="dcterms:W3CDTF">2015-05-19T19:50:00Z</dcterms:modified>
</cp:coreProperties>
</file>