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FBFBF" w:themeColor="background1" w:themeShade="BF"/>
  <w:body>
    <w:p w:rsidR="006D32A3" w:rsidRDefault="00EB5E62" w:rsidP="00EB5E62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0000"/>
        <w:rPr>
          <w:sz w:val="44"/>
          <w:szCs w:val="44"/>
          <w14:glow w14:rad="63500">
            <w14:schemeClr w14:val="accent2">
              <w14:alpha w14:val="60000"/>
              <w14:satMod w14:val="175000"/>
            </w14:schemeClr>
          </w14:glow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EB5E62">
        <w:rPr>
          <w:sz w:val="44"/>
          <w:szCs w:val="44"/>
          <w14:glow w14:rad="63500">
            <w14:schemeClr w14:val="accent2">
              <w14:alpha w14:val="60000"/>
              <w14:satMod w14:val="175000"/>
            </w14:schemeClr>
          </w14:glow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Word opdracht</w:t>
      </w:r>
    </w:p>
    <w:p w:rsidR="006D32A3" w:rsidRPr="006D32A3" w:rsidRDefault="006D32A3" w:rsidP="006D32A3"/>
    <w:p w:rsidR="006D32A3" w:rsidRDefault="006D32A3" w:rsidP="006D32A3"/>
    <w:p w:rsidR="006D32A3" w:rsidRPr="00337E09" w:rsidRDefault="006D32A3" w:rsidP="006D32A3">
      <w:pPr>
        <w:pStyle w:val="Geenafstand"/>
        <w:jc w:val="left"/>
        <w:rPr>
          <w:b/>
          <w:u w:val="single"/>
        </w:rPr>
      </w:pPr>
      <w:r w:rsidRPr="00337E09">
        <w:rPr>
          <w:b/>
          <w:u w:val="single"/>
        </w:rPr>
        <w:t>Wat zijn de sneltoetsen voor:</w:t>
      </w:r>
    </w:p>
    <w:p w:rsidR="006D32A3" w:rsidRDefault="006D32A3" w:rsidP="006D32A3">
      <w:pPr>
        <w:pStyle w:val="Geenafstand"/>
        <w:jc w:val="left"/>
        <w:rPr>
          <w:b/>
        </w:rPr>
      </w:pPr>
      <w:r>
        <w:rPr>
          <w:b/>
        </w:rPr>
        <w:t>Vet gedrukte tekst</w:t>
      </w:r>
    </w:p>
    <w:p w:rsidR="006D32A3" w:rsidRDefault="006D32A3" w:rsidP="006D32A3">
      <w:pPr>
        <w:pStyle w:val="Geenafstand"/>
        <w:jc w:val="left"/>
        <w:rPr>
          <w:u w:val="single"/>
        </w:rPr>
      </w:pPr>
      <w:r>
        <w:rPr>
          <w:u w:val="single"/>
        </w:rPr>
        <w:t>Onderstreepte tekst</w:t>
      </w:r>
    </w:p>
    <w:p w:rsidR="006D32A3" w:rsidRDefault="006D32A3" w:rsidP="006D32A3">
      <w:pPr>
        <w:pStyle w:val="Geenafstand"/>
        <w:jc w:val="left"/>
        <w:rPr>
          <w:i/>
        </w:rPr>
      </w:pPr>
      <w:r>
        <w:rPr>
          <w:i/>
        </w:rPr>
        <w:t>Schuin gedrukte tekst</w:t>
      </w:r>
    </w:p>
    <w:p w:rsidR="006D32A3" w:rsidRDefault="006D32A3" w:rsidP="006D32A3">
      <w:pPr>
        <w:pStyle w:val="Geenafstand"/>
        <w:jc w:val="left"/>
        <w:rPr>
          <w:i/>
        </w:rPr>
      </w:pPr>
    </w:p>
    <w:p w:rsidR="006D32A3" w:rsidRDefault="006D32A3" w:rsidP="006D32A3">
      <w:pPr>
        <w:pStyle w:val="Geenafstand"/>
        <w:jc w:val="left"/>
      </w:pPr>
      <w:r>
        <w:t>Kopieer een stuk tekst van internet over iets wat jij leuk vind. (voorbeeld: je favoriete sport, band, muziek, televisie programma)</w:t>
      </w:r>
    </w:p>
    <w:p w:rsidR="006D32A3" w:rsidRDefault="006D32A3" w:rsidP="006D32A3">
      <w:pPr>
        <w:pStyle w:val="Geenafstand"/>
        <w:jc w:val="left"/>
      </w:pPr>
      <w:r>
        <w:t>Laat hier in voor komen:</w:t>
      </w:r>
    </w:p>
    <w:p w:rsidR="006D32A3" w:rsidRDefault="001649DC" w:rsidP="006D32A3">
      <w:pPr>
        <w:pStyle w:val="Geenafstand"/>
        <w:numPr>
          <w:ilvl w:val="0"/>
          <w:numId w:val="1"/>
        </w:numPr>
        <w:jc w:val="left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54E6A7C7" wp14:editId="2FBF4DB1">
            <wp:simplePos x="0" y="0"/>
            <wp:positionH relativeFrom="column">
              <wp:posOffset>3285490</wp:posOffset>
            </wp:positionH>
            <wp:positionV relativeFrom="paragraph">
              <wp:posOffset>163830</wp:posOffset>
            </wp:positionV>
            <wp:extent cx="3115310" cy="2336800"/>
            <wp:effectExtent l="190500" t="495300" r="866140" b="1720850"/>
            <wp:wrapNone/>
            <wp:docPr id="2" name="Afbeelding 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al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322510">
                      <a:off x="0" y="0"/>
                      <a:ext cx="3115310" cy="2336800"/>
                    </a:xfrm>
                    <a:prstGeom prst="rect">
                      <a:avLst/>
                    </a:prstGeom>
                    <a:ln w="38100" cmpd="thinThick">
                      <a:solidFill>
                        <a:schemeClr val="tx1">
                          <a:alpha val="0"/>
                        </a:schemeClr>
                      </a:solidFill>
                    </a:ln>
                    <a:effectLst>
                      <a:glow rad="63500">
                        <a:schemeClr val="accent1">
                          <a:satMod val="175000"/>
                          <a:alpha val="40000"/>
                        </a:schemeClr>
                      </a:glow>
                      <a:outerShdw blurRad="254000" dist="38100" sx="117000" sy="117000" algn="l" rotWithShape="0">
                        <a:prstClr val="black">
                          <a:alpha val="8000"/>
                        </a:prstClr>
                      </a:outerShdw>
                      <a:reflection stA="82000" endPos="54000" dir="5400000" sy="-100000" algn="bl" rotWithShape="0"/>
                    </a:effectLst>
                    <a:scene3d>
                      <a:camera prst="orthographicFront"/>
                      <a:lightRig rig="threePt" dir="t"/>
                    </a:scene3d>
                    <a:sp3d>
                      <a:bevelT w="31750"/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32A3">
        <w:t>Schuingedrukte, vet gedrukte en onderstreepte tekst.</w:t>
      </w:r>
    </w:p>
    <w:p w:rsidR="006D32A3" w:rsidRDefault="006D32A3" w:rsidP="006D32A3">
      <w:pPr>
        <w:pStyle w:val="Geenafstand"/>
        <w:numPr>
          <w:ilvl w:val="0"/>
          <w:numId w:val="1"/>
        </w:numPr>
        <w:jc w:val="left"/>
      </w:pPr>
      <w:r>
        <w:t>Verschillende lettertypes en lettergroottes</w:t>
      </w:r>
    </w:p>
    <w:p w:rsidR="006D32A3" w:rsidRDefault="006D32A3" w:rsidP="006D32A3">
      <w:pPr>
        <w:pStyle w:val="Geenafstand"/>
        <w:numPr>
          <w:ilvl w:val="0"/>
          <w:numId w:val="1"/>
        </w:numPr>
        <w:jc w:val="left"/>
      </w:pPr>
      <w:r>
        <w:t>Gemarkeerde stuk tekst</w:t>
      </w:r>
    </w:p>
    <w:p w:rsidR="006D32A3" w:rsidRDefault="006D32A3" w:rsidP="006D32A3">
      <w:pPr>
        <w:pStyle w:val="Geenafstand"/>
        <w:numPr>
          <w:ilvl w:val="0"/>
          <w:numId w:val="1"/>
        </w:numPr>
        <w:jc w:val="left"/>
      </w:pPr>
      <w:r>
        <w:t>Opgevulde blok (zoals hier boven)</w:t>
      </w:r>
    </w:p>
    <w:p w:rsidR="006D32A3" w:rsidRDefault="006D32A3" w:rsidP="006D32A3">
      <w:pPr>
        <w:pStyle w:val="Geenafstand"/>
        <w:numPr>
          <w:ilvl w:val="0"/>
          <w:numId w:val="1"/>
        </w:numPr>
        <w:jc w:val="left"/>
      </w:pPr>
      <w:r>
        <w:t>Opsommingstekens</w:t>
      </w:r>
    </w:p>
    <w:p w:rsidR="006D32A3" w:rsidRDefault="006D32A3" w:rsidP="006D32A3">
      <w:pPr>
        <w:pStyle w:val="Geenafstand"/>
        <w:numPr>
          <w:ilvl w:val="0"/>
          <w:numId w:val="1"/>
        </w:numPr>
        <w:jc w:val="left"/>
      </w:pPr>
      <w:r>
        <w:t>Links, midden en rechts gecentreerde tekst</w:t>
      </w:r>
    </w:p>
    <w:p w:rsidR="006D32A3" w:rsidRDefault="006D32A3" w:rsidP="006D32A3">
      <w:pPr>
        <w:pStyle w:val="Geenafstand"/>
        <w:numPr>
          <w:ilvl w:val="0"/>
          <w:numId w:val="1"/>
        </w:numPr>
        <w:jc w:val="left"/>
      </w:pPr>
      <w:r>
        <w:t>Uitgevulde tekst</w:t>
      </w:r>
    </w:p>
    <w:p w:rsidR="006D32A3" w:rsidRDefault="006D32A3" w:rsidP="006D32A3">
      <w:pPr>
        <w:pStyle w:val="Geenafstand"/>
        <w:numPr>
          <w:ilvl w:val="0"/>
          <w:numId w:val="1"/>
        </w:numPr>
        <w:jc w:val="left"/>
      </w:pPr>
      <w:r>
        <w:t>Spelen met alinea en regel afstand</w:t>
      </w:r>
    </w:p>
    <w:p w:rsidR="006D32A3" w:rsidRDefault="006D32A3" w:rsidP="006D32A3">
      <w:pPr>
        <w:pStyle w:val="Geenafstand"/>
        <w:jc w:val="left"/>
      </w:pPr>
    </w:p>
    <w:p w:rsidR="006D32A3" w:rsidRDefault="006D32A3" w:rsidP="006D32A3">
      <w:pPr>
        <w:pStyle w:val="Geenafstand"/>
        <w:jc w:val="left"/>
      </w:pPr>
      <w:r>
        <w:t>Voeg een afbeelding toe</w:t>
      </w:r>
      <w:r w:rsidR="001649DC">
        <w:t xml:space="preserve"> met:</w:t>
      </w:r>
    </w:p>
    <w:p w:rsidR="001649DC" w:rsidRDefault="001649DC" w:rsidP="001649DC">
      <w:pPr>
        <w:pStyle w:val="Geenafstand"/>
        <w:numPr>
          <w:ilvl w:val="0"/>
          <w:numId w:val="1"/>
        </w:numPr>
        <w:jc w:val="left"/>
      </w:pPr>
      <w:r>
        <w:t>Een hyperlink</w:t>
      </w:r>
    </w:p>
    <w:p w:rsidR="001649DC" w:rsidRDefault="001649DC" w:rsidP="001649DC">
      <w:pPr>
        <w:pStyle w:val="Geenafstand"/>
        <w:numPr>
          <w:ilvl w:val="0"/>
          <w:numId w:val="1"/>
        </w:numPr>
        <w:jc w:val="left"/>
      </w:pPr>
      <w:r>
        <w:t>Een bijschrift</w:t>
      </w:r>
    </w:p>
    <w:p w:rsidR="001649DC" w:rsidRDefault="001649DC" w:rsidP="001649DC">
      <w:pPr>
        <w:pStyle w:val="Geenafstand"/>
        <w:numPr>
          <w:ilvl w:val="0"/>
          <w:numId w:val="1"/>
        </w:numPr>
        <w:jc w:val="left"/>
      </w:pPr>
      <w:r>
        <w:t>Speel met kader/weerspiegeling/schaduw etc.</w:t>
      </w:r>
    </w:p>
    <w:p w:rsidR="001649DC" w:rsidRDefault="001649DC" w:rsidP="001649DC">
      <w:pPr>
        <w:pStyle w:val="Geenafstand"/>
        <w:numPr>
          <w:ilvl w:val="0"/>
          <w:numId w:val="1"/>
        </w:numPr>
        <w:jc w:val="left"/>
      </w:pPr>
      <w:r>
        <w:t>Draai de afbeelding</w:t>
      </w:r>
    </w:p>
    <w:p w:rsidR="001649DC" w:rsidRDefault="001649DC" w:rsidP="001649DC">
      <w:pPr>
        <w:pStyle w:val="Geenafstand"/>
        <w:jc w:val="left"/>
      </w:pPr>
    </w:p>
    <w:p w:rsidR="001649DC" w:rsidRDefault="00947DDF" w:rsidP="00947DDF">
      <w:pPr>
        <w:pStyle w:val="Geenafstand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F66B92" wp14:editId="5089B081">
                <wp:simplePos x="0" y="0"/>
                <wp:positionH relativeFrom="column">
                  <wp:posOffset>4728845</wp:posOffset>
                </wp:positionH>
                <wp:positionV relativeFrom="paragraph">
                  <wp:posOffset>24765</wp:posOffset>
                </wp:positionV>
                <wp:extent cx="1635760" cy="132080"/>
                <wp:effectExtent l="0" t="0" r="2540" b="127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5760" cy="13208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649DC" w:rsidRPr="001649DC" w:rsidRDefault="001649DC" w:rsidP="001649DC">
                            <w:pPr>
                              <w:pStyle w:val="Bijschrift"/>
                              <w:rPr>
                                <w:noProof/>
                                <w:color w:val="FF0000"/>
                              </w:rPr>
                            </w:pPr>
                            <w:r w:rsidRPr="001649DC">
                              <w:rPr>
                                <w:color w:val="FF0000"/>
                              </w:rPr>
                              <w:t>Veel succes!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372.35pt;margin-top:1.95pt;width:128.8pt;height:1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" stroked="f">
                <v:textbox inset="0,0,0,0">
                  <w:txbxContent>
                    <w:p w:rsidR="001649DC" w:rsidRPr="001649DC" w:rsidRDefault="001649DC" w:rsidP="001649DC">
                      <w:pPr>
                        <w:pStyle w:val="Bijschrift"/>
                        <w:rPr>
                          <w:noProof/>
                          <w:color w:val="FF0000"/>
                        </w:rPr>
                      </w:pPr>
                      <w:r w:rsidRPr="001649DC">
                        <w:rPr>
                          <w:color w:val="FF0000"/>
                        </w:rPr>
                        <w:t>Veel succes!</w:t>
                      </w:r>
                    </w:p>
                  </w:txbxContent>
                </v:textbox>
              </v:shape>
            </w:pict>
          </mc:Fallback>
        </mc:AlternateContent>
      </w:r>
      <w:r>
        <w:t>Voeg toe:</w:t>
      </w:r>
    </w:p>
    <w:p w:rsidR="00947DDF" w:rsidRDefault="00947DDF" w:rsidP="00947DDF">
      <w:pPr>
        <w:pStyle w:val="Geenafstand"/>
        <w:numPr>
          <w:ilvl w:val="0"/>
          <w:numId w:val="1"/>
        </w:numPr>
        <w:jc w:val="left"/>
      </w:pPr>
      <w:r>
        <w:t>Kop tekst</w:t>
      </w:r>
    </w:p>
    <w:p w:rsidR="00947DDF" w:rsidRDefault="00947DDF" w:rsidP="00947DDF">
      <w:pPr>
        <w:pStyle w:val="Geenafstand"/>
        <w:numPr>
          <w:ilvl w:val="0"/>
          <w:numId w:val="1"/>
        </w:numPr>
        <w:jc w:val="left"/>
      </w:pPr>
      <w:r>
        <w:t>Voet tekst</w:t>
      </w:r>
    </w:p>
    <w:p w:rsidR="00947DDF" w:rsidRDefault="00947DDF" w:rsidP="00947DDF">
      <w:pPr>
        <w:pStyle w:val="Geenafstand"/>
        <w:numPr>
          <w:ilvl w:val="0"/>
          <w:numId w:val="1"/>
        </w:numPr>
        <w:jc w:val="left"/>
      </w:pPr>
      <w:r>
        <w:t>Pagina nummer</w:t>
      </w:r>
    </w:p>
    <w:p w:rsidR="00947DDF" w:rsidRDefault="00947DDF" w:rsidP="00947DDF">
      <w:pPr>
        <w:pStyle w:val="Geenafstand"/>
        <w:numPr>
          <w:ilvl w:val="0"/>
          <w:numId w:val="1"/>
        </w:numPr>
        <w:jc w:val="left"/>
      </w:pPr>
      <w:r>
        <w:t>Tekst vak (speel ook met de kleur etc.)</w:t>
      </w:r>
    </w:p>
    <w:p w:rsidR="00337E09" w:rsidRDefault="00337E09" w:rsidP="00947DDF">
      <w:pPr>
        <w:pStyle w:val="Geenafstand"/>
        <w:numPr>
          <w:ilvl w:val="0"/>
          <w:numId w:val="1"/>
        </w:numPr>
        <w:jc w:val="left"/>
      </w:pPr>
      <w:r>
        <w:t>Pagina kleur</w:t>
      </w:r>
    </w:p>
    <w:p w:rsidR="00337E09" w:rsidRDefault="00337E09" w:rsidP="00947DDF">
      <w:pPr>
        <w:pStyle w:val="Geenafstand"/>
        <w:numPr>
          <w:ilvl w:val="0"/>
          <w:numId w:val="1"/>
        </w:numPr>
        <w:jc w:val="left"/>
      </w:pPr>
      <w:r>
        <w:t>Watermerk</w:t>
      </w:r>
    </w:p>
    <w:p w:rsidR="00337E09" w:rsidRDefault="00337E09" w:rsidP="00947DDF">
      <w:pPr>
        <w:pStyle w:val="Geenafstand"/>
        <w:numPr>
          <w:ilvl w:val="0"/>
          <w:numId w:val="1"/>
        </w:numPr>
        <w:jc w:val="left"/>
      </w:pPr>
      <w:r>
        <w:t>Eindmarkering</w:t>
      </w:r>
    </w:p>
    <w:p w:rsidR="00337E09" w:rsidRDefault="00337E09" w:rsidP="00947DDF">
      <w:pPr>
        <w:pStyle w:val="Geenafstand"/>
        <w:numPr>
          <w:ilvl w:val="0"/>
          <w:numId w:val="1"/>
        </w:numPr>
        <w:jc w:val="left"/>
      </w:pPr>
      <w:r>
        <w:t>Pagina rand</w:t>
      </w:r>
    </w:p>
    <w:p w:rsidR="00337E09" w:rsidRDefault="00337E09" w:rsidP="00337E09">
      <w:pPr>
        <w:pStyle w:val="Geenafstand"/>
        <w:jc w:val="left"/>
      </w:pPr>
    </w:p>
    <w:p w:rsidR="00337E09" w:rsidRPr="00337E09" w:rsidRDefault="00337E09" w:rsidP="00337E09">
      <w:pPr>
        <w:pStyle w:val="Geenafstand"/>
        <w:jc w:val="left"/>
        <w:rPr>
          <w:b/>
          <w:u w:val="single"/>
        </w:rPr>
      </w:pPr>
      <w:r w:rsidRPr="00337E09">
        <w:rPr>
          <w:b/>
          <w:u w:val="single"/>
        </w:rPr>
        <w:t>Laat word nu eens je woorden tellen, wat staat er allemaal?</w:t>
      </w:r>
    </w:p>
    <w:p w:rsidR="00337E09" w:rsidRDefault="00337E09" w:rsidP="00337E09">
      <w:pPr>
        <w:pStyle w:val="Geenafstand"/>
        <w:jc w:val="left"/>
      </w:pPr>
    </w:p>
    <w:p w:rsidR="00337E09" w:rsidRPr="00337E09" w:rsidRDefault="00337E09" w:rsidP="00337E09">
      <w:pPr>
        <w:pStyle w:val="Geenafstand"/>
        <w:jc w:val="left"/>
        <w:rPr>
          <w:b/>
          <w:u w:val="single"/>
        </w:rPr>
      </w:pPr>
      <w:r w:rsidRPr="00337E09">
        <w:rPr>
          <w:b/>
          <w:u w:val="single"/>
        </w:rPr>
        <w:t>Laat word je tekst controleren op spelling- en grammaticafouten</w:t>
      </w:r>
    </w:p>
    <w:p w:rsidR="00337E09" w:rsidRDefault="00337E09" w:rsidP="00337E09">
      <w:pPr>
        <w:pStyle w:val="Geenafstand"/>
        <w:jc w:val="left"/>
      </w:pPr>
    </w:p>
    <w:p w:rsidR="00337E09" w:rsidRDefault="002D259B" w:rsidP="00337E09">
      <w:pPr>
        <w:pStyle w:val="Geenafstand"/>
        <w:jc w:val="left"/>
      </w:pPr>
      <w:r>
        <w:rPr>
          <w:noProof/>
        </w:rPr>
        <mc:AlternateContent>
          <mc:Choice Requires="wps">
            <w:drawing>
              <wp:anchor distT="91440" distB="91440" distL="114300" distR="114300" simplePos="0" relativeHeight="251662336" behindDoc="0" locked="0" layoutInCell="0" allowOverlap="1" wp14:anchorId="3C242AAA" wp14:editId="5285839D">
                <wp:simplePos x="0" y="0"/>
                <wp:positionH relativeFrom="margin">
                  <wp:posOffset>309245</wp:posOffset>
                </wp:positionH>
                <wp:positionV relativeFrom="margin">
                  <wp:posOffset>7390765</wp:posOffset>
                </wp:positionV>
                <wp:extent cx="1463040" cy="1412240"/>
                <wp:effectExtent l="0" t="0" r="22860" b="16510"/>
                <wp:wrapSquare wrapText="bothSides"/>
                <wp:docPr id="304" name="AutoV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41224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chemeClr val="tx2">
                            <a:lumMod val="75000"/>
                            <a:alpha val="58000"/>
                          </a:schemeClr>
                        </a:solidFill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47DDF" w:rsidRPr="00337E09" w:rsidRDefault="00947DDF">
                            <w:pP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262626" w:themeColor="text1" w:themeTint="D9"/>
                                <w:sz w:val="24"/>
                              </w:rPr>
                            </w:pPr>
                            <w:r w:rsidRPr="00337E09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262626" w:themeColor="text1" w:themeTint="D9"/>
                                <w:sz w:val="24"/>
                              </w:rPr>
                              <w:t>“Hier zou je een citaat of een stuk tekst neer kunnen zetten. Deze springt extra uit jou grote stuk tekst.”</w:t>
                            </w: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Vorm 2" o:spid="_x0000_s1027" type="#_x0000_t65" style="position:absolute;margin-left:24.35pt;margin-top:581.95pt;width:115.2pt;height:111.2pt;z-index:251662336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" o:allowincell="f" fillcolor="#17365d [2415]" strokecolor="#969696" strokeweight=".5pt">
                <v:fill opacity="38036f"/>
                <v:textbox inset="10.8pt,7.2pt,10.8pt">
                  <w:txbxContent>
                    <w:p w:rsidR="00947DDF" w:rsidRPr="00337E09" w:rsidRDefault="00947DDF">
                      <w:pP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262626" w:themeColor="text1" w:themeTint="D9"/>
                          <w:sz w:val="24"/>
                        </w:rPr>
                      </w:pPr>
                      <w:r w:rsidRPr="00337E09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262626" w:themeColor="text1" w:themeTint="D9"/>
                          <w:sz w:val="24"/>
                        </w:rPr>
                        <w:t>“Hier zou je een citaat of een stuk tekst neer kunnen zetten. Deze springt extra uit jou grote stuk tekst.”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337E09" w:rsidRDefault="00337E09" w:rsidP="00337E09">
      <w:pPr>
        <w:pStyle w:val="Geenafstand"/>
        <w:jc w:val="left"/>
      </w:pPr>
    </w:p>
    <w:p w:rsidR="002D259B" w:rsidRDefault="002D259B" w:rsidP="00337E09">
      <w:pPr>
        <w:pStyle w:val="Geenafstand"/>
        <w:jc w:val="right"/>
      </w:pPr>
    </w:p>
    <w:p w:rsidR="002D259B" w:rsidRDefault="002D259B" w:rsidP="00337E09">
      <w:pPr>
        <w:pStyle w:val="Geenafstand"/>
        <w:jc w:val="right"/>
      </w:pPr>
    </w:p>
    <w:p w:rsidR="00337E09" w:rsidRDefault="00337E09" w:rsidP="00337E09">
      <w:pPr>
        <w:pStyle w:val="Geenafstand"/>
        <w:jc w:val="right"/>
      </w:pPr>
      <w:r>
        <w:t xml:space="preserve">Open een nieuw word bestand. </w:t>
      </w:r>
    </w:p>
    <w:p w:rsidR="00337E09" w:rsidRDefault="00337E09" w:rsidP="00337E09">
      <w:pPr>
        <w:pStyle w:val="Geenafstand"/>
        <w:jc w:val="right"/>
      </w:pPr>
      <w:r>
        <w:t>Je gaat nu een tekst verdelen in kolommen.</w:t>
      </w:r>
    </w:p>
    <w:p w:rsidR="00337E09" w:rsidRDefault="00337E09" w:rsidP="00337E09">
      <w:pPr>
        <w:pStyle w:val="Geenafstand"/>
        <w:jc w:val="right"/>
      </w:pPr>
      <w:r>
        <w:t xml:space="preserve"> (zelf een tekst kiezen en de hoeveelheid kolommen).</w:t>
      </w:r>
    </w:p>
    <w:p w:rsidR="002D259B" w:rsidRDefault="002D259B" w:rsidP="00337E09">
      <w:pPr>
        <w:pStyle w:val="Geenafstand"/>
        <w:jc w:val="right"/>
      </w:pPr>
    </w:p>
    <w:p w:rsidR="002D259B" w:rsidRDefault="002D259B" w:rsidP="00337E09">
      <w:pPr>
        <w:pStyle w:val="Geenafstand"/>
        <w:jc w:val="right"/>
      </w:pPr>
    </w:p>
    <w:p w:rsidR="002D259B" w:rsidRDefault="002D259B" w:rsidP="002D259B">
      <w:pPr>
        <w:pStyle w:val="Geenafstand"/>
        <w:jc w:val="left"/>
      </w:pPr>
    </w:p>
    <w:p w:rsidR="002D259B" w:rsidRDefault="002D259B" w:rsidP="002D259B">
      <w:pPr>
        <w:pStyle w:val="Geenafstand"/>
        <w:jc w:val="left"/>
      </w:pPr>
    </w:p>
    <w:p w:rsidR="002D259B" w:rsidRDefault="002D259B" w:rsidP="002D259B">
      <w:pPr>
        <w:pStyle w:val="Geenafstand"/>
        <w:jc w:val="left"/>
      </w:pPr>
    </w:p>
    <w:p w:rsidR="002D259B" w:rsidRDefault="002D259B" w:rsidP="002D259B">
      <w:pPr>
        <w:pStyle w:val="Geenafstand"/>
        <w:jc w:val="left"/>
      </w:pPr>
    </w:p>
    <w:p w:rsidR="002D259B" w:rsidRDefault="002D259B" w:rsidP="002D259B">
      <w:pPr>
        <w:pStyle w:val="Geenafstand"/>
        <w:jc w:val="both"/>
      </w:pPr>
      <w:r>
        <w:t>Als laatste ga je een tabel invoegen. Doe hier het volgende mee:</w:t>
      </w:r>
    </w:p>
    <w:p w:rsidR="002D259B" w:rsidRDefault="002D259B" w:rsidP="002D259B">
      <w:pPr>
        <w:pStyle w:val="Geenafstand"/>
        <w:numPr>
          <w:ilvl w:val="0"/>
          <w:numId w:val="1"/>
        </w:numPr>
        <w:jc w:val="both"/>
      </w:pPr>
      <w:r>
        <w:t>Rijen gelijkmatig verdelen</w:t>
      </w:r>
    </w:p>
    <w:p w:rsidR="002D259B" w:rsidRDefault="002D259B" w:rsidP="002D259B">
      <w:pPr>
        <w:pStyle w:val="Geenafstand"/>
        <w:numPr>
          <w:ilvl w:val="0"/>
          <w:numId w:val="1"/>
        </w:numPr>
        <w:jc w:val="both"/>
      </w:pPr>
      <w:r>
        <w:t>Kolommen gelijkmatig verdelen</w:t>
      </w:r>
    </w:p>
    <w:p w:rsidR="002D259B" w:rsidRDefault="002D259B" w:rsidP="002D259B">
      <w:pPr>
        <w:pStyle w:val="Geenafstand"/>
        <w:numPr>
          <w:ilvl w:val="0"/>
          <w:numId w:val="1"/>
        </w:numPr>
        <w:jc w:val="both"/>
      </w:pPr>
      <w:r>
        <w:t>cel uitlijning</w:t>
      </w:r>
    </w:p>
    <w:p w:rsidR="004208EF" w:rsidRDefault="002D259B" w:rsidP="004208EF">
      <w:pPr>
        <w:pStyle w:val="Geenafstand"/>
        <w:numPr>
          <w:ilvl w:val="0"/>
          <w:numId w:val="1"/>
        </w:numPr>
        <w:jc w:val="both"/>
      </w:pPr>
      <w:r>
        <w:t>Randen van de tabel</w:t>
      </w:r>
    </w:p>
    <w:p w:rsidR="004208EF" w:rsidRDefault="004208EF" w:rsidP="002D259B">
      <w:pPr>
        <w:pStyle w:val="Geenafstand"/>
        <w:jc w:val="left"/>
      </w:pPr>
    </w:p>
    <w:tbl>
      <w:tblPr>
        <w:tblStyle w:val="Tabelraster"/>
        <w:tblpPr w:leftFromText="141" w:rightFromText="141" w:vertAnchor="text" w:horzAnchor="margin" w:tblpXSpec="center" w:tblpY="510"/>
        <w:tblW w:w="0" w:type="auto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8"/>
        <w:gridCol w:w="1689"/>
        <w:gridCol w:w="1688"/>
        <w:gridCol w:w="1689"/>
      </w:tblGrid>
      <w:tr w:rsidR="002D259B" w:rsidTr="002D259B">
        <w:trPr>
          <w:trHeight w:val="358"/>
        </w:trPr>
        <w:tc>
          <w:tcPr>
            <w:tcW w:w="1688" w:type="dxa"/>
          </w:tcPr>
          <w:p w:rsidR="002D259B" w:rsidRDefault="002D259B" w:rsidP="002D259B">
            <w:pPr>
              <w:pStyle w:val="Geenafstand"/>
              <w:jc w:val="right"/>
            </w:pPr>
            <w:r>
              <w:t>Naam</w:t>
            </w:r>
          </w:p>
        </w:tc>
        <w:tc>
          <w:tcPr>
            <w:tcW w:w="1689" w:type="dxa"/>
            <w:vAlign w:val="center"/>
          </w:tcPr>
          <w:p w:rsidR="002D259B" w:rsidRDefault="002D259B" w:rsidP="002D259B">
            <w:pPr>
              <w:pStyle w:val="Geenafstand"/>
            </w:pPr>
            <w:r>
              <w:t>Klas</w:t>
            </w:r>
          </w:p>
        </w:tc>
        <w:tc>
          <w:tcPr>
            <w:tcW w:w="1688" w:type="dxa"/>
            <w:vAlign w:val="center"/>
          </w:tcPr>
          <w:p w:rsidR="002D259B" w:rsidRDefault="002D259B" w:rsidP="002D259B">
            <w:pPr>
              <w:pStyle w:val="Geenafstand"/>
            </w:pPr>
            <w:r>
              <w:t>Datum</w:t>
            </w:r>
          </w:p>
        </w:tc>
        <w:tc>
          <w:tcPr>
            <w:tcW w:w="1689" w:type="dxa"/>
            <w:vAlign w:val="center"/>
          </w:tcPr>
          <w:p w:rsidR="002D259B" w:rsidRDefault="002D259B" w:rsidP="002D259B">
            <w:pPr>
              <w:pStyle w:val="Geenafstand"/>
            </w:pPr>
            <w:r>
              <w:t>geboortedatum</w:t>
            </w:r>
          </w:p>
        </w:tc>
      </w:tr>
      <w:tr w:rsidR="002D259B" w:rsidTr="002D259B">
        <w:trPr>
          <w:trHeight w:val="358"/>
        </w:trPr>
        <w:tc>
          <w:tcPr>
            <w:tcW w:w="1688" w:type="dxa"/>
          </w:tcPr>
          <w:p w:rsidR="002D259B" w:rsidRDefault="002D259B" w:rsidP="002D259B">
            <w:pPr>
              <w:pStyle w:val="Geenafstand"/>
              <w:jc w:val="right"/>
            </w:pPr>
            <w:r>
              <w:t>-</w:t>
            </w:r>
          </w:p>
        </w:tc>
        <w:tc>
          <w:tcPr>
            <w:tcW w:w="1689" w:type="dxa"/>
            <w:vAlign w:val="center"/>
          </w:tcPr>
          <w:p w:rsidR="002D259B" w:rsidRDefault="002D259B" w:rsidP="002D259B">
            <w:pPr>
              <w:pStyle w:val="Geenafstand"/>
            </w:pPr>
            <w:r>
              <w:t>-</w:t>
            </w:r>
          </w:p>
        </w:tc>
        <w:tc>
          <w:tcPr>
            <w:tcW w:w="1688" w:type="dxa"/>
            <w:vAlign w:val="center"/>
          </w:tcPr>
          <w:p w:rsidR="002D259B" w:rsidRDefault="002D259B" w:rsidP="002D259B">
            <w:pPr>
              <w:pStyle w:val="Geenafstand"/>
            </w:pPr>
            <w:r>
              <w:t>-</w:t>
            </w:r>
          </w:p>
        </w:tc>
        <w:tc>
          <w:tcPr>
            <w:tcW w:w="1689" w:type="dxa"/>
            <w:vAlign w:val="center"/>
          </w:tcPr>
          <w:p w:rsidR="002D259B" w:rsidRDefault="002D259B" w:rsidP="002D259B">
            <w:pPr>
              <w:pStyle w:val="Geenafstand"/>
            </w:pPr>
            <w:r>
              <w:t>-</w:t>
            </w:r>
          </w:p>
        </w:tc>
      </w:tr>
      <w:tr w:rsidR="002D259B" w:rsidTr="002D259B">
        <w:trPr>
          <w:trHeight w:val="358"/>
        </w:trPr>
        <w:tc>
          <w:tcPr>
            <w:tcW w:w="1688" w:type="dxa"/>
          </w:tcPr>
          <w:p w:rsidR="002D259B" w:rsidRDefault="002D259B" w:rsidP="002D259B">
            <w:pPr>
              <w:pStyle w:val="Geenafstand"/>
              <w:jc w:val="right"/>
            </w:pPr>
            <w:r>
              <w:t>-</w:t>
            </w:r>
          </w:p>
        </w:tc>
        <w:tc>
          <w:tcPr>
            <w:tcW w:w="1689" w:type="dxa"/>
            <w:vAlign w:val="center"/>
          </w:tcPr>
          <w:p w:rsidR="002D259B" w:rsidRDefault="002D259B" w:rsidP="002D259B">
            <w:pPr>
              <w:pStyle w:val="Geenafstand"/>
            </w:pPr>
            <w:r>
              <w:t>-</w:t>
            </w:r>
          </w:p>
        </w:tc>
        <w:tc>
          <w:tcPr>
            <w:tcW w:w="1688" w:type="dxa"/>
            <w:vAlign w:val="center"/>
          </w:tcPr>
          <w:p w:rsidR="002D259B" w:rsidRDefault="002D259B" w:rsidP="002D259B">
            <w:pPr>
              <w:pStyle w:val="Geenafstand"/>
            </w:pPr>
            <w:r>
              <w:t>-</w:t>
            </w:r>
          </w:p>
        </w:tc>
        <w:tc>
          <w:tcPr>
            <w:tcW w:w="1689" w:type="dxa"/>
            <w:vAlign w:val="center"/>
          </w:tcPr>
          <w:p w:rsidR="002D259B" w:rsidRDefault="002D259B" w:rsidP="002D259B">
            <w:pPr>
              <w:pStyle w:val="Geenafstand"/>
            </w:pPr>
            <w:r>
              <w:t>-</w:t>
            </w:r>
          </w:p>
        </w:tc>
      </w:tr>
      <w:tr w:rsidR="002D259B" w:rsidTr="002D259B">
        <w:trPr>
          <w:trHeight w:val="358"/>
        </w:trPr>
        <w:tc>
          <w:tcPr>
            <w:tcW w:w="1688" w:type="dxa"/>
          </w:tcPr>
          <w:p w:rsidR="002D259B" w:rsidRDefault="002D259B" w:rsidP="002D259B">
            <w:pPr>
              <w:pStyle w:val="Geenafstand"/>
              <w:jc w:val="right"/>
            </w:pPr>
            <w:r>
              <w:t>-</w:t>
            </w:r>
          </w:p>
        </w:tc>
        <w:tc>
          <w:tcPr>
            <w:tcW w:w="1689" w:type="dxa"/>
            <w:vAlign w:val="center"/>
          </w:tcPr>
          <w:p w:rsidR="002D259B" w:rsidRDefault="002D259B" w:rsidP="002D259B">
            <w:pPr>
              <w:pStyle w:val="Geenafstand"/>
            </w:pPr>
            <w:r>
              <w:t>-</w:t>
            </w:r>
          </w:p>
        </w:tc>
        <w:tc>
          <w:tcPr>
            <w:tcW w:w="1688" w:type="dxa"/>
            <w:vAlign w:val="center"/>
          </w:tcPr>
          <w:p w:rsidR="002D259B" w:rsidRDefault="002D259B" w:rsidP="002D259B">
            <w:pPr>
              <w:pStyle w:val="Geenafstand"/>
            </w:pPr>
            <w:r>
              <w:t>-</w:t>
            </w:r>
          </w:p>
        </w:tc>
        <w:tc>
          <w:tcPr>
            <w:tcW w:w="1689" w:type="dxa"/>
            <w:vAlign w:val="center"/>
          </w:tcPr>
          <w:p w:rsidR="002D259B" w:rsidRDefault="002D259B" w:rsidP="002D259B">
            <w:pPr>
              <w:pStyle w:val="Geenafstand"/>
            </w:pPr>
            <w:r>
              <w:t>-</w:t>
            </w:r>
          </w:p>
        </w:tc>
      </w:tr>
      <w:tr w:rsidR="002D259B" w:rsidTr="002D259B">
        <w:trPr>
          <w:trHeight w:val="358"/>
        </w:trPr>
        <w:tc>
          <w:tcPr>
            <w:tcW w:w="1688" w:type="dxa"/>
          </w:tcPr>
          <w:p w:rsidR="002D259B" w:rsidRDefault="002D259B" w:rsidP="002D259B">
            <w:pPr>
              <w:pStyle w:val="Geenafstand"/>
              <w:jc w:val="right"/>
            </w:pPr>
            <w:r>
              <w:t>-</w:t>
            </w:r>
          </w:p>
        </w:tc>
        <w:tc>
          <w:tcPr>
            <w:tcW w:w="1689" w:type="dxa"/>
            <w:vAlign w:val="center"/>
          </w:tcPr>
          <w:p w:rsidR="002D259B" w:rsidRDefault="002D259B" w:rsidP="002D259B">
            <w:pPr>
              <w:pStyle w:val="Geenafstand"/>
            </w:pPr>
            <w:r>
              <w:t>-</w:t>
            </w:r>
          </w:p>
        </w:tc>
        <w:tc>
          <w:tcPr>
            <w:tcW w:w="1688" w:type="dxa"/>
            <w:vAlign w:val="center"/>
          </w:tcPr>
          <w:p w:rsidR="002D259B" w:rsidRDefault="002D259B" w:rsidP="002D259B">
            <w:pPr>
              <w:pStyle w:val="Geenafstand"/>
            </w:pPr>
            <w:r>
              <w:t>-</w:t>
            </w:r>
          </w:p>
        </w:tc>
        <w:tc>
          <w:tcPr>
            <w:tcW w:w="1689" w:type="dxa"/>
            <w:vAlign w:val="center"/>
          </w:tcPr>
          <w:p w:rsidR="002D259B" w:rsidRDefault="002D259B" w:rsidP="002D259B">
            <w:pPr>
              <w:pStyle w:val="Geenafstand"/>
              <w:keepNext/>
            </w:pPr>
            <w:r>
              <w:t>-</w:t>
            </w:r>
          </w:p>
        </w:tc>
      </w:tr>
    </w:tbl>
    <w:p w:rsidR="002D259B" w:rsidRDefault="002D259B" w:rsidP="002D259B">
      <w:pPr>
        <w:pStyle w:val="Geenafstand"/>
        <w:jc w:val="left"/>
      </w:pPr>
    </w:p>
    <w:p w:rsidR="002D259B" w:rsidRDefault="002D259B" w:rsidP="002D259B">
      <w:pPr>
        <w:pStyle w:val="Geenafstand"/>
        <w:jc w:val="left"/>
      </w:pPr>
    </w:p>
    <w:p w:rsidR="002D259B" w:rsidRDefault="002D259B" w:rsidP="002D259B">
      <w:pPr>
        <w:pStyle w:val="Geenafstand"/>
        <w:jc w:val="left"/>
      </w:pPr>
    </w:p>
    <w:p w:rsidR="002D259B" w:rsidRDefault="002D259B" w:rsidP="002D259B">
      <w:pPr>
        <w:pStyle w:val="Geenafstand"/>
        <w:jc w:val="left"/>
      </w:pPr>
    </w:p>
    <w:p w:rsidR="002D259B" w:rsidRDefault="002D259B" w:rsidP="002D259B">
      <w:pPr>
        <w:pStyle w:val="Geenafstand"/>
        <w:jc w:val="left"/>
      </w:pPr>
    </w:p>
    <w:p w:rsidR="002D259B" w:rsidRDefault="002D259B" w:rsidP="002D259B">
      <w:pPr>
        <w:pStyle w:val="Geenafstand"/>
        <w:jc w:val="left"/>
      </w:pPr>
    </w:p>
    <w:p w:rsidR="002D259B" w:rsidRDefault="002D259B" w:rsidP="002D259B">
      <w:pPr>
        <w:pStyle w:val="Geenafstand"/>
        <w:jc w:val="left"/>
      </w:pPr>
    </w:p>
    <w:p w:rsidR="002D259B" w:rsidRDefault="002D259B" w:rsidP="002D259B">
      <w:pPr>
        <w:pStyle w:val="Geenafstand"/>
        <w:jc w:val="left"/>
      </w:pPr>
    </w:p>
    <w:p w:rsidR="002D259B" w:rsidRDefault="002D259B" w:rsidP="002D259B">
      <w:pPr>
        <w:pStyle w:val="Geenafstand"/>
        <w:jc w:val="left"/>
      </w:pPr>
    </w:p>
    <w:p w:rsidR="00337E09" w:rsidRDefault="002D259B" w:rsidP="002D259B">
      <w:pPr>
        <w:pStyle w:val="Bijschrift"/>
      </w:pPr>
      <w:r>
        <w:t>dit is een tabel</w:t>
      </w:r>
    </w:p>
    <w:p w:rsidR="00947DDF" w:rsidRDefault="00947DDF" w:rsidP="00947DDF">
      <w:pPr>
        <w:pStyle w:val="Geenafstand"/>
        <w:jc w:val="left"/>
      </w:pPr>
    </w:p>
    <w:p w:rsidR="002D259B" w:rsidRDefault="002D259B" w:rsidP="00947DDF">
      <w:pPr>
        <w:pStyle w:val="Geenafstand"/>
        <w:jc w:val="left"/>
      </w:pPr>
    </w:p>
    <w:p w:rsidR="002D259B" w:rsidRDefault="002D259B" w:rsidP="00947DDF">
      <w:pPr>
        <w:pStyle w:val="Geenafstand"/>
        <w:jc w:val="left"/>
      </w:pPr>
    </w:p>
    <w:p w:rsidR="004208EF" w:rsidRDefault="004208EF" w:rsidP="00947DDF">
      <w:pPr>
        <w:pStyle w:val="Geenafstand"/>
        <w:jc w:val="left"/>
      </w:pPr>
    </w:p>
    <w:p w:rsidR="004208EF" w:rsidRDefault="004208EF" w:rsidP="00947DDF">
      <w:pPr>
        <w:pStyle w:val="Geenafstand"/>
        <w:jc w:val="left"/>
      </w:pPr>
    </w:p>
    <w:p w:rsidR="004208EF" w:rsidRDefault="004208EF" w:rsidP="00947DDF">
      <w:pPr>
        <w:pStyle w:val="Geenafstand"/>
        <w:jc w:val="left"/>
      </w:pPr>
    </w:p>
    <w:p w:rsidR="002D259B" w:rsidRDefault="002D259B" w:rsidP="00947DDF">
      <w:pPr>
        <w:pStyle w:val="Geenafstand"/>
        <w:jc w:val="left"/>
      </w:pPr>
    </w:p>
    <w:p w:rsidR="004208EF" w:rsidRDefault="004208EF" w:rsidP="004208EF">
      <w:pPr>
        <w:pStyle w:val="Geenafstand"/>
        <w:jc w:val="left"/>
      </w:pPr>
      <w:r>
        <w:t>Sla  dit bestand op als PDF. Zo kan het bestand niet meer bewerkt worden.</w:t>
      </w:r>
    </w:p>
    <w:p w:rsidR="001649DC" w:rsidRDefault="004208EF" w:rsidP="001649DC">
      <w:pPr>
        <w:pStyle w:val="Geenafstand"/>
        <w:jc w:val="left"/>
      </w:pPr>
      <w:r>
        <w:t>De rest kun je als word bestand opslaan.</w:t>
      </w:r>
      <w:r w:rsidR="002D259B">
        <w:rPr>
          <w:rStyle w:val="Eindnootmarkering"/>
        </w:rPr>
        <w:endnoteReference w:id="1"/>
      </w:r>
    </w:p>
    <w:p w:rsidR="001649DC" w:rsidRDefault="001649DC" w:rsidP="001649DC">
      <w:pPr>
        <w:pStyle w:val="Geenafstand"/>
        <w:jc w:val="left"/>
      </w:pPr>
    </w:p>
    <w:p w:rsidR="001649DC" w:rsidRDefault="001649DC" w:rsidP="001649DC">
      <w:pPr>
        <w:pStyle w:val="Geenafstand"/>
        <w:jc w:val="left"/>
      </w:pPr>
    </w:p>
    <w:p w:rsidR="001649DC" w:rsidRDefault="001649DC" w:rsidP="001649DC">
      <w:pPr>
        <w:pStyle w:val="Geenafstand"/>
        <w:jc w:val="left"/>
      </w:pPr>
    </w:p>
    <w:p w:rsidR="001649DC" w:rsidRDefault="001649DC" w:rsidP="001649DC">
      <w:pPr>
        <w:pStyle w:val="Geenafstand"/>
        <w:jc w:val="left"/>
      </w:pPr>
    </w:p>
    <w:p w:rsidR="006D32A3" w:rsidRDefault="006D32A3" w:rsidP="006D32A3">
      <w:pPr>
        <w:pStyle w:val="Geenafstand"/>
        <w:jc w:val="left"/>
      </w:pPr>
    </w:p>
    <w:p w:rsidR="006D32A3" w:rsidRDefault="006D32A3" w:rsidP="006D32A3">
      <w:pPr>
        <w:pStyle w:val="Geenafstand"/>
        <w:jc w:val="left"/>
      </w:pPr>
    </w:p>
    <w:p w:rsidR="006D32A3" w:rsidRDefault="006D32A3" w:rsidP="006D32A3">
      <w:pPr>
        <w:pStyle w:val="Geenafstand"/>
        <w:jc w:val="left"/>
      </w:pPr>
    </w:p>
    <w:p w:rsidR="004208EF" w:rsidRDefault="004208EF" w:rsidP="006D32A3">
      <w:pPr>
        <w:pStyle w:val="Geenafstand"/>
        <w:jc w:val="left"/>
      </w:pPr>
    </w:p>
    <w:p w:rsidR="004208EF" w:rsidRDefault="004208EF" w:rsidP="006D32A3">
      <w:pPr>
        <w:pStyle w:val="Geenafstand"/>
        <w:jc w:val="left"/>
      </w:pPr>
    </w:p>
    <w:p w:rsidR="004208EF" w:rsidRDefault="004208EF" w:rsidP="006D32A3">
      <w:pPr>
        <w:pStyle w:val="Geenafstand"/>
        <w:jc w:val="left"/>
      </w:pPr>
    </w:p>
    <w:p w:rsidR="004208EF" w:rsidRDefault="004208EF" w:rsidP="006D32A3">
      <w:pPr>
        <w:pStyle w:val="Geenafstand"/>
        <w:jc w:val="left"/>
      </w:pPr>
    </w:p>
    <w:p w:rsidR="004208EF" w:rsidRDefault="004208EF" w:rsidP="006D32A3">
      <w:pPr>
        <w:pStyle w:val="Geenafstand"/>
        <w:jc w:val="left"/>
      </w:pPr>
    </w:p>
    <w:p w:rsidR="004208EF" w:rsidRDefault="004208EF" w:rsidP="006D32A3">
      <w:pPr>
        <w:pStyle w:val="Geenafstand"/>
        <w:jc w:val="left"/>
      </w:pPr>
    </w:p>
    <w:p w:rsidR="004208EF" w:rsidRDefault="004208EF" w:rsidP="006D32A3">
      <w:pPr>
        <w:pStyle w:val="Geenafstand"/>
        <w:jc w:val="left"/>
      </w:pPr>
    </w:p>
    <w:p w:rsidR="004208EF" w:rsidRPr="006D32A3" w:rsidRDefault="004208EF" w:rsidP="006D32A3">
      <w:pPr>
        <w:pStyle w:val="Geenafstand"/>
        <w:jc w:val="left"/>
      </w:pPr>
      <w:bookmarkStart w:id="0" w:name="_GoBack"/>
      <w:bookmarkEnd w:id="0"/>
    </w:p>
    <w:sectPr w:rsidR="004208EF" w:rsidRPr="006D32A3" w:rsidSect="00337E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Borders w:display="notFirstPage" w:offsetFrom="page">
        <w:top w:val="crazyMaze" w:sz="24" w:space="24" w:color="000000" w:themeColor="text1"/>
        <w:left w:val="crazyMaze" w:sz="24" w:space="24" w:color="000000" w:themeColor="text1"/>
        <w:bottom w:val="crazyMaze" w:sz="24" w:space="24" w:color="000000" w:themeColor="text1"/>
        <w:right w:val="crazyMaze" w:sz="24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DDF" w:rsidRDefault="00947DDF" w:rsidP="00947DDF">
      <w:r>
        <w:separator/>
      </w:r>
    </w:p>
  </w:endnote>
  <w:endnote w:type="continuationSeparator" w:id="0">
    <w:p w:rsidR="00947DDF" w:rsidRDefault="00947DDF" w:rsidP="00947DDF">
      <w:r>
        <w:continuationSeparator/>
      </w:r>
    </w:p>
  </w:endnote>
  <w:endnote w:id="1">
    <w:p w:rsidR="002D259B" w:rsidRDefault="002D259B">
      <w:pPr>
        <w:pStyle w:val="Eindnoottekst"/>
      </w:pPr>
      <w:r>
        <w:rPr>
          <w:rStyle w:val="Eindnootmarkering"/>
        </w:rPr>
        <w:endnoteRef/>
      </w:r>
      <w:r>
        <w:t xml:space="preserve"> Bij deze ben je klaar met de word opdracht.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59B" w:rsidRDefault="002D259B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DDF" w:rsidRDefault="00947DDF">
    <w:pPr>
      <w:pStyle w:val="Voetteks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Monique Blik - 2014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4208EF" w:rsidRPr="004208EF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</w:rPr>
      <w:fldChar w:fldCharType="end"/>
    </w:r>
  </w:p>
  <w:p w:rsidR="00947DDF" w:rsidRDefault="00947DDF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59B" w:rsidRDefault="002D259B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DDF" w:rsidRDefault="00947DDF" w:rsidP="00947DDF">
      <w:r>
        <w:separator/>
      </w:r>
    </w:p>
  </w:footnote>
  <w:footnote w:type="continuationSeparator" w:id="0">
    <w:p w:rsidR="00947DDF" w:rsidRDefault="00947DDF" w:rsidP="00947D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59B" w:rsidRDefault="002D259B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DDF" w:rsidRDefault="00337E09">
    <w:pPr>
      <w:pStyle w:val="Koptekst"/>
    </w:pPr>
    <w:sdt>
      <w:sdtPr>
        <w:id w:val="-889492219"/>
        <w:docPartObj>
          <w:docPartGallery w:val="Watermarks"/>
          <w:docPartUnique/>
        </w:docPartObj>
      </w:sdtPr>
      <w:sdtContent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616760" o:spid="_x0000_s2049" type="#_x0000_t136" style="position:absolute;left:0;text-align:left;margin-left:0;margin-top:0;width:511.6pt;height:127.9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MONIQUE BLIK"/>
              <w10:wrap anchorx="margin" anchory="margin"/>
            </v:shape>
          </w:pict>
        </w:r>
      </w:sdtContent>
    </w:sdt>
    <w:r w:rsidR="00947DDF">
      <w:t>ICT opdracht</w:t>
    </w:r>
  </w:p>
  <w:p w:rsidR="00947DDF" w:rsidRDefault="00947DDF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59B" w:rsidRDefault="002D259B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05BC3"/>
    <w:multiLevelType w:val="hybridMultilevel"/>
    <w:tmpl w:val="E7006CF6"/>
    <w:lvl w:ilvl="0" w:tplc="51D25F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defaultTabStop w:val="708"/>
  <w:hyphenationZone w:val="425"/>
  <w:characterSpacingControl w:val="doNotCompress"/>
  <w:hdrShapeDefaults>
    <o:shapedefaults v:ext="edit" spidmax="2050">
      <o:colormenu v:ext="edit" fillcolor="none [24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62"/>
    <w:rsid w:val="001649DC"/>
    <w:rsid w:val="002D259B"/>
    <w:rsid w:val="00337E09"/>
    <w:rsid w:val="004208EF"/>
    <w:rsid w:val="006D32A3"/>
    <w:rsid w:val="00731CCE"/>
    <w:rsid w:val="00947DDF"/>
    <w:rsid w:val="00A84C64"/>
    <w:rsid w:val="00BB2B99"/>
    <w:rsid w:val="00EB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4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B5E6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E62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EB5E62"/>
  </w:style>
  <w:style w:type="paragraph" w:styleId="Bijschrift">
    <w:name w:val="caption"/>
    <w:basedOn w:val="Standaard"/>
    <w:next w:val="Standaard"/>
    <w:uiPriority w:val="35"/>
    <w:unhideWhenUsed/>
    <w:qFormat/>
    <w:rsid w:val="006D32A3"/>
    <w:pPr>
      <w:spacing w:after="200"/>
    </w:pPr>
    <w:rPr>
      <w:b/>
      <w:bCs/>
      <w:color w:val="4F81BD" w:themeColor="accent1"/>
      <w:sz w:val="18"/>
      <w:szCs w:val="18"/>
    </w:rPr>
  </w:style>
  <w:style w:type="character" w:styleId="Tekstvantijdelijkeaanduiding">
    <w:name w:val="Placeholder Text"/>
    <w:basedOn w:val="Standaardalinea-lettertype"/>
    <w:uiPriority w:val="99"/>
    <w:semiHidden/>
    <w:rsid w:val="001649DC"/>
    <w:rPr>
      <w:color w:val="808080"/>
    </w:rPr>
  </w:style>
  <w:style w:type="paragraph" w:styleId="Koptekst">
    <w:name w:val="header"/>
    <w:basedOn w:val="Standaard"/>
    <w:link w:val="KoptekstChar"/>
    <w:uiPriority w:val="99"/>
    <w:unhideWhenUsed/>
    <w:rsid w:val="00947DD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47DDF"/>
  </w:style>
  <w:style w:type="paragraph" w:styleId="Voettekst">
    <w:name w:val="footer"/>
    <w:basedOn w:val="Standaard"/>
    <w:link w:val="VoettekstChar"/>
    <w:uiPriority w:val="99"/>
    <w:unhideWhenUsed/>
    <w:rsid w:val="00947DD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47DDF"/>
  </w:style>
  <w:style w:type="paragraph" w:styleId="Eindnoottekst">
    <w:name w:val="endnote text"/>
    <w:basedOn w:val="Standaard"/>
    <w:link w:val="EindnoottekstChar"/>
    <w:uiPriority w:val="99"/>
    <w:semiHidden/>
    <w:unhideWhenUsed/>
    <w:rsid w:val="00337E09"/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337E09"/>
    <w:rPr>
      <w:sz w:val="20"/>
      <w:szCs w:val="20"/>
    </w:rPr>
  </w:style>
  <w:style w:type="character" w:styleId="Eindnootmarkering">
    <w:name w:val="endnote reference"/>
    <w:basedOn w:val="Standaardalinea-lettertype"/>
    <w:uiPriority w:val="99"/>
    <w:semiHidden/>
    <w:unhideWhenUsed/>
    <w:rsid w:val="00337E09"/>
    <w:rPr>
      <w:vertAlign w:val="superscript"/>
    </w:rPr>
  </w:style>
  <w:style w:type="table" w:styleId="Tabelraster">
    <w:name w:val="Table Grid"/>
    <w:basedOn w:val="Standaardtabel"/>
    <w:uiPriority w:val="59"/>
    <w:rsid w:val="002D2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B5E6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E62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EB5E62"/>
  </w:style>
  <w:style w:type="paragraph" w:styleId="Bijschrift">
    <w:name w:val="caption"/>
    <w:basedOn w:val="Standaard"/>
    <w:next w:val="Standaard"/>
    <w:uiPriority w:val="35"/>
    <w:unhideWhenUsed/>
    <w:qFormat/>
    <w:rsid w:val="006D32A3"/>
    <w:pPr>
      <w:spacing w:after="200"/>
    </w:pPr>
    <w:rPr>
      <w:b/>
      <w:bCs/>
      <w:color w:val="4F81BD" w:themeColor="accent1"/>
      <w:sz w:val="18"/>
      <w:szCs w:val="18"/>
    </w:rPr>
  </w:style>
  <w:style w:type="character" w:styleId="Tekstvantijdelijkeaanduiding">
    <w:name w:val="Placeholder Text"/>
    <w:basedOn w:val="Standaardalinea-lettertype"/>
    <w:uiPriority w:val="99"/>
    <w:semiHidden/>
    <w:rsid w:val="001649DC"/>
    <w:rPr>
      <w:color w:val="808080"/>
    </w:rPr>
  </w:style>
  <w:style w:type="paragraph" w:styleId="Koptekst">
    <w:name w:val="header"/>
    <w:basedOn w:val="Standaard"/>
    <w:link w:val="KoptekstChar"/>
    <w:uiPriority w:val="99"/>
    <w:unhideWhenUsed/>
    <w:rsid w:val="00947DD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47DDF"/>
  </w:style>
  <w:style w:type="paragraph" w:styleId="Voettekst">
    <w:name w:val="footer"/>
    <w:basedOn w:val="Standaard"/>
    <w:link w:val="VoettekstChar"/>
    <w:uiPriority w:val="99"/>
    <w:unhideWhenUsed/>
    <w:rsid w:val="00947DD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47DDF"/>
  </w:style>
  <w:style w:type="paragraph" w:styleId="Eindnoottekst">
    <w:name w:val="endnote text"/>
    <w:basedOn w:val="Standaard"/>
    <w:link w:val="EindnoottekstChar"/>
    <w:uiPriority w:val="99"/>
    <w:semiHidden/>
    <w:unhideWhenUsed/>
    <w:rsid w:val="00337E09"/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337E09"/>
    <w:rPr>
      <w:sz w:val="20"/>
      <w:szCs w:val="20"/>
    </w:rPr>
  </w:style>
  <w:style w:type="character" w:styleId="Eindnootmarkering">
    <w:name w:val="endnote reference"/>
    <w:basedOn w:val="Standaardalinea-lettertype"/>
    <w:uiPriority w:val="99"/>
    <w:semiHidden/>
    <w:unhideWhenUsed/>
    <w:rsid w:val="00337E09"/>
    <w:rPr>
      <w:vertAlign w:val="superscript"/>
    </w:rPr>
  </w:style>
  <w:style w:type="table" w:styleId="Tabelraster">
    <w:name w:val="Table Grid"/>
    <w:basedOn w:val="Standaardtabel"/>
    <w:uiPriority w:val="59"/>
    <w:rsid w:val="002D2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oogle.nl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796"/>
    <w:rsid w:val="0054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546796"/>
    <w:rPr>
      <w:color w:val="808080"/>
    </w:rPr>
  </w:style>
  <w:style w:type="paragraph" w:customStyle="1" w:styleId="1915644586E54BC983D850BBC9440734">
    <w:name w:val="1915644586E54BC983D850BBC9440734"/>
    <w:rsid w:val="00546796"/>
  </w:style>
  <w:style w:type="paragraph" w:customStyle="1" w:styleId="44A76D74C0DC4CB798B19B116E46E9F6">
    <w:name w:val="44A76D74C0DC4CB798B19B116E46E9F6"/>
    <w:rsid w:val="00546796"/>
  </w:style>
  <w:style w:type="paragraph" w:customStyle="1" w:styleId="2BF502D068164C058AE58B449AB10B06">
    <w:name w:val="2BF502D068164C058AE58B449AB10B06"/>
    <w:rsid w:val="0054679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546796"/>
    <w:rPr>
      <w:color w:val="808080"/>
    </w:rPr>
  </w:style>
  <w:style w:type="paragraph" w:customStyle="1" w:styleId="1915644586E54BC983D850BBC9440734">
    <w:name w:val="1915644586E54BC983D850BBC9440734"/>
    <w:rsid w:val="00546796"/>
  </w:style>
  <w:style w:type="paragraph" w:customStyle="1" w:styleId="44A76D74C0DC4CB798B19B116E46E9F6">
    <w:name w:val="44A76D74C0DC4CB798B19B116E46E9F6"/>
    <w:rsid w:val="00546796"/>
  </w:style>
  <w:style w:type="paragraph" w:customStyle="1" w:styleId="2BF502D068164C058AE58B449AB10B06">
    <w:name w:val="2BF502D068164C058AE58B449AB10B06"/>
    <w:rsid w:val="005467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64B01-4B8C-4362-AA91-254F79AC5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8806DAFD</Template>
  <TotalTime>79</TotalTime>
  <Pages>2</Pages>
  <Words>229</Words>
  <Characters>1215</Characters>
  <Application>Microsoft Office Word</Application>
  <DocSecurity>0</DocSecurity>
  <Lines>86</Lines>
  <Paragraphs>57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Blik</dc:creator>
  <cp:lastModifiedBy>M. Blik</cp:lastModifiedBy>
  <cp:revision>1</cp:revision>
  <cp:lastPrinted>2014-10-27T17:24:00Z</cp:lastPrinted>
  <dcterms:created xsi:type="dcterms:W3CDTF">2014-10-27T16:21:00Z</dcterms:created>
  <dcterms:modified xsi:type="dcterms:W3CDTF">2014-10-27T17:40:00Z</dcterms:modified>
</cp:coreProperties>
</file>