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D0" w:rsidRDefault="00C361D0" w:rsidP="00C361D0">
      <w:pPr>
        <w:pStyle w:val="Geenafstand"/>
        <w:jc w:val="right"/>
        <w:rPr>
          <w:b/>
          <w:sz w:val="28"/>
          <w:szCs w:val="28"/>
        </w:rPr>
      </w:pPr>
      <w:r w:rsidRPr="00C361D0">
        <w:rPr>
          <w:b/>
          <w:sz w:val="28"/>
          <w:szCs w:val="28"/>
        </w:rPr>
        <w:t xml:space="preserve">Overzicht sneltoetsen </w:t>
      </w:r>
      <w:r w:rsidR="00F93DB1">
        <w:rPr>
          <w:b/>
          <w:sz w:val="28"/>
          <w:szCs w:val="28"/>
        </w:rPr>
        <w:t>–</w:t>
      </w:r>
      <w:r w:rsidRPr="00C361D0">
        <w:rPr>
          <w:b/>
          <w:sz w:val="28"/>
          <w:szCs w:val="28"/>
        </w:rPr>
        <w:t xml:space="preserve"> ICT</w:t>
      </w:r>
    </w:p>
    <w:p w:rsidR="00F93DB1" w:rsidRPr="00F93DB1" w:rsidRDefault="00F93DB1" w:rsidP="00C361D0">
      <w:pPr>
        <w:pStyle w:val="Geenafstand"/>
        <w:jc w:val="right"/>
        <w:rPr>
          <w:sz w:val="24"/>
          <w:szCs w:val="24"/>
        </w:rPr>
      </w:pPr>
      <w:r>
        <w:rPr>
          <w:sz w:val="24"/>
          <w:szCs w:val="24"/>
        </w:rPr>
        <w:t>Dik gedrukt zijn de meest gebruikte sneltoetsen</w:t>
      </w:r>
    </w:p>
    <w:p w:rsidR="00C361D0" w:rsidRDefault="00C361D0" w:rsidP="00C361D0">
      <w:pPr>
        <w:pStyle w:val="Geenafstand"/>
      </w:pPr>
    </w:p>
    <w:tbl>
      <w:tblPr>
        <w:tblW w:w="6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2"/>
        <w:gridCol w:w="4228"/>
      </w:tblGrid>
      <w:tr w:rsidR="00C361D0" w:rsidRPr="00C361D0" w:rsidTr="00C361D0">
        <w:tc>
          <w:tcPr>
            <w:tcW w:w="2810" w:type="dxa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bCs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bCs/>
                <w:color w:val="333333"/>
                <w:lang w:eastAsia="nl-NL"/>
              </w:rPr>
              <w:t>Toetsencombinatie</w:t>
            </w:r>
          </w:p>
        </w:tc>
        <w:tc>
          <w:tcPr>
            <w:tcW w:w="4150" w:type="dxa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bCs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bCs/>
                <w:color w:val="333333"/>
                <w:lang w:eastAsia="nl-NL"/>
              </w:rPr>
              <w:t>Functie</w:t>
            </w:r>
            <w:bookmarkStart w:id="0" w:name="_GoBack"/>
            <w:bookmarkEnd w:id="0"/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F93DB1" w:rsidRPr="00F93DB1" w:rsidRDefault="00F93DB1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proofErr w:type="spellStart"/>
            <w:r w:rsidRPr="00F93DB1">
              <w:rPr>
                <w:rFonts w:eastAsia="Times New Roman" w:cs="Arial"/>
                <w:b/>
                <w:color w:val="333333"/>
                <w:lang w:eastAsia="nl-NL"/>
              </w:rPr>
              <w:t>Alt+tab</w:t>
            </w:r>
            <w:proofErr w:type="spellEnd"/>
          </w:p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DB1" w:rsidRPr="00F93DB1" w:rsidRDefault="00F93DB1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F93DB1">
              <w:rPr>
                <w:rFonts w:eastAsia="Times New Roman" w:cs="Arial"/>
                <w:b/>
                <w:color w:val="333333"/>
                <w:lang w:eastAsia="nl-NL"/>
              </w:rPr>
              <w:t>Wisselen tussen vensters</w:t>
            </w:r>
          </w:p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Open document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Open nieuw document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Opslaan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Afdrukken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Z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Ongedaan maken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Herhalen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X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Knippen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F93DB1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Kopiëren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Plakken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Alles selecteren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Zoeken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Vervangen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Ga naar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Geselecteerde tekst vet maken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Geselecteerde tekst cursief maken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Geselecteerde tekst onderlijnen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Alinea centreren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Inspringen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F1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Taakvenster verbergen/tonen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F2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Afdrukvoorbeeld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Backspace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1 Woord verwijderen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Enter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Pagina</w:t>
            </w:r>
            <w:r>
              <w:rPr>
                <w:rFonts w:eastAsia="Times New Roman" w:cs="Arial"/>
                <w:b/>
                <w:color w:val="333333"/>
                <w:lang w:eastAsia="nl-NL"/>
              </w:rPr>
              <w:t xml:space="preserve"> </w:t>
            </w: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einde invoegen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Home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Overschakelen naar het begin van het document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Ctrl + End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b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b/>
                <w:color w:val="333333"/>
                <w:lang w:eastAsia="nl-NL"/>
              </w:rPr>
              <w:t>Overschakelen naar het eind van het document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Home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Selecteren tot aan het begin van het document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End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Selecteren tot aan het eind van het document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Wijzigingen bijhouden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 xml:space="preserve">Opmaak </w:t>
            </w:r>
            <w:proofErr w:type="spellStart"/>
            <w:r w:rsidRPr="00C361D0">
              <w:rPr>
                <w:rFonts w:eastAsia="Times New Roman" w:cs="Arial"/>
                <w:color w:val="333333"/>
                <w:lang w:eastAsia="nl-NL"/>
              </w:rPr>
              <w:t>kopieren</w:t>
            </w:r>
            <w:proofErr w:type="spellEnd"/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Opmaak plakken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Dubbel onderstrepen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Inspringen opheffen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Lettertype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Shift +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Opmaakprofiel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[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Letter 1 punt verkleinen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Regelafstand 2 instellen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Regelafstand 1,5 instellen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]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Letter 1 punt vergroten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Regelafstand 1 instellen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=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proofErr w:type="spellStart"/>
            <w:r w:rsidRPr="00C361D0">
              <w:rPr>
                <w:rFonts w:eastAsia="Times New Roman" w:cs="Arial"/>
                <w:color w:val="333333"/>
                <w:lang w:eastAsia="nl-NL"/>
              </w:rPr>
              <w:t>Subscript</w:t>
            </w:r>
            <w:proofErr w:type="spellEnd"/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+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Superscript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gr + 1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! omgekeerd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gr + 2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²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gr + 3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³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gr + 4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¤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lastRenderedPageBreak/>
              <w:t>Ctrl + Alt + 5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€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+ 6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¼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+ 7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½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+ 8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¾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+ 9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‘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Ctrl + Alt + 0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’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!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1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@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2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#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3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$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4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5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^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6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&amp;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7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8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(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Kop 9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Klikken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Onderzoek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F3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Autotekst fragment toevoegen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F4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Hyperlink geschiedenis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F8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Macro's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F9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Veldcodes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F11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proofErr w:type="spellStart"/>
            <w:r w:rsidRPr="00C361D0">
              <w:rPr>
                <w:rFonts w:eastAsia="Times New Roman" w:cs="Arial"/>
                <w:color w:val="333333"/>
                <w:lang w:eastAsia="nl-NL"/>
              </w:rPr>
              <w:t>Visiual</w:t>
            </w:r>
            <w:proofErr w:type="spellEnd"/>
            <w:r w:rsidRPr="00C361D0">
              <w:rPr>
                <w:rFonts w:eastAsia="Times New Roman" w:cs="Arial"/>
                <w:color w:val="333333"/>
                <w:lang w:eastAsia="nl-NL"/>
              </w:rPr>
              <w:t xml:space="preserve"> basic editor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Shift + F11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Microsoft script editor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Shift + 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Datumveld invoegen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Ctrl + 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Hyperlink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Ctrl +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Normale weergave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Ctrl + B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proofErr w:type="spellStart"/>
            <w:r w:rsidRPr="00C361D0">
              <w:rPr>
                <w:rFonts w:eastAsia="Times New Roman" w:cs="Arial"/>
                <w:color w:val="333333"/>
                <w:lang w:eastAsia="nl-NL"/>
              </w:rPr>
              <w:t>Overzichts</w:t>
            </w:r>
            <w:proofErr w:type="spellEnd"/>
            <w:r w:rsidRPr="00C361D0">
              <w:rPr>
                <w:rFonts w:eastAsia="Times New Roman" w:cs="Arial"/>
                <w:color w:val="333333"/>
                <w:lang w:eastAsia="nl-NL"/>
              </w:rPr>
              <w:t xml:space="preserve"> weergave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Alt + Ctrl + 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Opmerking invoegen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Shift + F1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Opmaak weergeven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Shift + F3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Tekst in alleen hoofdletters en andersom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Shift + F4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Ga naar of zoeken herhalen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Shift + F7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Synoniemenlijst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F1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Help functie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F4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Herhalen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F5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Ga naar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F7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 xml:space="preserve">Spelling en </w:t>
            </w:r>
            <w:proofErr w:type="spellStart"/>
            <w:r w:rsidRPr="00C361D0">
              <w:rPr>
                <w:rFonts w:eastAsia="Times New Roman" w:cs="Arial"/>
                <w:color w:val="333333"/>
                <w:lang w:eastAsia="nl-NL"/>
              </w:rPr>
              <w:t>gramaticacontrole</w:t>
            </w:r>
            <w:proofErr w:type="spellEnd"/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F9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Velden bijwerken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F12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  <w:r w:rsidRPr="00C361D0">
              <w:rPr>
                <w:rFonts w:eastAsia="Times New Roman" w:cs="Arial"/>
                <w:color w:val="333333"/>
                <w:lang w:eastAsia="nl-NL"/>
              </w:rPr>
              <w:t>Opslaan als</w:t>
            </w:r>
          </w:p>
        </w:tc>
      </w:tr>
      <w:tr w:rsidR="00C361D0" w:rsidRPr="00C361D0" w:rsidTr="00C361D0">
        <w:trPr>
          <w:trHeight w:val="240"/>
        </w:trPr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361D0" w:rsidRPr="00C361D0" w:rsidRDefault="00C361D0" w:rsidP="00C361D0">
            <w:pPr>
              <w:pStyle w:val="Geenafstand"/>
              <w:rPr>
                <w:rFonts w:eastAsia="Times New Roman" w:cs="Arial"/>
                <w:color w:val="333333"/>
                <w:lang w:eastAsia="nl-NL"/>
              </w:rPr>
            </w:pPr>
          </w:p>
        </w:tc>
      </w:tr>
    </w:tbl>
    <w:p w:rsidR="00152FC5" w:rsidRPr="00C361D0" w:rsidRDefault="00152FC5" w:rsidP="00C361D0">
      <w:pPr>
        <w:pStyle w:val="Geenafstand"/>
      </w:pPr>
    </w:p>
    <w:sectPr w:rsidR="00152FC5" w:rsidRPr="00C36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D0"/>
    <w:rsid w:val="00152FC5"/>
    <w:rsid w:val="00731CCE"/>
    <w:rsid w:val="00BB2B99"/>
    <w:rsid w:val="00C361D0"/>
    <w:rsid w:val="00F9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C361D0"/>
    <w:rPr>
      <w:strike w:val="0"/>
      <w:dstrike w:val="0"/>
      <w:color w:val="0D5DCA"/>
      <w:sz w:val="22"/>
      <w:szCs w:val="22"/>
      <w:u w:val="none"/>
      <w:effect w:val="none"/>
    </w:rPr>
  </w:style>
  <w:style w:type="paragraph" w:styleId="Geenafstand">
    <w:name w:val="No Spacing"/>
    <w:uiPriority w:val="1"/>
    <w:qFormat/>
    <w:rsid w:val="00C361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C361D0"/>
    <w:rPr>
      <w:strike w:val="0"/>
      <w:dstrike w:val="0"/>
      <w:color w:val="0D5DCA"/>
      <w:sz w:val="22"/>
      <w:szCs w:val="22"/>
      <w:u w:val="none"/>
      <w:effect w:val="none"/>
    </w:rPr>
  </w:style>
  <w:style w:type="paragraph" w:styleId="Geenafstand">
    <w:name w:val="No Spacing"/>
    <w:uiPriority w:val="1"/>
    <w:qFormat/>
    <w:rsid w:val="00C361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6792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3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46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1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167191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4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855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520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7528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1420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860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89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0523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073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6206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615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354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49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702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590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863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059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563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2157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2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412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2809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651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870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136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760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7370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9860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788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4473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5130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158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223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151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928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769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691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716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0979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9349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85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96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580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938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273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372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33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860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113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492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5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1235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095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379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116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25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214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091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0619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6058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244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251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313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9111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0498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459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513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5756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7165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164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487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320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039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3719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42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639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335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8011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1855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903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025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6838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86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762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2716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8800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894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4753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984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3155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520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52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5777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576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0187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146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278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8696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152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3324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599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257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801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467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6120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058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900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0134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4960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660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481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993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0394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308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940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9847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0348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36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545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4617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45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3406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933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706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164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604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350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505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393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334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278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371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7136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0147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817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96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4767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4428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096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1785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884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633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905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9950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397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4643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523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293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063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384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234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998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285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442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650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060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737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4320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8754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915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426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560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0918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227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033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57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7538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272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45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947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534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029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839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90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833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784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1572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380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7267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403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3938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358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0627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829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863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7618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2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8116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5034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944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736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555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472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323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3583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337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503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867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247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8899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5866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1860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83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7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411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672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615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5278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1857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139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655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5846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224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64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4257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4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4528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0313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0626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7889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48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5547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887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0070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86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9645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5655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290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676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014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814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9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143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7274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52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1711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6053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365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808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2068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25050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598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374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2109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631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38607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971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4584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225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1506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391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823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170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716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870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4019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572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5175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8204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152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0793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809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431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657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159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745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5749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9829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5570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38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2807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5905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5448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9750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483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7829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6472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97730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902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55303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48709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03962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279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3491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1651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283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82728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1168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36147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2949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69299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7236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  <w:div w:id="18926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999999"/>
                <w:right w:val="none" w:sz="0" w:space="0" w:color="auto"/>
              </w:divBdr>
            </w:div>
          </w:divsChild>
        </w:div>
        <w:div w:id="6837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8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5330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0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7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81DE3E9D</Template>
  <TotalTime>18</TotalTime>
  <Pages>2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2015-12-01T07:20:00Z</dcterms:created>
  <dcterms:modified xsi:type="dcterms:W3CDTF">2015-12-01T08:33:00Z</dcterms:modified>
</cp:coreProperties>
</file>