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28B" w:rsidRPr="004E20E0" w:rsidRDefault="0094628B" w:rsidP="0094628B">
      <w:pPr>
        <w:rPr>
          <w:b/>
          <w:sz w:val="28"/>
        </w:rPr>
      </w:pPr>
      <w:bookmarkStart w:id="0" w:name="_GoBack"/>
      <w:bookmarkEnd w:id="0"/>
      <w:r w:rsidRPr="004E20E0">
        <w:rPr>
          <w:b/>
          <w:sz w:val="28"/>
        </w:rPr>
        <w:t>De verhuizing</w:t>
      </w:r>
    </w:p>
    <w:p w:rsidR="0094628B" w:rsidRDefault="0094628B" w:rsidP="0094628B">
      <w:r>
        <w:t>Help Peter een planning te maken voor zijn verhuizing. Belangrijk is dat je opschrijft wat er moet gebeuren, wanneer en door wie. Maak een groot schema voor aan de muur, zodat Peter weet waar hij moet beginnen.</w:t>
      </w:r>
    </w:p>
    <w:p w:rsidR="0094628B" w:rsidRDefault="0094628B" w:rsidP="0094628B">
      <w:pPr>
        <w:spacing w:after="0"/>
      </w:pPr>
      <w:r>
        <w:t xml:space="preserve">Peter gaat verhuizen van Den Haag naar Groningen. Hij is heel blij met zijn nieuwe huis, maar er moet wel veel gebeuren. De muren hebben een likje verf nodig en in de woonkamer wil hij een houten vloer leggen. De keukenkastjes vallen bijna uit elkaar, dus een nieuwe keuken is geen luxe. Peter wil ook overal nieuwe gordijnen hebben. En nu hij toch bezig is: eindelijk is er ruimte voor een paar grote planten en in de woonkamer moet een nieuwe tv komen. </w:t>
      </w:r>
    </w:p>
    <w:p w:rsidR="0094628B" w:rsidRDefault="0094628B" w:rsidP="0094628B">
      <w:r>
        <w:t>Het hout en de nieuwe keuken zijn al besteld. En zijn zus Jeanine wil de gordijnen wel maken. Gelukkig heeft Peter vier goede vrienden – Achmed, Bert, Jeffrey en Simon – die hem helpen met klussen en verhuizen.</w:t>
      </w:r>
    </w:p>
    <w:p w:rsidR="0094628B" w:rsidRDefault="0094628B" w:rsidP="0094628B">
      <w:r>
        <w:t>Peter krijgt op 1 juni de sleutel van zijn nieuwe huis en moet op 1 juli zijn oude huis uit. Van zijn baas heeft hij 3 weken vrij gekregen om de hele verhuizing te regelen. Alleen weet hij even niet meer waar hij moet beginnen. Hij moet verf kopen en de muren schilderen ….. de vloer leggen …. afspreken wanneer ze de keuken kunnen plaatsen… planten en een tv kopen …. al zijn spullen in verhuisdozen stoppen… een verhuisbusje regelen…een verhuisbericht rondsturen…en hij is vast nog wel iets vergeten.</w:t>
      </w:r>
    </w:p>
    <w:p w:rsidR="0094628B" w:rsidRDefault="0094628B" w:rsidP="0094628B"/>
    <w:p w:rsidR="0094628B" w:rsidRDefault="0094628B" w:rsidP="0094628B"/>
    <w:p w:rsidR="00152FC5" w:rsidRDefault="00152FC5"/>
    <w:sectPr w:rsidR="00152F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28B"/>
    <w:rsid w:val="00152FC5"/>
    <w:rsid w:val="00731CCE"/>
    <w:rsid w:val="0094628B"/>
    <w:rsid w:val="00BB2B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28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28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AC0AEAA1</Template>
  <TotalTime>0</TotalTime>
  <Pages>1</Pages>
  <Words>215</Words>
  <Characters>1183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Blik</dc:creator>
  <cp:lastModifiedBy>M. Blik</cp:lastModifiedBy>
  <cp:revision>1</cp:revision>
  <dcterms:created xsi:type="dcterms:W3CDTF">2015-05-20T15:03:00Z</dcterms:created>
  <dcterms:modified xsi:type="dcterms:W3CDTF">2015-05-20T15:03:00Z</dcterms:modified>
</cp:coreProperties>
</file>