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FC5" w:rsidRDefault="006E5093">
      <w:r>
        <w:rPr>
          <w:b/>
          <w:noProof/>
          <w:sz w:val="28"/>
          <w:lang w:eastAsia="nl-NL"/>
        </w:rPr>
        <w:drawing>
          <wp:anchor distT="0" distB="0" distL="114300" distR="114300" simplePos="0" relativeHeight="251659264" behindDoc="1" locked="0" layoutInCell="1" allowOverlap="1" wp14:anchorId="0BFC79A3" wp14:editId="6FD32400">
            <wp:simplePos x="0" y="0"/>
            <wp:positionH relativeFrom="column">
              <wp:posOffset>-5080</wp:posOffset>
            </wp:positionH>
            <wp:positionV relativeFrom="paragraph">
              <wp:posOffset>-207010</wp:posOffset>
            </wp:positionV>
            <wp:extent cx="6119357" cy="9008828"/>
            <wp:effectExtent l="19050" t="0" r="0" b="0"/>
            <wp:wrapNone/>
            <wp:docPr id="22" name="Afbeelding 14" descr="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9357" cy="90088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E5093" w:rsidRDefault="006E5093"/>
    <w:p w:rsidR="006E5093" w:rsidRDefault="006E5093"/>
    <w:p w:rsidR="006E5093" w:rsidRDefault="006E5093"/>
    <w:p w:rsidR="006E5093" w:rsidRDefault="006E5093"/>
    <w:p w:rsidR="006E5093" w:rsidRDefault="006E5093"/>
    <w:p w:rsidR="006E5093" w:rsidRDefault="006E5093"/>
    <w:p w:rsidR="006E5093" w:rsidRDefault="006E5093"/>
    <w:p w:rsidR="006E5093" w:rsidRDefault="006E5093"/>
    <w:p w:rsidR="006E5093" w:rsidRDefault="006E5093"/>
    <w:p w:rsidR="006E5093" w:rsidRDefault="006E5093"/>
    <w:p w:rsidR="006E5093" w:rsidRDefault="006E5093"/>
    <w:p w:rsidR="006E5093" w:rsidRDefault="006E5093"/>
    <w:p w:rsidR="006E5093" w:rsidRDefault="006E5093"/>
    <w:p w:rsidR="006E5093" w:rsidRDefault="006E5093"/>
    <w:p w:rsidR="006E5093" w:rsidRDefault="006E5093"/>
    <w:p w:rsidR="006E5093" w:rsidRDefault="006E5093"/>
    <w:p w:rsidR="006E5093" w:rsidRDefault="006E5093"/>
    <w:p w:rsidR="006E5093" w:rsidRDefault="006E5093"/>
    <w:p w:rsidR="006E5093" w:rsidRDefault="006E5093"/>
    <w:p w:rsidR="006E5093" w:rsidRDefault="006E5093"/>
    <w:p w:rsidR="006E5093" w:rsidRDefault="006E5093"/>
    <w:p w:rsidR="006E5093" w:rsidRDefault="006E5093"/>
    <w:p w:rsidR="006E5093" w:rsidRDefault="006E5093"/>
    <w:p w:rsidR="006E5093" w:rsidRDefault="006E5093"/>
    <w:p w:rsidR="006E5093" w:rsidRDefault="006E5093"/>
    <w:p w:rsidR="006E5093" w:rsidRDefault="006E5093"/>
    <w:p w:rsidR="006E5093" w:rsidRDefault="006E5093" w:rsidP="006E5093">
      <w:pPr>
        <w:pStyle w:val="Geenafstand"/>
      </w:pPr>
      <w:r>
        <w:lastRenderedPageBreak/>
        <w:t>Gebruik de ruimte hieronder voor je samenvatting van opdracht 3</w:t>
      </w:r>
    </w:p>
    <w:p w:rsidR="006E5093" w:rsidRDefault="006E5093" w:rsidP="006E5093">
      <w:pPr>
        <w:pStyle w:val="Geenafstand"/>
      </w:pPr>
    </w:p>
    <w:p w:rsidR="006E5093" w:rsidRDefault="006E5093" w:rsidP="006E5093">
      <w:pPr>
        <w:pStyle w:val="Geenafstand"/>
      </w:pPr>
      <w:r>
        <w:t>Titel:</w:t>
      </w:r>
    </w:p>
    <w:p w:rsidR="006E5093" w:rsidRDefault="006E5093" w:rsidP="006E5093">
      <w:pPr>
        <w:pStyle w:val="Geenafstand"/>
      </w:pPr>
    </w:p>
    <w:p w:rsidR="006E5093" w:rsidRDefault="006E5093" w:rsidP="006E5093">
      <w:pPr>
        <w:pStyle w:val="Geenafstand"/>
      </w:pPr>
      <w:r>
        <w:t>Alinea 1:</w:t>
      </w:r>
    </w:p>
    <w:p w:rsidR="006E5093" w:rsidRDefault="006E5093" w:rsidP="006E5093">
      <w:pPr>
        <w:pStyle w:val="Geenafstand"/>
      </w:pPr>
    </w:p>
    <w:p w:rsidR="006E5093" w:rsidRDefault="006E5093" w:rsidP="006E5093">
      <w:pPr>
        <w:pStyle w:val="Geenafstand"/>
      </w:pPr>
    </w:p>
    <w:p w:rsidR="006E5093" w:rsidRDefault="006E5093" w:rsidP="006E5093">
      <w:pPr>
        <w:pStyle w:val="Geenafstand"/>
      </w:pPr>
    </w:p>
    <w:p w:rsidR="006E5093" w:rsidRDefault="006E5093" w:rsidP="006E5093">
      <w:pPr>
        <w:pStyle w:val="Geenafstand"/>
      </w:pPr>
      <w:r>
        <w:t>Alinea 2:</w:t>
      </w:r>
    </w:p>
    <w:p w:rsidR="006E5093" w:rsidRDefault="006E5093" w:rsidP="006E5093">
      <w:pPr>
        <w:pStyle w:val="Geenafstand"/>
      </w:pPr>
    </w:p>
    <w:p w:rsidR="006E5093" w:rsidRDefault="006E5093" w:rsidP="006E5093">
      <w:pPr>
        <w:pStyle w:val="Geenafstand"/>
      </w:pPr>
    </w:p>
    <w:p w:rsidR="006E5093" w:rsidRDefault="006E5093" w:rsidP="006E5093">
      <w:pPr>
        <w:pStyle w:val="Geenafstand"/>
      </w:pPr>
    </w:p>
    <w:p w:rsidR="006E5093" w:rsidRDefault="006E5093" w:rsidP="006E5093">
      <w:pPr>
        <w:pStyle w:val="Geenafstand"/>
      </w:pPr>
      <w:r>
        <w:t>Alinea 3:</w:t>
      </w:r>
    </w:p>
    <w:p w:rsidR="006E5093" w:rsidRDefault="006E5093" w:rsidP="006E5093">
      <w:pPr>
        <w:pStyle w:val="Geenafstand"/>
      </w:pPr>
    </w:p>
    <w:p w:rsidR="006E5093" w:rsidRDefault="006E5093" w:rsidP="006E5093">
      <w:pPr>
        <w:pStyle w:val="Geenafstand"/>
      </w:pPr>
    </w:p>
    <w:p w:rsidR="006E5093" w:rsidRDefault="006E5093" w:rsidP="006E5093">
      <w:pPr>
        <w:pStyle w:val="Geenafstand"/>
      </w:pPr>
    </w:p>
    <w:p w:rsidR="006E5093" w:rsidRDefault="006E5093" w:rsidP="006E5093">
      <w:pPr>
        <w:pStyle w:val="Geenafstand"/>
      </w:pPr>
      <w:r>
        <w:t>Alinea 4:</w:t>
      </w:r>
    </w:p>
    <w:p w:rsidR="006E5093" w:rsidRDefault="006E5093" w:rsidP="006E5093">
      <w:pPr>
        <w:pStyle w:val="Geenafstand"/>
      </w:pPr>
    </w:p>
    <w:p w:rsidR="006E5093" w:rsidRDefault="006E5093" w:rsidP="006E5093">
      <w:pPr>
        <w:pStyle w:val="Geenafstand"/>
      </w:pPr>
    </w:p>
    <w:p w:rsidR="006E5093" w:rsidRDefault="006E5093" w:rsidP="006E5093">
      <w:pPr>
        <w:pStyle w:val="Geenafstand"/>
      </w:pPr>
    </w:p>
    <w:p w:rsidR="006E5093" w:rsidRDefault="006E5093" w:rsidP="006E5093">
      <w:pPr>
        <w:pStyle w:val="Geenafstand"/>
      </w:pPr>
      <w:r>
        <w:t>Alinea 5:</w:t>
      </w:r>
    </w:p>
    <w:p w:rsidR="006E5093" w:rsidRDefault="006E5093" w:rsidP="006E5093">
      <w:pPr>
        <w:pStyle w:val="Geenafstand"/>
      </w:pPr>
    </w:p>
    <w:p w:rsidR="006E5093" w:rsidRDefault="006E5093" w:rsidP="006E5093">
      <w:pPr>
        <w:pStyle w:val="Geenafstand"/>
      </w:pPr>
    </w:p>
    <w:p w:rsidR="006E5093" w:rsidRDefault="006E5093" w:rsidP="006E5093">
      <w:pPr>
        <w:pStyle w:val="Geenafstand"/>
      </w:pPr>
    </w:p>
    <w:p w:rsidR="006E5093" w:rsidRDefault="006E5093" w:rsidP="006E5093">
      <w:pPr>
        <w:pStyle w:val="Geenafstand"/>
      </w:pPr>
      <w:r>
        <w:t>Alinea 6:</w:t>
      </w:r>
    </w:p>
    <w:p w:rsidR="006E5093" w:rsidRDefault="006E5093" w:rsidP="006E5093">
      <w:pPr>
        <w:pStyle w:val="Geenafstand"/>
      </w:pPr>
    </w:p>
    <w:p w:rsidR="006E5093" w:rsidRDefault="006E5093" w:rsidP="006E5093">
      <w:pPr>
        <w:pStyle w:val="Geenafstand"/>
      </w:pPr>
    </w:p>
    <w:p w:rsidR="006E5093" w:rsidRDefault="006E5093" w:rsidP="006E5093">
      <w:pPr>
        <w:pStyle w:val="Geenafstand"/>
      </w:pPr>
    </w:p>
    <w:p w:rsidR="006E5093" w:rsidRDefault="006E5093" w:rsidP="006E5093">
      <w:pPr>
        <w:pStyle w:val="Geenafstand"/>
      </w:pPr>
      <w:r>
        <w:t>Alinea 7:</w:t>
      </w:r>
    </w:p>
    <w:p w:rsidR="006E5093" w:rsidRDefault="006E5093" w:rsidP="006E5093">
      <w:pPr>
        <w:pStyle w:val="Geenafstand"/>
      </w:pPr>
    </w:p>
    <w:p w:rsidR="006E5093" w:rsidRDefault="006E5093" w:rsidP="006E5093">
      <w:pPr>
        <w:pStyle w:val="Geenafstand"/>
      </w:pPr>
    </w:p>
    <w:p w:rsidR="006E5093" w:rsidRDefault="006E5093" w:rsidP="006E5093">
      <w:pPr>
        <w:pStyle w:val="Geenafstand"/>
      </w:pPr>
    </w:p>
    <w:p w:rsidR="006E5093" w:rsidRDefault="006E5093" w:rsidP="006E5093">
      <w:pPr>
        <w:pStyle w:val="Geenafstand"/>
      </w:pPr>
    </w:p>
    <w:p w:rsidR="006E5093" w:rsidRDefault="006E5093" w:rsidP="006E5093">
      <w:pPr>
        <w:pStyle w:val="Geenafstand"/>
      </w:pPr>
      <w:r>
        <w:t>Heb je je samenvatting nagekeken? Ja/nee</w:t>
      </w:r>
    </w:p>
    <w:p w:rsidR="006E5093" w:rsidRDefault="006E5093" w:rsidP="006E5093">
      <w:pPr>
        <w:pStyle w:val="Geenafstand"/>
      </w:pPr>
    </w:p>
    <w:p w:rsidR="006E5093" w:rsidRDefault="006E5093" w:rsidP="006E5093">
      <w:pPr>
        <w:pStyle w:val="Geenafstand"/>
      </w:pPr>
      <w:r>
        <w:t>Was je iets vergeten? Ja/nee</w:t>
      </w:r>
    </w:p>
    <w:p w:rsidR="006E5093" w:rsidRDefault="006E5093" w:rsidP="006E5093">
      <w:pPr>
        <w:pStyle w:val="Geenafstand"/>
      </w:pPr>
    </w:p>
    <w:p w:rsidR="006E5093" w:rsidRDefault="006E5093">
      <w:bookmarkStart w:id="0" w:name="_GoBack"/>
      <w:bookmarkEnd w:id="0"/>
    </w:p>
    <w:sectPr w:rsidR="006E5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093"/>
    <w:rsid w:val="00152FC5"/>
    <w:rsid w:val="006E5093"/>
    <w:rsid w:val="00731CCE"/>
    <w:rsid w:val="00BB2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E509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E50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46F12E2</Template>
  <TotalTime>34</TotalTime>
  <Pages>2</Pages>
  <Words>40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Blik</dc:creator>
  <cp:lastModifiedBy>M. Blik</cp:lastModifiedBy>
  <cp:revision>1</cp:revision>
  <dcterms:created xsi:type="dcterms:W3CDTF">2015-06-13T18:48:00Z</dcterms:created>
  <dcterms:modified xsi:type="dcterms:W3CDTF">2015-06-13T19:22:00Z</dcterms:modified>
</cp:coreProperties>
</file>