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D3BE0" w:rsidRPr="002D79C7" w:rsidTr="001808EF">
        <w:trPr>
          <w:trHeight w:hRule="exact" w:val="2268"/>
        </w:trPr>
        <w:tc>
          <w:tcPr>
            <w:tcW w:w="4606" w:type="dxa"/>
          </w:tcPr>
          <w:p w:rsidR="000D3BE0" w:rsidRPr="002D79C7" w:rsidRDefault="000D3BE0" w:rsidP="001808EF">
            <w:pPr>
              <w:rPr>
                <w:sz w:val="28"/>
              </w:rPr>
            </w:pPr>
            <w:r w:rsidRPr="002D79C7">
              <w:rPr>
                <w:sz w:val="28"/>
              </w:rPr>
              <w:t>Welke personen nemen de leiding?</w:t>
            </w:r>
          </w:p>
        </w:tc>
        <w:tc>
          <w:tcPr>
            <w:tcW w:w="4606" w:type="dxa"/>
          </w:tcPr>
          <w:p w:rsidR="000D3BE0" w:rsidRPr="002D79C7" w:rsidRDefault="000D3BE0" w:rsidP="001808EF">
            <w:pPr>
              <w:rPr>
                <w:sz w:val="28"/>
              </w:rPr>
            </w:pPr>
            <w:r w:rsidRPr="002D79C7">
              <w:rPr>
                <w:sz w:val="28"/>
              </w:rPr>
              <w:t>Wie is veel aan het woord?</w:t>
            </w:r>
          </w:p>
        </w:tc>
      </w:tr>
      <w:tr w:rsidR="000D3BE0" w:rsidRPr="002D79C7" w:rsidTr="001808EF">
        <w:trPr>
          <w:trHeight w:hRule="exact" w:val="2268"/>
        </w:trPr>
        <w:tc>
          <w:tcPr>
            <w:tcW w:w="4606" w:type="dxa"/>
          </w:tcPr>
          <w:p w:rsidR="000D3BE0" w:rsidRPr="002D79C7" w:rsidRDefault="000D3BE0" w:rsidP="001808EF">
            <w:pPr>
              <w:rPr>
                <w:sz w:val="28"/>
              </w:rPr>
            </w:pPr>
            <w:r w:rsidRPr="002D79C7">
              <w:rPr>
                <w:sz w:val="28"/>
              </w:rPr>
              <w:t>Wie houdt zich afzijdig?</w:t>
            </w:r>
          </w:p>
        </w:tc>
        <w:tc>
          <w:tcPr>
            <w:tcW w:w="4606" w:type="dxa"/>
          </w:tcPr>
          <w:p w:rsidR="000D3BE0" w:rsidRPr="002D79C7" w:rsidRDefault="000D3BE0" w:rsidP="001808EF">
            <w:pPr>
              <w:rPr>
                <w:sz w:val="28"/>
              </w:rPr>
            </w:pPr>
            <w:r w:rsidRPr="002D79C7">
              <w:rPr>
                <w:sz w:val="28"/>
              </w:rPr>
              <w:t>Wie maakt notities?</w:t>
            </w:r>
          </w:p>
        </w:tc>
      </w:tr>
      <w:tr w:rsidR="000D3BE0" w:rsidRPr="002D79C7" w:rsidTr="001808EF">
        <w:trPr>
          <w:trHeight w:hRule="exact" w:val="2268"/>
        </w:trPr>
        <w:tc>
          <w:tcPr>
            <w:tcW w:w="4606" w:type="dxa"/>
          </w:tcPr>
          <w:p w:rsidR="000D3BE0" w:rsidRPr="002D79C7" w:rsidRDefault="000D3BE0" w:rsidP="001808EF">
            <w:pPr>
              <w:rPr>
                <w:sz w:val="28"/>
              </w:rPr>
            </w:pPr>
            <w:r w:rsidRPr="002D79C7">
              <w:rPr>
                <w:sz w:val="28"/>
              </w:rPr>
              <w:t>Wie zorgt ervoor dat iedereen meedoet?</w:t>
            </w:r>
          </w:p>
        </w:tc>
        <w:tc>
          <w:tcPr>
            <w:tcW w:w="4606" w:type="dxa"/>
          </w:tcPr>
          <w:p w:rsidR="000D3BE0" w:rsidRPr="002D79C7" w:rsidRDefault="000D3BE0" w:rsidP="001808EF">
            <w:pPr>
              <w:rPr>
                <w:sz w:val="28"/>
              </w:rPr>
            </w:pPr>
            <w:r w:rsidRPr="002D79C7">
              <w:rPr>
                <w:sz w:val="28"/>
              </w:rPr>
              <w:t>Wie stelt vragen?</w:t>
            </w:r>
          </w:p>
        </w:tc>
      </w:tr>
      <w:tr w:rsidR="000D3BE0" w:rsidRPr="002D79C7" w:rsidTr="001808EF">
        <w:trPr>
          <w:trHeight w:hRule="exact" w:val="2268"/>
        </w:trPr>
        <w:tc>
          <w:tcPr>
            <w:tcW w:w="4606" w:type="dxa"/>
          </w:tcPr>
          <w:p w:rsidR="000D3BE0" w:rsidRPr="002D79C7" w:rsidRDefault="000D3BE0" w:rsidP="001808EF">
            <w:pPr>
              <w:rPr>
                <w:sz w:val="28"/>
              </w:rPr>
            </w:pPr>
            <w:r w:rsidRPr="002D79C7">
              <w:rPr>
                <w:sz w:val="28"/>
              </w:rPr>
              <w:t>Wie bevordert de samenwerking?</w:t>
            </w:r>
          </w:p>
        </w:tc>
        <w:tc>
          <w:tcPr>
            <w:tcW w:w="4606" w:type="dxa"/>
          </w:tcPr>
          <w:p w:rsidR="000D3BE0" w:rsidRPr="002D79C7" w:rsidRDefault="000D3BE0" w:rsidP="001808EF">
            <w:pPr>
              <w:rPr>
                <w:sz w:val="28"/>
              </w:rPr>
            </w:pPr>
            <w:r w:rsidRPr="002D79C7">
              <w:rPr>
                <w:sz w:val="28"/>
              </w:rPr>
              <w:t>Wat werkt het samenwerken tegen?</w:t>
            </w:r>
          </w:p>
        </w:tc>
      </w:tr>
    </w:tbl>
    <w:p w:rsidR="00152FC5" w:rsidRDefault="00152FC5">
      <w:bookmarkStart w:id="0" w:name="_GoBack"/>
      <w:bookmarkEnd w:id="0"/>
    </w:p>
    <w:sectPr w:rsidR="00152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BE0"/>
    <w:rsid w:val="000D3BE0"/>
    <w:rsid w:val="00152FC5"/>
    <w:rsid w:val="00731CCE"/>
    <w:rsid w:val="00B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3B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D3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3B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D3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5970E120</Template>
  <TotalTime>0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M. Blik</cp:lastModifiedBy>
  <cp:revision>1</cp:revision>
  <dcterms:created xsi:type="dcterms:W3CDTF">2015-05-19T20:06:00Z</dcterms:created>
  <dcterms:modified xsi:type="dcterms:W3CDTF">2015-05-19T20:07:00Z</dcterms:modified>
</cp:coreProperties>
</file>